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FE" w:rsidRDefault="00312FFE" w:rsidP="00910A80">
      <w:pPr>
        <w:autoSpaceDE w:val="0"/>
        <w:autoSpaceDN w:val="0"/>
        <w:adjustRightInd w:val="0"/>
      </w:pPr>
      <w:r w:rsidRPr="00323C0B">
        <w:rPr>
          <w:rFonts w:ascii="Arial Black" w:hAnsi="Arial Black" w:cs="Arial Black"/>
          <w:b/>
          <w:noProof/>
          <w:color w:val="33339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23pt;height:633pt;visibility:visible">
            <v:imagedata r:id="rId4" o:title=""/>
          </v:shape>
        </w:pict>
      </w:r>
    </w:p>
    <w:sectPr w:rsidR="00312FFE" w:rsidSect="00FF1D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A80"/>
    <w:rsid w:val="00001419"/>
    <w:rsid w:val="0000312D"/>
    <w:rsid w:val="00003928"/>
    <w:rsid w:val="000051E1"/>
    <w:rsid w:val="00005FFD"/>
    <w:rsid w:val="00007519"/>
    <w:rsid w:val="00014AD4"/>
    <w:rsid w:val="00015BF9"/>
    <w:rsid w:val="0001710B"/>
    <w:rsid w:val="00020164"/>
    <w:rsid w:val="000210B5"/>
    <w:rsid w:val="00021712"/>
    <w:rsid w:val="00022D6D"/>
    <w:rsid w:val="00024320"/>
    <w:rsid w:val="00025BBE"/>
    <w:rsid w:val="00026113"/>
    <w:rsid w:val="00027C0E"/>
    <w:rsid w:val="0003096C"/>
    <w:rsid w:val="00030CA8"/>
    <w:rsid w:val="00031798"/>
    <w:rsid w:val="00032F90"/>
    <w:rsid w:val="00033FBC"/>
    <w:rsid w:val="00035C43"/>
    <w:rsid w:val="00036297"/>
    <w:rsid w:val="000400BA"/>
    <w:rsid w:val="000414C0"/>
    <w:rsid w:val="0004539D"/>
    <w:rsid w:val="00050469"/>
    <w:rsid w:val="00051193"/>
    <w:rsid w:val="000512E4"/>
    <w:rsid w:val="00051637"/>
    <w:rsid w:val="00051E01"/>
    <w:rsid w:val="00052ED2"/>
    <w:rsid w:val="00060D17"/>
    <w:rsid w:val="0006191A"/>
    <w:rsid w:val="00061BDC"/>
    <w:rsid w:val="000678F2"/>
    <w:rsid w:val="000726EF"/>
    <w:rsid w:val="000736B8"/>
    <w:rsid w:val="00077E15"/>
    <w:rsid w:val="00080097"/>
    <w:rsid w:val="00081C71"/>
    <w:rsid w:val="000822D7"/>
    <w:rsid w:val="00082B7D"/>
    <w:rsid w:val="00085D60"/>
    <w:rsid w:val="0009122A"/>
    <w:rsid w:val="00091C06"/>
    <w:rsid w:val="000923B5"/>
    <w:rsid w:val="000962B0"/>
    <w:rsid w:val="000A061F"/>
    <w:rsid w:val="000A0F47"/>
    <w:rsid w:val="000A2172"/>
    <w:rsid w:val="000A565C"/>
    <w:rsid w:val="000A6363"/>
    <w:rsid w:val="000A752D"/>
    <w:rsid w:val="000A7DAC"/>
    <w:rsid w:val="000B6BA1"/>
    <w:rsid w:val="000C33C7"/>
    <w:rsid w:val="000C3F81"/>
    <w:rsid w:val="000C43AC"/>
    <w:rsid w:val="000C6CDC"/>
    <w:rsid w:val="000C6D75"/>
    <w:rsid w:val="000D3AA3"/>
    <w:rsid w:val="000D3B8A"/>
    <w:rsid w:val="000D53BE"/>
    <w:rsid w:val="000E1AB9"/>
    <w:rsid w:val="000E3437"/>
    <w:rsid w:val="000E4A93"/>
    <w:rsid w:val="000F1E93"/>
    <w:rsid w:val="000F28EF"/>
    <w:rsid w:val="000F5887"/>
    <w:rsid w:val="000F69F3"/>
    <w:rsid w:val="00100BCF"/>
    <w:rsid w:val="001010B7"/>
    <w:rsid w:val="00106427"/>
    <w:rsid w:val="00107A3F"/>
    <w:rsid w:val="00111859"/>
    <w:rsid w:val="00125D16"/>
    <w:rsid w:val="00127F83"/>
    <w:rsid w:val="00131019"/>
    <w:rsid w:val="0013191F"/>
    <w:rsid w:val="001341DE"/>
    <w:rsid w:val="001347F3"/>
    <w:rsid w:val="00134817"/>
    <w:rsid w:val="00135AFE"/>
    <w:rsid w:val="0013624A"/>
    <w:rsid w:val="00136615"/>
    <w:rsid w:val="00150FB7"/>
    <w:rsid w:val="001510A3"/>
    <w:rsid w:val="00153F4F"/>
    <w:rsid w:val="001566DC"/>
    <w:rsid w:val="001569DD"/>
    <w:rsid w:val="001619EF"/>
    <w:rsid w:val="00164C03"/>
    <w:rsid w:val="00165AD8"/>
    <w:rsid w:val="001726B1"/>
    <w:rsid w:val="00174414"/>
    <w:rsid w:val="00174D8E"/>
    <w:rsid w:val="00176EAF"/>
    <w:rsid w:val="0018354F"/>
    <w:rsid w:val="001844F9"/>
    <w:rsid w:val="001847D2"/>
    <w:rsid w:val="001864F0"/>
    <w:rsid w:val="0018713F"/>
    <w:rsid w:val="00192DDF"/>
    <w:rsid w:val="00195C3F"/>
    <w:rsid w:val="001975A6"/>
    <w:rsid w:val="00197F48"/>
    <w:rsid w:val="001A02FD"/>
    <w:rsid w:val="001A10E0"/>
    <w:rsid w:val="001A2CED"/>
    <w:rsid w:val="001A38F8"/>
    <w:rsid w:val="001A3D2A"/>
    <w:rsid w:val="001A4619"/>
    <w:rsid w:val="001A612A"/>
    <w:rsid w:val="001B16D4"/>
    <w:rsid w:val="001B1C4D"/>
    <w:rsid w:val="001B2BB2"/>
    <w:rsid w:val="001B6657"/>
    <w:rsid w:val="001C493A"/>
    <w:rsid w:val="001C528A"/>
    <w:rsid w:val="001C740C"/>
    <w:rsid w:val="001D11AA"/>
    <w:rsid w:val="001D224B"/>
    <w:rsid w:val="001E6A3E"/>
    <w:rsid w:val="001F29C8"/>
    <w:rsid w:val="001F43CA"/>
    <w:rsid w:val="001F5535"/>
    <w:rsid w:val="001F5FA6"/>
    <w:rsid w:val="001F6B81"/>
    <w:rsid w:val="0020411E"/>
    <w:rsid w:val="00205AB3"/>
    <w:rsid w:val="00207D27"/>
    <w:rsid w:val="00212C56"/>
    <w:rsid w:val="00214D0C"/>
    <w:rsid w:val="00216B05"/>
    <w:rsid w:val="00217A7C"/>
    <w:rsid w:val="00223C05"/>
    <w:rsid w:val="00231BD1"/>
    <w:rsid w:val="0023226A"/>
    <w:rsid w:val="002339CB"/>
    <w:rsid w:val="00233F51"/>
    <w:rsid w:val="00235E81"/>
    <w:rsid w:val="002371AA"/>
    <w:rsid w:val="00242430"/>
    <w:rsid w:val="0024340E"/>
    <w:rsid w:val="0024526C"/>
    <w:rsid w:val="00246690"/>
    <w:rsid w:val="00246B54"/>
    <w:rsid w:val="00250608"/>
    <w:rsid w:val="00250E08"/>
    <w:rsid w:val="00251684"/>
    <w:rsid w:val="00254BDE"/>
    <w:rsid w:val="002570AA"/>
    <w:rsid w:val="00257CA4"/>
    <w:rsid w:val="002618F5"/>
    <w:rsid w:val="00263FC9"/>
    <w:rsid w:val="002650D0"/>
    <w:rsid w:val="00270A89"/>
    <w:rsid w:val="0027182B"/>
    <w:rsid w:val="00272B4A"/>
    <w:rsid w:val="00281475"/>
    <w:rsid w:val="00282CC3"/>
    <w:rsid w:val="002839FB"/>
    <w:rsid w:val="002850D9"/>
    <w:rsid w:val="002867DE"/>
    <w:rsid w:val="00286B49"/>
    <w:rsid w:val="002871B0"/>
    <w:rsid w:val="002916AD"/>
    <w:rsid w:val="0029256B"/>
    <w:rsid w:val="00292E3F"/>
    <w:rsid w:val="00293F8B"/>
    <w:rsid w:val="00296622"/>
    <w:rsid w:val="002A1AEC"/>
    <w:rsid w:val="002A31DD"/>
    <w:rsid w:val="002A3BC0"/>
    <w:rsid w:val="002A56F4"/>
    <w:rsid w:val="002B092C"/>
    <w:rsid w:val="002B4185"/>
    <w:rsid w:val="002B6AF9"/>
    <w:rsid w:val="002C071E"/>
    <w:rsid w:val="002C0FB7"/>
    <w:rsid w:val="002C3DA0"/>
    <w:rsid w:val="002C432A"/>
    <w:rsid w:val="002C5192"/>
    <w:rsid w:val="002C5737"/>
    <w:rsid w:val="002D0C2B"/>
    <w:rsid w:val="002D2A8B"/>
    <w:rsid w:val="002D5B19"/>
    <w:rsid w:val="002D7111"/>
    <w:rsid w:val="002D7753"/>
    <w:rsid w:val="002D79B9"/>
    <w:rsid w:val="002E14E1"/>
    <w:rsid w:val="002E601E"/>
    <w:rsid w:val="002E7011"/>
    <w:rsid w:val="00300183"/>
    <w:rsid w:val="00301DCB"/>
    <w:rsid w:val="00303890"/>
    <w:rsid w:val="00304780"/>
    <w:rsid w:val="00306846"/>
    <w:rsid w:val="00307F2E"/>
    <w:rsid w:val="003100F5"/>
    <w:rsid w:val="00312640"/>
    <w:rsid w:val="00312FFE"/>
    <w:rsid w:val="003158E8"/>
    <w:rsid w:val="00320280"/>
    <w:rsid w:val="0032040C"/>
    <w:rsid w:val="00321AD0"/>
    <w:rsid w:val="0032210E"/>
    <w:rsid w:val="00322222"/>
    <w:rsid w:val="00322363"/>
    <w:rsid w:val="00322A0D"/>
    <w:rsid w:val="00323C0B"/>
    <w:rsid w:val="003248EB"/>
    <w:rsid w:val="003249E9"/>
    <w:rsid w:val="00330EB9"/>
    <w:rsid w:val="00333ACC"/>
    <w:rsid w:val="003404FD"/>
    <w:rsid w:val="00341189"/>
    <w:rsid w:val="00352E33"/>
    <w:rsid w:val="00353683"/>
    <w:rsid w:val="003553AA"/>
    <w:rsid w:val="003600E0"/>
    <w:rsid w:val="00360E96"/>
    <w:rsid w:val="00361F29"/>
    <w:rsid w:val="00362C77"/>
    <w:rsid w:val="003737B5"/>
    <w:rsid w:val="00381ECC"/>
    <w:rsid w:val="00382D20"/>
    <w:rsid w:val="00386B7E"/>
    <w:rsid w:val="00387EDB"/>
    <w:rsid w:val="00392EE0"/>
    <w:rsid w:val="00393946"/>
    <w:rsid w:val="003961A6"/>
    <w:rsid w:val="003A225D"/>
    <w:rsid w:val="003A23CD"/>
    <w:rsid w:val="003A2622"/>
    <w:rsid w:val="003A2AAA"/>
    <w:rsid w:val="003A3281"/>
    <w:rsid w:val="003A32A8"/>
    <w:rsid w:val="003A4CDE"/>
    <w:rsid w:val="003A69CF"/>
    <w:rsid w:val="003C0785"/>
    <w:rsid w:val="003C5E94"/>
    <w:rsid w:val="003D01EB"/>
    <w:rsid w:val="003D2598"/>
    <w:rsid w:val="003D352F"/>
    <w:rsid w:val="003D3B69"/>
    <w:rsid w:val="003D403F"/>
    <w:rsid w:val="003D5D04"/>
    <w:rsid w:val="003E000A"/>
    <w:rsid w:val="003E03D4"/>
    <w:rsid w:val="003E1BD1"/>
    <w:rsid w:val="003F09D6"/>
    <w:rsid w:val="003F2E02"/>
    <w:rsid w:val="003F42E4"/>
    <w:rsid w:val="003F4EB9"/>
    <w:rsid w:val="00402A19"/>
    <w:rsid w:val="00402A63"/>
    <w:rsid w:val="0040586F"/>
    <w:rsid w:val="00406846"/>
    <w:rsid w:val="00412A56"/>
    <w:rsid w:val="00412BCD"/>
    <w:rsid w:val="0041381D"/>
    <w:rsid w:val="00416E00"/>
    <w:rsid w:val="00417224"/>
    <w:rsid w:val="00422A53"/>
    <w:rsid w:val="00425504"/>
    <w:rsid w:val="004260FE"/>
    <w:rsid w:val="00426D18"/>
    <w:rsid w:val="00430749"/>
    <w:rsid w:val="00430A56"/>
    <w:rsid w:val="00431502"/>
    <w:rsid w:val="00431DC8"/>
    <w:rsid w:val="00431FB4"/>
    <w:rsid w:val="00433C6D"/>
    <w:rsid w:val="00436268"/>
    <w:rsid w:val="0043680D"/>
    <w:rsid w:val="004419B1"/>
    <w:rsid w:val="00443B05"/>
    <w:rsid w:val="0044536E"/>
    <w:rsid w:val="00446C99"/>
    <w:rsid w:val="0044769E"/>
    <w:rsid w:val="00471776"/>
    <w:rsid w:val="004804F1"/>
    <w:rsid w:val="00482CD6"/>
    <w:rsid w:val="00483340"/>
    <w:rsid w:val="00484FCC"/>
    <w:rsid w:val="0049317C"/>
    <w:rsid w:val="0049538B"/>
    <w:rsid w:val="00496F1E"/>
    <w:rsid w:val="004A21EE"/>
    <w:rsid w:val="004A35CF"/>
    <w:rsid w:val="004A4309"/>
    <w:rsid w:val="004A62DA"/>
    <w:rsid w:val="004B011A"/>
    <w:rsid w:val="004B4331"/>
    <w:rsid w:val="004C03A8"/>
    <w:rsid w:val="004C0683"/>
    <w:rsid w:val="004C0894"/>
    <w:rsid w:val="004C3899"/>
    <w:rsid w:val="004C5C73"/>
    <w:rsid w:val="004C69EF"/>
    <w:rsid w:val="004C6A0D"/>
    <w:rsid w:val="004D0824"/>
    <w:rsid w:val="004D1B95"/>
    <w:rsid w:val="004D3C9F"/>
    <w:rsid w:val="004E0EFD"/>
    <w:rsid w:val="004E5BC7"/>
    <w:rsid w:val="004E64D9"/>
    <w:rsid w:val="004F011D"/>
    <w:rsid w:val="004F3CA3"/>
    <w:rsid w:val="004F5C61"/>
    <w:rsid w:val="004F7737"/>
    <w:rsid w:val="005007E6"/>
    <w:rsid w:val="00501E4B"/>
    <w:rsid w:val="00502211"/>
    <w:rsid w:val="00502B4E"/>
    <w:rsid w:val="00503CE2"/>
    <w:rsid w:val="00505451"/>
    <w:rsid w:val="0051057E"/>
    <w:rsid w:val="00514141"/>
    <w:rsid w:val="0051450D"/>
    <w:rsid w:val="005149E1"/>
    <w:rsid w:val="00514D0D"/>
    <w:rsid w:val="00524A81"/>
    <w:rsid w:val="00526034"/>
    <w:rsid w:val="005347DB"/>
    <w:rsid w:val="00534C07"/>
    <w:rsid w:val="00536095"/>
    <w:rsid w:val="00537ACB"/>
    <w:rsid w:val="00537C66"/>
    <w:rsid w:val="00540B42"/>
    <w:rsid w:val="005413AD"/>
    <w:rsid w:val="005416E8"/>
    <w:rsid w:val="00542308"/>
    <w:rsid w:val="005446E3"/>
    <w:rsid w:val="00544EE8"/>
    <w:rsid w:val="00545B41"/>
    <w:rsid w:val="00546104"/>
    <w:rsid w:val="0054643B"/>
    <w:rsid w:val="0054755B"/>
    <w:rsid w:val="00551275"/>
    <w:rsid w:val="00553C85"/>
    <w:rsid w:val="00554B18"/>
    <w:rsid w:val="00555814"/>
    <w:rsid w:val="005564A7"/>
    <w:rsid w:val="00561F6B"/>
    <w:rsid w:val="00563DF5"/>
    <w:rsid w:val="00564CE2"/>
    <w:rsid w:val="00564F83"/>
    <w:rsid w:val="00570EC0"/>
    <w:rsid w:val="00571C4F"/>
    <w:rsid w:val="00580A86"/>
    <w:rsid w:val="00581D9E"/>
    <w:rsid w:val="00585267"/>
    <w:rsid w:val="005940AC"/>
    <w:rsid w:val="005942B6"/>
    <w:rsid w:val="005946D0"/>
    <w:rsid w:val="0059716F"/>
    <w:rsid w:val="0059781B"/>
    <w:rsid w:val="00597FD0"/>
    <w:rsid w:val="005A209A"/>
    <w:rsid w:val="005A6D58"/>
    <w:rsid w:val="005B352D"/>
    <w:rsid w:val="005B5109"/>
    <w:rsid w:val="005B7BA9"/>
    <w:rsid w:val="005C14F0"/>
    <w:rsid w:val="005C381C"/>
    <w:rsid w:val="005C3A7F"/>
    <w:rsid w:val="005C441E"/>
    <w:rsid w:val="005C46DB"/>
    <w:rsid w:val="005D125D"/>
    <w:rsid w:val="005D1798"/>
    <w:rsid w:val="005D2FA3"/>
    <w:rsid w:val="005D3E67"/>
    <w:rsid w:val="005D51B8"/>
    <w:rsid w:val="005D7E30"/>
    <w:rsid w:val="005E035D"/>
    <w:rsid w:val="005E5EF0"/>
    <w:rsid w:val="005E7333"/>
    <w:rsid w:val="005F1965"/>
    <w:rsid w:val="005F2F4B"/>
    <w:rsid w:val="005F48A3"/>
    <w:rsid w:val="00600B48"/>
    <w:rsid w:val="00604F07"/>
    <w:rsid w:val="0060578E"/>
    <w:rsid w:val="00606DD8"/>
    <w:rsid w:val="00610CF2"/>
    <w:rsid w:val="00610EFF"/>
    <w:rsid w:val="00610FDF"/>
    <w:rsid w:val="0061267B"/>
    <w:rsid w:val="00614127"/>
    <w:rsid w:val="0061634F"/>
    <w:rsid w:val="0061649F"/>
    <w:rsid w:val="00617278"/>
    <w:rsid w:val="0061748B"/>
    <w:rsid w:val="00621435"/>
    <w:rsid w:val="00621FCA"/>
    <w:rsid w:val="0064220F"/>
    <w:rsid w:val="006439F1"/>
    <w:rsid w:val="0064637C"/>
    <w:rsid w:val="00651ECD"/>
    <w:rsid w:val="00654935"/>
    <w:rsid w:val="00654D27"/>
    <w:rsid w:val="00656168"/>
    <w:rsid w:val="00657595"/>
    <w:rsid w:val="0066088A"/>
    <w:rsid w:val="00661197"/>
    <w:rsid w:val="0066168C"/>
    <w:rsid w:val="006651DE"/>
    <w:rsid w:val="00671501"/>
    <w:rsid w:val="00673D43"/>
    <w:rsid w:val="006741B4"/>
    <w:rsid w:val="00675D7A"/>
    <w:rsid w:val="006767BB"/>
    <w:rsid w:val="00680224"/>
    <w:rsid w:val="006806C5"/>
    <w:rsid w:val="006815B8"/>
    <w:rsid w:val="00681781"/>
    <w:rsid w:val="00682836"/>
    <w:rsid w:val="0069484C"/>
    <w:rsid w:val="00697761"/>
    <w:rsid w:val="00697CC5"/>
    <w:rsid w:val="006A0D4F"/>
    <w:rsid w:val="006A6BB3"/>
    <w:rsid w:val="006B0AF6"/>
    <w:rsid w:val="006B0D37"/>
    <w:rsid w:val="006B2038"/>
    <w:rsid w:val="006B4AFE"/>
    <w:rsid w:val="006C3145"/>
    <w:rsid w:val="006C6249"/>
    <w:rsid w:val="006D3571"/>
    <w:rsid w:val="006D3E4E"/>
    <w:rsid w:val="006D42AC"/>
    <w:rsid w:val="006D78AF"/>
    <w:rsid w:val="006E2222"/>
    <w:rsid w:val="006E3244"/>
    <w:rsid w:val="006E32BC"/>
    <w:rsid w:val="006E4725"/>
    <w:rsid w:val="006E52FB"/>
    <w:rsid w:val="006E7EFB"/>
    <w:rsid w:val="006F5CB2"/>
    <w:rsid w:val="006F6252"/>
    <w:rsid w:val="006F6253"/>
    <w:rsid w:val="00703519"/>
    <w:rsid w:val="0070360F"/>
    <w:rsid w:val="00703F53"/>
    <w:rsid w:val="007118A2"/>
    <w:rsid w:val="00714852"/>
    <w:rsid w:val="007168DD"/>
    <w:rsid w:val="00721858"/>
    <w:rsid w:val="007221E7"/>
    <w:rsid w:val="0072220A"/>
    <w:rsid w:val="00724C25"/>
    <w:rsid w:val="00725234"/>
    <w:rsid w:val="00727AF8"/>
    <w:rsid w:val="00730B27"/>
    <w:rsid w:val="00731CDD"/>
    <w:rsid w:val="0073337A"/>
    <w:rsid w:val="00733B24"/>
    <w:rsid w:val="00735AD9"/>
    <w:rsid w:val="00741B5C"/>
    <w:rsid w:val="00743C37"/>
    <w:rsid w:val="00744E77"/>
    <w:rsid w:val="0074509F"/>
    <w:rsid w:val="007467CA"/>
    <w:rsid w:val="00747869"/>
    <w:rsid w:val="00752EB5"/>
    <w:rsid w:val="00754BDC"/>
    <w:rsid w:val="00755839"/>
    <w:rsid w:val="00764B1F"/>
    <w:rsid w:val="0076602B"/>
    <w:rsid w:val="00766CEE"/>
    <w:rsid w:val="007671BC"/>
    <w:rsid w:val="0077022C"/>
    <w:rsid w:val="007704B1"/>
    <w:rsid w:val="00770E98"/>
    <w:rsid w:val="00775293"/>
    <w:rsid w:val="00776704"/>
    <w:rsid w:val="007806EA"/>
    <w:rsid w:val="0078090C"/>
    <w:rsid w:val="00780974"/>
    <w:rsid w:val="00781F1F"/>
    <w:rsid w:val="00785100"/>
    <w:rsid w:val="0078534D"/>
    <w:rsid w:val="00785D51"/>
    <w:rsid w:val="00787BDA"/>
    <w:rsid w:val="007910FE"/>
    <w:rsid w:val="00791DF1"/>
    <w:rsid w:val="00793062"/>
    <w:rsid w:val="007A1540"/>
    <w:rsid w:val="007A3A74"/>
    <w:rsid w:val="007A6FCB"/>
    <w:rsid w:val="007B594F"/>
    <w:rsid w:val="007C14D8"/>
    <w:rsid w:val="007C1ABB"/>
    <w:rsid w:val="007C3243"/>
    <w:rsid w:val="007C3E62"/>
    <w:rsid w:val="007C42C5"/>
    <w:rsid w:val="007C62DB"/>
    <w:rsid w:val="007D15F3"/>
    <w:rsid w:val="007D1BE0"/>
    <w:rsid w:val="007D253E"/>
    <w:rsid w:val="007D2E3D"/>
    <w:rsid w:val="007D5255"/>
    <w:rsid w:val="007D69C3"/>
    <w:rsid w:val="007E544D"/>
    <w:rsid w:val="007F26A7"/>
    <w:rsid w:val="007F4815"/>
    <w:rsid w:val="00801272"/>
    <w:rsid w:val="00802149"/>
    <w:rsid w:val="008027FD"/>
    <w:rsid w:val="00803F6E"/>
    <w:rsid w:val="00806221"/>
    <w:rsid w:val="008079AF"/>
    <w:rsid w:val="00807B26"/>
    <w:rsid w:val="00810852"/>
    <w:rsid w:val="0081091D"/>
    <w:rsid w:val="00814144"/>
    <w:rsid w:val="00814560"/>
    <w:rsid w:val="00814C58"/>
    <w:rsid w:val="00820B19"/>
    <w:rsid w:val="00824DBB"/>
    <w:rsid w:val="00827E83"/>
    <w:rsid w:val="008310C4"/>
    <w:rsid w:val="00831A21"/>
    <w:rsid w:val="008355B3"/>
    <w:rsid w:val="00842015"/>
    <w:rsid w:val="00845EFB"/>
    <w:rsid w:val="00847219"/>
    <w:rsid w:val="0084747B"/>
    <w:rsid w:val="0085561A"/>
    <w:rsid w:val="008560C9"/>
    <w:rsid w:val="008600D2"/>
    <w:rsid w:val="008618BE"/>
    <w:rsid w:val="008625E4"/>
    <w:rsid w:val="008670B2"/>
    <w:rsid w:val="0087048B"/>
    <w:rsid w:val="0087243D"/>
    <w:rsid w:val="00872DD7"/>
    <w:rsid w:val="008734B5"/>
    <w:rsid w:val="00881710"/>
    <w:rsid w:val="00884174"/>
    <w:rsid w:val="00884402"/>
    <w:rsid w:val="00884CAA"/>
    <w:rsid w:val="008853E1"/>
    <w:rsid w:val="00895A07"/>
    <w:rsid w:val="008A1043"/>
    <w:rsid w:val="008A57FC"/>
    <w:rsid w:val="008B1DDE"/>
    <w:rsid w:val="008B2CA0"/>
    <w:rsid w:val="008C12D0"/>
    <w:rsid w:val="008C2A50"/>
    <w:rsid w:val="008C393F"/>
    <w:rsid w:val="008D019D"/>
    <w:rsid w:val="008D06B0"/>
    <w:rsid w:val="008D08C6"/>
    <w:rsid w:val="008D22AE"/>
    <w:rsid w:val="008D4C10"/>
    <w:rsid w:val="008D54FA"/>
    <w:rsid w:val="008D62D7"/>
    <w:rsid w:val="008D7A86"/>
    <w:rsid w:val="008E2398"/>
    <w:rsid w:val="008E56AE"/>
    <w:rsid w:val="008E5CFA"/>
    <w:rsid w:val="008F212F"/>
    <w:rsid w:val="008F5B39"/>
    <w:rsid w:val="008F6077"/>
    <w:rsid w:val="00900F7E"/>
    <w:rsid w:val="00901F9F"/>
    <w:rsid w:val="009023C8"/>
    <w:rsid w:val="00902A7E"/>
    <w:rsid w:val="00903262"/>
    <w:rsid w:val="009049C7"/>
    <w:rsid w:val="00910A80"/>
    <w:rsid w:val="0091152F"/>
    <w:rsid w:val="0091174F"/>
    <w:rsid w:val="009127F9"/>
    <w:rsid w:val="00915144"/>
    <w:rsid w:val="009152AA"/>
    <w:rsid w:val="009156E9"/>
    <w:rsid w:val="0091619F"/>
    <w:rsid w:val="009226E0"/>
    <w:rsid w:val="00922C52"/>
    <w:rsid w:val="009233A5"/>
    <w:rsid w:val="00932CB8"/>
    <w:rsid w:val="009333D5"/>
    <w:rsid w:val="009335E1"/>
    <w:rsid w:val="00940396"/>
    <w:rsid w:val="00941997"/>
    <w:rsid w:val="00942872"/>
    <w:rsid w:val="00942915"/>
    <w:rsid w:val="009451A9"/>
    <w:rsid w:val="00945C9B"/>
    <w:rsid w:val="009477E5"/>
    <w:rsid w:val="00947A8E"/>
    <w:rsid w:val="00955213"/>
    <w:rsid w:val="009558B6"/>
    <w:rsid w:val="00955DF9"/>
    <w:rsid w:val="0096278E"/>
    <w:rsid w:val="00964100"/>
    <w:rsid w:val="009654C1"/>
    <w:rsid w:val="00970143"/>
    <w:rsid w:val="00971E04"/>
    <w:rsid w:val="00972139"/>
    <w:rsid w:val="0097676A"/>
    <w:rsid w:val="00984D3D"/>
    <w:rsid w:val="0098794D"/>
    <w:rsid w:val="00992035"/>
    <w:rsid w:val="009920D8"/>
    <w:rsid w:val="00992E40"/>
    <w:rsid w:val="0099478A"/>
    <w:rsid w:val="009A02E0"/>
    <w:rsid w:val="009A187A"/>
    <w:rsid w:val="009A20EC"/>
    <w:rsid w:val="009A4132"/>
    <w:rsid w:val="009A542F"/>
    <w:rsid w:val="009B10FC"/>
    <w:rsid w:val="009B113D"/>
    <w:rsid w:val="009B1D48"/>
    <w:rsid w:val="009B42E1"/>
    <w:rsid w:val="009B7687"/>
    <w:rsid w:val="009C1DFC"/>
    <w:rsid w:val="009C3C61"/>
    <w:rsid w:val="009C4E54"/>
    <w:rsid w:val="009C7542"/>
    <w:rsid w:val="009D02A7"/>
    <w:rsid w:val="009D2DEB"/>
    <w:rsid w:val="009D39E4"/>
    <w:rsid w:val="009D602C"/>
    <w:rsid w:val="009D668F"/>
    <w:rsid w:val="009D6D3D"/>
    <w:rsid w:val="009E43CD"/>
    <w:rsid w:val="009F106B"/>
    <w:rsid w:val="009F1118"/>
    <w:rsid w:val="009F3347"/>
    <w:rsid w:val="009F3A26"/>
    <w:rsid w:val="009F43BA"/>
    <w:rsid w:val="009F56DD"/>
    <w:rsid w:val="009F6CD9"/>
    <w:rsid w:val="00A0105D"/>
    <w:rsid w:val="00A0163D"/>
    <w:rsid w:val="00A02EB7"/>
    <w:rsid w:val="00A035EB"/>
    <w:rsid w:val="00A03696"/>
    <w:rsid w:val="00A046C3"/>
    <w:rsid w:val="00A113BB"/>
    <w:rsid w:val="00A13851"/>
    <w:rsid w:val="00A15BFA"/>
    <w:rsid w:val="00A16FFC"/>
    <w:rsid w:val="00A1767D"/>
    <w:rsid w:val="00A23A4E"/>
    <w:rsid w:val="00A257E5"/>
    <w:rsid w:val="00A26290"/>
    <w:rsid w:val="00A2663F"/>
    <w:rsid w:val="00A3230C"/>
    <w:rsid w:val="00A43E69"/>
    <w:rsid w:val="00A46C0A"/>
    <w:rsid w:val="00A46F01"/>
    <w:rsid w:val="00A47D55"/>
    <w:rsid w:val="00A50BA4"/>
    <w:rsid w:val="00A50D6F"/>
    <w:rsid w:val="00A51CE4"/>
    <w:rsid w:val="00A522E2"/>
    <w:rsid w:val="00A52DB0"/>
    <w:rsid w:val="00A52EFB"/>
    <w:rsid w:val="00A55FCE"/>
    <w:rsid w:val="00A568A5"/>
    <w:rsid w:val="00A573FD"/>
    <w:rsid w:val="00A60604"/>
    <w:rsid w:val="00A6582D"/>
    <w:rsid w:val="00A679B2"/>
    <w:rsid w:val="00A67EF9"/>
    <w:rsid w:val="00A70690"/>
    <w:rsid w:val="00A756D7"/>
    <w:rsid w:val="00A75F90"/>
    <w:rsid w:val="00A7741C"/>
    <w:rsid w:val="00A77CCF"/>
    <w:rsid w:val="00A82552"/>
    <w:rsid w:val="00A8313E"/>
    <w:rsid w:val="00A83530"/>
    <w:rsid w:val="00A841B3"/>
    <w:rsid w:val="00A878AD"/>
    <w:rsid w:val="00A91DE5"/>
    <w:rsid w:val="00A92F04"/>
    <w:rsid w:val="00AA032B"/>
    <w:rsid w:val="00AA3263"/>
    <w:rsid w:val="00AA74EB"/>
    <w:rsid w:val="00AB0E88"/>
    <w:rsid w:val="00AB175D"/>
    <w:rsid w:val="00AB3A56"/>
    <w:rsid w:val="00AB5E5D"/>
    <w:rsid w:val="00AC0282"/>
    <w:rsid w:val="00AC14D4"/>
    <w:rsid w:val="00AC72EB"/>
    <w:rsid w:val="00AC7B03"/>
    <w:rsid w:val="00AD2E71"/>
    <w:rsid w:val="00AD76B6"/>
    <w:rsid w:val="00AD7A1D"/>
    <w:rsid w:val="00AD7F51"/>
    <w:rsid w:val="00AE2C21"/>
    <w:rsid w:val="00AE2EF7"/>
    <w:rsid w:val="00AE4D3B"/>
    <w:rsid w:val="00AE5CF9"/>
    <w:rsid w:val="00AE6B01"/>
    <w:rsid w:val="00AF19FD"/>
    <w:rsid w:val="00AF269F"/>
    <w:rsid w:val="00AF3E83"/>
    <w:rsid w:val="00AF3F93"/>
    <w:rsid w:val="00AF57D3"/>
    <w:rsid w:val="00B05A25"/>
    <w:rsid w:val="00B0671C"/>
    <w:rsid w:val="00B074BF"/>
    <w:rsid w:val="00B11D8B"/>
    <w:rsid w:val="00B13796"/>
    <w:rsid w:val="00B1514D"/>
    <w:rsid w:val="00B1629E"/>
    <w:rsid w:val="00B22B4F"/>
    <w:rsid w:val="00B237FA"/>
    <w:rsid w:val="00B25F90"/>
    <w:rsid w:val="00B26F64"/>
    <w:rsid w:val="00B276ED"/>
    <w:rsid w:val="00B31A8E"/>
    <w:rsid w:val="00B41301"/>
    <w:rsid w:val="00B43025"/>
    <w:rsid w:val="00B436EE"/>
    <w:rsid w:val="00B449D9"/>
    <w:rsid w:val="00B45DE1"/>
    <w:rsid w:val="00B47188"/>
    <w:rsid w:val="00B53392"/>
    <w:rsid w:val="00B549AA"/>
    <w:rsid w:val="00B558F7"/>
    <w:rsid w:val="00B6021C"/>
    <w:rsid w:val="00B62502"/>
    <w:rsid w:val="00B63783"/>
    <w:rsid w:val="00B6615F"/>
    <w:rsid w:val="00B75D41"/>
    <w:rsid w:val="00B771DF"/>
    <w:rsid w:val="00B81EFF"/>
    <w:rsid w:val="00B83131"/>
    <w:rsid w:val="00B87379"/>
    <w:rsid w:val="00B87BDD"/>
    <w:rsid w:val="00B92E91"/>
    <w:rsid w:val="00B9567D"/>
    <w:rsid w:val="00BA328F"/>
    <w:rsid w:val="00BA51A5"/>
    <w:rsid w:val="00BB02C4"/>
    <w:rsid w:val="00BB3BF5"/>
    <w:rsid w:val="00BB5393"/>
    <w:rsid w:val="00BB7D06"/>
    <w:rsid w:val="00BC0C62"/>
    <w:rsid w:val="00BC2CF7"/>
    <w:rsid w:val="00BC36FF"/>
    <w:rsid w:val="00BC371F"/>
    <w:rsid w:val="00BD560A"/>
    <w:rsid w:val="00BE02F8"/>
    <w:rsid w:val="00BE06C2"/>
    <w:rsid w:val="00BE129C"/>
    <w:rsid w:val="00BE1483"/>
    <w:rsid w:val="00BE1626"/>
    <w:rsid w:val="00BE3BAF"/>
    <w:rsid w:val="00BE440F"/>
    <w:rsid w:val="00BE5E26"/>
    <w:rsid w:val="00BE62F1"/>
    <w:rsid w:val="00BE768E"/>
    <w:rsid w:val="00BE7E6F"/>
    <w:rsid w:val="00BF3A2A"/>
    <w:rsid w:val="00BF3E7D"/>
    <w:rsid w:val="00BF7AC2"/>
    <w:rsid w:val="00C00FC8"/>
    <w:rsid w:val="00C10906"/>
    <w:rsid w:val="00C10DF2"/>
    <w:rsid w:val="00C12D22"/>
    <w:rsid w:val="00C13DE3"/>
    <w:rsid w:val="00C16B24"/>
    <w:rsid w:val="00C214CD"/>
    <w:rsid w:val="00C2564B"/>
    <w:rsid w:val="00C258E6"/>
    <w:rsid w:val="00C31D62"/>
    <w:rsid w:val="00C33003"/>
    <w:rsid w:val="00C3397F"/>
    <w:rsid w:val="00C35BA3"/>
    <w:rsid w:val="00C37841"/>
    <w:rsid w:val="00C47857"/>
    <w:rsid w:val="00C516AE"/>
    <w:rsid w:val="00C51729"/>
    <w:rsid w:val="00C53026"/>
    <w:rsid w:val="00C55483"/>
    <w:rsid w:val="00C566C6"/>
    <w:rsid w:val="00C56FC9"/>
    <w:rsid w:val="00C577E4"/>
    <w:rsid w:val="00C631B0"/>
    <w:rsid w:val="00C631EE"/>
    <w:rsid w:val="00C667A8"/>
    <w:rsid w:val="00C67562"/>
    <w:rsid w:val="00C75055"/>
    <w:rsid w:val="00C75351"/>
    <w:rsid w:val="00C76349"/>
    <w:rsid w:val="00C7663C"/>
    <w:rsid w:val="00C77A4B"/>
    <w:rsid w:val="00C83132"/>
    <w:rsid w:val="00C864FF"/>
    <w:rsid w:val="00C87568"/>
    <w:rsid w:val="00C906FE"/>
    <w:rsid w:val="00C91AA1"/>
    <w:rsid w:val="00C923AC"/>
    <w:rsid w:val="00C93A95"/>
    <w:rsid w:val="00C93EA9"/>
    <w:rsid w:val="00C94028"/>
    <w:rsid w:val="00C959D4"/>
    <w:rsid w:val="00C97F0B"/>
    <w:rsid w:val="00CA0790"/>
    <w:rsid w:val="00CA6790"/>
    <w:rsid w:val="00CB061B"/>
    <w:rsid w:val="00CB1426"/>
    <w:rsid w:val="00CB27D3"/>
    <w:rsid w:val="00CB3924"/>
    <w:rsid w:val="00CB5440"/>
    <w:rsid w:val="00CC4AEC"/>
    <w:rsid w:val="00CC514F"/>
    <w:rsid w:val="00CC7F21"/>
    <w:rsid w:val="00CD56AF"/>
    <w:rsid w:val="00CD5E16"/>
    <w:rsid w:val="00CD76CD"/>
    <w:rsid w:val="00CE0E66"/>
    <w:rsid w:val="00CE113F"/>
    <w:rsid w:val="00CE6FA2"/>
    <w:rsid w:val="00CE76AF"/>
    <w:rsid w:val="00CF116E"/>
    <w:rsid w:val="00CF17AC"/>
    <w:rsid w:val="00CF1A8B"/>
    <w:rsid w:val="00CF3056"/>
    <w:rsid w:val="00CF4DE1"/>
    <w:rsid w:val="00D00B6D"/>
    <w:rsid w:val="00D028FC"/>
    <w:rsid w:val="00D1238B"/>
    <w:rsid w:val="00D17CF7"/>
    <w:rsid w:val="00D22373"/>
    <w:rsid w:val="00D22A9B"/>
    <w:rsid w:val="00D23941"/>
    <w:rsid w:val="00D342EF"/>
    <w:rsid w:val="00D34977"/>
    <w:rsid w:val="00D372A6"/>
    <w:rsid w:val="00D4125A"/>
    <w:rsid w:val="00D514E3"/>
    <w:rsid w:val="00D538EE"/>
    <w:rsid w:val="00D566E2"/>
    <w:rsid w:val="00D5713D"/>
    <w:rsid w:val="00D61324"/>
    <w:rsid w:val="00D61D9A"/>
    <w:rsid w:val="00D6451F"/>
    <w:rsid w:val="00D648E6"/>
    <w:rsid w:val="00D673C3"/>
    <w:rsid w:val="00D67C4F"/>
    <w:rsid w:val="00D70EFB"/>
    <w:rsid w:val="00D752B6"/>
    <w:rsid w:val="00D75D8A"/>
    <w:rsid w:val="00D8668D"/>
    <w:rsid w:val="00D90E96"/>
    <w:rsid w:val="00D91324"/>
    <w:rsid w:val="00D96DEC"/>
    <w:rsid w:val="00DA2202"/>
    <w:rsid w:val="00DA453A"/>
    <w:rsid w:val="00DB1413"/>
    <w:rsid w:val="00DB5FDD"/>
    <w:rsid w:val="00DB616D"/>
    <w:rsid w:val="00DB74E7"/>
    <w:rsid w:val="00DE1064"/>
    <w:rsid w:val="00DE16D1"/>
    <w:rsid w:val="00DE6BF4"/>
    <w:rsid w:val="00DE7D4D"/>
    <w:rsid w:val="00DF03F9"/>
    <w:rsid w:val="00DF1B8C"/>
    <w:rsid w:val="00DF2E0E"/>
    <w:rsid w:val="00DF5767"/>
    <w:rsid w:val="00DF7C7F"/>
    <w:rsid w:val="00E027D4"/>
    <w:rsid w:val="00E06414"/>
    <w:rsid w:val="00E064EF"/>
    <w:rsid w:val="00E071A3"/>
    <w:rsid w:val="00E13221"/>
    <w:rsid w:val="00E1364C"/>
    <w:rsid w:val="00E152F8"/>
    <w:rsid w:val="00E16AA7"/>
    <w:rsid w:val="00E208BD"/>
    <w:rsid w:val="00E20F5F"/>
    <w:rsid w:val="00E21EE6"/>
    <w:rsid w:val="00E250D3"/>
    <w:rsid w:val="00E25456"/>
    <w:rsid w:val="00E33310"/>
    <w:rsid w:val="00E3731A"/>
    <w:rsid w:val="00E4101D"/>
    <w:rsid w:val="00E42308"/>
    <w:rsid w:val="00E44D46"/>
    <w:rsid w:val="00E5036D"/>
    <w:rsid w:val="00E50830"/>
    <w:rsid w:val="00E50DE6"/>
    <w:rsid w:val="00E5295D"/>
    <w:rsid w:val="00E55DB2"/>
    <w:rsid w:val="00E60482"/>
    <w:rsid w:val="00E611D2"/>
    <w:rsid w:val="00E62117"/>
    <w:rsid w:val="00E64991"/>
    <w:rsid w:val="00E70DC9"/>
    <w:rsid w:val="00E76E9A"/>
    <w:rsid w:val="00E778E6"/>
    <w:rsid w:val="00E80716"/>
    <w:rsid w:val="00E80ADC"/>
    <w:rsid w:val="00E8140B"/>
    <w:rsid w:val="00E81BCC"/>
    <w:rsid w:val="00E838A5"/>
    <w:rsid w:val="00E84689"/>
    <w:rsid w:val="00E9338A"/>
    <w:rsid w:val="00EA0105"/>
    <w:rsid w:val="00EA0A9E"/>
    <w:rsid w:val="00EA0C51"/>
    <w:rsid w:val="00EA19C9"/>
    <w:rsid w:val="00EA2A85"/>
    <w:rsid w:val="00EA4AD5"/>
    <w:rsid w:val="00EA5C36"/>
    <w:rsid w:val="00EA6E03"/>
    <w:rsid w:val="00EB4073"/>
    <w:rsid w:val="00EC35EE"/>
    <w:rsid w:val="00EC5D04"/>
    <w:rsid w:val="00EC6E39"/>
    <w:rsid w:val="00ED6EA8"/>
    <w:rsid w:val="00ED72E2"/>
    <w:rsid w:val="00EE1700"/>
    <w:rsid w:val="00EE1988"/>
    <w:rsid w:val="00EE33C1"/>
    <w:rsid w:val="00EE5FA0"/>
    <w:rsid w:val="00EF0454"/>
    <w:rsid w:val="00EF0680"/>
    <w:rsid w:val="00EF0749"/>
    <w:rsid w:val="00EF0878"/>
    <w:rsid w:val="00EF16CB"/>
    <w:rsid w:val="00EF178C"/>
    <w:rsid w:val="00EF1895"/>
    <w:rsid w:val="00EF2161"/>
    <w:rsid w:val="00EF234E"/>
    <w:rsid w:val="00EF4FA8"/>
    <w:rsid w:val="00EF7034"/>
    <w:rsid w:val="00F045B0"/>
    <w:rsid w:val="00F05221"/>
    <w:rsid w:val="00F05ACC"/>
    <w:rsid w:val="00F10E49"/>
    <w:rsid w:val="00F15362"/>
    <w:rsid w:val="00F17605"/>
    <w:rsid w:val="00F202BE"/>
    <w:rsid w:val="00F24010"/>
    <w:rsid w:val="00F24D36"/>
    <w:rsid w:val="00F27A48"/>
    <w:rsid w:val="00F27E3B"/>
    <w:rsid w:val="00F32090"/>
    <w:rsid w:val="00F335CE"/>
    <w:rsid w:val="00F33997"/>
    <w:rsid w:val="00F35E98"/>
    <w:rsid w:val="00F37B50"/>
    <w:rsid w:val="00F424F2"/>
    <w:rsid w:val="00F440E0"/>
    <w:rsid w:val="00F50C2C"/>
    <w:rsid w:val="00F56B5D"/>
    <w:rsid w:val="00F62435"/>
    <w:rsid w:val="00F65FD6"/>
    <w:rsid w:val="00F66B06"/>
    <w:rsid w:val="00F72064"/>
    <w:rsid w:val="00F74E64"/>
    <w:rsid w:val="00F7509A"/>
    <w:rsid w:val="00F76609"/>
    <w:rsid w:val="00F8139B"/>
    <w:rsid w:val="00F82309"/>
    <w:rsid w:val="00F836E6"/>
    <w:rsid w:val="00F839A0"/>
    <w:rsid w:val="00F86179"/>
    <w:rsid w:val="00F867F9"/>
    <w:rsid w:val="00F93945"/>
    <w:rsid w:val="00F93ED1"/>
    <w:rsid w:val="00F94223"/>
    <w:rsid w:val="00F95797"/>
    <w:rsid w:val="00F9645E"/>
    <w:rsid w:val="00F97E63"/>
    <w:rsid w:val="00FA2074"/>
    <w:rsid w:val="00FA2A27"/>
    <w:rsid w:val="00FA637C"/>
    <w:rsid w:val="00FB00FE"/>
    <w:rsid w:val="00FB1439"/>
    <w:rsid w:val="00FB156B"/>
    <w:rsid w:val="00FB2409"/>
    <w:rsid w:val="00FB69D6"/>
    <w:rsid w:val="00FC4C21"/>
    <w:rsid w:val="00FC63C9"/>
    <w:rsid w:val="00FC7F16"/>
    <w:rsid w:val="00FD127C"/>
    <w:rsid w:val="00FD4434"/>
    <w:rsid w:val="00FD54C1"/>
    <w:rsid w:val="00FD5CC5"/>
    <w:rsid w:val="00FD5F93"/>
    <w:rsid w:val="00FD627F"/>
    <w:rsid w:val="00FD65FC"/>
    <w:rsid w:val="00FE1203"/>
    <w:rsid w:val="00FE5101"/>
    <w:rsid w:val="00FE5D47"/>
    <w:rsid w:val="00FE60C9"/>
    <w:rsid w:val="00FF165E"/>
    <w:rsid w:val="00FF1DA8"/>
    <w:rsid w:val="00FF69EF"/>
    <w:rsid w:val="00FF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DA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910A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10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>Intel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Madhira, Murthy S</dc:creator>
  <cp:keywords/>
  <dc:description/>
  <cp:lastModifiedBy>gcmyers</cp:lastModifiedBy>
  <cp:revision>2</cp:revision>
  <dcterms:created xsi:type="dcterms:W3CDTF">2011-01-04T16:34:00Z</dcterms:created>
  <dcterms:modified xsi:type="dcterms:W3CDTF">2011-01-04T16:34:00Z</dcterms:modified>
</cp:coreProperties>
</file>