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C6B91" w14:textId="52AE9A12" w:rsidR="007201A0" w:rsidRPr="001A6F08" w:rsidRDefault="00D4457E" w:rsidP="00D4457E">
      <w:pPr>
        <w:pStyle w:val="BodyTextIntel"/>
        <w:rPr>
          <w:rStyle w:val="TopicHeader"/>
          <w:rFonts w:ascii="Verdana" w:hAnsi="Verdana"/>
          <w:color w:val="000000"/>
        </w:rPr>
      </w:pPr>
      <w:r w:rsidRPr="001A6F08">
        <w:rPr>
          <w:rStyle w:val="Subhead-Body"/>
          <w:rFonts w:ascii="Verdana" w:hAnsi="Verdana"/>
          <w:color w:val="000000"/>
        </w:rPr>
        <w:t>This rubric can help you evaluate digital content resources for students.</w:t>
      </w:r>
      <w:r w:rsidRPr="001A6F08">
        <w:rPr>
          <w:rStyle w:val="Subhead-Body"/>
          <w:rFonts w:ascii="Verdana" w:hAnsi="Verdana"/>
          <w:color w:val="00000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520"/>
        <w:gridCol w:w="2479"/>
        <w:gridCol w:w="2309"/>
      </w:tblGrid>
      <w:tr w:rsidR="00F0186E" w:rsidRPr="001A6F08" w14:paraId="3A2351D9" w14:textId="77777777" w:rsidTr="000D609C">
        <w:tc>
          <w:tcPr>
            <w:tcW w:w="2268" w:type="dxa"/>
            <w:shd w:val="clear" w:color="auto" w:fill="BFBFBF" w:themeFill="background1" w:themeFillShade="BF"/>
          </w:tcPr>
          <w:p w14:paraId="1815D47B" w14:textId="77777777" w:rsidR="00D4457E" w:rsidRPr="001A6F08" w:rsidRDefault="00D4457E">
            <w:pPr>
              <w:spacing w:line="240" w:lineRule="auto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</w:p>
        </w:tc>
        <w:tc>
          <w:tcPr>
            <w:tcW w:w="2520" w:type="dxa"/>
            <w:shd w:val="clear" w:color="auto" w:fill="BFBFBF" w:themeFill="background1" w:themeFillShade="BF"/>
          </w:tcPr>
          <w:p w14:paraId="188537B2" w14:textId="6693F0D9" w:rsidR="00D4457E" w:rsidRPr="000D609C" w:rsidRDefault="00D4457E" w:rsidP="00D4457E">
            <w:pPr>
              <w:pStyle w:val="BodyTextIntel"/>
              <w:rPr>
                <w:rFonts w:ascii="Verdana" w:eastAsia="Verdana" w:hAnsi="Verdana" w:cs="Verdana"/>
                <w:b/>
                <w:color w:val="auto"/>
                <w:szCs w:val="20"/>
                <w:highlight w:val="white"/>
              </w:rPr>
            </w:pPr>
            <w:r w:rsidRPr="000D609C">
              <w:rPr>
                <w:rFonts w:ascii="Verdana" w:hAnsi="Verdana"/>
                <w:b/>
                <w:color w:val="auto"/>
              </w:rPr>
              <w:t>Good</w:t>
            </w:r>
          </w:p>
        </w:tc>
        <w:tc>
          <w:tcPr>
            <w:tcW w:w="2479" w:type="dxa"/>
            <w:shd w:val="clear" w:color="auto" w:fill="BFBFBF" w:themeFill="background1" w:themeFillShade="BF"/>
          </w:tcPr>
          <w:p w14:paraId="49B6664E" w14:textId="548BA094" w:rsidR="00D4457E" w:rsidRPr="000D609C" w:rsidRDefault="00D4457E" w:rsidP="00D4457E">
            <w:pPr>
              <w:pStyle w:val="BodyTextIntel"/>
              <w:rPr>
                <w:rFonts w:ascii="Verdana" w:eastAsia="Verdana" w:hAnsi="Verdana" w:cs="Verdana"/>
                <w:b/>
                <w:color w:val="auto"/>
                <w:szCs w:val="20"/>
                <w:highlight w:val="white"/>
              </w:rPr>
            </w:pPr>
            <w:r w:rsidRPr="000D609C">
              <w:rPr>
                <w:rFonts w:ascii="Verdana" w:hAnsi="Verdana"/>
                <w:b/>
                <w:color w:val="auto"/>
              </w:rPr>
              <w:t>Fair</w:t>
            </w:r>
          </w:p>
        </w:tc>
        <w:tc>
          <w:tcPr>
            <w:tcW w:w="2309" w:type="dxa"/>
            <w:shd w:val="clear" w:color="auto" w:fill="BFBFBF" w:themeFill="background1" w:themeFillShade="BF"/>
          </w:tcPr>
          <w:p w14:paraId="757F927A" w14:textId="0B9C2F40" w:rsidR="00D4457E" w:rsidRPr="000D609C" w:rsidRDefault="00D4457E" w:rsidP="00D4457E">
            <w:pPr>
              <w:pStyle w:val="BodyTextIntel"/>
              <w:rPr>
                <w:rFonts w:ascii="Verdana" w:eastAsia="Verdana" w:hAnsi="Verdana" w:cs="Verdana"/>
                <w:b/>
                <w:color w:val="auto"/>
                <w:szCs w:val="20"/>
                <w:highlight w:val="white"/>
              </w:rPr>
            </w:pPr>
            <w:r w:rsidRPr="000D609C">
              <w:rPr>
                <w:rFonts w:ascii="Verdana" w:hAnsi="Verdana"/>
                <w:b/>
                <w:color w:val="auto"/>
              </w:rPr>
              <w:t>Poor</w:t>
            </w:r>
          </w:p>
        </w:tc>
      </w:tr>
      <w:tr w:rsidR="00F0186E" w:rsidRPr="001A6F08" w14:paraId="1BF3EB6C" w14:textId="77777777" w:rsidTr="000D609C">
        <w:tc>
          <w:tcPr>
            <w:tcW w:w="2268" w:type="dxa"/>
            <w:shd w:val="clear" w:color="auto" w:fill="BFBFBF" w:themeFill="background1" w:themeFillShade="BF"/>
          </w:tcPr>
          <w:p w14:paraId="7807D1AA" w14:textId="585AC616" w:rsidR="00D4457E" w:rsidRPr="000D609C" w:rsidRDefault="00D4457E" w:rsidP="00D4457E">
            <w:pPr>
              <w:pStyle w:val="BodyTextIntel"/>
              <w:rPr>
                <w:rFonts w:ascii="Verdana" w:eastAsia="Verdana" w:hAnsi="Verdana" w:cs="Verdana"/>
                <w:b/>
                <w:color w:val="auto"/>
                <w:szCs w:val="20"/>
                <w:highlight w:val="white"/>
              </w:rPr>
            </w:pPr>
            <w:r w:rsidRPr="000D609C">
              <w:rPr>
                <w:rFonts w:ascii="Verdana" w:hAnsi="Verdana"/>
                <w:b/>
                <w:color w:val="auto"/>
              </w:rPr>
              <w:t>Content</w:t>
            </w:r>
          </w:p>
        </w:tc>
        <w:tc>
          <w:tcPr>
            <w:tcW w:w="2520" w:type="dxa"/>
          </w:tcPr>
          <w:p w14:paraId="5F034CCF" w14:textId="32808523" w:rsidR="00D4457E" w:rsidRPr="001A6F08" w:rsidRDefault="00D4457E" w:rsidP="00D4457E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 xml:space="preserve">The digital content provides accurate information with ideas that are developed completely. </w:t>
            </w:r>
          </w:p>
        </w:tc>
        <w:tc>
          <w:tcPr>
            <w:tcW w:w="2479" w:type="dxa"/>
          </w:tcPr>
          <w:p w14:paraId="1CA68A53" w14:textId="07806FB4" w:rsidR="00D4457E" w:rsidRPr="001A6F08" w:rsidRDefault="00D4457E" w:rsidP="00D4457E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The digital content provides mostly accurate information. Some ideas are underdeveloped.</w:t>
            </w:r>
          </w:p>
        </w:tc>
        <w:tc>
          <w:tcPr>
            <w:tcW w:w="2309" w:type="dxa"/>
          </w:tcPr>
          <w:p w14:paraId="3C1565EC" w14:textId="6549F3A7" w:rsidR="00D4457E" w:rsidRPr="001A6F08" w:rsidRDefault="00D4457E" w:rsidP="00D4457E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The digital content lacks accurate information. Ideas are poorly developed.</w:t>
            </w:r>
          </w:p>
        </w:tc>
      </w:tr>
      <w:tr w:rsidR="00F0186E" w:rsidRPr="001A6F08" w14:paraId="7154916E" w14:textId="77777777" w:rsidTr="000D609C">
        <w:tc>
          <w:tcPr>
            <w:tcW w:w="2268" w:type="dxa"/>
            <w:shd w:val="clear" w:color="auto" w:fill="BFBFBF" w:themeFill="background1" w:themeFillShade="BF"/>
          </w:tcPr>
          <w:p w14:paraId="779B5C28" w14:textId="2D6E23DE" w:rsidR="00D4457E" w:rsidRPr="000D609C" w:rsidRDefault="00D4457E" w:rsidP="00D4457E">
            <w:pPr>
              <w:pStyle w:val="BodyTextIntel"/>
              <w:rPr>
                <w:rFonts w:ascii="Verdana" w:eastAsia="Verdana" w:hAnsi="Verdana" w:cs="Verdana"/>
                <w:b/>
                <w:color w:val="auto"/>
                <w:szCs w:val="20"/>
                <w:highlight w:val="white"/>
              </w:rPr>
            </w:pPr>
            <w:r w:rsidRPr="000D609C">
              <w:rPr>
                <w:rFonts w:ascii="Verdana" w:hAnsi="Verdana"/>
                <w:b/>
                <w:color w:val="auto"/>
              </w:rPr>
              <w:t>Personalization</w:t>
            </w:r>
          </w:p>
        </w:tc>
        <w:tc>
          <w:tcPr>
            <w:tcW w:w="2520" w:type="dxa"/>
          </w:tcPr>
          <w:p w14:paraId="1E2B6724" w14:textId="61152E66" w:rsidR="00D4457E" w:rsidRPr="001A6F08" w:rsidRDefault="00D4457E" w:rsidP="00D4457E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The digital content will be understood by all students and is presented in a way that meets the needs of different learners.</w:t>
            </w:r>
          </w:p>
        </w:tc>
        <w:tc>
          <w:tcPr>
            <w:tcW w:w="2479" w:type="dxa"/>
          </w:tcPr>
          <w:p w14:paraId="02208641" w14:textId="04A1EC01" w:rsidR="00D4457E" w:rsidRPr="001A6F08" w:rsidRDefault="00D4457E" w:rsidP="00D4457E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proofErr w:type="gramStart"/>
            <w:r w:rsidRPr="001A6F08">
              <w:rPr>
                <w:rFonts w:ascii="Verdana" w:hAnsi="Verdana"/>
              </w:rPr>
              <w:t>Th</w:t>
            </w:r>
            <w:bookmarkStart w:id="0" w:name="_GoBack"/>
            <w:bookmarkEnd w:id="0"/>
            <w:r w:rsidRPr="001A6F08">
              <w:rPr>
                <w:rFonts w:ascii="Verdana" w:hAnsi="Verdana"/>
              </w:rPr>
              <w:t>e digital content will be understood by most students</w:t>
            </w:r>
            <w:proofErr w:type="gramEnd"/>
            <w:r w:rsidRPr="001A6F08">
              <w:rPr>
                <w:rFonts w:ascii="Verdana" w:hAnsi="Verdana"/>
              </w:rPr>
              <w:t>. It is presented in a way that meets the needs of most learners.</w:t>
            </w:r>
          </w:p>
        </w:tc>
        <w:tc>
          <w:tcPr>
            <w:tcW w:w="2309" w:type="dxa"/>
          </w:tcPr>
          <w:p w14:paraId="34CB2B9A" w14:textId="52E799E2" w:rsidR="00D4457E" w:rsidRPr="001A6F08" w:rsidRDefault="00D4457E" w:rsidP="00D4457E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proofErr w:type="gramStart"/>
            <w:r w:rsidRPr="001A6F08">
              <w:rPr>
                <w:rFonts w:ascii="Verdana" w:hAnsi="Verdana"/>
              </w:rPr>
              <w:t>The digital content will not be understood by most students</w:t>
            </w:r>
            <w:proofErr w:type="gramEnd"/>
            <w:r w:rsidRPr="001A6F08">
              <w:rPr>
                <w:rFonts w:ascii="Verdana" w:hAnsi="Verdana"/>
              </w:rPr>
              <w:t>. It is presented in a way that does not meet the needs of all groups of learners.</w:t>
            </w:r>
          </w:p>
        </w:tc>
      </w:tr>
      <w:tr w:rsidR="00F0186E" w:rsidRPr="001A6F08" w14:paraId="189C7184" w14:textId="77777777" w:rsidTr="000D609C">
        <w:tc>
          <w:tcPr>
            <w:tcW w:w="2268" w:type="dxa"/>
            <w:shd w:val="clear" w:color="auto" w:fill="BFBFBF" w:themeFill="background1" w:themeFillShade="BF"/>
          </w:tcPr>
          <w:p w14:paraId="545C1BAD" w14:textId="7562C85F" w:rsidR="00D4457E" w:rsidRPr="000D609C" w:rsidRDefault="00D4457E" w:rsidP="00D4457E">
            <w:pPr>
              <w:pStyle w:val="BodyTextIntel"/>
              <w:rPr>
                <w:rFonts w:ascii="Verdana" w:eastAsia="Verdana" w:hAnsi="Verdana" w:cs="Verdana"/>
                <w:b/>
                <w:color w:val="auto"/>
                <w:szCs w:val="20"/>
                <w:highlight w:val="white"/>
              </w:rPr>
            </w:pPr>
            <w:r w:rsidRPr="000D609C">
              <w:rPr>
                <w:rFonts w:ascii="Verdana" w:hAnsi="Verdana"/>
                <w:b/>
                <w:color w:val="auto"/>
              </w:rPr>
              <w:t>Organization</w:t>
            </w:r>
          </w:p>
        </w:tc>
        <w:tc>
          <w:tcPr>
            <w:tcW w:w="2520" w:type="dxa"/>
          </w:tcPr>
          <w:p w14:paraId="6C9E9948" w14:textId="1A0763CC" w:rsidR="00D4457E" w:rsidRPr="001A6F08" w:rsidRDefault="00D4457E" w:rsidP="00D4457E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The digital content is free of ads and banners. It is formatted with subject headings and, when applicable, a table of contents.</w:t>
            </w:r>
          </w:p>
        </w:tc>
        <w:tc>
          <w:tcPr>
            <w:tcW w:w="2479" w:type="dxa"/>
          </w:tcPr>
          <w:p w14:paraId="1B6B4C67" w14:textId="288C43C8" w:rsidR="00D4457E" w:rsidRPr="001A6F08" w:rsidRDefault="00D4457E" w:rsidP="00D4457E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The digital content has some ads and banners, but they are not distracting. Some of the content is formatted with subject headings.</w:t>
            </w:r>
          </w:p>
        </w:tc>
        <w:tc>
          <w:tcPr>
            <w:tcW w:w="2309" w:type="dxa"/>
          </w:tcPr>
          <w:p w14:paraId="7E5EDEF6" w14:textId="28110BC0" w:rsidR="00D4457E" w:rsidRPr="001A6F08" w:rsidRDefault="00D4457E" w:rsidP="00D4457E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The digital content has distracting ads and banners. The content is unformatted.</w:t>
            </w:r>
          </w:p>
        </w:tc>
      </w:tr>
      <w:tr w:rsidR="00F0186E" w:rsidRPr="001A6F08" w14:paraId="7B19AD74" w14:textId="77777777" w:rsidTr="000D609C">
        <w:tc>
          <w:tcPr>
            <w:tcW w:w="2268" w:type="dxa"/>
            <w:shd w:val="clear" w:color="auto" w:fill="BFBFBF" w:themeFill="background1" w:themeFillShade="BF"/>
          </w:tcPr>
          <w:p w14:paraId="44BB8907" w14:textId="69ADE4B6" w:rsidR="00D4457E" w:rsidRPr="000D609C" w:rsidRDefault="00D4457E" w:rsidP="00D4457E">
            <w:pPr>
              <w:pStyle w:val="BodyTextIntel"/>
              <w:rPr>
                <w:rFonts w:ascii="Verdana" w:eastAsia="Verdana" w:hAnsi="Verdana" w:cs="Verdana"/>
                <w:b/>
                <w:color w:val="auto"/>
                <w:szCs w:val="20"/>
                <w:highlight w:val="white"/>
              </w:rPr>
            </w:pPr>
            <w:r w:rsidRPr="000D609C">
              <w:rPr>
                <w:rFonts w:ascii="Verdana" w:hAnsi="Verdana"/>
                <w:b/>
                <w:color w:val="auto"/>
              </w:rPr>
              <w:t>Format</w:t>
            </w:r>
          </w:p>
        </w:tc>
        <w:tc>
          <w:tcPr>
            <w:tcW w:w="2520" w:type="dxa"/>
          </w:tcPr>
          <w:p w14:paraId="6984B499" w14:textId="30FC9227" w:rsidR="00D4457E" w:rsidRPr="001A6F08" w:rsidRDefault="00D4457E" w:rsidP="00D4457E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Page layout, size and style of print make the content easy to read on a variety of devices.</w:t>
            </w:r>
          </w:p>
        </w:tc>
        <w:tc>
          <w:tcPr>
            <w:tcW w:w="2479" w:type="dxa"/>
          </w:tcPr>
          <w:p w14:paraId="2311305E" w14:textId="647FADFE" w:rsidR="00D4457E" w:rsidRPr="001A6F08" w:rsidRDefault="00D4457E" w:rsidP="00D4457E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Page layout, size and style of print make the content easy to read on a select number of devices.</w:t>
            </w:r>
          </w:p>
        </w:tc>
        <w:tc>
          <w:tcPr>
            <w:tcW w:w="2309" w:type="dxa"/>
          </w:tcPr>
          <w:p w14:paraId="6579575E" w14:textId="1142E296" w:rsidR="00D4457E" w:rsidRPr="001A6F08" w:rsidRDefault="00D4457E" w:rsidP="00D4457E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Page layout, size and style of print make the content hard to read.</w:t>
            </w:r>
          </w:p>
        </w:tc>
      </w:tr>
      <w:tr w:rsidR="00F0186E" w:rsidRPr="001A6F08" w14:paraId="69624698" w14:textId="77777777" w:rsidTr="000D609C">
        <w:tc>
          <w:tcPr>
            <w:tcW w:w="2268" w:type="dxa"/>
            <w:shd w:val="clear" w:color="auto" w:fill="BFBFBF" w:themeFill="background1" w:themeFillShade="BF"/>
          </w:tcPr>
          <w:p w14:paraId="23202218" w14:textId="4F2C123A" w:rsidR="00D4457E" w:rsidRPr="000D609C" w:rsidRDefault="00D4457E" w:rsidP="00D4457E">
            <w:pPr>
              <w:pStyle w:val="BodyTextIntel"/>
              <w:rPr>
                <w:rFonts w:ascii="Verdana" w:eastAsia="Verdana" w:hAnsi="Verdana" w:cs="Verdana"/>
                <w:b/>
                <w:color w:val="auto"/>
                <w:szCs w:val="20"/>
                <w:highlight w:val="white"/>
              </w:rPr>
            </w:pPr>
            <w:r w:rsidRPr="000D609C">
              <w:rPr>
                <w:rFonts w:ascii="Verdana" w:hAnsi="Verdana"/>
                <w:b/>
                <w:color w:val="auto"/>
              </w:rPr>
              <w:t>Supplementary Information</w:t>
            </w:r>
          </w:p>
        </w:tc>
        <w:tc>
          <w:tcPr>
            <w:tcW w:w="2520" w:type="dxa"/>
          </w:tcPr>
          <w:p w14:paraId="22C8BC60" w14:textId="5DC98F5B" w:rsidR="00D4457E" w:rsidRPr="00F0186E" w:rsidRDefault="00D4457E" w:rsidP="00F0186E">
            <w:pPr>
              <w:pStyle w:val="BodyTextIntel"/>
              <w:rPr>
                <w:rFonts w:ascii="Verdana" w:eastAsia="Verdana" w:hAnsi="Verdana" w:cs="Verdana"/>
                <w:color w:val="222222"/>
                <w:sz w:val="18"/>
                <w:szCs w:val="18"/>
                <w:highlight w:val="white"/>
              </w:rPr>
            </w:pPr>
            <w:r w:rsidRPr="00F0186E">
              <w:rPr>
                <w:rFonts w:ascii="Verdana" w:hAnsi="Verdana"/>
                <w:sz w:val="18"/>
                <w:szCs w:val="18"/>
              </w:rPr>
              <w:t>The digital content provides links to related materials that enhance the reading</w:t>
            </w:r>
            <w:r w:rsidR="00F0186E">
              <w:rPr>
                <w:rFonts w:ascii="Verdana" w:hAnsi="Verdana"/>
                <w:sz w:val="18"/>
                <w:szCs w:val="18"/>
              </w:rPr>
              <w:t>,</w:t>
            </w:r>
            <w:r w:rsidRPr="00F0186E">
              <w:rPr>
                <w:rFonts w:ascii="Verdana" w:hAnsi="Verdana"/>
                <w:sz w:val="18"/>
                <w:szCs w:val="18"/>
              </w:rPr>
              <w:t xml:space="preserve"> including video, audio, images, and Web sites.</w:t>
            </w:r>
          </w:p>
        </w:tc>
        <w:tc>
          <w:tcPr>
            <w:tcW w:w="2479" w:type="dxa"/>
          </w:tcPr>
          <w:p w14:paraId="09EF778F" w14:textId="3C74E1B9" w:rsidR="00D4457E" w:rsidRPr="001A6F08" w:rsidRDefault="00D4457E" w:rsidP="00D4457E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The digital content provides links to some related materials.</w:t>
            </w:r>
          </w:p>
        </w:tc>
        <w:tc>
          <w:tcPr>
            <w:tcW w:w="2309" w:type="dxa"/>
          </w:tcPr>
          <w:p w14:paraId="42CA63C5" w14:textId="6B044853" w:rsidR="00D4457E" w:rsidRPr="001A6F08" w:rsidRDefault="00D4457E" w:rsidP="00D4457E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The digital content does not contain related links, or it links to unrelated materials.</w:t>
            </w:r>
          </w:p>
        </w:tc>
      </w:tr>
    </w:tbl>
    <w:p w14:paraId="1E63DA52" w14:textId="77777777" w:rsidR="00EB2594" w:rsidRPr="001A6F08" w:rsidRDefault="00EB2594" w:rsidP="003E6A40">
      <w:pPr>
        <w:pStyle w:val="BodyTextIntel"/>
        <w:rPr>
          <w:rFonts w:ascii="Verdana" w:eastAsia="Verdana" w:hAnsi="Verdana" w:cs="Verdana"/>
          <w:color w:val="222222"/>
          <w:szCs w:val="20"/>
          <w:highlight w:val="white"/>
        </w:rPr>
        <w:sectPr w:rsidR="00EB2594" w:rsidRPr="001A6F08" w:rsidSect="00D10460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2240" w:h="15840" w:code="1"/>
          <w:pgMar w:top="900" w:right="1440" w:bottom="1440" w:left="1440" w:header="720" w:footer="576" w:gutter="0"/>
          <w:pgNumType w:start="1"/>
          <w:cols w:space="720"/>
          <w:titlePg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2"/>
        <w:gridCol w:w="2313"/>
        <w:gridCol w:w="2302"/>
        <w:gridCol w:w="2309"/>
      </w:tblGrid>
      <w:tr w:rsidR="00F0186E" w:rsidRPr="001A6F08" w14:paraId="03CC8318" w14:textId="77777777" w:rsidTr="000D609C">
        <w:tc>
          <w:tcPr>
            <w:tcW w:w="2652" w:type="dxa"/>
            <w:shd w:val="clear" w:color="auto" w:fill="BFBFBF" w:themeFill="background1" w:themeFillShade="BF"/>
          </w:tcPr>
          <w:p w14:paraId="4F28D9DE" w14:textId="460F0C53" w:rsidR="00F0186E" w:rsidRPr="000D609C" w:rsidRDefault="00F0186E" w:rsidP="00A47AF1">
            <w:pPr>
              <w:pStyle w:val="BodyTextIntel"/>
              <w:rPr>
                <w:rFonts w:ascii="Verdana" w:hAnsi="Verdana"/>
                <w:b/>
                <w:color w:val="auto"/>
              </w:rPr>
            </w:pPr>
            <w:r w:rsidRPr="000D609C">
              <w:rPr>
                <w:rFonts w:ascii="Verdana" w:hAnsi="Verdana"/>
                <w:b/>
                <w:color w:val="auto"/>
              </w:rPr>
              <w:lastRenderedPageBreak/>
              <w:t>Interactivity</w:t>
            </w:r>
          </w:p>
        </w:tc>
        <w:tc>
          <w:tcPr>
            <w:tcW w:w="2313" w:type="dxa"/>
          </w:tcPr>
          <w:p w14:paraId="6D3B0A6A" w14:textId="4A589A01" w:rsidR="00F0186E" w:rsidRPr="001A6F08" w:rsidRDefault="00F0186E" w:rsidP="00A47AF1">
            <w:pPr>
              <w:pStyle w:val="BodyTextIntel"/>
              <w:rPr>
                <w:rFonts w:ascii="Verdana" w:hAnsi="Verdana"/>
              </w:rPr>
            </w:pPr>
            <w:r w:rsidRPr="001A6F08">
              <w:rPr>
                <w:rFonts w:ascii="Verdana" w:hAnsi="Verdana"/>
              </w:rPr>
              <w:t>The digital content engages students with interactivity.</w:t>
            </w:r>
          </w:p>
        </w:tc>
        <w:tc>
          <w:tcPr>
            <w:tcW w:w="2302" w:type="dxa"/>
          </w:tcPr>
          <w:p w14:paraId="0D0B6C83" w14:textId="4418E7A3" w:rsidR="00F0186E" w:rsidRPr="001A6F08" w:rsidRDefault="00F0186E" w:rsidP="00A47AF1">
            <w:pPr>
              <w:pStyle w:val="BodyTextIntel"/>
              <w:rPr>
                <w:rFonts w:ascii="Verdana" w:hAnsi="Verdana"/>
              </w:rPr>
            </w:pPr>
            <w:r w:rsidRPr="001A6F08">
              <w:rPr>
                <w:rFonts w:ascii="Verdana" w:hAnsi="Verdana"/>
              </w:rPr>
              <w:t>The digital content provides some interactivity.</w:t>
            </w:r>
          </w:p>
        </w:tc>
        <w:tc>
          <w:tcPr>
            <w:tcW w:w="2309" w:type="dxa"/>
          </w:tcPr>
          <w:p w14:paraId="0A7B38CD" w14:textId="77777777" w:rsidR="00F0186E" w:rsidRPr="001A6F08" w:rsidRDefault="00F0186E" w:rsidP="00A47AF1">
            <w:pPr>
              <w:pStyle w:val="BodyTextIntel"/>
              <w:rPr>
                <w:rFonts w:ascii="Verdana" w:hAnsi="Verdana"/>
              </w:rPr>
            </w:pPr>
            <w:r w:rsidRPr="001A6F08">
              <w:rPr>
                <w:rFonts w:ascii="Verdana" w:hAnsi="Verdana"/>
              </w:rPr>
              <w:t>The digital content does not allow for interactivity.</w:t>
            </w:r>
          </w:p>
          <w:p w14:paraId="0A4E9591" w14:textId="77777777" w:rsidR="00F0186E" w:rsidRPr="001A6F08" w:rsidRDefault="00F0186E" w:rsidP="00A47AF1">
            <w:pPr>
              <w:pStyle w:val="BodyTextIntel"/>
              <w:rPr>
                <w:rFonts w:ascii="Verdana" w:hAnsi="Verdana"/>
              </w:rPr>
            </w:pPr>
          </w:p>
        </w:tc>
      </w:tr>
      <w:tr w:rsidR="00F0186E" w:rsidRPr="001A6F08" w14:paraId="0B4563B1" w14:textId="77777777" w:rsidTr="000D609C">
        <w:tc>
          <w:tcPr>
            <w:tcW w:w="2652" w:type="dxa"/>
            <w:shd w:val="clear" w:color="auto" w:fill="BFBFBF" w:themeFill="background1" w:themeFillShade="BF"/>
          </w:tcPr>
          <w:p w14:paraId="4E30A540" w14:textId="77777777" w:rsidR="00F0186E" w:rsidRPr="000D609C" w:rsidRDefault="00F0186E" w:rsidP="00A47AF1">
            <w:pPr>
              <w:pStyle w:val="BodyTextIntel"/>
              <w:rPr>
                <w:rFonts w:ascii="Verdana" w:eastAsia="Verdana" w:hAnsi="Verdana" w:cs="Verdana"/>
                <w:b/>
                <w:color w:val="auto"/>
                <w:szCs w:val="20"/>
                <w:highlight w:val="white"/>
              </w:rPr>
            </w:pPr>
            <w:r w:rsidRPr="000D609C">
              <w:rPr>
                <w:rFonts w:ascii="Verdana" w:hAnsi="Verdana"/>
                <w:b/>
                <w:color w:val="auto"/>
              </w:rPr>
              <w:t>Real-Life Connection</w:t>
            </w:r>
          </w:p>
        </w:tc>
        <w:tc>
          <w:tcPr>
            <w:tcW w:w="2313" w:type="dxa"/>
          </w:tcPr>
          <w:p w14:paraId="3B405859" w14:textId="77777777" w:rsidR="00F0186E" w:rsidRPr="001A6F08" w:rsidRDefault="00F0186E" w:rsidP="00A47AF1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The digital content includes real-life examples that are pertinent to the student.</w:t>
            </w:r>
          </w:p>
        </w:tc>
        <w:tc>
          <w:tcPr>
            <w:tcW w:w="2302" w:type="dxa"/>
          </w:tcPr>
          <w:p w14:paraId="2E8A2ED7" w14:textId="77777777" w:rsidR="00F0186E" w:rsidRPr="001A6F08" w:rsidRDefault="00F0186E" w:rsidP="00A47AF1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The digital content includes a few references to real-life examples.</w:t>
            </w:r>
          </w:p>
        </w:tc>
        <w:tc>
          <w:tcPr>
            <w:tcW w:w="2309" w:type="dxa"/>
          </w:tcPr>
          <w:p w14:paraId="0633C626" w14:textId="77777777" w:rsidR="00F0186E" w:rsidRPr="001A6F08" w:rsidRDefault="00F0186E" w:rsidP="00A47AF1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The digital content does not make connections to real-life examples.</w:t>
            </w:r>
          </w:p>
        </w:tc>
      </w:tr>
      <w:tr w:rsidR="00F0186E" w:rsidRPr="001A6F08" w14:paraId="0A2953A3" w14:textId="77777777" w:rsidTr="000D609C">
        <w:tc>
          <w:tcPr>
            <w:tcW w:w="2652" w:type="dxa"/>
            <w:shd w:val="clear" w:color="auto" w:fill="BFBFBF" w:themeFill="background1" w:themeFillShade="BF"/>
          </w:tcPr>
          <w:p w14:paraId="000E4683" w14:textId="77777777" w:rsidR="00F0186E" w:rsidRPr="000D609C" w:rsidRDefault="00F0186E" w:rsidP="00A47AF1">
            <w:pPr>
              <w:pStyle w:val="BodyTextIntel"/>
              <w:rPr>
                <w:rFonts w:ascii="Verdana" w:hAnsi="Verdana"/>
                <w:b/>
                <w:color w:val="auto"/>
              </w:rPr>
            </w:pPr>
            <w:r w:rsidRPr="000D609C">
              <w:rPr>
                <w:rFonts w:ascii="Verdana" w:hAnsi="Verdana"/>
                <w:b/>
                <w:color w:val="auto"/>
              </w:rPr>
              <w:t>Student Appeal</w:t>
            </w:r>
          </w:p>
        </w:tc>
        <w:tc>
          <w:tcPr>
            <w:tcW w:w="2313" w:type="dxa"/>
          </w:tcPr>
          <w:p w14:paraId="3EB3AE76" w14:textId="77777777" w:rsidR="00F0186E" w:rsidRPr="001A6F08" w:rsidRDefault="00F0186E" w:rsidP="00A47AF1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The digital content includes visually appealing elements that promote inquiry questions and help students make connections to the learning.</w:t>
            </w:r>
          </w:p>
        </w:tc>
        <w:tc>
          <w:tcPr>
            <w:tcW w:w="2302" w:type="dxa"/>
          </w:tcPr>
          <w:p w14:paraId="0E38B86B" w14:textId="77777777" w:rsidR="00F0186E" w:rsidRPr="001A6F08" w:rsidRDefault="00F0186E" w:rsidP="00A47AF1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The digital content includes some visually appealing elements that help students make connections to the learning.</w:t>
            </w:r>
          </w:p>
        </w:tc>
        <w:tc>
          <w:tcPr>
            <w:tcW w:w="2309" w:type="dxa"/>
          </w:tcPr>
          <w:p w14:paraId="31078FED" w14:textId="77777777" w:rsidR="00F0186E" w:rsidRPr="001A6F08" w:rsidRDefault="00F0186E" w:rsidP="00A47AF1">
            <w:pPr>
              <w:pStyle w:val="BodyTextIntel"/>
              <w:rPr>
                <w:rFonts w:ascii="Verdana" w:eastAsia="Verdana" w:hAnsi="Verdana" w:cs="Verdana"/>
                <w:color w:val="222222"/>
                <w:szCs w:val="20"/>
                <w:highlight w:val="white"/>
              </w:rPr>
            </w:pPr>
            <w:r w:rsidRPr="001A6F08">
              <w:rPr>
                <w:rFonts w:ascii="Verdana" w:hAnsi="Verdana"/>
              </w:rPr>
              <w:t>The digital content is not visually appealing.</w:t>
            </w:r>
          </w:p>
        </w:tc>
      </w:tr>
    </w:tbl>
    <w:p w14:paraId="5EFFA0DF" w14:textId="3DCF2F4D" w:rsidR="00181A3E" w:rsidRDefault="00181A3E" w:rsidP="004C3CCD">
      <w:pPr>
        <w:pStyle w:val="BodyTextIntel"/>
        <w:rPr>
          <w:rFonts w:eastAsia="Verdana" w:cs="Verdana"/>
          <w:color w:val="222222"/>
          <w:szCs w:val="20"/>
          <w:highlight w:val="white"/>
        </w:rPr>
      </w:pPr>
    </w:p>
    <w:sectPr w:rsidR="00181A3E" w:rsidSect="004329B4">
      <w:footerReference w:type="default" r:id="rId13"/>
      <w:pgSz w:w="12240" w:h="15840" w:code="1"/>
      <w:pgMar w:top="900" w:right="1440" w:bottom="1440" w:left="1440" w:header="720" w:footer="57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6B824" w14:textId="77777777" w:rsidR="00827DB9" w:rsidRDefault="00827DB9">
      <w:r>
        <w:separator/>
      </w:r>
    </w:p>
  </w:endnote>
  <w:endnote w:type="continuationSeparator" w:id="0">
    <w:p w14:paraId="2602638F" w14:textId="77777777" w:rsidR="00827DB9" w:rsidRDefault="0082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Neo Sans Light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Neo Sans Intel Light">
    <w:panose1 w:val="020B0303020202020204"/>
    <w:charset w:val="00"/>
    <w:family w:val="auto"/>
    <w:pitch w:val="variable"/>
    <w:sig w:usb0="00000007" w:usb1="00000000" w:usb2="00000000" w:usb3="00000000" w:csb0="00000093" w:csb1="00000000"/>
  </w:font>
  <w:font w:name="Neo Sans Intel Medium">
    <w:panose1 w:val="020B0604020202020204"/>
    <w:charset w:val="00"/>
    <w:family w:val="auto"/>
    <w:pitch w:val="variable"/>
    <w:sig w:usb0="00000007" w:usb1="00000000" w:usb2="00000000" w:usb3="00000000" w:csb0="00000093" w:csb1="00000000"/>
  </w:font>
  <w:font w:name="Neo Sans Intel">
    <w:panose1 w:val="020B0504020202020204"/>
    <w:charset w:val="00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1EEB6" w14:textId="450E118F" w:rsidR="00653881" w:rsidRDefault="00F0186E" w:rsidP="00F0186E">
    <w:pPr>
      <w:pStyle w:val="Footnote"/>
    </w:pPr>
    <w:r w:rsidRPr="00244960">
      <w:t>Copyright © 201</w:t>
    </w:r>
    <w:r>
      <w:t>4</w:t>
    </w:r>
    <w:r w:rsidRPr="00244960">
      <w:t xml:space="preserve"> Intel Corporation. All rights reserved. Adapted with permission. Intel, the Intel logo</w:t>
    </w:r>
    <w:r>
      <w:t>,</w:t>
    </w:r>
    <w:r w:rsidRPr="00244960">
      <w:t xml:space="preserve"> and the </w:t>
    </w:r>
    <w:r>
      <w:br/>
      <w:t xml:space="preserve">Intel Education Initiative </w:t>
    </w:r>
    <w:r w:rsidRPr="00244960">
      <w:t>are trademarks of Intel Corporation or its subsidiaries in the U.S. and other</w:t>
    </w:r>
    <w:r>
      <w:t xml:space="preserve"> countries. </w:t>
    </w:r>
    <w:r>
      <w:br/>
    </w:r>
    <w:r w:rsidRPr="00244960">
      <w:t>*Other names a</w:t>
    </w:r>
    <w:r>
      <w:t xml:space="preserve">nd brands may be claimed as the </w:t>
    </w:r>
    <w:r w:rsidRPr="00244960">
      <w:t>property of others.</w:t>
    </w:r>
    <w:r>
      <w:tab/>
    </w:r>
    <w:r>
      <w:tab/>
    </w:r>
    <w:r>
      <w:tab/>
    </w:r>
    <w:r>
      <w:tab/>
    </w:r>
    <w:r>
      <w:tab/>
    </w:r>
    <w:r>
      <w:tab/>
    </w:r>
    <w:r w:rsidRPr="00A25BF2">
      <w:t xml:space="preserve">Page </w:t>
    </w:r>
    <w:r>
      <w:t>2</w:t>
    </w:r>
    <w:r w:rsidRPr="00A25BF2">
      <w:t xml:space="preserve"> of </w:t>
    </w:r>
    <w:r w:rsidR="00100CD3">
      <w:fldChar w:fldCharType="begin"/>
    </w:r>
    <w:r w:rsidR="00100CD3">
      <w:instrText xml:space="preserve"> NUMPAGES  </w:instrText>
    </w:r>
    <w:r w:rsidR="00100CD3">
      <w:fldChar w:fldCharType="separate"/>
    </w:r>
    <w:r>
      <w:rPr>
        <w:noProof/>
      </w:rPr>
      <w:t>3</w:t>
    </w:r>
    <w:r w:rsidR="00100CD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C2CBD" w14:textId="01CBAB43" w:rsidR="00653881" w:rsidRDefault="00827DB9" w:rsidP="00D4457E">
    <w:pPr>
      <w:pStyle w:val="Footnote"/>
    </w:pPr>
    <w:r w:rsidRPr="00244960">
      <w:t>Copyright © 201</w:t>
    </w:r>
    <w:r w:rsidR="00FF6E3F">
      <w:t>4</w:t>
    </w:r>
    <w:r w:rsidRPr="00244960">
      <w:t xml:space="preserve"> Intel Corporation. All rights reserved.</w:t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25BF2">
      <w:t xml:space="preserve">Page </w:t>
    </w:r>
    <w:r w:rsidRPr="00A25BF2">
      <w:fldChar w:fldCharType="begin"/>
    </w:r>
    <w:r w:rsidRPr="00A25BF2">
      <w:instrText xml:space="preserve"> PAGE </w:instrText>
    </w:r>
    <w:r w:rsidRPr="00A25BF2">
      <w:fldChar w:fldCharType="separate"/>
    </w:r>
    <w:r w:rsidR="00922CF3">
      <w:rPr>
        <w:noProof/>
      </w:rPr>
      <w:t>1</w:t>
    </w:r>
    <w:r w:rsidRPr="00A25BF2">
      <w:fldChar w:fldCharType="end"/>
    </w:r>
    <w:r w:rsidRPr="00A25BF2">
      <w:t xml:space="preserve"> of </w:t>
    </w:r>
    <w:r w:rsidR="00100CD3">
      <w:fldChar w:fldCharType="begin"/>
    </w:r>
    <w:r w:rsidR="00100CD3">
      <w:instrText xml:space="preserve"> NUMPAGES  </w:instrText>
    </w:r>
    <w:r w:rsidR="00100CD3">
      <w:fldChar w:fldCharType="separate"/>
    </w:r>
    <w:r w:rsidR="00922CF3">
      <w:rPr>
        <w:noProof/>
      </w:rPr>
      <w:t>2</w:t>
    </w:r>
    <w:r w:rsidR="00100CD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AFABF" w14:textId="697A3084" w:rsidR="00827DB9" w:rsidRDefault="00827DB9" w:rsidP="0065781D">
    <w:pPr>
      <w:pStyle w:val="Footnote"/>
    </w:pPr>
    <w:r w:rsidRPr="00244960">
      <w:t>Copyright © 201</w:t>
    </w:r>
    <w:r w:rsidR="00FF6E3F">
      <w:t>4</w:t>
    </w:r>
    <w:r w:rsidRPr="00244960">
      <w:t xml:space="preserve"> Intel Corporation. All rights reserved. Adapted with permission. Intel, the Intel logo</w:t>
    </w:r>
    <w:r>
      <w:t>,</w:t>
    </w:r>
    <w:r w:rsidRPr="00244960">
      <w:t xml:space="preserve"> and the </w:t>
    </w:r>
    <w:r>
      <w:br/>
      <w:t xml:space="preserve">Intel Education Initiative </w:t>
    </w:r>
    <w:r w:rsidRPr="00244960">
      <w:t>are trademarks of Intel Corporation or its subsidiaries in the U.S. and other</w:t>
    </w:r>
    <w:r>
      <w:t xml:space="preserve"> countries. </w:t>
    </w:r>
    <w:r>
      <w:br/>
    </w:r>
    <w:r w:rsidRPr="00244960">
      <w:t>*Other names a</w:t>
    </w:r>
    <w:r>
      <w:t xml:space="preserve">nd brands may be claimed as the </w:t>
    </w:r>
    <w:r w:rsidRPr="00244960">
      <w:t>property of others.</w:t>
    </w:r>
    <w:r>
      <w:tab/>
    </w:r>
    <w:r>
      <w:tab/>
    </w:r>
    <w:r>
      <w:tab/>
    </w:r>
    <w:r>
      <w:tab/>
    </w:r>
    <w:r>
      <w:tab/>
    </w:r>
    <w:r>
      <w:tab/>
    </w:r>
    <w:r w:rsidRPr="00A25BF2">
      <w:t xml:space="preserve">Page </w:t>
    </w:r>
    <w:r w:rsidR="00FA4BB4">
      <w:t>2</w:t>
    </w:r>
    <w:r w:rsidRPr="00A25BF2">
      <w:t xml:space="preserve"> of </w:t>
    </w:r>
    <w:r w:rsidR="00100CD3">
      <w:fldChar w:fldCharType="begin"/>
    </w:r>
    <w:r w:rsidR="00100CD3">
      <w:instrText xml:space="preserve"> NUMPAGES  </w:instrText>
    </w:r>
    <w:r w:rsidR="00100CD3">
      <w:fldChar w:fldCharType="separate"/>
    </w:r>
    <w:r w:rsidR="00922CF3">
      <w:rPr>
        <w:noProof/>
      </w:rPr>
      <w:t>2</w:t>
    </w:r>
    <w:r w:rsidR="00100CD3">
      <w:rPr>
        <w:noProof/>
      </w:rPr>
      <w:fldChar w:fldCharType="end"/>
    </w:r>
  </w:p>
  <w:p w14:paraId="61527795" w14:textId="77777777" w:rsidR="00827DB9" w:rsidRPr="00F04F0B" w:rsidRDefault="00827DB9" w:rsidP="001B4EE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4E6504" w14:textId="77777777" w:rsidR="00827DB9" w:rsidRDefault="00827DB9">
      <w:r>
        <w:separator/>
      </w:r>
    </w:p>
  </w:footnote>
  <w:footnote w:type="continuationSeparator" w:id="0">
    <w:p w14:paraId="6DFFD958" w14:textId="77777777" w:rsidR="00827DB9" w:rsidRDefault="00827D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90A51" w14:textId="77777777" w:rsidR="008518DF" w:rsidRPr="008518DF" w:rsidRDefault="008518DF" w:rsidP="008518DF">
    <w:pPr>
      <w:pBdr>
        <w:bottom w:val="single" w:sz="6" w:space="1" w:color="auto"/>
      </w:pBdr>
      <w:tabs>
        <w:tab w:val="center" w:pos="4320"/>
        <w:tab w:val="right" w:pos="9360"/>
      </w:tabs>
      <w:spacing w:line="240" w:lineRule="auto"/>
      <w:rPr>
        <w:rFonts w:ascii="Neo Sans Intel" w:hAnsi="Neo Sans Intel"/>
        <w:bCs/>
        <w:sz w:val="14"/>
        <w:szCs w:val="14"/>
      </w:rPr>
    </w:pPr>
    <w:r w:rsidRPr="008518DF">
      <w:rPr>
        <w:rFonts w:ascii="Neo Sans Intel" w:hAnsi="Neo Sans Intel"/>
        <w:bCs/>
        <w:sz w:val="14"/>
        <w:szCs w:val="14"/>
      </w:rPr>
      <w:t>Intel</w:t>
    </w:r>
    <w:r w:rsidRPr="008518DF">
      <w:rPr>
        <w:rFonts w:ascii="Neo Sans Intel" w:hAnsi="Neo Sans Intel"/>
        <w:bCs/>
        <w:sz w:val="14"/>
        <w:szCs w:val="14"/>
        <w:vertAlign w:val="superscript"/>
      </w:rPr>
      <w:t>®</w:t>
    </w:r>
    <w:r w:rsidRPr="008518DF">
      <w:rPr>
        <w:rFonts w:ascii="Neo Sans Intel" w:hAnsi="Neo Sans Intel"/>
        <w:bCs/>
        <w:sz w:val="14"/>
        <w:szCs w:val="14"/>
      </w:rPr>
      <w:t xml:space="preserve"> Teach Elements</w:t>
    </w:r>
  </w:p>
  <w:p w14:paraId="3CD4B24A" w14:textId="2CD3F5B7" w:rsidR="00653881" w:rsidRDefault="008518DF" w:rsidP="00D4457E">
    <w:pPr>
      <w:pStyle w:val="HeadlinePage2"/>
    </w:pPr>
    <w:r w:rsidRPr="008518DF">
      <w:rPr>
        <w:bCs w:val="0"/>
        <w:szCs w:val="14"/>
      </w:rPr>
      <w:t>Moving into Mobile Learning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B9620" w14:textId="51ABC8E2" w:rsidR="00827DB9" w:rsidRPr="001A6F08" w:rsidRDefault="000D2D57" w:rsidP="00D10460">
    <w:pPr>
      <w:pStyle w:val="Headline"/>
      <w:rPr>
        <w:rFonts w:ascii="Verdana" w:hAnsi="Verdana"/>
      </w:rPr>
    </w:pPr>
    <w:r w:rsidRPr="001A6F08">
      <w:rPr>
        <w:rFonts w:ascii="Verdana" w:hAnsi="Verdana"/>
        <w:noProof/>
      </w:rPr>
      <w:drawing>
        <wp:anchor distT="0" distB="0" distL="114300" distR="114300" simplePos="0" relativeHeight="251666432" behindDoc="0" locked="0" layoutInCell="1" allowOverlap="1" wp14:anchorId="33A229F2" wp14:editId="1400FC0E">
          <wp:simplePos x="0" y="0"/>
          <wp:positionH relativeFrom="margin">
            <wp:posOffset>5067300</wp:posOffset>
          </wp:positionH>
          <wp:positionV relativeFrom="margin">
            <wp:posOffset>-836930</wp:posOffset>
          </wp:positionV>
          <wp:extent cx="802005" cy="685800"/>
          <wp:effectExtent l="0" t="0" r="10795" b="0"/>
          <wp:wrapSquare wrapText="bothSides"/>
          <wp:docPr id="5" name="Picture 5" descr="Macintosh HD:Users:sburt:Dropbox:Templates-Guides:Intel-Education-Logo:Digital:intEDU_blue_sm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intosh HD:Users:sburt:Dropbox:Templates-Guides:Intel-Education-Logo:Digital:intEDU_blue_smal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A6F08">
      <w:rPr>
        <w:rFonts w:ascii="Verdana" w:hAnsi="Verdana"/>
        <w:noProof/>
      </w:rPr>
      <w:drawing>
        <wp:anchor distT="0" distB="0" distL="114300" distR="114300" simplePos="0" relativeHeight="251665408" behindDoc="1" locked="0" layoutInCell="1" allowOverlap="1" wp14:anchorId="20C6ADB3" wp14:editId="46465A3F">
          <wp:simplePos x="0" y="0"/>
          <wp:positionH relativeFrom="column">
            <wp:posOffset>-1097280</wp:posOffset>
          </wp:positionH>
          <wp:positionV relativeFrom="paragraph">
            <wp:posOffset>-136525</wp:posOffset>
          </wp:positionV>
          <wp:extent cx="6075680" cy="713105"/>
          <wp:effectExtent l="0" t="0" r="0" b="0"/>
          <wp:wrapNone/>
          <wp:docPr id="6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7568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40DF" w:rsidRPr="001A6F08">
      <w:rPr>
        <w:rFonts w:ascii="Verdana" w:hAnsi="Verdana"/>
        <w:lang w:val="en-GB"/>
      </w:rPr>
      <w:t>Digital Content Evaluation Rubric</w:t>
    </w:r>
  </w:p>
  <w:p w14:paraId="363899EF" w14:textId="1B01257C" w:rsidR="00653881" w:rsidRPr="001A6F08" w:rsidRDefault="009A0794" w:rsidP="00D4457E">
    <w:pPr>
      <w:pStyle w:val="DocumentSubtitle"/>
      <w:rPr>
        <w:rFonts w:ascii="Verdana" w:hAnsi="Verdana"/>
        <w:lang w:val="en-GB"/>
      </w:rPr>
    </w:pPr>
    <w:r w:rsidRPr="001A6F08">
      <w:rPr>
        <w:rFonts w:ascii="Verdana" w:hAnsi="Verdana"/>
        <w:lang w:val="en-GB"/>
      </w:rPr>
      <w:t>Intel</w:t>
    </w:r>
    <w:r w:rsidRPr="0078413E">
      <w:rPr>
        <w:rFonts w:ascii="Verdana" w:hAnsi="Verdana"/>
        <w:vertAlign w:val="superscript"/>
        <w:lang w:val="en-GB"/>
      </w:rPr>
      <w:t>®</w:t>
    </w:r>
    <w:r w:rsidRPr="001A6F08">
      <w:rPr>
        <w:rFonts w:ascii="Verdana" w:hAnsi="Verdana"/>
        <w:lang w:val="en-GB"/>
      </w:rPr>
      <w:t xml:space="preserve"> Teach Elements: Moving into Mobile Learning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06048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93832B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457409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3AAAF6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C43E0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C442A2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EADCB6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5B8FF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7DC46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7A2F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BFC52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3201655"/>
    <w:multiLevelType w:val="hybridMultilevel"/>
    <w:tmpl w:val="FF089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5F237C1"/>
    <w:multiLevelType w:val="hybridMultilevel"/>
    <w:tmpl w:val="512424F8"/>
    <w:lvl w:ilvl="0" w:tplc="85C8BD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2AE3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72D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0098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627B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7E7A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74EB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B01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B05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18577B5D"/>
    <w:multiLevelType w:val="hybridMultilevel"/>
    <w:tmpl w:val="9C88B344"/>
    <w:lvl w:ilvl="0" w:tplc="E2ACA61A">
      <w:start w:val="1"/>
      <w:numFmt w:val="bullet"/>
      <w:pStyle w:val="Bulletedtext--3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6153B3E"/>
    <w:multiLevelType w:val="hybridMultilevel"/>
    <w:tmpl w:val="DDB03138"/>
    <w:lvl w:ilvl="0" w:tplc="BE5C5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ACC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52E2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4C58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102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B441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DA2B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7052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AA5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6572435"/>
    <w:multiLevelType w:val="hybridMultilevel"/>
    <w:tmpl w:val="02EEE3B4"/>
    <w:lvl w:ilvl="0" w:tplc="165AD392">
      <w:start w:val="1"/>
      <w:numFmt w:val="bullet"/>
      <w:pStyle w:val="Bulletedtext2dash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8A15806"/>
    <w:multiLevelType w:val="hybridMultilevel"/>
    <w:tmpl w:val="6CCAE6C8"/>
    <w:lvl w:ilvl="0" w:tplc="02E440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621EE">
      <w:start w:val="1645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8D040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B619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D465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7CF7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18FB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E3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A240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C22629B"/>
    <w:multiLevelType w:val="hybridMultilevel"/>
    <w:tmpl w:val="603A1BC8"/>
    <w:lvl w:ilvl="0" w:tplc="11B800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93E2B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3602B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CA628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E91A3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C28E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99AA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7A00CA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C126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8">
    <w:nsid w:val="2C7821B4"/>
    <w:multiLevelType w:val="hybridMultilevel"/>
    <w:tmpl w:val="60C032DC"/>
    <w:lvl w:ilvl="0" w:tplc="6B180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4E16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6C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22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DC1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389D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3884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1A4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0E57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2F8F33E3"/>
    <w:multiLevelType w:val="multilevel"/>
    <w:tmpl w:val="B87AA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061315D"/>
    <w:multiLevelType w:val="hybridMultilevel"/>
    <w:tmpl w:val="ED22C908"/>
    <w:lvl w:ilvl="0" w:tplc="F538FC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9C4B9A">
      <w:start w:val="1144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7E5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069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486A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68F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021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C1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70E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1D871B5"/>
    <w:multiLevelType w:val="hybridMultilevel"/>
    <w:tmpl w:val="E36AEF60"/>
    <w:lvl w:ilvl="0" w:tplc="D6F2980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2A27F68"/>
    <w:multiLevelType w:val="hybridMultilevel"/>
    <w:tmpl w:val="FEA8FC52"/>
    <w:lvl w:ilvl="0" w:tplc="77FEE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284118">
      <w:start w:val="505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82B5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EA4A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3EC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2248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46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247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A4D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67126E3"/>
    <w:multiLevelType w:val="hybridMultilevel"/>
    <w:tmpl w:val="0AF4B870"/>
    <w:lvl w:ilvl="0" w:tplc="1EE229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6EB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D260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9A09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8C46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EB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126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56A8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BCB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41A31A3"/>
    <w:multiLevelType w:val="multilevel"/>
    <w:tmpl w:val="25D01F0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A955CF9"/>
    <w:multiLevelType w:val="hybridMultilevel"/>
    <w:tmpl w:val="228E0DA6"/>
    <w:lvl w:ilvl="0" w:tplc="6E10E8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A4BA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Neo Sans Light" w:hAnsi="Neo Sans Ligh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855777"/>
    <w:multiLevelType w:val="hybridMultilevel"/>
    <w:tmpl w:val="908013EA"/>
    <w:lvl w:ilvl="0" w:tplc="5EBCAE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7E1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F446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2C88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30F4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A2EF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D88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A2A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28EA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CE2268D"/>
    <w:multiLevelType w:val="hybridMultilevel"/>
    <w:tmpl w:val="35185DD8"/>
    <w:lvl w:ilvl="0" w:tplc="5AF61E4C">
      <w:start w:val="1"/>
      <w:numFmt w:val="bullet"/>
      <w:pStyle w:val="Sty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0B07A9"/>
    <w:multiLevelType w:val="multilevel"/>
    <w:tmpl w:val="6304244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A29658D"/>
    <w:multiLevelType w:val="hybridMultilevel"/>
    <w:tmpl w:val="5CE4185E"/>
    <w:lvl w:ilvl="0" w:tplc="40789B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0C27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F68B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BC1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4E2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221B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1A31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64A4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42A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C426ED9"/>
    <w:multiLevelType w:val="multilevel"/>
    <w:tmpl w:val="7B4239A2"/>
    <w:lvl w:ilvl="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11A3E5A"/>
    <w:multiLevelType w:val="hybridMultilevel"/>
    <w:tmpl w:val="17A09BA6"/>
    <w:lvl w:ilvl="0" w:tplc="DE1ECC8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Neo Sans Intel Light" w:hAnsi="Neo Sans Intel Light" w:hint="default"/>
      </w:rPr>
    </w:lvl>
    <w:lvl w:ilvl="1" w:tplc="2A488C5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Neo Sans Intel Light" w:hAnsi="Neo Sans Intel Ligh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920C11"/>
    <w:multiLevelType w:val="hybridMultilevel"/>
    <w:tmpl w:val="3108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575C9F"/>
    <w:multiLevelType w:val="multilevel"/>
    <w:tmpl w:val="8BE2D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561833"/>
    <w:multiLevelType w:val="hybridMultilevel"/>
    <w:tmpl w:val="4886AB70"/>
    <w:lvl w:ilvl="0" w:tplc="7826B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48BB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022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56D8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048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00E1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B2F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408E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364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77C2F5A"/>
    <w:multiLevelType w:val="hybridMultilevel"/>
    <w:tmpl w:val="F2F08610"/>
    <w:lvl w:ilvl="0" w:tplc="13ECA218">
      <w:start w:val="1"/>
      <w:numFmt w:val="bullet"/>
      <w:pStyle w:val="Bulletedtex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3E5385"/>
    <w:multiLevelType w:val="hybridMultilevel"/>
    <w:tmpl w:val="C23E6EFC"/>
    <w:lvl w:ilvl="0" w:tplc="967ED55E">
      <w:start w:val="1"/>
      <w:numFmt w:val="bullet"/>
      <w:pStyle w:val="Bulletedtext3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5"/>
  </w:num>
  <w:num w:numId="4">
    <w:abstractNumId w:val="15"/>
  </w:num>
  <w:num w:numId="5">
    <w:abstractNumId w:val="31"/>
  </w:num>
  <w:num w:numId="6">
    <w:abstractNumId w:val="18"/>
  </w:num>
  <w:num w:numId="7">
    <w:abstractNumId w:val="14"/>
  </w:num>
  <w:num w:numId="8">
    <w:abstractNumId w:val="34"/>
  </w:num>
  <w:num w:numId="9">
    <w:abstractNumId w:val="20"/>
  </w:num>
  <w:num w:numId="10">
    <w:abstractNumId w:val="12"/>
  </w:num>
  <w:num w:numId="11">
    <w:abstractNumId w:val="16"/>
  </w:num>
  <w:num w:numId="12">
    <w:abstractNumId w:val="23"/>
  </w:num>
  <w:num w:numId="13">
    <w:abstractNumId w:val="26"/>
  </w:num>
  <w:num w:numId="14">
    <w:abstractNumId w:val="17"/>
  </w:num>
  <w:num w:numId="15">
    <w:abstractNumId w:val="22"/>
  </w:num>
  <w:num w:numId="16">
    <w:abstractNumId w:val="29"/>
  </w:num>
  <w:num w:numId="17">
    <w:abstractNumId w:val="10"/>
  </w:num>
  <w:num w:numId="18">
    <w:abstractNumId w:val="8"/>
  </w:num>
  <w:num w:numId="19">
    <w:abstractNumId w:val="7"/>
  </w:num>
  <w:num w:numId="20">
    <w:abstractNumId w:val="6"/>
  </w:num>
  <w:num w:numId="21">
    <w:abstractNumId w:val="5"/>
  </w:num>
  <w:num w:numId="22">
    <w:abstractNumId w:val="9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1"/>
  </w:num>
  <w:num w:numId="29">
    <w:abstractNumId w:val="32"/>
  </w:num>
  <w:num w:numId="30">
    <w:abstractNumId w:val="30"/>
  </w:num>
  <w:num w:numId="31">
    <w:abstractNumId w:val="33"/>
  </w:num>
  <w:num w:numId="32">
    <w:abstractNumId w:val="27"/>
  </w:num>
  <w:num w:numId="33">
    <w:abstractNumId w:val="36"/>
  </w:num>
  <w:num w:numId="34">
    <w:abstractNumId w:val="13"/>
  </w:num>
  <w:num w:numId="35">
    <w:abstractNumId w:val="24"/>
  </w:num>
  <w:num w:numId="36">
    <w:abstractNumId w:val="21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40"/>
  <w:drawingGridVerticalSpacing w:val="360"/>
  <w:displayHorizontalDrawingGridEvery w:val="2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09"/>
    <w:rsid w:val="00001B24"/>
    <w:rsid w:val="00002AE1"/>
    <w:rsid w:val="00022A63"/>
    <w:rsid w:val="0003297F"/>
    <w:rsid w:val="000415FD"/>
    <w:rsid w:val="000531F6"/>
    <w:rsid w:val="00060E70"/>
    <w:rsid w:val="00093556"/>
    <w:rsid w:val="000B73BB"/>
    <w:rsid w:val="000C32C9"/>
    <w:rsid w:val="000C4DDB"/>
    <w:rsid w:val="000D2D57"/>
    <w:rsid w:val="000D4293"/>
    <w:rsid w:val="000D58DD"/>
    <w:rsid w:val="000D609C"/>
    <w:rsid w:val="000D64FF"/>
    <w:rsid w:val="000F2638"/>
    <w:rsid w:val="001226A2"/>
    <w:rsid w:val="001228A0"/>
    <w:rsid w:val="001238A0"/>
    <w:rsid w:val="00130756"/>
    <w:rsid w:val="00133643"/>
    <w:rsid w:val="00145076"/>
    <w:rsid w:val="00170D46"/>
    <w:rsid w:val="00181A3E"/>
    <w:rsid w:val="001905A6"/>
    <w:rsid w:val="0019077F"/>
    <w:rsid w:val="001A6EEB"/>
    <w:rsid w:val="001A6F08"/>
    <w:rsid w:val="001B4EEF"/>
    <w:rsid w:val="001C4240"/>
    <w:rsid w:val="001D604C"/>
    <w:rsid w:val="002140B6"/>
    <w:rsid w:val="002208CB"/>
    <w:rsid w:val="00224897"/>
    <w:rsid w:val="00226ACC"/>
    <w:rsid w:val="002279E2"/>
    <w:rsid w:val="00227E37"/>
    <w:rsid w:val="00235A37"/>
    <w:rsid w:val="00245E6C"/>
    <w:rsid w:val="00264705"/>
    <w:rsid w:val="00265A09"/>
    <w:rsid w:val="002707F6"/>
    <w:rsid w:val="002707FB"/>
    <w:rsid w:val="002718CD"/>
    <w:rsid w:val="00272662"/>
    <w:rsid w:val="00274ACA"/>
    <w:rsid w:val="00274CE3"/>
    <w:rsid w:val="00281C9E"/>
    <w:rsid w:val="0028274F"/>
    <w:rsid w:val="0029475E"/>
    <w:rsid w:val="002A529A"/>
    <w:rsid w:val="002A5D10"/>
    <w:rsid w:val="002B0290"/>
    <w:rsid w:val="002C5D6B"/>
    <w:rsid w:val="002D1428"/>
    <w:rsid w:val="002F25A3"/>
    <w:rsid w:val="00315594"/>
    <w:rsid w:val="00320C6A"/>
    <w:rsid w:val="00322389"/>
    <w:rsid w:val="003406ED"/>
    <w:rsid w:val="00340F69"/>
    <w:rsid w:val="00355FA7"/>
    <w:rsid w:val="00361BB6"/>
    <w:rsid w:val="003679EB"/>
    <w:rsid w:val="00390967"/>
    <w:rsid w:val="003A0385"/>
    <w:rsid w:val="003A104B"/>
    <w:rsid w:val="003A42A6"/>
    <w:rsid w:val="003B4D4C"/>
    <w:rsid w:val="003C3484"/>
    <w:rsid w:val="003C58BB"/>
    <w:rsid w:val="003E6A40"/>
    <w:rsid w:val="003F1EA5"/>
    <w:rsid w:val="003F1ECD"/>
    <w:rsid w:val="003F2FEC"/>
    <w:rsid w:val="003F6315"/>
    <w:rsid w:val="003F682E"/>
    <w:rsid w:val="00425C6E"/>
    <w:rsid w:val="004329B4"/>
    <w:rsid w:val="00435309"/>
    <w:rsid w:val="00442389"/>
    <w:rsid w:val="0045272B"/>
    <w:rsid w:val="00483FF4"/>
    <w:rsid w:val="00486950"/>
    <w:rsid w:val="00491848"/>
    <w:rsid w:val="00491C93"/>
    <w:rsid w:val="00492DAA"/>
    <w:rsid w:val="00494247"/>
    <w:rsid w:val="00495D9B"/>
    <w:rsid w:val="004A05EE"/>
    <w:rsid w:val="004A3B6B"/>
    <w:rsid w:val="004A3C6C"/>
    <w:rsid w:val="004A77D0"/>
    <w:rsid w:val="004B64D0"/>
    <w:rsid w:val="004B717D"/>
    <w:rsid w:val="004B72E4"/>
    <w:rsid w:val="004C3CCD"/>
    <w:rsid w:val="004D19E0"/>
    <w:rsid w:val="004E2020"/>
    <w:rsid w:val="004E520A"/>
    <w:rsid w:val="004E70BA"/>
    <w:rsid w:val="004E79C7"/>
    <w:rsid w:val="00504594"/>
    <w:rsid w:val="00521F3C"/>
    <w:rsid w:val="00526E6B"/>
    <w:rsid w:val="00533AB8"/>
    <w:rsid w:val="00534C29"/>
    <w:rsid w:val="00552822"/>
    <w:rsid w:val="00571760"/>
    <w:rsid w:val="005744AA"/>
    <w:rsid w:val="005819EF"/>
    <w:rsid w:val="00586B94"/>
    <w:rsid w:val="005A5E8D"/>
    <w:rsid w:val="005B13A2"/>
    <w:rsid w:val="005B20E6"/>
    <w:rsid w:val="005B5BEB"/>
    <w:rsid w:val="005B7A9F"/>
    <w:rsid w:val="005E5A7A"/>
    <w:rsid w:val="005E660A"/>
    <w:rsid w:val="00612EAE"/>
    <w:rsid w:val="00616AF4"/>
    <w:rsid w:val="00620D98"/>
    <w:rsid w:val="00625C9B"/>
    <w:rsid w:val="00632FB5"/>
    <w:rsid w:val="00646FE8"/>
    <w:rsid w:val="00652751"/>
    <w:rsid w:val="00653881"/>
    <w:rsid w:val="0065781D"/>
    <w:rsid w:val="00676BAD"/>
    <w:rsid w:val="006A7685"/>
    <w:rsid w:val="006B46D0"/>
    <w:rsid w:val="006C14B9"/>
    <w:rsid w:val="006C3CC5"/>
    <w:rsid w:val="006D6314"/>
    <w:rsid w:val="006E6D3B"/>
    <w:rsid w:val="006F79FE"/>
    <w:rsid w:val="00705DE5"/>
    <w:rsid w:val="00710D4E"/>
    <w:rsid w:val="007177EE"/>
    <w:rsid w:val="007201A0"/>
    <w:rsid w:val="00730E1A"/>
    <w:rsid w:val="00743749"/>
    <w:rsid w:val="0074548C"/>
    <w:rsid w:val="00761D39"/>
    <w:rsid w:val="00762311"/>
    <w:rsid w:val="00763828"/>
    <w:rsid w:val="00763CCC"/>
    <w:rsid w:val="0076462B"/>
    <w:rsid w:val="00764D1C"/>
    <w:rsid w:val="007660E8"/>
    <w:rsid w:val="007830E6"/>
    <w:rsid w:val="0078413E"/>
    <w:rsid w:val="007917F6"/>
    <w:rsid w:val="007A097C"/>
    <w:rsid w:val="007A2D57"/>
    <w:rsid w:val="007C116F"/>
    <w:rsid w:val="007D0487"/>
    <w:rsid w:val="007F055D"/>
    <w:rsid w:val="00800733"/>
    <w:rsid w:val="00804EA0"/>
    <w:rsid w:val="0082087A"/>
    <w:rsid w:val="00824E87"/>
    <w:rsid w:val="00827DB9"/>
    <w:rsid w:val="00842BA2"/>
    <w:rsid w:val="008518DF"/>
    <w:rsid w:val="00855607"/>
    <w:rsid w:val="00870367"/>
    <w:rsid w:val="00872DB0"/>
    <w:rsid w:val="0088438F"/>
    <w:rsid w:val="00894156"/>
    <w:rsid w:val="00896AFE"/>
    <w:rsid w:val="008A658B"/>
    <w:rsid w:val="008A6D4F"/>
    <w:rsid w:val="008C3DFF"/>
    <w:rsid w:val="008C5E0A"/>
    <w:rsid w:val="008C65C1"/>
    <w:rsid w:val="008D183E"/>
    <w:rsid w:val="008D45B8"/>
    <w:rsid w:val="008D4DB5"/>
    <w:rsid w:val="008F4E83"/>
    <w:rsid w:val="0091765C"/>
    <w:rsid w:val="00922306"/>
    <w:rsid w:val="00922CF3"/>
    <w:rsid w:val="009441ED"/>
    <w:rsid w:val="0094529A"/>
    <w:rsid w:val="00947C3D"/>
    <w:rsid w:val="009510B5"/>
    <w:rsid w:val="00956546"/>
    <w:rsid w:val="00967884"/>
    <w:rsid w:val="00974B21"/>
    <w:rsid w:val="00982A61"/>
    <w:rsid w:val="00982D12"/>
    <w:rsid w:val="00983DDD"/>
    <w:rsid w:val="00991060"/>
    <w:rsid w:val="00992582"/>
    <w:rsid w:val="009A0794"/>
    <w:rsid w:val="009A69B6"/>
    <w:rsid w:val="009B7B74"/>
    <w:rsid w:val="009B7F52"/>
    <w:rsid w:val="009C11F1"/>
    <w:rsid w:val="009C21E8"/>
    <w:rsid w:val="009C5638"/>
    <w:rsid w:val="009D387C"/>
    <w:rsid w:val="009D40B4"/>
    <w:rsid w:val="009D7BDD"/>
    <w:rsid w:val="009E321B"/>
    <w:rsid w:val="009E3A59"/>
    <w:rsid w:val="009F3FBF"/>
    <w:rsid w:val="00A0592A"/>
    <w:rsid w:val="00A15D3B"/>
    <w:rsid w:val="00A23317"/>
    <w:rsid w:val="00A23896"/>
    <w:rsid w:val="00A2751A"/>
    <w:rsid w:val="00A421A1"/>
    <w:rsid w:val="00A50E07"/>
    <w:rsid w:val="00A70EBE"/>
    <w:rsid w:val="00A72E22"/>
    <w:rsid w:val="00A77152"/>
    <w:rsid w:val="00A81F7C"/>
    <w:rsid w:val="00A87980"/>
    <w:rsid w:val="00A951A6"/>
    <w:rsid w:val="00AA10A2"/>
    <w:rsid w:val="00AA5D6D"/>
    <w:rsid w:val="00AB1F1E"/>
    <w:rsid w:val="00AD2D12"/>
    <w:rsid w:val="00AF06D7"/>
    <w:rsid w:val="00B036A8"/>
    <w:rsid w:val="00B07A15"/>
    <w:rsid w:val="00B339E2"/>
    <w:rsid w:val="00B43722"/>
    <w:rsid w:val="00B45822"/>
    <w:rsid w:val="00B61A1B"/>
    <w:rsid w:val="00B652B1"/>
    <w:rsid w:val="00B67A2D"/>
    <w:rsid w:val="00B70276"/>
    <w:rsid w:val="00B72CE3"/>
    <w:rsid w:val="00B73CE2"/>
    <w:rsid w:val="00B742AD"/>
    <w:rsid w:val="00B90BD9"/>
    <w:rsid w:val="00B96E7A"/>
    <w:rsid w:val="00BA5070"/>
    <w:rsid w:val="00BB5029"/>
    <w:rsid w:val="00BC03C2"/>
    <w:rsid w:val="00BC5F0B"/>
    <w:rsid w:val="00BD080D"/>
    <w:rsid w:val="00BD5BDD"/>
    <w:rsid w:val="00BE5A3E"/>
    <w:rsid w:val="00BF49CC"/>
    <w:rsid w:val="00C06A47"/>
    <w:rsid w:val="00C113ED"/>
    <w:rsid w:val="00C170E1"/>
    <w:rsid w:val="00C4536F"/>
    <w:rsid w:val="00C5284D"/>
    <w:rsid w:val="00C5305C"/>
    <w:rsid w:val="00C56E4A"/>
    <w:rsid w:val="00C649FB"/>
    <w:rsid w:val="00C75B85"/>
    <w:rsid w:val="00C85218"/>
    <w:rsid w:val="00C979FD"/>
    <w:rsid w:val="00C97A08"/>
    <w:rsid w:val="00CA21EC"/>
    <w:rsid w:val="00CC42DF"/>
    <w:rsid w:val="00CC7BD2"/>
    <w:rsid w:val="00CC7D1B"/>
    <w:rsid w:val="00CD5187"/>
    <w:rsid w:val="00CE0BE5"/>
    <w:rsid w:val="00CF1245"/>
    <w:rsid w:val="00CF28E5"/>
    <w:rsid w:val="00CF40DF"/>
    <w:rsid w:val="00D00DCE"/>
    <w:rsid w:val="00D10460"/>
    <w:rsid w:val="00D13941"/>
    <w:rsid w:val="00D1542D"/>
    <w:rsid w:val="00D4457E"/>
    <w:rsid w:val="00D46843"/>
    <w:rsid w:val="00D500B7"/>
    <w:rsid w:val="00D54066"/>
    <w:rsid w:val="00D640A0"/>
    <w:rsid w:val="00D64C16"/>
    <w:rsid w:val="00D70FFF"/>
    <w:rsid w:val="00D821EA"/>
    <w:rsid w:val="00D90EB0"/>
    <w:rsid w:val="00DA3478"/>
    <w:rsid w:val="00DA3B83"/>
    <w:rsid w:val="00DB154A"/>
    <w:rsid w:val="00DC7552"/>
    <w:rsid w:val="00DD2FB9"/>
    <w:rsid w:val="00DD6937"/>
    <w:rsid w:val="00DD754E"/>
    <w:rsid w:val="00E12425"/>
    <w:rsid w:val="00E13718"/>
    <w:rsid w:val="00E336C5"/>
    <w:rsid w:val="00E3691C"/>
    <w:rsid w:val="00E47FF8"/>
    <w:rsid w:val="00E60DC5"/>
    <w:rsid w:val="00E65DB4"/>
    <w:rsid w:val="00E67021"/>
    <w:rsid w:val="00E80D73"/>
    <w:rsid w:val="00E84BFF"/>
    <w:rsid w:val="00E93A31"/>
    <w:rsid w:val="00EA3197"/>
    <w:rsid w:val="00EA4E10"/>
    <w:rsid w:val="00EA6EA0"/>
    <w:rsid w:val="00EB2594"/>
    <w:rsid w:val="00EB5C99"/>
    <w:rsid w:val="00EB70FC"/>
    <w:rsid w:val="00EC1792"/>
    <w:rsid w:val="00ED0C30"/>
    <w:rsid w:val="00ED26F0"/>
    <w:rsid w:val="00ED773F"/>
    <w:rsid w:val="00EE0313"/>
    <w:rsid w:val="00EE1982"/>
    <w:rsid w:val="00EE1CC7"/>
    <w:rsid w:val="00EE3C10"/>
    <w:rsid w:val="00EE56BD"/>
    <w:rsid w:val="00EF2845"/>
    <w:rsid w:val="00EF41C3"/>
    <w:rsid w:val="00F0034B"/>
    <w:rsid w:val="00F0186E"/>
    <w:rsid w:val="00F03FCB"/>
    <w:rsid w:val="00F21B7A"/>
    <w:rsid w:val="00F27D3C"/>
    <w:rsid w:val="00F3472A"/>
    <w:rsid w:val="00F371BF"/>
    <w:rsid w:val="00F443DD"/>
    <w:rsid w:val="00F4592D"/>
    <w:rsid w:val="00F73D68"/>
    <w:rsid w:val="00F837E4"/>
    <w:rsid w:val="00F84BF7"/>
    <w:rsid w:val="00F9062F"/>
    <w:rsid w:val="00FA23F3"/>
    <w:rsid w:val="00FA2E37"/>
    <w:rsid w:val="00FA46FE"/>
    <w:rsid w:val="00FA4BB4"/>
    <w:rsid w:val="00FB76C9"/>
    <w:rsid w:val="00FC07CE"/>
    <w:rsid w:val="00FC335F"/>
    <w:rsid w:val="00FC4620"/>
    <w:rsid w:val="00FD7C0C"/>
    <w:rsid w:val="00FE263E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F9883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49" w:defSemiHidden="1" w:defUnhideWhenUsed="1" w:defQFormat="0" w:count="276">
    <w:lsdException w:name="Normal" w:semiHidden="0" w:uiPriority="0" w:unhideWhenUsed="0"/>
    <w:lsdException w:name="heading 1" w:semiHidden="0" w:uiPriority="0" w:unhideWhenUsed="0"/>
    <w:lsdException w:name="heading 2" w:uiPriority="0" w:qFormat="1"/>
    <w:lsdException w:name="heading 3" w:semiHidden="0" w:uiPriority="0" w:unhideWhenUsed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toc 1" w:uiPriority="0"/>
    <w:lsdException w:name="annotation text" w:uiPriority="0"/>
    <w:lsdException w:name="header" w:uiPriority="0"/>
    <w:lsdException w:name="footer" w:uiPriority="99"/>
    <w:lsdException w:name="caption" w:uiPriority="0" w:qFormat="1"/>
    <w:lsdException w:name="table of figures" w:uiPriority="50"/>
    <w:lsdException w:name="annotation reference" w:uiPriority="0"/>
    <w:lsdException w:name="page number" w:uiPriority="0"/>
    <w:lsdException w:name="table of authorities" w:uiPriority="50"/>
    <w:lsdException w:name="List Number 2" w:semiHidden="0" w:unhideWhenUsed="0"/>
    <w:lsdException w:name="List Number 5" w:semiHidden="0" w:unhideWhenUsed="0"/>
    <w:lsdException w:name="Title" w:semiHidden="0" w:unhideWhenUsed="0"/>
    <w:lsdException w:name="Default Paragraph Font" w:uiPriority="0"/>
    <w:lsdException w:name="Body Text" w:uiPriority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(Web)" w:uiPriority="99"/>
    <w:lsdException w:name="Normal Table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iPriority w:val="7"/>
    <w:semiHidden/>
    <w:rsid w:val="00FC335F"/>
    <w:pPr>
      <w:spacing w:line="400" w:lineRule="exact"/>
    </w:pPr>
    <w:rPr>
      <w:rFonts w:ascii="Neo Sans Intel Light" w:hAnsi="Neo Sans Intel Light"/>
      <w:sz w:val="28"/>
      <w:szCs w:val="24"/>
    </w:rPr>
  </w:style>
  <w:style w:type="paragraph" w:styleId="Heading1">
    <w:name w:val="heading 1"/>
    <w:basedOn w:val="Normal"/>
    <w:next w:val="Normal"/>
    <w:semiHidden/>
    <w:rsid w:val="00031A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semiHidden/>
    <w:rsid w:val="00BD080D"/>
    <w:pPr>
      <w:keepNext/>
      <w:spacing w:before="240" w:after="60"/>
      <w:outlineLvl w:val="2"/>
    </w:pPr>
    <w:rPr>
      <w:rFonts w:ascii="Neo Sans Intel Medium" w:hAnsi="Neo Sans Intel Medium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link w:val="HeadlineChar"/>
    <w:qFormat/>
    <w:rsid w:val="006E6D3B"/>
    <w:pPr>
      <w:spacing w:line="240" w:lineRule="auto"/>
    </w:pPr>
    <w:rPr>
      <w:rFonts w:ascii="Neo Sans Intel" w:hAnsi="Neo Sans Intel"/>
      <w:color w:val="FFFFFF"/>
      <w:sz w:val="38"/>
      <w:szCs w:val="20"/>
    </w:rPr>
  </w:style>
  <w:style w:type="character" w:customStyle="1" w:styleId="slpritch">
    <w:name w:val="slpritch"/>
    <w:semiHidden/>
    <w:rsid w:val="00533559"/>
    <w:rPr>
      <w:rFonts w:ascii="Arial" w:hAnsi="Arial" w:cs="Arial"/>
      <w:color w:val="000080"/>
      <w:sz w:val="20"/>
      <w:szCs w:val="20"/>
    </w:rPr>
  </w:style>
  <w:style w:type="paragraph" w:customStyle="1" w:styleId="BodyTitle">
    <w:name w:val="Body Title"/>
    <w:basedOn w:val="Headline"/>
    <w:link w:val="BodyTitleChar"/>
    <w:uiPriority w:val="2"/>
    <w:qFormat/>
    <w:rsid w:val="00982A61"/>
    <w:pPr>
      <w:spacing w:before="240"/>
    </w:pPr>
    <w:rPr>
      <w:rFonts w:ascii="Neo Sans Intel Medium" w:hAnsi="Neo Sans Intel Medium"/>
      <w:color w:val="4D4D4D"/>
      <w:sz w:val="24"/>
    </w:rPr>
  </w:style>
  <w:style w:type="paragraph" w:customStyle="1" w:styleId="BodyTextIntel">
    <w:name w:val="Body Text Intel"/>
    <w:link w:val="BodyTextIntelChar"/>
    <w:uiPriority w:val="4"/>
    <w:qFormat/>
    <w:rsid w:val="00F4592D"/>
    <w:pPr>
      <w:spacing w:before="120" w:after="120" w:line="310" w:lineRule="exact"/>
    </w:pPr>
    <w:rPr>
      <w:rFonts w:ascii="Neo Sans Intel Light" w:hAnsi="Neo Sans Intel Light" w:cs="Arial"/>
      <w:bCs/>
      <w:color w:val="000000"/>
      <w:kern w:val="32"/>
      <w:szCs w:val="28"/>
    </w:rPr>
  </w:style>
  <w:style w:type="paragraph" w:customStyle="1" w:styleId="Bulletedtext">
    <w:name w:val="Bulleted text"/>
    <w:basedOn w:val="Normal"/>
    <w:uiPriority w:val="5"/>
    <w:qFormat/>
    <w:rsid w:val="00827DB9"/>
    <w:pPr>
      <w:numPr>
        <w:numId w:val="1"/>
      </w:numPr>
      <w:spacing w:before="120" w:after="120" w:line="240" w:lineRule="auto"/>
    </w:pPr>
    <w:rPr>
      <w:sz w:val="20"/>
    </w:rPr>
  </w:style>
  <w:style w:type="paragraph" w:customStyle="1" w:styleId="Footnote">
    <w:name w:val="Footnote"/>
    <w:basedOn w:val="BodyTextIntel"/>
    <w:uiPriority w:val="5"/>
    <w:qFormat/>
    <w:rsid w:val="0065781D"/>
    <w:pPr>
      <w:spacing w:before="0" w:after="0" w:line="240" w:lineRule="auto"/>
      <w:contextualSpacing/>
    </w:pPr>
    <w:rPr>
      <w:rFonts w:ascii="Neo Sans Intel" w:hAnsi="Neo Sans Intel"/>
      <w:sz w:val="14"/>
      <w:szCs w:val="16"/>
    </w:rPr>
  </w:style>
  <w:style w:type="character" w:customStyle="1" w:styleId="TopicHeader">
    <w:name w:val="Topic Header"/>
    <w:uiPriority w:val="6"/>
    <w:qFormat/>
    <w:rsid w:val="00E67021"/>
    <w:rPr>
      <w:rFonts w:ascii="Neo Sans Intel Medium" w:hAnsi="Neo Sans Intel Medium"/>
      <w:color w:val="0071C5"/>
      <w:sz w:val="20"/>
    </w:rPr>
  </w:style>
  <w:style w:type="paragraph" w:styleId="Header">
    <w:name w:val="header"/>
    <w:basedOn w:val="Footer"/>
    <w:uiPriority w:val="6"/>
    <w:rsid w:val="00155899"/>
  </w:style>
  <w:style w:type="paragraph" w:styleId="Footer">
    <w:name w:val="footer"/>
    <w:basedOn w:val="Normal"/>
    <w:link w:val="FooterChar"/>
    <w:uiPriority w:val="99"/>
    <w:rsid w:val="00943298"/>
    <w:pPr>
      <w:tabs>
        <w:tab w:val="right" w:pos="7560"/>
      </w:tabs>
      <w:spacing w:line="240" w:lineRule="auto"/>
    </w:pPr>
    <w:rPr>
      <w:rFonts w:ascii="Neo Sans Intel" w:hAnsi="Neo Sans Intel" w:cs="Arial"/>
      <w:bCs/>
      <w:color w:val="4D4D4D"/>
      <w:kern w:val="32"/>
      <w:sz w:val="14"/>
      <w:szCs w:val="32"/>
    </w:rPr>
  </w:style>
  <w:style w:type="paragraph" w:customStyle="1" w:styleId="Bulletedtext2dash">
    <w:name w:val="Bulleted text 2 (dash)"/>
    <w:basedOn w:val="Normal"/>
    <w:uiPriority w:val="5"/>
    <w:qFormat/>
    <w:rsid w:val="00827DB9"/>
    <w:pPr>
      <w:numPr>
        <w:numId w:val="4"/>
      </w:numPr>
      <w:spacing w:before="20" w:line="240" w:lineRule="auto"/>
    </w:pPr>
    <w:rPr>
      <w:sz w:val="20"/>
    </w:rPr>
  </w:style>
  <w:style w:type="paragraph" w:customStyle="1" w:styleId="BodySubtitle">
    <w:name w:val="Body Subtitle"/>
    <w:uiPriority w:val="3"/>
    <w:qFormat/>
    <w:rsid w:val="00C56E4A"/>
    <w:pPr>
      <w:spacing w:before="240"/>
    </w:pPr>
    <w:rPr>
      <w:rFonts w:ascii="Neo Sans Intel Medium" w:hAnsi="Neo Sans Intel Medium" w:cs="Arial"/>
      <w:bCs/>
      <w:color w:val="4D4D4D"/>
      <w:kern w:val="32"/>
      <w:szCs w:val="28"/>
    </w:rPr>
  </w:style>
  <w:style w:type="character" w:customStyle="1" w:styleId="HeadlineChar">
    <w:name w:val="Headline Char"/>
    <w:link w:val="Headline"/>
    <w:rsid w:val="006E6D3B"/>
    <w:rPr>
      <w:rFonts w:ascii="Neo Sans Intel" w:hAnsi="Neo Sans Intel"/>
      <w:color w:val="FFFFFF"/>
      <w:sz w:val="38"/>
    </w:rPr>
  </w:style>
  <w:style w:type="character" w:customStyle="1" w:styleId="BodyTitleChar">
    <w:name w:val="Body Title Char"/>
    <w:link w:val="BodyTitle"/>
    <w:uiPriority w:val="2"/>
    <w:rsid w:val="00982A61"/>
    <w:rPr>
      <w:rFonts w:ascii="Neo Sans Intel Medium" w:hAnsi="Neo Sans Intel Medium"/>
      <w:color w:val="4D4D4D"/>
      <w:sz w:val="24"/>
    </w:rPr>
  </w:style>
  <w:style w:type="table" w:styleId="TableGrid">
    <w:name w:val="Table Grid"/>
    <w:basedOn w:val="TableNormal"/>
    <w:rsid w:val="004D05A9"/>
    <w:pPr>
      <w:spacing w:line="40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semiHidden/>
    <w:rsid w:val="00A81ED5"/>
    <w:pPr>
      <w:tabs>
        <w:tab w:val="right" w:pos="7550"/>
      </w:tabs>
      <w:spacing w:before="120"/>
    </w:pPr>
  </w:style>
  <w:style w:type="character" w:styleId="CommentReference">
    <w:name w:val="annotation reference"/>
    <w:semiHidden/>
    <w:rsid w:val="00D77BD1"/>
    <w:rPr>
      <w:sz w:val="16"/>
      <w:szCs w:val="16"/>
    </w:rPr>
  </w:style>
  <w:style w:type="paragraph" w:styleId="CommentText">
    <w:name w:val="annotation text"/>
    <w:basedOn w:val="Normal"/>
    <w:semiHidden/>
    <w:rsid w:val="00D77BD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77BD1"/>
    <w:rPr>
      <w:b/>
      <w:bCs/>
    </w:rPr>
  </w:style>
  <w:style w:type="paragraph" w:styleId="BalloonText">
    <w:name w:val="Balloon Text"/>
    <w:basedOn w:val="Normal"/>
    <w:uiPriority w:val="49"/>
    <w:semiHidden/>
    <w:rsid w:val="00D77BD1"/>
    <w:rPr>
      <w:rFonts w:ascii="Tahoma" w:hAnsi="Tahoma" w:cs="Tahoma"/>
      <w:sz w:val="16"/>
      <w:szCs w:val="16"/>
    </w:rPr>
  </w:style>
  <w:style w:type="character" w:customStyle="1" w:styleId="BodyTextIntelChar">
    <w:name w:val="Body Text Intel Char"/>
    <w:link w:val="BodyTextIntel"/>
    <w:uiPriority w:val="4"/>
    <w:rsid w:val="00F4592D"/>
    <w:rPr>
      <w:rFonts w:ascii="Neo Sans Intel Light" w:hAnsi="Neo Sans Intel Light" w:cs="Arial"/>
      <w:bCs/>
      <w:color w:val="000000"/>
      <w:kern w:val="32"/>
      <w:szCs w:val="28"/>
    </w:rPr>
  </w:style>
  <w:style w:type="paragraph" w:customStyle="1" w:styleId="DocumentSubtitle">
    <w:name w:val="Document Subtitle"/>
    <w:basedOn w:val="BodySubtitle"/>
    <w:uiPriority w:val="1"/>
    <w:qFormat/>
    <w:rsid w:val="007201A0"/>
    <w:pPr>
      <w:spacing w:before="0" w:after="360"/>
      <w:contextualSpacing/>
    </w:pPr>
    <w:rPr>
      <w:rFonts w:ascii="Neo Sans Intel" w:hAnsi="Neo Sans Intel"/>
      <w:bCs w:val="0"/>
      <w:color w:val="262626" w:themeColor="text1" w:themeTint="D9"/>
      <w:sz w:val="26"/>
    </w:rPr>
  </w:style>
  <w:style w:type="character" w:styleId="Hyperlink">
    <w:name w:val="Hyperlink"/>
    <w:uiPriority w:val="49"/>
    <w:rsid w:val="00982A61"/>
    <w:rPr>
      <w:color w:val="FDB813"/>
      <w:u w:val="single"/>
    </w:rPr>
  </w:style>
  <w:style w:type="paragraph" w:styleId="NormalWeb">
    <w:name w:val="Normal (Web)"/>
    <w:basedOn w:val="Normal"/>
    <w:uiPriority w:val="99"/>
    <w:unhideWhenUsed/>
    <w:rsid w:val="00F371BF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  <w:style w:type="character" w:customStyle="1" w:styleId="FooterChar">
    <w:name w:val="Footer Char"/>
    <w:link w:val="Footer"/>
    <w:uiPriority w:val="99"/>
    <w:rsid w:val="00E12425"/>
    <w:rPr>
      <w:rFonts w:ascii="Neo Sans Intel" w:hAnsi="Neo Sans Intel" w:cs="Arial"/>
      <w:bCs/>
      <w:color w:val="4D4D4D"/>
      <w:kern w:val="32"/>
      <w:sz w:val="14"/>
      <w:szCs w:val="32"/>
    </w:rPr>
  </w:style>
  <w:style w:type="paragraph" w:styleId="BodyText">
    <w:name w:val="Body Text"/>
    <w:link w:val="BodyTextChar"/>
    <w:semiHidden/>
    <w:unhideWhenUsed/>
    <w:rsid w:val="000D4293"/>
    <w:pPr>
      <w:widowControl w:val="0"/>
      <w:spacing w:before="60" w:after="120" w:line="340" w:lineRule="exact"/>
    </w:pPr>
    <w:rPr>
      <w:rFonts w:ascii="Verdana" w:hAnsi="Verdana"/>
      <w:szCs w:val="24"/>
    </w:rPr>
  </w:style>
  <w:style w:type="character" w:customStyle="1" w:styleId="BodyTextChar">
    <w:name w:val="Body Text Char"/>
    <w:link w:val="BodyText"/>
    <w:semiHidden/>
    <w:rsid w:val="000D4293"/>
    <w:rPr>
      <w:rFonts w:ascii="Verdana" w:hAnsi="Verdana"/>
      <w:szCs w:val="24"/>
    </w:rPr>
  </w:style>
  <w:style w:type="paragraph" w:customStyle="1" w:styleId="HeadlinePage2">
    <w:name w:val="Headline (Page 2...)"/>
    <w:basedOn w:val="Header"/>
    <w:uiPriority w:val="7"/>
    <w:rsid w:val="007201A0"/>
    <w:pPr>
      <w:spacing w:after="360"/>
    </w:pPr>
  </w:style>
  <w:style w:type="paragraph" w:customStyle="1" w:styleId="Style1">
    <w:name w:val="Style1"/>
    <w:basedOn w:val="Normal"/>
    <w:uiPriority w:val="7"/>
    <w:rsid w:val="00827DB9"/>
    <w:pPr>
      <w:numPr>
        <w:numId w:val="32"/>
      </w:numPr>
      <w:ind w:left="1440"/>
    </w:pPr>
  </w:style>
  <w:style w:type="paragraph" w:customStyle="1" w:styleId="Bulletedtext3">
    <w:name w:val="Bulleted text 3"/>
    <w:basedOn w:val="Normal"/>
    <w:uiPriority w:val="7"/>
    <w:rsid w:val="00827DB9"/>
    <w:pPr>
      <w:numPr>
        <w:numId w:val="33"/>
      </w:numPr>
    </w:pPr>
  </w:style>
  <w:style w:type="paragraph" w:customStyle="1" w:styleId="Bulletedtext-3">
    <w:name w:val="Bulleted text-3"/>
    <w:basedOn w:val="Normal"/>
    <w:uiPriority w:val="7"/>
    <w:rsid w:val="00CF28E5"/>
    <w:pPr>
      <w:numPr>
        <w:numId w:val="34"/>
      </w:numPr>
    </w:pPr>
    <w:rPr>
      <w:sz w:val="20"/>
      <w:szCs w:val="20"/>
    </w:rPr>
  </w:style>
  <w:style w:type="paragraph" w:customStyle="1" w:styleId="Bulletedtext30">
    <w:name w:val="Bulleted text3"/>
    <w:basedOn w:val="Normal"/>
    <w:uiPriority w:val="7"/>
    <w:rsid w:val="00CF28E5"/>
    <w:pPr>
      <w:numPr>
        <w:numId w:val="34"/>
      </w:numPr>
      <w:contextualSpacing/>
    </w:pPr>
    <w:rPr>
      <w:sz w:val="20"/>
      <w:szCs w:val="20"/>
    </w:rPr>
  </w:style>
  <w:style w:type="paragraph" w:customStyle="1" w:styleId="Bulletedtext--3">
    <w:name w:val="Bulleted text--3"/>
    <w:basedOn w:val="Normal"/>
    <w:uiPriority w:val="7"/>
    <w:qFormat/>
    <w:rsid w:val="00E13718"/>
    <w:pPr>
      <w:numPr>
        <w:numId w:val="34"/>
      </w:numPr>
    </w:pPr>
    <w:rPr>
      <w:sz w:val="20"/>
      <w:szCs w:val="20"/>
    </w:rPr>
  </w:style>
  <w:style w:type="paragraph" w:customStyle="1" w:styleId="BodyText1">
    <w:name w:val="Body Text1"/>
    <w:link w:val="BodytextChar0"/>
    <w:uiPriority w:val="4"/>
    <w:qFormat/>
    <w:rsid w:val="00D4457E"/>
    <w:pPr>
      <w:spacing w:before="120" w:line="310" w:lineRule="exact"/>
    </w:pPr>
    <w:rPr>
      <w:rFonts w:ascii="Neo Sans Intel Light" w:hAnsi="Neo Sans Intel Light" w:cs="Arial"/>
      <w:bCs/>
      <w:color w:val="000000" w:themeColor="text1"/>
      <w:kern w:val="32"/>
      <w:szCs w:val="28"/>
    </w:rPr>
  </w:style>
  <w:style w:type="character" w:customStyle="1" w:styleId="BodytextChar0">
    <w:name w:val="Body text Char"/>
    <w:link w:val="BodyText1"/>
    <w:uiPriority w:val="4"/>
    <w:rsid w:val="00D4457E"/>
    <w:rPr>
      <w:rFonts w:ascii="Neo Sans Intel Light" w:hAnsi="Neo Sans Intel Light" w:cs="Arial"/>
      <w:bCs/>
      <w:color w:val="000000" w:themeColor="text1"/>
      <w:kern w:val="32"/>
      <w:szCs w:val="28"/>
    </w:rPr>
  </w:style>
  <w:style w:type="character" w:customStyle="1" w:styleId="Subhead-Body">
    <w:name w:val="Subhead - Body"/>
    <w:uiPriority w:val="6"/>
    <w:qFormat/>
    <w:rsid w:val="00D4457E"/>
    <w:rPr>
      <w:rFonts w:ascii="Neo Sans Intel Medium" w:hAnsi="Neo Sans Intel Medium"/>
      <w:color w:val="0071C5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49" w:defSemiHidden="1" w:defUnhideWhenUsed="1" w:defQFormat="0" w:count="276">
    <w:lsdException w:name="Normal" w:semiHidden="0" w:uiPriority="0" w:unhideWhenUsed="0"/>
    <w:lsdException w:name="heading 1" w:semiHidden="0" w:uiPriority="0" w:unhideWhenUsed="0"/>
    <w:lsdException w:name="heading 2" w:uiPriority="0" w:qFormat="1"/>
    <w:lsdException w:name="heading 3" w:semiHidden="0" w:uiPriority="0" w:unhideWhenUsed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toc 1" w:uiPriority="0"/>
    <w:lsdException w:name="annotation text" w:uiPriority="0"/>
    <w:lsdException w:name="header" w:uiPriority="0"/>
    <w:lsdException w:name="footer" w:uiPriority="99"/>
    <w:lsdException w:name="caption" w:uiPriority="0" w:qFormat="1"/>
    <w:lsdException w:name="table of figures" w:uiPriority="50"/>
    <w:lsdException w:name="annotation reference" w:uiPriority="0"/>
    <w:lsdException w:name="page number" w:uiPriority="0"/>
    <w:lsdException w:name="table of authorities" w:uiPriority="50"/>
    <w:lsdException w:name="List Number 2" w:semiHidden="0" w:unhideWhenUsed="0"/>
    <w:lsdException w:name="List Number 5" w:semiHidden="0" w:unhideWhenUsed="0"/>
    <w:lsdException w:name="Title" w:semiHidden="0" w:unhideWhenUsed="0"/>
    <w:lsdException w:name="Default Paragraph Font" w:uiPriority="0"/>
    <w:lsdException w:name="Body Text" w:uiPriority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(Web)" w:uiPriority="99"/>
    <w:lsdException w:name="Normal Table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iPriority w:val="7"/>
    <w:semiHidden/>
    <w:rsid w:val="00FC335F"/>
    <w:pPr>
      <w:spacing w:line="400" w:lineRule="exact"/>
    </w:pPr>
    <w:rPr>
      <w:rFonts w:ascii="Neo Sans Intel Light" w:hAnsi="Neo Sans Intel Light"/>
      <w:sz w:val="28"/>
      <w:szCs w:val="24"/>
    </w:rPr>
  </w:style>
  <w:style w:type="paragraph" w:styleId="Heading1">
    <w:name w:val="heading 1"/>
    <w:basedOn w:val="Normal"/>
    <w:next w:val="Normal"/>
    <w:semiHidden/>
    <w:rsid w:val="00031A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semiHidden/>
    <w:rsid w:val="00BD080D"/>
    <w:pPr>
      <w:keepNext/>
      <w:spacing w:before="240" w:after="60"/>
      <w:outlineLvl w:val="2"/>
    </w:pPr>
    <w:rPr>
      <w:rFonts w:ascii="Neo Sans Intel Medium" w:hAnsi="Neo Sans Intel Medium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link w:val="HeadlineChar"/>
    <w:qFormat/>
    <w:rsid w:val="006E6D3B"/>
    <w:pPr>
      <w:spacing w:line="240" w:lineRule="auto"/>
    </w:pPr>
    <w:rPr>
      <w:rFonts w:ascii="Neo Sans Intel" w:hAnsi="Neo Sans Intel"/>
      <w:color w:val="FFFFFF"/>
      <w:sz w:val="38"/>
      <w:szCs w:val="20"/>
    </w:rPr>
  </w:style>
  <w:style w:type="character" w:customStyle="1" w:styleId="slpritch">
    <w:name w:val="slpritch"/>
    <w:semiHidden/>
    <w:rsid w:val="00533559"/>
    <w:rPr>
      <w:rFonts w:ascii="Arial" w:hAnsi="Arial" w:cs="Arial"/>
      <w:color w:val="000080"/>
      <w:sz w:val="20"/>
      <w:szCs w:val="20"/>
    </w:rPr>
  </w:style>
  <w:style w:type="paragraph" w:customStyle="1" w:styleId="BodyTitle">
    <w:name w:val="Body Title"/>
    <w:basedOn w:val="Headline"/>
    <w:link w:val="BodyTitleChar"/>
    <w:uiPriority w:val="2"/>
    <w:qFormat/>
    <w:rsid w:val="00982A61"/>
    <w:pPr>
      <w:spacing w:before="240"/>
    </w:pPr>
    <w:rPr>
      <w:rFonts w:ascii="Neo Sans Intel Medium" w:hAnsi="Neo Sans Intel Medium"/>
      <w:color w:val="4D4D4D"/>
      <w:sz w:val="24"/>
    </w:rPr>
  </w:style>
  <w:style w:type="paragraph" w:customStyle="1" w:styleId="BodyTextIntel">
    <w:name w:val="Body Text Intel"/>
    <w:link w:val="BodyTextIntelChar"/>
    <w:uiPriority w:val="4"/>
    <w:qFormat/>
    <w:rsid w:val="00F4592D"/>
    <w:pPr>
      <w:spacing w:before="120" w:after="120" w:line="310" w:lineRule="exact"/>
    </w:pPr>
    <w:rPr>
      <w:rFonts w:ascii="Neo Sans Intel Light" w:hAnsi="Neo Sans Intel Light" w:cs="Arial"/>
      <w:bCs/>
      <w:color w:val="000000"/>
      <w:kern w:val="32"/>
      <w:szCs w:val="28"/>
    </w:rPr>
  </w:style>
  <w:style w:type="paragraph" w:customStyle="1" w:styleId="Bulletedtext">
    <w:name w:val="Bulleted text"/>
    <w:basedOn w:val="Normal"/>
    <w:uiPriority w:val="5"/>
    <w:qFormat/>
    <w:rsid w:val="00827DB9"/>
    <w:pPr>
      <w:numPr>
        <w:numId w:val="1"/>
      </w:numPr>
      <w:spacing w:before="120" w:after="120" w:line="240" w:lineRule="auto"/>
    </w:pPr>
    <w:rPr>
      <w:sz w:val="20"/>
    </w:rPr>
  </w:style>
  <w:style w:type="paragraph" w:customStyle="1" w:styleId="Footnote">
    <w:name w:val="Footnote"/>
    <w:basedOn w:val="BodyTextIntel"/>
    <w:uiPriority w:val="5"/>
    <w:qFormat/>
    <w:rsid w:val="0065781D"/>
    <w:pPr>
      <w:spacing w:before="0" w:after="0" w:line="240" w:lineRule="auto"/>
      <w:contextualSpacing/>
    </w:pPr>
    <w:rPr>
      <w:rFonts w:ascii="Neo Sans Intel" w:hAnsi="Neo Sans Intel"/>
      <w:sz w:val="14"/>
      <w:szCs w:val="16"/>
    </w:rPr>
  </w:style>
  <w:style w:type="character" w:customStyle="1" w:styleId="TopicHeader">
    <w:name w:val="Topic Header"/>
    <w:uiPriority w:val="6"/>
    <w:qFormat/>
    <w:rsid w:val="00E67021"/>
    <w:rPr>
      <w:rFonts w:ascii="Neo Sans Intel Medium" w:hAnsi="Neo Sans Intel Medium"/>
      <w:color w:val="0071C5"/>
      <w:sz w:val="20"/>
    </w:rPr>
  </w:style>
  <w:style w:type="paragraph" w:styleId="Header">
    <w:name w:val="header"/>
    <w:basedOn w:val="Footer"/>
    <w:uiPriority w:val="6"/>
    <w:rsid w:val="00155899"/>
  </w:style>
  <w:style w:type="paragraph" w:styleId="Footer">
    <w:name w:val="footer"/>
    <w:basedOn w:val="Normal"/>
    <w:link w:val="FooterChar"/>
    <w:uiPriority w:val="99"/>
    <w:rsid w:val="00943298"/>
    <w:pPr>
      <w:tabs>
        <w:tab w:val="right" w:pos="7560"/>
      </w:tabs>
      <w:spacing w:line="240" w:lineRule="auto"/>
    </w:pPr>
    <w:rPr>
      <w:rFonts w:ascii="Neo Sans Intel" w:hAnsi="Neo Sans Intel" w:cs="Arial"/>
      <w:bCs/>
      <w:color w:val="4D4D4D"/>
      <w:kern w:val="32"/>
      <w:sz w:val="14"/>
      <w:szCs w:val="32"/>
    </w:rPr>
  </w:style>
  <w:style w:type="paragraph" w:customStyle="1" w:styleId="Bulletedtext2dash">
    <w:name w:val="Bulleted text 2 (dash)"/>
    <w:basedOn w:val="Normal"/>
    <w:uiPriority w:val="5"/>
    <w:qFormat/>
    <w:rsid w:val="00827DB9"/>
    <w:pPr>
      <w:numPr>
        <w:numId w:val="4"/>
      </w:numPr>
      <w:spacing w:before="20" w:line="240" w:lineRule="auto"/>
    </w:pPr>
    <w:rPr>
      <w:sz w:val="20"/>
    </w:rPr>
  </w:style>
  <w:style w:type="paragraph" w:customStyle="1" w:styleId="BodySubtitle">
    <w:name w:val="Body Subtitle"/>
    <w:uiPriority w:val="3"/>
    <w:qFormat/>
    <w:rsid w:val="00C56E4A"/>
    <w:pPr>
      <w:spacing w:before="240"/>
    </w:pPr>
    <w:rPr>
      <w:rFonts w:ascii="Neo Sans Intel Medium" w:hAnsi="Neo Sans Intel Medium" w:cs="Arial"/>
      <w:bCs/>
      <w:color w:val="4D4D4D"/>
      <w:kern w:val="32"/>
      <w:szCs w:val="28"/>
    </w:rPr>
  </w:style>
  <w:style w:type="character" w:customStyle="1" w:styleId="HeadlineChar">
    <w:name w:val="Headline Char"/>
    <w:link w:val="Headline"/>
    <w:rsid w:val="006E6D3B"/>
    <w:rPr>
      <w:rFonts w:ascii="Neo Sans Intel" w:hAnsi="Neo Sans Intel"/>
      <w:color w:val="FFFFFF"/>
      <w:sz w:val="38"/>
    </w:rPr>
  </w:style>
  <w:style w:type="character" w:customStyle="1" w:styleId="BodyTitleChar">
    <w:name w:val="Body Title Char"/>
    <w:link w:val="BodyTitle"/>
    <w:uiPriority w:val="2"/>
    <w:rsid w:val="00982A61"/>
    <w:rPr>
      <w:rFonts w:ascii="Neo Sans Intel Medium" w:hAnsi="Neo Sans Intel Medium"/>
      <w:color w:val="4D4D4D"/>
      <w:sz w:val="24"/>
    </w:rPr>
  </w:style>
  <w:style w:type="table" w:styleId="TableGrid">
    <w:name w:val="Table Grid"/>
    <w:basedOn w:val="TableNormal"/>
    <w:rsid w:val="004D05A9"/>
    <w:pPr>
      <w:spacing w:line="40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semiHidden/>
    <w:rsid w:val="00A81ED5"/>
    <w:pPr>
      <w:tabs>
        <w:tab w:val="right" w:pos="7550"/>
      </w:tabs>
      <w:spacing w:before="120"/>
    </w:pPr>
  </w:style>
  <w:style w:type="character" w:styleId="CommentReference">
    <w:name w:val="annotation reference"/>
    <w:semiHidden/>
    <w:rsid w:val="00D77BD1"/>
    <w:rPr>
      <w:sz w:val="16"/>
      <w:szCs w:val="16"/>
    </w:rPr>
  </w:style>
  <w:style w:type="paragraph" w:styleId="CommentText">
    <w:name w:val="annotation text"/>
    <w:basedOn w:val="Normal"/>
    <w:semiHidden/>
    <w:rsid w:val="00D77BD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77BD1"/>
    <w:rPr>
      <w:b/>
      <w:bCs/>
    </w:rPr>
  </w:style>
  <w:style w:type="paragraph" w:styleId="BalloonText">
    <w:name w:val="Balloon Text"/>
    <w:basedOn w:val="Normal"/>
    <w:uiPriority w:val="49"/>
    <w:semiHidden/>
    <w:rsid w:val="00D77BD1"/>
    <w:rPr>
      <w:rFonts w:ascii="Tahoma" w:hAnsi="Tahoma" w:cs="Tahoma"/>
      <w:sz w:val="16"/>
      <w:szCs w:val="16"/>
    </w:rPr>
  </w:style>
  <w:style w:type="character" w:customStyle="1" w:styleId="BodyTextIntelChar">
    <w:name w:val="Body Text Intel Char"/>
    <w:link w:val="BodyTextIntel"/>
    <w:uiPriority w:val="4"/>
    <w:rsid w:val="00F4592D"/>
    <w:rPr>
      <w:rFonts w:ascii="Neo Sans Intel Light" w:hAnsi="Neo Sans Intel Light" w:cs="Arial"/>
      <w:bCs/>
      <w:color w:val="000000"/>
      <w:kern w:val="32"/>
      <w:szCs w:val="28"/>
    </w:rPr>
  </w:style>
  <w:style w:type="paragraph" w:customStyle="1" w:styleId="DocumentSubtitle">
    <w:name w:val="Document Subtitle"/>
    <w:basedOn w:val="BodySubtitle"/>
    <w:uiPriority w:val="1"/>
    <w:qFormat/>
    <w:rsid w:val="007201A0"/>
    <w:pPr>
      <w:spacing w:before="0" w:after="360"/>
      <w:contextualSpacing/>
    </w:pPr>
    <w:rPr>
      <w:rFonts w:ascii="Neo Sans Intel" w:hAnsi="Neo Sans Intel"/>
      <w:bCs w:val="0"/>
      <w:color w:val="262626" w:themeColor="text1" w:themeTint="D9"/>
      <w:sz w:val="26"/>
    </w:rPr>
  </w:style>
  <w:style w:type="character" w:styleId="Hyperlink">
    <w:name w:val="Hyperlink"/>
    <w:uiPriority w:val="49"/>
    <w:rsid w:val="00982A61"/>
    <w:rPr>
      <w:color w:val="FDB813"/>
      <w:u w:val="single"/>
    </w:rPr>
  </w:style>
  <w:style w:type="paragraph" w:styleId="NormalWeb">
    <w:name w:val="Normal (Web)"/>
    <w:basedOn w:val="Normal"/>
    <w:uiPriority w:val="99"/>
    <w:unhideWhenUsed/>
    <w:rsid w:val="00F371BF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  <w:style w:type="character" w:customStyle="1" w:styleId="FooterChar">
    <w:name w:val="Footer Char"/>
    <w:link w:val="Footer"/>
    <w:uiPriority w:val="99"/>
    <w:rsid w:val="00E12425"/>
    <w:rPr>
      <w:rFonts w:ascii="Neo Sans Intel" w:hAnsi="Neo Sans Intel" w:cs="Arial"/>
      <w:bCs/>
      <w:color w:val="4D4D4D"/>
      <w:kern w:val="32"/>
      <w:sz w:val="14"/>
      <w:szCs w:val="32"/>
    </w:rPr>
  </w:style>
  <w:style w:type="paragraph" w:styleId="BodyText">
    <w:name w:val="Body Text"/>
    <w:link w:val="BodyTextChar"/>
    <w:semiHidden/>
    <w:unhideWhenUsed/>
    <w:rsid w:val="000D4293"/>
    <w:pPr>
      <w:widowControl w:val="0"/>
      <w:spacing w:before="60" w:after="120" w:line="340" w:lineRule="exact"/>
    </w:pPr>
    <w:rPr>
      <w:rFonts w:ascii="Verdana" w:hAnsi="Verdana"/>
      <w:szCs w:val="24"/>
    </w:rPr>
  </w:style>
  <w:style w:type="character" w:customStyle="1" w:styleId="BodyTextChar">
    <w:name w:val="Body Text Char"/>
    <w:link w:val="BodyText"/>
    <w:semiHidden/>
    <w:rsid w:val="000D4293"/>
    <w:rPr>
      <w:rFonts w:ascii="Verdana" w:hAnsi="Verdana"/>
      <w:szCs w:val="24"/>
    </w:rPr>
  </w:style>
  <w:style w:type="paragraph" w:customStyle="1" w:styleId="HeadlinePage2">
    <w:name w:val="Headline (Page 2...)"/>
    <w:basedOn w:val="Header"/>
    <w:uiPriority w:val="7"/>
    <w:rsid w:val="007201A0"/>
    <w:pPr>
      <w:spacing w:after="360"/>
    </w:pPr>
  </w:style>
  <w:style w:type="paragraph" w:customStyle="1" w:styleId="Style1">
    <w:name w:val="Style1"/>
    <w:basedOn w:val="Normal"/>
    <w:uiPriority w:val="7"/>
    <w:rsid w:val="00827DB9"/>
    <w:pPr>
      <w:numPr>
        <w:numId w:val="32"/>
      </w:numPr>
      <w:ind w:left="1440"/>
    </w:pPr>
  </w:style>
  <w:style w:type="paragraph" w:customStyle="1" w:styleId="Bulletedtext3">
    <w:name w:val="Bulleted text 3"/>
    <w:basedOn w:val="Normal"/>
    <w:uiPriority w:val="7"/>
    <w:rsid w:val="00827DB9"/>
    <w:pPr>
      <w:numPr>
        <w:numId w:val="33"/>
      </w:numPr>
    </w:pPr>
  </w:style>
  <w:style w:type="paragraph" w:customStyle="1" w:styleId="Bulletedtext-3">
    <w:name w:val="Bulleted text-3"/>
    <w:basedOn w:val="Normal"/>
    <w:uiPriority w:val="7"/>
    <w:rsid w:val="00CF28E5"/>
    <w:pPr>
      <w:numPr>
        <w:numId w:val="34"/>
      </w:numPr>
    </w:pPr>
    <w:rPr>
      <w:sz w:val="20"/>
      <w:szCs w:val="20"/>
    </w:rPr>
  </w:style>
  <w:style w:type="paragraph" w:customStyle="1" w:styleId="Bulletedtext30">
    <w:name w:val="Bulleted text3"/>
    <w:basedOn w:val="Normal"/>
    <w:uiPriority w:val="7"/>
    <w:rsid w:val="00CF28E5"/>
    <w:pPr>
      <w:numPr>
        <w:numId w:val="34"/>
      </w:numPr>
      <w:contextualSpacing/>
    </w:pPr>
    <w:rPr>
      <w:sz w:val="20"/>
      <w:szCs w:val="20"/>
    </w:rPr>
  </w:style>
  <w:style w:type="paragraph" w:customStyle="1" w:styleId="Bulletedtext--3">
    <w:name w:val="Bulleted text--3"/>
    <w:basedOn w:val="Normal"/>
    <w:uiPriority w:val="7"/>
    <w:qFormat/>
    <w:rsid w:val="00E13718"/>
    <w:pPr>
      <w:numPr>
        <w:numId w:val="34"/>
      </w:numPr>
    </w:pPr>
    <w:rPr>
      <w:sz w:val="20"/>
      <w:szCs w:val="20"/>
    </w:rPr>
  </w:style>
  <w:style w:type="paragraph" w:customStyle="1" w:styleId="BodyText1">
    <w:name w:val="Body Text1"/>
    <w:link w:val="BodytextChar0"/>
    <w:uiPriority w:val="4"/>
    <w:qFormat/>
    <w:rsid w:val="00D4457E"/>
    <w:pPr>
      <w:spacing w:before="120" w:line="310" w:lineRule="exact"/>
    </w:pPr>
    <w:rPr>
      <w:rFonts w:ascii="Neo Sans Intel Light" w:hAnsi="Neo Sans Intel Light" w:cs="Arial"/>
      <w:bCs/>
      <w:color w:val="000000" w:themeColor="text1"/>
      <w:kern w:val="32"/>
      <w:szCs w:val="28"/>
    </w:rPr>
  </w:style>
  <w:style w:type="character" w:customStyle="1" w:styleId="BodytextChar0">
    <w:name w:val="Body text Char"/>
    <w:link w:val="BodyText1"/>
    <w:uiPriority w:val="4"/>
    <w:rsid w:val="00D4457E"/>
    <w:rPr>
      <w:rFonts w:ascii="Neo Sans Intel Light" w:hAnsi="Neo Sans Intel Light" w:cs="Arial"/>
      <w:bCs/>
      <w:color w:val="000000" w:themeColor="text1"/>
      <w:kern w:val="32"/>
      <w:szCs w:val="28"/>
    </w:rPr>
  </w:style>
  <w:style w:type="character" w:customStyle="1" w:styleId="Subhead-Body">
    <w:name w:val="Subhead - Body"/>
    <w:uiPriority w:val="6"/>
    <w:qFormat/>
    <w:rsid w:val="00D4457E"/>
    <w:rPr>
      <w:rFonts w:ascii="Neo Sans Intel Medium" w:hAnsi="Neo Sans Intel Medium"/>
      <w:color w:val="0071C5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56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99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3008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59789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4249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28743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9817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2549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700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35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06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2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80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93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53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10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8096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5995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50277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6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288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7214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21766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5896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48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6578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799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5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80268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17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592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450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7788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7756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5336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1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51256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5701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8812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36166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6241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714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6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4545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9473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9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3847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6723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4743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593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54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winton\Desktop\Intel_word_templates\Centrin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269A66-161F-8248-AC68-2E57E3A34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Settings\ewinton\Desktop\Intel_word_templates\Centrino.dot</Template>
  <TotalTime>0</TotalTime>
  <Pages>2</Pages>
  <Words>362</Words>
  <Characters>2069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Hgdfgh</vt:lpstr>
    </vt:vector>
  </TitlesOfParts>
  <Company>Intel Corporation</Company>
  <LinksUpToDate>false</LinksUpToDate>
  <CharactersWithSpaces>2427</CharactersWithSpaces>
  <SharedDoc>false</SharedDoc>
  <HLinks>
    <vt:vector size="6" baseType="variant">
      <vt:variant>
        <vt:i4>3997757</vt:i4>
      </vt:variant>
      <vt:variant>
        <vt:i4>0</vt:i4>
      </vt:variant>
      <vt:variant>
        <vt:i4>0</vt:i4>
      </vt:variant>
      <vt:variant>
        <vt:i4>5</vt:i4>
      </vt:variant>
      <vt:variant>
        <vt:lpwstr>http://www.classtools.net/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Hgdfgh</dc:title>
  <dc:creator>Tom Mordasky</dc:creator>
  <cp:lastModifiedBy>Lisa Fisher</cp:lastModifiedBy>
  <cp:revision>2</cp:revision>
  <cp:lastPrinted>2013-10-28T17:16:00Z</cp:lastPrinted>
  <dcterms:created xsi:type="dcterms:W3CDTF">2013-11-22T03:43:00Z</dcterms:created>
  <dcterms:modified xsi:type="dcterms:W3CDTF">2013-11-22T03:43:00Z</dcterms:modified>
</cp:coreProperties>
</file>