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113763" w14:textId="77777777" w:rsidR="00EB2594" w:rsidRPr="00601BE4" w:rsidRDefault="001C7671" w:rsidP="003E6A40">
      <w:pPr>
        <w:pStyle w:val="BodyTextIntel"/>
        <w:rPr>
          <w:rStyle w:val="Subhead-Body"/>
          <w:rFonts w:ascii="Verdana" w:hAnsi="Verdana"/>
          <w:color w:val="auto"/>
        </w:rPr>
      </w:pPr>
      <w:r w:rsidRPr="00601BE4">
        <w:rPr>
          <w:rStyle w:val="Subhead-Body"/>
          <w:rFonts w:ascii="Verdana" w:hAnsi="Verdana"/>
          <w:color w:val="auto"/>
        </w:rPr>
        <w:t>Browse apps using the links below, or navigate to your preferred app store. Use this worksheet to record notes about the different apps you find.</w:t>
      </w:r>
    </w:p>
    <w:p w14:paraId="0786A497" w14:textId="77777777" w:rsidR="001C7671" w:rsidRPr="00601BE4" w:rsidRDefault="001C7671" w:rsidP="001C7671">
      <w:pPr>
        <w:pStyle w:val="BodyText1"/>
        <w:spacing w:before="0"/>
        <w:rPr>
          <w:rStyle w:val="Hyperlink"/>
          <w:rFonts w:ascii="Verdana" w:hAnsi="Verdana"/>
          <w:b/>
          <w:color w:val="0071C5"/>
          <w:u w:val="none"/>
        </w:rPr>
      </w:pPr>
      <w:r w:rsidRPr="00601BE4">
        <w:rPr>
          <w:rStyle w:val="Hyperlink"/>
          <w:rFonts w:ascii="Verdana" w:hAnsi="Verdana"/>
          <w:b/>
          <w:color w:val="0071C5"/>
          <w:szCs w:val="20"/>
          <w:u w:val="none"/>
        </w:rPr>
        <w:t>Educational App Sites</w:t>
      </w:r>
    </w:p>
    <w:p w14:paraId="5364DD3E" w14:textId="77777777" w:rsidR="001C7671" w:rsidRPr="00B13926" w:rsidRDefault="001C7671" w:rsidP="001C7671">
      <w:pPr>
        <w:pStyle w:val="Bulletedtext"/>
        <w:rPr>
          <w:rFonts w:ascii="Verdana" w:hAnsi="Verdana"/>
        </w:rPr>
      </w:pPr>
      <w:r w:rsidRPr="00B13926">
        <w:rPr>
          <w:rStyle w:val="Hyperlink"/>
          <w:rFonts w:ascii="Verdana" w:hAnsi="Verdana"/>
          <w:color w:val="auto"/>
          <w:szCs w:val="20"/>
          <w:u w:val="none"/>
        </w:rPr>
        <w:t>APPitic</w:t>
      </w:r>
      <w:r w:rsidRPr="00B13926">
        <w:rPr>
          <w:rFonts w:ascii="Verdana" w:hAnsi="Verdana"/>
        </w:rPr>
        <w:br/>
      </w:r>
      <w:hyperlink r:id="rId9" w:history="1">
        <w:r w:rsidRPr="00B13926">
          <w:rPr>
            <w:rStyle w:val="Hyperlink"/>
            <w:rFonts w:ascii="Verdana" w:hAnsi="Verdana"/>
            <w:color w:val="0070C0"/>
          </w:rPr>
          <w:t>http://www.appitic.com/</w:t>
        </w:r>
      </w:hyperlink>
      <w:r w:rsidRPr="00B13926">
        <w:rPr>
          <w:rFonts w:ascii="Verdana" w:hAnsi="Verdana"/>
        </w:rPr>
        <w:t xml:space="preserve"> </w:t>
      </w:r>
      <w:r w:rsidRPr="00B13926">
        <w:rPr>
          <w:rStyle w:val="Hyperlink"/>
          <w:rFonts w:ascii="Verdana" w:hAnsi="Verdana"/>
          <w:color w:val="auto"/>
          <w:szCs w:val="20"/>
          <w:u w:val="none"/>
        </w:rPr>
        <w:t>*</w:t>
      </w:r>
    </w:p>
    <w:p w14:paraId="5F8869B0" w14:textId="77777777" w:rsidR="001C7671" w:rsidRPr="00B13926" w:rsidRDefault="001C7671" w:rsidP="001C7671">
      <w:pPr>
        <w:pStyle w:val="Bulletedtext"/>
        <w:rPr>
          <w:rFonts w:ascii="Verdana" w:hAnsi="Verdana"/>
        </w:rPr>
      </w:pPr>
      <w:r w:rsidRPr="00B13926">
        <w:rPr>
          <w:rFonts w:ascii="Verdana" w:hAnsi="Verdana"/>
        </w:rPr>
        <w:t>AppySmarts</w:t>
      </w:r>
      <w:r w:rsidRPr="00B13926">
        <w:rPr>
          <w:rFonts w:ascii="Verdana" w:hAnsi="Verdana"/>
        </w:rPr>
        <w:br/>
      </w:r>
      <w:hyperlink r:id="rId10" w:history="1">
        <w:r w:rsidRPr="00B13926">
          <w:rPr>
            <w:rStyle w:val="Hyperlink"/>
            <w:rFonts w:ascii="Verdana" w:hAnsi="Verdana"/>
            <w:color w:val="0070C0"/>
          </w:rPr>
          <w:t>http://www.appysmarts.com/</w:t>
        </w:r>
      </w:hyperlink>
      <w:r w:rsidRPr="00B13926">
        <w:rPr>
          <w:rFonts w:ascii="Verdana" w:hAnsi="Verdana"/>
        </w:rPr>
        <w:t xml:space="preserve"> </w:t>
      </w:r>
      <w:r w:rsidRPr="00B13926">
        <w:rPr>
          <w:rStyle w:val="Hyperlink"/>
          <w:rFonts w:ascii="Verdana" w:hAnsi="Verdana"/>
          <w:color w:val="auto"/>
          <w:szCs w:val="20"/>
          <w:u w:val="none"/>
        </w:rPr>
        <w:t>*</w:t>
      </w:r>
    </w:p>
    <w:p w14:paraId="0F4B80CC" w14:textId="77777777" w:rsidR="001C7671" w:rsidRPr="00B13926" w:rsidRDefault="001C7671" w:rsidP="001C7671">
      <w:pPr>
        <w:pStyle w:val="Bulletedtext"/>
        <w:rPr>
          <w:rFonts w:ascii="Verdana" w:hAnsi="Verdana"/>
        </w:rPr>
      </w:pPr>
      <w:r w:rsidRPr="00B13926">
        <w:rPr>
          <w:rFonts w:ascii="Verdana" w:hAnsi="Verdana"/>
        </w:rPr>
        <w:t>Common Sense Media App Reviews</w:t>
      </w:r>
      <w:r w:rsidRPr="00B13926">
        <w:rPr>
          <w:rFonts w:ascii="Verdana" w:hAnsi="Verdana"/>
        </w:rPr>
        <w:br/>
      </w:r>
      <w:hyperlink r:id="rId11" w:history="1">
        <w:r w:rsidRPr="00B13926">
          <w:rPr>
            <w:rStyle w:val="Hyperlink"/>
            <w:rFonts w:ascii="Verdana" w:hAnsi="Verdana"/>
            <w:color w:val="0070C0"/>
          </w:rPr>
          <w:t>http://www.commonsensemedia.org/app-reviews</w:t>
        </w:r>
      </w:hyperlink>
      <w:r w:rsidRPr="00B13926">
        <w:rPr>
          <w:rFonts w:ascii="Verdana" w:hAnsi="Verdana"/>
        </w:rPr>
        <w:t xml:space="preserve"> </w:t>
      </w:r>
      <w:r w:rsidRPr="00B13926">
        <w:rPr>
          <w:rStyle w:val="Hyperlink"/>
          <w:rFonts w:ascii="Verdana" w:hAnsi="Verdana"/>
          <w:color w:val="auto"/>
          <w:szCs w:val="20"/>
          <w:u w:val="none"/>
        </w:rPr>
        <w:t>*</w:t>
      </w:r>
      <w:r w:rsidRPr="00B13926">
        <w:rPr>
          <w:rFonts w:ascii="Verdana" w:hAnsi="Verdana"/>
        </w:rPr>
        <w:t xml:space="preserve"> </w:t>
      </w:r>
    </w:p>
    <w:p w14:paraId="5E98CF40" w14:textId="77777777" w:rsidR="001C7671" w:rsidRPr="00B13926" w:rsidRDefault="001C7671" w:rsidP="001C7671">
      <w:pPr>
        <w:pStyle w:val="Bulletedtext"/>
        <w:rPr>
          <w:rFonts w:ascii="Verdana" w:hAnsi="Verdana"/>
        </w:rPr>
      </w:pPr>
      <w:r w:rsidRPr="00B13926">
        <w:rPr>
          <w:rFonts w:ascii="Verdana" w:hAnsi="Verdana"/>
        </w:rPr>
        <w:t>Mind Leap</w:t>
      </w:r>
      <w:r w:rsidRPr="00B13926">
        <w:rPr>
          <w:rFonts w:ascii="Verdana" w:hAnsi="Verdana"/>
        </w:rPr>
        <w:br/>
      </w:r>
      <w:hyperlink r:id="rId12" w:history="1">
        <w:r w:rsidRPr="00B13926">
          <w:rPr>
            <w:rStyle w:val="Hyperlink"/>
            <w:rFonts w:ascii="Verdana" w:hAnsi="Verdana"/>
            <w:color w:val="0070C0"/>
          </w:rPr>
          <w:t>http://www.mindleaptech.com/</w:t>
        </w:r>
      </w:hyperlink>
      <w:r w:rsidRPr="00B13926">
        <w:rPr>
          <w:rFonts w:ascii="Verdana" w:hAnsi="Verdana"/>
        </w:rPr>
        <w:t xml:space="preserve"> </w:t>
      </w:r>
      <w:r w:rsidRPr="00B13926">
        <w:rPr>
          <w:rStyle w:val="Hyperlink"/>
          <w:rFonts w:ascii="Verdana" w:hAnsi="Verdana"/>
          <w:color w:val="auto"/>
          <w:szCs w:val="20"/>
          <w:u w:val="none"/>
        </w:rPr>
        <w:t>*</w:t>
      </w:r>
      <w:r w:rsidRPr="00B13926">
        <w:rPr>
          <w:rFonts w:ascii="Verdana" w:hAnsi="Verdana"/>
        </w:rPr>
        <w:t xml:space="preserve"> </w:t>
      </w:r>
    </w:p>
    <w:p w14:paraId="2753AC7C" w14:textId="77777777" w:rsidR="001C7671" w:rsidRPr="00B13926" w:rsidRDefault="001C7671" w:rsidP="001C7671">
      <w:pPr>
        <w:pStyle w:val="Bulletedtext"/>
        <w:rPr>
          <w:rFonts w:ascii="Verdana" w:hAnsi="Verdana"/>
        </w:rPr>
      </w:pPr>
      <w:r w:rsidRPr="00B13926">
        <w:rPr>
          <w:rFonts w:ascii="Verdana" w:hAnsi="Verdana"/>
        </w:rPr>
        <w:t>Teachers With Apps</w:t>
      </w:r>
      <w:r w:rsidRPr="00B13926">
        <w:rPr>
          <w:rFonts w:ascii="Verdana" w:hAnsi="Verdana"/>
        </w:rPr>
        <w:br/>
      </w:r>
      <w:hyperlink r:id="rId13" w:history="1">
        <w:r w:rsidRPr="00B13926">
          <w:rPr>
            <w:rStyle w:val="Hyperlink"/>
            <w:rFonts w:ascii="Verdana" w:hAnsi="Verdana"/>
            <w:color w:val="0070C0"/>
          </w:rPr>
          <w:t>http://teacherswithapps.com/</w:t>
        </w:r>
      </w:hyperlink>
      <w:r w:rsidRPr="00B13926">
        <w:rPr>
          <w:rFonts w:ascii="Verdana" w:hAnsi="Verdana"/>
        </w:rPr>
        <w:t xml:space="preserve"> </w:t>
      </w:r>
      <w:r w:rsidRPr="00B13926">
        <w:rPr>
          <w:rStyle w:val="Hyperlink"/>
          <w:rFonts w:ascii="Verdana" w:hAnsi="Verdana"/>
          <w:color w:val="auto"/>
          <w:szCs w:val="20"/>
          <w:u w:val="none"/>
        </w:rPr>
        <w:t>*</w:t>
      </w:r>
      <w:r w:rsidRPr="00B13926">
        <w:rPr>
          <w:rFonts w:ascii="Verdana" w:hAnsi="Verdana"/>
        </w:rPr>
        <w:t xml:space="preserve"> </w:t>
      </w:r>
      <w:r w:rsidR="00E82726">
        <w:rPr>
          <w:rFonts w:ascii="Verdana" w:hAnsi="Verdana"/>
        </w:rPr>
        <w:br/>
      </w:r>
      <w:r w:rsidRPr="00B13926">
        <w:rPr>
          <w:rFonts w:ascii="Verdana" w:hAnsi="Verdana"/>
        </w:rPr>
        <w:t xml:space="preserve">  </w:t>
      </w:r>
    </w:p>
    <w:tbl>
      <w:tblPr>
        <w:tblStyle w:val="TableGrid"/>
        <w:tblW w:w="10142" w:type="dxa"/>
        <w:tblLayout w:type="fixed"/>
        <w:tblLook w:val="04A0" w:firstRow="1" w:lastRow="0" w:firstColumn="1" w:lastColumn="0" w:noHBand="0" w:noVBand="1"/>
      </w:tblPr>
      <w:tblGrid>
        <w:gridCol w:w="1496"/>
        <w:gridCol w:w="1496"/>
        <w:gridCol w:w="2702"/>
        <w:gridCol w:w="2065"/>
        <w:gridCol w:w="2383"/>
      </w:tblGrid>
      <w:tr w:rsidR="00E82726" w:rsidRPr="00B13926" w14:paraId="6557CFF0" w14:textId="77777777" w:rsidTr="00E82726">
        <w:trPr>
          <w:trHeight w:val="608"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hideMark/>
          </w:tcPr>
          <w:p w14:paraId="500CC98B" w14:textId="77777777" w:rsidR="00E82726" w:rsidRPr="001E589C" w:rsidRDefault="00E82726" w:rsidP="001E589C">
            <w:pPr>
              <w:pStyle w:val="BodyText1"/>
              <w:jc w:val="center"/>
              <w:rPr>
                <w:rFonts w:ascii="Verdana" w:hAnsi="Verdana"/>
                <w:b/>
                <w:color w:val="FFFFFF" w:themeColor="background1"/>
                <w:sz w:val="16"/>
                <w:szCs w:val="24"/>
              </w:rPr>
            </w:pPr>
            <w:r w:rsidRPr="001E589C">
              <w:rPr>
                <w:rFonts w:ascii="Verdana" w:hAnsi="Verdana"/>
                <w:b/>
                <w:color w:val="FFFFFF" w:themeColor="background1"/>
                <w:sz w:val="16"/>
              </w:rPr>
              <w:t>App name and download URL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hideMark/>
          </w:tcPr>
          <w:p w14:paraId="159CB1B1" w14:textId="77777777" w:rsidR="00E82726" w:rsidRPr="001E589C" w:rsidRDefault="00E82726" w:rsidP="001E589C">
            <w:pPr>
              <w:pStyle w:val="BodyText1"/>
              <w:jc w:val="center"/>
              <w:rPr>
                <w:rFonts w:ascii="Verdana" w:hAnsi="Verdana"/>
                <w:b/>
                <w:color w:val="FFFFFF" w:themeColor="background1"/>
                <w:sz w:val="16"/>
              </w:rPr>
            </w:pPr>
            <w:r w:rsidRPr="001E589C">
              <w:rPr>
                <w:rFonts w:ascii="Verdana" w:hAnsi="Verdana"/>
                <w:b/>
                <w:color w:val="FFFFFF" w:themeColor="background1"/>
                <w:sz w:val="16"/>
              </w:rPr>
              <w:t>Subject/</w:t>
            </w:r>
            <w:r w:rsidR="001E589C">
              <w:rPr>
                <w:rFonts w:ascii="Verdana" w:hAnsi="Verdana"/>
                <w:b/>
                <w:color w:val="FFFFFF" w:themeColor="background1"/>
                <w:sz w:val="16"/>
              </w:rPr>
              <w:br/>
            </w:r>
            <w:r w:rsidRPr="001E589C">
              <w:rPr>
                <w:rFonts w:ascii="Verdana" w:hAnsi="Verdana"/>
                <w:b/>
                <w:color w:val="FFFFFF" w:themeColor="background1"/>
                <w:sz w:val="16"/>
              </w:rPr>
              <w:t>Topic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hideMark/>
          </w:tcPr>
          <w:p w14:paraId="37597EC3" w14:textId="77777777" w:rsidR="00E82726" w:rsidRPr="001E589C" w:rsidRDefault="00E82726" w:rsidP="001E589C">
            <w:pPr>
              <w:pStyle w:val="BodyText1"/>
              <w:jc w:val="center"/>
              <w:rPr>
                <w:rFonts w:ascii="Verdana" w:hAnsi="Verdana"/>
                <w:b/>
                <w:color w:val="FFFFFF" w:themeColor="background1"/>
                <w:sz w:val="16"/>
              </w:rPr>
            </w:pPr>
            <w:r w:rsidRPr="001E589C">
              <w:rPr>
                <w:rFonts w:ascii="Verdana" w:hAnsi="Verdana"/>
                <w:b/>
                <w:color w:val="FFFFFF" w:themeColor="background1"/>
                <w:sz w:val="16"/>
              </w:rPr>
              <w:t>App strengths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hideMark/>
          </w:tcPr>
          <w:p w14:paraId="7F60BFCD" w14:textId="77777777" w:rsidR="00E82726" w:rsidRPr="001E589C" w:rsidRDefault="00E82726" w:rsidP="001E589C">
            <w:pPr>
              <w:pStyle w:val="BodyText1"/>
              <w:jc w:val="center"/>
              <w:rPr>
                <w:rFonts w:ascii="Verdana" w:hAnsi="Verdana"/>
                <w:b/>
                <w:color w:val="FFFFFF" w:themeColor="background1"/>
                <w:sz w:val="16"/>
              </w:rPr>
            </w:pPr>
            <w:r w:rsidRPr="001E589C">
              <w:rPr>
                <w:rFonts w:ascii="Verdana" w:hAnsi="Verdana"/>
                <w:b/>
                <w:color w:val="FFFFFF" w:themeColor="background1"/>
                <w:sz w:val="16"/>
              </w:rPr>
              <w:t>App limitations or considerations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hideMark/>
          </w:tcPr>
          <w:p w14:paraId="3DAB07D2" w14:textId="77777777" w:rsidR="00E82726" w:rsidRPr="001E589C" w:rsidRDefault="00E82726" w:rsidP="001E589C">
            <w:pPr>
              <w:pStyle w:val="BodyText1"/>
              <w:jc w:val="center"/>
              <w:rPr>
                <w:rFonts w:ascii="Verdana" w:hAnsi="Verdana"/>
                <w:b/>
                <w:color w:val="FFFFFF" w:themeColor="background1"/>
                <w:sz w:val="16"/>
              </w:rPr>
            </w:pPr>
            <w:r w:rsidRPr="001E589C">
              <w:rPr>
                <w:rFonts w:ascii="Verdana" w:hAnsi="Verdana"/>
                <w:b/>
                <w:color w:val="FFFFFF" w:themeColor="background1"/>
                <w:sz w:val="16"/>
              </w:rPr>
              <w:t>How this might fit in to my mobile learning unit</w:t>
            </w:r>
          </w:p>
        </w:tc>
      </w:tr>
      <w:tr w:rsidR="00E82726" w:rsidRPr="00B13926" w14:paraId="7A5B8596" w14:textId="77777777" w:rsidTr="001E589C">
        <w:trPr>
          <w:trHeight w:val="608"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1236B" w14:textId="77777777" w:rsidR="00E82726" w:rsidRPr="001E589C" w:rsidRDefault="001E589C" w:rsidP="001E589C">
            <w:pPr>
              <w:pStyle w:val="BodyText1"/>
              <w:rPr>
                <w:rFonts w:ascii="Verdana" w:hAnsi="Verdana"/>
                <w:i/>
                <w:color w:val="auto"/>
                <w:szCs w:val="20"/>
              </w:rPr>
            </w:pPr>
            <w:r w:rsidRPr="001E589C">
              <w:rPr>
                <w:rFonts w:ascii="Verdana" w:hAnsi="Verdana"/>
                <w:i/>
                <w:color w:val="auto"/>
                <w:szCs w:val="20"/>
              </w:rPr>
              <w:t>Amazing Alex</w:t>
            </w:r>
          </w:p>
          <w:p w14:paraId="1648BC08" w14:textId="77777777" w:rsidR="00E82726" w:rsidRPr="001E589C" w:rsidRDefault="001E589C" w:rsidP="001E589C">
            <w:pPr>
              <w:pStyle w:val="BodyText1"/>
              <w:rPr>
                <w:rFonts w:ascii="Verdana" w:hAnsi="Verdana"/>
                <w:i/>
                <w:color w:val="auto"/>
                <w:szCs w:val="20"/>
              </w:rPr>
            </w:pPr>
            <w:hyperlink r:id="rId14" w:history="1">
              <w:r w:rsidRPr="001E589C">
                <w:rPr>
                  <w:rStyle w:val="Hyperlink"/>
                  <w:rFonts w:ascii="Verdana" w:hAnsi="Verdana"/>
                  <w:i/>
                  <w:color w:val="auto"/>
                  <w:szCs w:val="20"/>
                </w:rPr>
                <w:t>https://play.google.com/store/apps/details?id=com.rovio.amazingalexHD</w:t>
              </w:r>
            </w:hyperlink>
          </w:p>
          <w:p w14:paraId="7F6231A1" w14:textId="77777777" w:rsidR="001E589C" w:rsidRPr="001E589C" w:rsidRDefault="001E589C" w:rsidP="001E589C">
            <w:pPr>
              <w:pStyle w:val="BodyText1"/>
              <w:rPr>
                <w:rFonts w:ascii="Verdana" w:hAnsi="Verdana"/>
                <w:color w:val="auto"/>
                <w:szCs w:val="20"/>
              </w:rPr>
            </w:pPr>
            <w:hyperlink r:id="rId15" w:history="1">
              <w:r w:rsidRPr="001E589C">
                <w:rPr>
                  <w:rStyle w:val="Hyperlink"/>
                  <w:rFonts w:ascii="Verdana" w:hAnsi="Verdana"/>
                  <w:i/>
                  <w:color w:val="auto"/>
                  <w:szCs w:val="20"/>
                </w:rPr>
                <w:t>https://itunes.apple.com/us/app/amazing-alex-hd/id524334658?mt=8</w:t>
              </w:r>
            </w:hyperlink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16EC90" w14:textId="77777777" w:rsidR="00E82726" w:rsidRPr="00E82726" w:rsidRDefault="00E82726" w:rsidP="009332C9">
            <w:pPr>
              <w:pStyle w:val="BodyText1"/>
              <w:rPr>
                <w:rFonts w:ascii="Verdana" w:hAnsi="Verdana"/>
                <w:color w:val="auto"/>
                <w:szCs w:val="20"/>
              </w:rPr>
            </w:pPr>
            <w:r w:rsidRPr="00E82726">
              <w:rPr>
                <w:rFonts w:ascii="Verdana" w:hAnsi="Verdana"/>
                <w:i/>
                <w:color w:val="auto"/>
                <w:szCs w:val="20"/>
              </w:rPr>
              <w:t xml:space="preserve">Math </w:t>
            </w:r>
            <w:r w:rsidR="009332C9">
              <w:rPr>
                <w:rFonts w:ascii="Verdana" w:hAnsi="Verdana"/>
                <w:i/>
                <w:color w:val="auto"/>
                <w:szCs w:val="20"/>
              </w:rPr>
              <w:t>and Physics Skills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7E52EB" w14:textId="77777777" w:rsidR="00E82726" w:rsidRPr="00737ECA" w:rsidRDefault="00E82726" w:rsidP="00E82726">
            <w:pPr>
              <w:pStyle w:val="Bulletedtext"/>
              <w:ind w:left="360"/>
              <w:rPr>
                <w:rFonts w:ascii="Verdana" w:hAnsi="Verdana"/>
                <w:i/>
              </w:rPr>
            </w:pPr>
            <w:r w:rsidRPr="00737ECA">
              <w:rPr>
                <w:rFonts w:ascii="Verdana" w:hAnsi="Verdana"/>
                <w:i/>
              </w:rPr>
              <w:t>Game-like, interactive environment</w:t>
            </w:r>
          </w:p>
          <w:p w14:paraId="083FA591" w14:textId="77777777" w:rsidR="00E82726" w:rsidRPr="00737ECA" w:rsidRDefault="00E82726" w:rsidP="00E82726">
            <w:pPr>
              <w:pStyle w:val="Bulletedtext"/>
              <w:ind w:left="360"/>
              <w:rPr>
                <w:rFonts w:ascii="Verdana" w:hAnsi="Verdana"/>
                <w:i/>
              </w:rPr>
            </w:pPr>
            <w:r w:rsidRPr="00737ECA">
              <w:rPr>
                <w:rFonts w:ascii="Verdana" w:hAnsi="Verdana"/>
                <w:i/>
              </w:rPr>
              <w:t>Have to apply critical thinking and problem-solving skills to solve the challenges</w:t>
            </w:r>
          </w:p>
          <w:p w14:paraId="0CBF54E4" w14:textId="77777777" w:rsidR="00E82726" w:rsidRPr="00737ECA" w:rsidRDefault="009332C9" w:rsidP="00E82726">
            <w:pPr>
              <w:pStyle w:val="Bulletedtext"/>
              <w:ind w:left="360"/>
              <w:rPr>
                <w:rFonts w:ascii="Verdana" w:hAnsi="Verdana"/>
                <w:i/>
              </w:rPr>
            </w:pPr>
            <w:r w:rsidRPr="00737ECA">
              <w:rPr>
                <w:rFonts w:ascii="Verdana" w:hAnsi="Verdana"/>
                <w:i/>
              </w:rPr>
              <w:t>More than one solution to each challenge</w:t>
            </w:r>
          </w:p>
          <w:p w14:paraId="23285E8F" w14:textId="48DF122D" w:rsidR="00E82726" w:rsidRPr="00737ECA" w:rsidRDefault="009332C9" w:rsidP="00E82726">
            <w:pPr>
              <w:pStyle w:val="Bulletedtext"/>
              <w:ind w:left="360"/>
              <w:rPr>
                <w:rFonts w:ascii="Verdana" w:hAnsi="Verdana"/>
                <w:i/>
              </w:rPr>
            </w:pPr>
            <w:r w:rsidRPr="00737ECA">
              <w:rPr>
                <w:rFonts w:ascii="Verdana" w:hAnsi="Verdana"/>
                <w:i/>
              </w:rPr>
              <w:t xml:space="preserve">Students can </w:t>
            </w:r>
            <w:r w:rsidR="00737ECA" w:rsidRPr="00737ECA">
              <w:rPr>
                <w:rFonts w:ascii="Verdana" w:hAnsi="Verdana"/>
                <w:i/>
              </w:rPr>
              <w:t xml:space="preserve">build and share </w:t>
            </w:r>
            <w:r w:rsidRPr="00737ECA">
              <w:rPr>
                <w:rFonts w:ascii="Verdana" w:hAnsi="Verdana"/>
                <w:i/>
              </w:rPr>
              <w:t xml:space="preserve">their </w:t>
            </w:r>
            <w:r w:rsidR="00745D43">
              <w:rPr>
                <w:rFonts w:ascii="Verdana" w:hAnsi="Verdana"/>
                <w:i/>
              </w:rPr>
              <w:t>own unique</w:t>
            </w:r>
            <w:r w:rsidRPr="00737ECA">
              <w:rPr>
                <w:rFonts w:ascii="Verdana" w:hAnsi="Verdana"/>
                <w:i/>
              </w:rPr>
              <w:t xml:space="preserve"> </w:t>
            </w:r>
            <w:r w:rsidR="00745D43">
              <w:rPr>
                <w:rFonts w:ascii="Verdana" w:hAnsi="Verdana"/>
                <w:i/>
              </w:rPr>
              <w:t>puzzles</w:t>
            </w:r>
            <w:r w:rsidRPr="00737ECA">
              <w:rPr>
                <w:rFonts w:ascii="Verdana" w:hAnsi="Verdana"/>
                <w:i/>
              </w:rPr>
              <w:t xml:space="preserve"> online</w:t>
            </w:r>
          </w:p>
          <w:p w14:paraId="5EC06279" w14:textId="77777777" w:rsidR="00E82726" w:rsidRPr="00737ECA" w:rsidRDefault="00737ECA" w:rsidP="00E82726">
            <w:pPr>
              <w:pStyle w:val="Bulletedtext"/>
              <w:ind w:left="360"/>
              <w:rPr>
                <w:i/>
              </w:rPr>
            </w:pPr>
            <w:r w:rsidRPr="00737ECA">
              <w:rPr>
                <w:rFonts w:ascii="Verdana" w:hAnsi="Verdana"/>
                <w:i/>
              </w:rPr>
              <w:t>Students can “level up” and apply new learning as they advance through the levels</w:t>
            </w:r>
          </w:p>
          <w:p w14:paraId="158EA396" w14:textId="77777777" w:rsidR="00737ECA" w:rsidRPr="00E82726" w:rsidRDefault="00737ECA" w:rsidP="00E82726">
            <w:pPr>
              <w:pStyle w:val="Bulletedtext"/>
              <w:ind w:left="360"/>
            </w:pPr>
            <w:r w:rsidRPr="00737ECA">
              <w:rPr>
                <w:rFonts w:ascii="Verdana" w:hAnsi="Verdana"/>
                <w:i/>
              </w:rPr>
              <w:t>Builds creativity skills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66CFD" w14:textId="77777777" w:rsidR="00E82726" w:rsidRPr="00E82726" w:rsidRDefault="00737ECA" w:rsidP="005D6690">
            <w:pPr>
              <w:pStyle w:val="BodyText1"/>
              <w:numPr>
                <w:ilvl w:val="0"/>
                <w:numId w:val="42"/>
              </w:numPr>
              <w:spacing w:line="240" w:lineRule="auto"/>
              <w:ind w:left="426"/>
              <w:rPr>
                <w:rFonts w:ascii="Verdana" w:hAnsi="Verdana"/>
                <w:i/>
                <w:color w:val="auto"/>
                <w:szCs w:val="20"/>
              </w:rPr>
            </w:pPr>
            <w:r>
              <w:rPr>
                <w:rFonts w:ascii="Verdana" w:hAnsi="Verdana"/>
                <w:i/>
                <w:color w:val="auto"/>
                <w:szCs w:val="20"/>
              </w:rPr>
              <w:t>Free version has limited levels</w:t>
            </w:r>
          </w:p>
          <w:p w14:paraId="092FE1EE" w14:textId="77777777" w:rsidR="00E82726" w:rsidRPr="00E82726" w:rsidRDefault="00737ECA" w:rsidP="005D6690">
            <w:pPr>
              <w:pStyle w:val="BodyText1"/>
              <w:numPr>
                <w:ilvl w:val="0"/>
                <w:numId w:val="42"/>
              </w:numPr>
              <w:spacing w:line="240" w:lineRule="auto"/>
              <w:ind w:left="426"/>
              <w:rPr>
                <w:rFonts w:ascii="Verdana" w:hAnsi="Verdana"/>
                <w:color w:val="auto"/>
                <w:szCs w:val="20"/>
              </w:rPr>
            </w:pPr>
            <w:r>
              <w:rPr>
                <w:rFonts w:ascii="Verdana" w:hAnsi="Verdana"/>
                <w:i/>
                <w:color w:val="auto"/>
                <w:szCs w:val="20"/>
              </w:rPr>
              <w:t>HD version costs $2</w:t>
            </w:r>
            <w:r w:rsidR="00E82726" w:rsidRPr="00E82726">
              <w:rPr>
                <w:rFonts w:ascii="Verdana" w:hAnsi="Verdana"/>
                <w:i/>
                <w:color w:val="auto"/>
                <w:szCs w:val="20"/>
              </w:rPr>
              <w:t>.99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B2DE6" w14:textId="77777777" w:rsidR="00737ECA" w:rsidRDefault="00737ECA" w:rsidP="005D6690">
            <w:pPr>
              <w:pStyle w:val="BodyText1"/>
              <w:numPr>
                <w:ilvl w:val="0"/>
                <w:numId w:val="42"/>
              </w:numPr>
              <w:spacing w:line="240" w:lineRule="auto"/>
              <w:ind w:left="341"/>
              <w:rPr>
                <w:rFonts w:ascii="Verdana" w:hAnsi="Verdana"/>
                <w:i/>
                <w:color w:val="auto"/>
                <w:szCs w:val="20"/>
              </w:rPr>
            </w:pPr>
            <w:r>
              <w:rPr>
                <w:rFonts w:ascii="Verdana" w:hAnsi="Verdana"/>
                <w:i/>
                <w:color w:val="auto"/>
                <w:szCs w:val="20"/>
              </w:rPr>
              <w:t>Generate interest for upcoming physics unit</w:t>
            </w:r>
          </w:p>
          <w:p w14:paraId="1B1C7A24" w14:textId="77777777" w:rsidR="00E82726" w:rsidRDefault="00E82726" w:rsidP="005D6690">
            <w:pPr>
              <w:pStyle w:val="BodyText1"/>
              <w:numPr>
                <w:ilvl w:val="0"/>
                <w:numId w:val="42"/>
              </w:numPr>
              <w:spacing w:line="240" w:lineRule="auto"/>
              <w:ind w:left="341"/>
              <w:rPr>
                <w:rFonts w:ascii="Verdana" w:hAnsi="Verdana"/>
                <w:i/>
                <w:color w:val="auto"/>
                <w:szCs w:val="20"/>
              </w:rPr>
            </w:pPr>
            <w:r w:rsidRPr="00E82726">
              <w:rPr>
                <w:rFonts w:ascii="Verdana" w:hAnsi="Verdana"/>
                <w:i/>
                <w:color w:val="auto"/>
                <w:szCs w:val="20"/>
              </w:rPr>
              <w:t xml:space="preserve">At-home learning activity for building proficiency and fluency with </w:t>
            </w:r>
            <w:r w:rsidR="00737ECA">
              <w:rPr>
                <w:rFonts w:ascii="Verdana" w:hAnsi="Verdana"/>
                <w:i/>
                <w:color w:val="auto"/>
                <w:szCs w:val="20"/>
              </w:rPr>
              <w:t>physics principles</w:t>
            </w:r>
          </w:p>
          <w:p w14:paraId="30C92D94" w14:textId="7B3A35E1" w:rsidR="00745D43" w:rsidRPr="00E82726" w:rsidRDefault="00AF2ECA" w:rsidP="005D6690">
            <w:pPr>
              <w:pStyle w:val="BodyText1"/>
              <w:numPr>
                <w:ilvl w:val="0"/>
                <w:numId w:val="42"/>
              </w:numPr>
              <w:spacing w:line="240" w:lineRule="auto"/>
              <w:ind w:left="341"/>
              <w:rPr>
                <w:rFonts w:ascii="Verdana" w:hAnsi="Verdana"/>
                <w:i/>
                <w:color w:val="auto"/>
                <w:szCs w:val="20"/>
              </w:rPr>
            </w:pPr>
            <w:r>
              <w:rPr>
                <w:rFonts w:ascii="Verdana" w:hAnsi="Verdana"/>
                <w:i/>
                <w:color w:val="auto"/>
                <w:szCs w:val="20"/>
              </w:rPr>
              <w:t>Exercise for building creativity skills- idea generation</w:t>
            </w:r>
            <w:bookmarkStart w:id="0" w:name="_GoBack"/>
            <w:bookmarkEnd w:id="0"/>
          </w:p>
          <w:p w14:paraId="2E8689A7" w14:textId="77777777" w:rsidR="00E82726" w:rsidRPr="00E82726" w:rsidRDefault="00E82726" w:rsidP="005D6690">
            <w:pPr>
              <w:pStyle w:val="BodyText1"/>
              <w:numPr>
                <w:ilvl w:val="0"/>
                <w:numId w:val="42"/>
              </w:numPr>
              <w:spacing w:line="240" w:lineRule="auto"/>
              <w:ind w:left="341"/>
              <w:rPr>
                <w:rFonts w:ascii="Verdana" w:hAnsi="Verdana"/>
                <w:color w:val="auto"/>
                <w:szCs w:val="20"/>
              </w:rPr>
            </w:pPr>
            <w:r w:rsidRPr="00E82726">
              <w:rPr>
                <w:rFonts w:ascii="Verdana" w:hAnsi="Verdana"/>
                <w:i/>
                <w:color w:val="auto"/>
                <w:szCs w:val="20"/>
              </w:rPr>
              <w:t>Post-assessment and pre-assessment tool</w:t>
            </w:r>
          </w:p>
        </w:tc>
      </w:tr>
    </w:tbl>
    <w:p w14:paraId="15CC4486" w14:textId="77777777" w:rsidR="001C7671" w:rsidRDefault="001C7671" w:rsidP="003E6A40">
      <w:pPr>
        <w:pStyle w:val="BodyTextIntel"/>
        <w:rPr>
          <w:rStyle w:val="Subhead-Body"/>
          <w:rFonts w:ascii="Verdana" w:hAnsi="Verdana"/>
        </w:rPr>
      </w:pPr>
    </w:p>
    <w:p w14:paraId="586D90C2" w14:textId="77777777" w:rsidR="001C7671" w:rsidRDefault="001C7671" w:rsidP="003E6A40">
      <w:pPr>
        <w:pStyle w:val="BodyTextIntel"/>
        <w:rPr>
          <w:rFonts w:eastAsia="Verdana" w:cs="Verdana"/>
          <w:color w:val="222222"/>
          <w:szCs w:val="20"/>
          <w:highlight w:val="white"/>
        </w:rPr>
        <w:sectPr w:rsidR="001C7671" w:rsidSect="00D10460">
          <w:headerReference w:type="default" r:id="rId16"/>
          <w:footerReference w:type="default" r:id="rId17"/>
          <w:headerReference w:type="first" r:id="rId18"/>
          <w:footerReference w:type="first" r:id="rId19"/>
          <w:type w:val="continuous"/>
          <w:pgSz w:w="12240" w:h="15840" w:code="1"/>
          <w:pgMar w:top="900" w:right="1440" w:bottom="1440" w:left="1440" w:header="720" w:footer="576" w:gutter="0"/>
          <w:pgNumType w:start="1"/>
          <w:cols w:space="720"/>
          <w:titlePg/>
          <w:docGrid w:linePitch="360"/>
        </w:sectPr>
      </w:pPr>
    </w:p>
    <w:tbl>
      <w:tblPr>
        <w:tblStyle w:val="TableGrid"/>
        <w:tblW w:w="10142" w:type="dxa"/>
        <w:tblInd w:w="-389" w:type="dxa"/>
        <w:tblLayout w:type="fixed"/>
        <w:tblLook w:val="04A0" w:firstRow="1" w:lastRow="0" w:firstColumn="1" w:lastColumn="0" w:noHBand="0" w:noVBand="1"/>
      </w:tblPr>
      <w:tblGrid>
        <w:gridCol w:w="1496"/>
        <w:gridCol w:w="1496"/>
        <w:gridCol w:w="2702"/>
        <w:gridCol w:w="2065"/>
        <w:gridCol w:w="2383"/>
      </w:tblGrid>
      <w:tr w:rsidR="00601BE4" w:rsidRPr="00B13926" w14:paraId="055EC6D2" w14:textId="77777777" w:rsidTr="00601BE4">
        <w:trPr>
          <w:trHeight w:val="608"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hideMark/>
          </w:tcPr>
          <w:p w14:paraId="7E5758A3" w14:textId="77777777" w:rsidR="00601BE4" w:rsidRPr="0084653E" w:rsidRDefault="00601BE4" w:rsidP="0084653E">
            <w:pPr>
              <w:pStyle w:val="BodyText1"/>
              <w:jc w:val="center"/>
              <w:rPr>
                <w:rFonts w:ascii="Verdana" w:hAnsi="Verdana"/>
                <w:b/>
                <w:color w:val="FFFFFF" w:themeColor="background1"/>
                <w:sz w:val="16"/>
                <w:szCs w:val="24"/>
              </w:rPr>
            </w:pPr>
            <w:r w:rsidRPr="0084653E">
              <w:rPr>
                <w:rFonts w:ascii="Verdana" w:hAnsi="Verdana"/>
                <w:b/>
                <w:color w:val="FFFFFF" w:themeColor="background1"/>
                <w:sz w:val="16"/>
              </w:rPr>
              <w:lastRenderedPageBreak/>
              <w:t>App name and download URL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hideMark/>
          </w:tcPr>
          <w:p w14:paraId="59421024" w14:textId="7C865AC2" w:rsidR="00601BE4" w:rsidRPr="0084653E" w:rsidRDefault="00601BE4" w:rsidP="0084653E">
            <w:pPr>
              <w:pStyle w:val="BodyText1"/>
              <w:jc w:val="center"/>
              <w:rPr>
                <w:rFonts w:ascii="Verdana" w:hAnsi="Verdana"/>
                <w:b/>
                <w:color w:val="FFFFFF" w:themeColor="background1"/>
                <w:sz w:val="16"/>
              </w:rPr>
            </w:pPr>
            <w:r w:rsidRPr="0084653E">
              <w:rPr>
                <w:rFonts w:ascii="Verdana" w:hAnsi="Verdana"/>
                <w:b/>
                <w:color w:val="FFFFFF" w:themeColor="background1"/>
                <w:sz w:val="16"/>
              </w:rPr>
              <w:t>Subject/</w:t>
            </w:r>
            <w:r w:rsidR="0084653E">
              <w:rPr>
                <w:rFonts w:ascii="Verdana" w:hAnsi="Verdana"/>
                <w:b/>
                <w:color w:val="FFFFFF" w:themeColor="background1"/>
                <w:sz w:val="16"/>
              </w:rPr>
              <w:br/>
            </w:r>
            <w:r w:rsidRPr="0084653E">
              <w:rPr>
                <w:rFonts w:ascii="Verdana" w:hAnsi="Verdana"/>
                <w:b/>
                <w:color w:val="FFFFFF" w:themeColor="background1"/>
                <w:sz w:val="16"/>
              </w:rPr>
              <w:t>Topic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hideMark/>
          </w:tcPr>
          <w:p w14:paraId="56721DE7" w14:textId="77777777" w:rsidR="00601BE4" w:rsidRPr="0084653E" w:rsidRDefault="00601BE4" w:rsidP="0084653E">
            <w:pPr>
              <w:pStyle w:val="BodyText1"/>
              <w:jc w:val="center"/>
              <w:rPr>
                <w:rFonts w:ascii="Verdana" w:hAnsi="Verdana"/>
                <w:b/>
                <w:color w:val="FFFFFF" w:themeColor="background1"/>
                <w:sz w:val="16"/>
              </w:rPr>
            </w:pPr>
            <w:r w:rsidRPr="0084653E">
              <w:rPr>
                <w:rFonts w:ascii="Verdana" w:hAnsi="Verdana"/>
                <w:b/>
                <w:color w:val="FFFFFF" w:themeColor="background1"/>
                <w:sz w:val="16"/>
              </w:rPr>
              <w:t>App strengths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hideMark/>
          </w:tcPr>
          <w:p w14:paraId="72F2052D" w14:textId="77777777" w:rsidR="00601BE4" w:rsidRPr="0084653E" w:rsidRDefault="00601BE4" w:rsidP="0084653E">
            <w:pPr>
              <w:pStyle w:val="BodyText1"/>
              <w:jc w:val="center"/>
              <w:rPr>
                <w:rFonts w:ascii="Verdana" w:hAnsi="Verdana"/>
                <w:b/>
                <w:color w:val="FFFFFF" w:themeColor="background1"/>
                <w:sz w:val="16"/>
              </w:rPr>
            </w:pPr>
            <w:r w:rsidRPr="0084653E">
              <w:rPr>
                <w:rFonts w:ascii="Verdana" w:hAnsi="Verdana"/>
                <w:b/>
                <w:color w:val="FFFFFF" w:themeColor="background1"/>
                <w:sz w:val="16"/>
              </w:rPr>
              <w:t>App limitations or considerations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hideMark/>
          </w:tcPr>
          <w:p w14:paraId="49BD7C85" w14:textId="77777777" w:rsidR="00601BE4" w:rsidRPr="0084653E" w:rsidRDefault="00601BE4" w:rsidP="0084653E">
            <w:pPr>
              <w:pStyle w:val="BodyText1"/>
              <w:jc w:val="center"/>
              <w:rPr>
                <w:rFonts w:ascii="Verdana" w:hAnsi="Verdana"/>
                <w:b/>
                <w:color w:val="FFFFFF" w:themeColor="background1"/>
                <w:sz w:val="16"/>
              </w:rPr>
            </w:pPr>
            <w:r w:rsidRPr="0084653E">
              <w:rPr>
                <w:rFonts w:ascii="Verdana" w:hAnsi="Verdana"/>
                <w:b/>
                <w:color w:val="FFFFFF" w:themeColor="background1"/>
                <w:sz w:val="16"/>
              </w:rPr>
              <w:t>How this might fit in to my mobile learning unit</w:t>
            </w:r>
          </w:p>
        </w:tc>
      </w:tr>
      <w:tr w:rsidR="00601BE4" w:rsidRPr="00B13926" w14:paraId="1F605850" w14:textId="77777777" w:rsidTr="001E589C">
        <w:trPr>
          <w:trHeight w:val="608"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E2B3A" w14:textId="77777777" w:rsidR="00601BE4" w:rsidRPr="00B13926" w:rsidRDefault="00601BE4" w:rsidP="001E589C">
            <w:pPr>
              <w:pStyle w:val="BodyText1"/>
              <w:rPr>
                <w:rFonts w:ascii="Verdana" w:hAnsi="Verdana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D07BD" w14:textId="77777777" w:rsidR="00601BE4" w:rsidRPr="00B13926" w:rsidRDefault="00601BE4" w:rsidP="001E589C">
            <w:pPr>
              <w:pStyle w:val="BodyText1"/>
              <w:rPr>
                <w:rFonts w:ascii="Verdana" w:hAnsi="Verdana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EDC49" w14:textId="77777777" w:rsidR="00601BE4" w:rsidRPr="00B13926" w:rsidRDefault="00601BE4" w:rsidP="001E589C">
            <w:pPr>
              <w:pStyle w:val="BodyText1"/>
              <w:rPr>
                <w:rFonts w:ascii="Verdana" w:hAnsi="Verdana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45DBD2" w14:textId="77777777" w:rsidR="00601BE4" w:rsidRPr="00B13926" w:rsidRDefault="00601BE4" w:rsidP="001E589C">
            <w:pPr>
              <w:pStyle w:val="BodyText1"/>
              <w:rPr>
                <w:rFonts w:ascii="Verdana" w:hAnsi="Verdana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EF881" w14:textId="77777777" w:rsidR="00601BE4" w:rsidRPr="00B13926" w:rsidRDefault="00601BE4" w:rsidP="001E589C">
            <w:pPr>
              <w:pStyle w:val="BodyText1"/>
              <w:ind w:left="-19"/>
              <w:rPr>
                <w:rFonts w:ascii="Verdana" w:hAnsi="Verdana"/>
              </w:rPr>
            </w:pPr>
          </w:p>
        </w:tc>
      </w:tr>
      <w:tr w:rsidR="00601BE4" w:rsidRPr="00B13926" w14:paraId="2E0919EF" w14:textId="77777777" w:rsidTr="001E589C">
        <w:trPr>
          <w:trHeight w:val="608"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8BAD2" w14:textId="77777777" w:rsidR="00601BE4" w:rsidRPr="00B13926" w:rsidRDefault="00601BE4" w:rsidP="001E589C">
            <w:pPr>
              <w:pStyle w:val="BodyText1"/>
              <w:rPr>
                <w:rFonts w:ascii="Verdana" w:hAnsi="Verdana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3E841" w14:textId="77777777" w:rsidR="00601BE4" w:rsidRPr="00B13926" w:rsidRDefault="00601BE4" w:rsidP="001E589C">
            <w:pPr>
              <w:pStyle w:val="BodyText1"/>
              <w:rPr>
                <w:rFonts w:ascii="Verdana" w:hAnsi="Verdana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1B08C" w14:textId="77777777" w:rsidR="00601BE4" w:rsidRPr="00B13926" w:rsidRDefault="00601BE4" w:rsidP="001E589C">
            <w:pPr>
              <w:pStyle w:val="BodyText1"/>
              <w:rPr>
                <w:rFonts w:ascii="Verdana" w:hAnsi="Verdana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EC7C6" w14:textId="77777777" w:rsidR="00601BE4" w:rsidRPr="00B13926" w:rsidRDefault="00601BE4" w:rsidP="001E589C">
            <w:pPr>
              <w:pStyle w:val="BodyText1"/>
              <w:rPr>
                <w:rFonts w:ascii="Verdana" w:hAnsi="Verdana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2B365" w14:textId="77777777" w:rsidR="00601BE4" w:rsidRPr="00B13926" w:rsidRDefault="00601BE4" w:rsidP="001E589C">
            <w:pPr>
              <w:pStyle w:val="BodyText1"/>
              <w:ind w:left="-19"/>
              <w:rPr>
                <w:rFonts w:ascii="Verdana" w:hAnsi="Verdana"/>
              </w:rPr>
            </w:pPr>
          </w:p>
        </w:tc>
      </w:tr>
      <w:tr w:rsidR="00601BE4" w:rsidRPr="00B13926" w14:paraId="74774EB5" w14:textId="77777777" w:rsidTr="001E589C">
        <w:trPr>
          <w:trHeight w:val="608"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4C369" w14:textId="77777777" w:rsidR="00601BE4" w:rsidRPr="00B13926" w:rsidRDefault="00601BE4" w:rsidP="001E589C">
            <w:pPr>
              <w:pStyle w:val="BodyText1"/>
              <w:rPr>
                <w:rFonts w:ascii="Verdana" w:hAnsi="Verdana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3967F7" w14:textId="77777777" w:rsidR="00601BE4" w:rsidRPr="00B13926" w:rsidRDefault="00601BE4" w:rsidP="001E589C">
            <w:pPr>
              <w:pStyle w:val="BodyText1"/>
              <w:rPr>
                <w:rFonts w:ascii="Verdana" w:hAnsi="Verdana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5639E2" w14:textId="77777777" w:rsidR="00601BE4" w:rsidRPr="00B13926" w:rsidRDefault="00601BE4" w:rsidP="001E589C">
            <w:pPr>
              <w:pStyle w:val="BodyText1"/>
              <w:rPr>
                <w:rFonts w:ascii="Verdana" w:hAnsi="Verdana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77410" w14:textId="77777777" w:rsidR="00601BE4" w:rsidRPr="00B13926" w:rsidRDefault="00601BE4" w:rsidP="001E589C">
            <w:pPr>
              <w:pStyle w:val="BodyText1"/>
              <w:rPr>
                <w:rFonts w:ascii="Verdana" w:hAnsi="Verdana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2C3EF0" w14:textId="77777777" w:rsidR="00601BE4" w:rsidRPr="00B13926" w:rsidRDefault="00601BE4" w:rsidP="001E589C">
            <w:pPr>
              <w:pStyle w:val="BodyText1"/>
              <w:ind w:left="-19"/>
              <w:rPr>
                <w:rFonts w:ascii="Verdana" w:hAnsi="Verdana"/>
              </w:rPr>
            </w:pPr>
          </w:p>
        </w:tc>
      </w:tr>
      <w:tr w:rsidR="00601BE4" w:rsidRPr="00B13926" w14:paraId="75779E05" w14:textId="77777777" w:rsidTr="001E589C">
        <w:trPr>
          <w:trHeight w:val="608"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36792" w14:textId="77777777" w:rsidR="00601BE4" w:rsidRPr="00B13926" w:rsidRDefault="00601BE4" w:rsidP="001E589C">
            <w:pPr>
              <w:pStyle w:val="BodyText1"/>
              <w:rPr>
                <w:rFonts w:ascii="Verdana" w:hAnsi="Verdana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792295" w14:textId="77777777" w:rsidR="00601BE4" w:rsidRPr="00B13926" w:rsidRDefault="00601BE4" w:rsidP="001E589C">
            <w:pPr>
              <w:pStyle w:val="BodyText1"/>
              <w:rPr>
                <w:rFonts w:ascii="Verdana" w:hAnsi="Verdana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08019" w14:textId="77777777" w:rsidR="00601BE4" w:rsidRPr="00B13926" w:rsidRDefault="00601BE4" w:rsidP="001E589C">
            <w:pPr>
              <w:pStyle w:val="BodyText1"/>
              <w:rPr>
                <w:rFonts w:ascii="Verdana" w:hAnsi="Verdana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F3458" w14:textId="77777777" w:rsidR="00601BE4" w:rsidRPr="00B13926" w:rsidRDefault="00601BE4" w:rsidP="001E589C">
            <w:pPr>
              <w:pStyle w:val="BodyText1"/>
              <w:rPr>
                <w:rFonts w:ascii="Verdana" w:hAnsi="Verdana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7F825" w14:textId="77777777" w:rsidR="00601BE4" w:rsidRPr="00B13926" w:rsidRDefault="00601BE4" w:rsidP="001E589C">
            <w:pPr>
              <w:pStyle w:val="BodyText1"/>
              <w:ind w:left="-19"/>
              <w:rPr>
                <w:rFonts w:ascii="Verdana" w:hAnsi="Verdana"/>
              </w:rPr>
            </w:pPr>
          </w:p>
        </w:tc>
      </w:tr>
      <w:tr w:rsidR="00601BE4" w:rsidRPr="00B13926" w14:paraId="51BD9F25" w14:textId="77777777" w:rsidTr="001E589C">
        <w:trPr>
          <w:trHeight w:val="608"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62C51" w14:textId="77777777" w:rsidR="00601BE4" w:rsidRPr="00B13926" w:rsidRDefault="00601BE4" w:rsidP="001E589C">
            <w:pPr>
              <w:pStyle w:val="BodyText1"/>
              <w:rPr>
                <w:rFonts w:ascii="Verdana" w:hAnsi="Verdana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ED4B3" w14:textId="77777777" w:rsidR="00601BE4" w:rsidRPr="00B13926" w:rsidRDefault="00601BE4" w:rsidP="001E589C">
            <w:pPr>
              <w:pStyle w:val="BodyText1"/>
              <w:rPr>
                <w:rFonts w:ascii="Verdana" w:hAnsi="Verdana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2B67D" w14:textId="77777777" w:rsidR="00601BE4" w:rsidRPr="00B13926" w:rsidRDefault="00601BE4" w:rsidP="001E589C">
            <w:pPr>
              <w:pStyle w:val="BodyText1"/>
              <w:rPr>
                <w:rFonts w:ascii="Verdana" w:hAnsi="Verdana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1F9C9E" w14:textId="77777777" w:rsidR="00601BE4" w:rsidRPr="00B13926" w:rsidRDefault="00601BE4" w:rsidP="001E589C">
            <w:pPr>
              <w:pStyle w:val="BodyText1"/>
              <w:rPr>
                <w:rFonts w:ascii="Verdana" w:hAnsi="Verdana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856FA" w14:textId="77777777" w:rsidR="00601BE4" w:rsidRPr="00B13926" w:rsidRDefault="00601BE4" w:rsidP="001E589C">
            <w:pPr>
              <w:pStyle w:val="BodyText1"/>
              <w:ind w:left="-19"/>
              <w:rPr>
                <w:rFonts w:ascii="Verdana" w:hAnsi="Verdana"/>
              </w:rPr>
            </w:pPr>
          </w:p>
        </w:tc>
      </w:tr>
    </w:tbl>
    <w:p w14:paraId="728F1E9D" w14:textId="77777777" w:rsidR="00181A3E" w:rsidRDefault="00181A3E" w:rsidP="004C3CCD">
      <w:pPr>
        <w:pStyle w:val="BodyTextIntel"/>
        <w:rPr>
          <w:rFonts w:eastAsia="Verdana" w:cs="Verdana"/>
          <w:color w:val="222222"/>
          <w:szCs w:val="20"/>
          <w:highlight w:val="white"/>
        </w:rPr>
      </w:pPr>
    </w:p>
    <w:sectPr w:rsidR="00181A3E" w:rsidSect="004329B4">
      <w:footerReference w:type="default" r:id="rId20"/>
      <w:pgSz w:w="12240" w:h="15840" w:code="1"/>
      <w:pgMar w:top="900" w:right="1440" w:bottom="1440" w:left="1440" w:header="720" w:footer="576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7422D3" w14:textId="77777777" w:rsidR="001E589C" w:rsidRDefault="001E589C">
      <w:r>
        <w:separator/>
      </w:r>
    </w:p>
  </w:endnote>
  <w:endnote w:type="continuationSeparator" w:id="0">
    <w:p w14:paraId="153DAA83" w14:textId="77777777" w:rsidR="001E589C" w:rsidRDefault="001E58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Neo Sans Light">
    <w:altName w:val="Times New Roman"/>
    <w:charset w:val="00"/>
    <w:family w:val="auto"/>
    <w:pitch w:val="variable"/>
    <w:sig w:usb0="03000000" w:usb1="00000000" w:usb2="00000000" w:usb3="00000000" w:csb0="00000001" w:csb1="00000000"/>
  </w:font>
  <w:font w:name="Neo Sans Intel Light">
    <w:panose1 w:val="020B0303020202020204"/>
    <w:charset w:val="00"/>
    <w:family w:val="auto"/>
    <w:pitch w:val="variable"/>
    <w:sig w:usb0="00000007" w:usb1="00000000" w:usb2="00000000" w:usb3="00000000" w:csb0="00000093" w:csb1="00000000"/>
  </w:font>
  <w:font w:name="Neo Sans Intel Medium">
    <w:panose1 w:val="020B0604020202020204"/>
    <w:charset w:val="00"/>
    <w:family w:val="auto"/>
    <w:pitch w:val="variable"/>
    <w:sig w:usb0="00000007" w:usb1="00000000" w:usb2="00000000" w:usb3="00000000" w:csb0="00000093" w:csb1="00000000"/>
  </w:font>
  <w:font w:name="Neo Sans Intel">
    <w:panose1 w:val="020B0504020202020204"/>
    <w:charset w:val="00"/>
    <w:family w:val="auto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32614E" w14:textId="77777777" w:rsidR="001E589C" w:rsidRPr="00F04F0B" w:rsidRDefault="001E589C" w:rsidP="009C21E8">
    <w:pPr>
      <w:pStyle w:val="Footnote"/>
    </w:pPr>
    <w:r w:rsidRPr="00244960">
      <w:t>Copyright © 201</w:t>
    </w:r>
    <w:r>
      <w:t>3</w:t>
    </w:r>
    <w:r w:rsidRPr="00244960">
      <w:t xml:space="preserve"> Intel Corporation. All rights reserved.</w:t>
    </w:r>
    <w:r>
      <w:tab/>
    </w:r>
    <w:r>
      <w:tab/>
    </w:r>
    <w:r>
      <w:tab/>
    </w:r>
    <w:r>
      <w:tab/>
    </w:r>
    <w:r>
      <w:tab/>
    </w:r>
    <w:r>
      <w:tab/>
    </w:r>
    <w:r>
      <w:tab/>
    </w:r>
    <w:r w:rsidRPr="00A25BF2">
      <w:t xml:space="preserve">Page </w:t>
    </w:r>
    <w:r w:rsidRPr="00A25BF2">
      <w:fldChar w:fldCharType="begin"/>
    </w:r>
    <w:r w:rsidRPr="00A25BF2">
      <w:instrText xml:space="preserve"> PAGE </w:instrText>
    </w:r>
    <w:r w:rsidRPr="00A25BF2">
      <w:fldChar w:fldCharType="separate"/>
    </w:r>
    <w:r w:rsidR="0084653E">
      <w:rPr>
        <w:noProof/>
      </w:rPr>
      <w:t>2</w:t>
    </w:r>
    <w:r w:rsidRPr="00A25BF2">
      <w:fldChar w:fldCharType="end"/>
    </w:r>
    <w:r w:rsidRPr="00A25BF2">
      <w:t xml:space="preserve"> of </w:t>
    </w:r>
    <w:fldSimple w:instr=" NUMPAGES  ">
      <w:r w:rsidR="0084653E">
        <w:rPr>
          <w:noProof/>
        </w:rPr>
        <w:t>3</w:t>
      </w:r>
    </w:fldSimple>
  </w:p>
  <w:p w14:paraId="72CBCFCA" w14:textId="77777777" w:rsidR="001E589C" w:rsidRDefault="001E589C"/>
  <w:p w14:paraId="0FEF6C26" w14:textId="77777777" w:rsidR="001E589C" w:rsidRDefault="001E589C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1517E6" w14:textId="77777777" w:rsidR="001E589C" w:rsidRDefault="001E589C" w:rsidP="00040E53">
    <w:pPr>
      <w:pStyle w:val="Footnote"/>
    </w:pPr>
    <w:r w:rsidRPr="00244960">
      <w:t>Copyright © 201</w:t>
    </w:r>
    <w:r>
      <w:t>4</w:t>
    </w:r>
    <w:r w:rsidRPr="00244960">
      <w:t xml:space="preserve"> Intel Corporation. All rights reserved.</w:t>
    </w:r>
    <w:r>
      <w:tab/>
    </w:r>
    <w:r>
      <w:tab/>
    </w:r>
    <w:r>
      <w:tab/>
    </w:r>
    <w:r>
      <w:tab/>
    </w:r>
    <w:r>
      <w:tab/>
    </w:r>
    <w:r>
      <w:tab/>
    </w:r>
    <w:r>
      <w:tab/>
    </w:r>
    <w:r w:rsidRPr="00A25BF2">
      <w:t xml:space="preserve">Page </w:t>
    </w:r>
    <w:r w:rsidRPr="00A25BF2">
      <w:fldChar w:fldCharType="begin"/>
    </w:r>
    <w:r w:rsidRPr="00A25BF2">
      <w:instrText xml:space="preserve"> PAGE </w:instrText>
    </w:r>
    <w:r w:rsidRPr="00A25BF2">
      <w:fldChar w:fldCharType="separate"/>
    </w:r>
    <w:r w:rsidR="00AF2ECA">
      <w:rPr>
        <w:noProof/>
      </w:rPr>
      <w:t>1</w:t>
    </w:r>
    <w:r w:rsidRPr="00A25BF2">
      <w:fldChar w:fldCharType="end"/>
    </w:r>
    <w:r w:rsidRPr="00A25BF2">
      <w:t xml:space="preserve"> of </w:t>
    </w:r>
    <w:fldSimple w:instr=" NUMPAGES  ">
      <w:r w:rsidR="00AF2ECA">
        <w:rPr>
          <w:noProof/>
        </w:rPr>
        <w:t>2</w:t>
      </w:r>
    </w:fldSimple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F575BA" w14:textId="77777777" w:rsidR="001E589C" w:rsidRDefault="001E589C" w:rsidP="0065781D">
    <w:pPr>
      <w:pStyle w:val="Footnote"/>
    </w:pPr>
    <w:r w:rsidRPr="00244960">
      <w:t>Copyright © 201</w:t>
    </w:r>
    <w:r>
      <w:t>4</w:t>
    </w:r>
    <w:r w:rsidRPr="00244960">
      <w:t xml:space="preserve"> Intel Corporation. All rights reserved. Adapted with permission. Intel, the Intel logo</w:t>
    </w:r>
    <w:r>
      <w:t>,</w:t>
    </w:r>
    <w:r w:rsidRPr="00244960">
      <w:t xml:space="preserve"> and the </w:t>
    </w:r>
    <w:r>
      <w:br/>
      <w:t xml:space="preserve">Intel Education Initiative </w:t>
    </w:r>
    <w:r w:rsidRPr="00244960">
      <w:t>are trademarks of Intel Corporation or its subsidiaries in the U.S. and other</w:t>
    </w:r>
    <w:r>
      <w:t xml:space="preserve"> countries. </w:t>
    </w:r>
    <w:r>
      <w:br/>
    </w:r>
    <w:r w:rsidRPr="00244960">
      <w:t>*Other names a</w:t>
    </w:r>
    <w:r>
      <w:t xml:space="preserve">nd brands may be claimed as the </w:t>
    </w:r>
    <w:r w:rsidRPr="00244960">
      <w:t>property of others.</w:t>
    </w:r>
    <w:r>
      <w:tab/>
    </w:r>
    <w:r>
      <w:tab/>
    </w:r>
    <w:r>
      <w:tab/>
    </w:r>
    <w:r>
      <w:tab/>
    </w:r>
    <w:r>
      <w:tab/>
    </w:r>
    <w:r>
      <w:tab/>
    </w:r>
    <w:r w:rsidRPr="00A25BF2">
      <w:t xml:space="preserve">Page </w:t>
    </w:r>
    <w:r>
      <w:t>2</w:t>
    </w:r>
    <w:r w:rsidRPr="00A25BF2">
      <w:t xml:space="preserve"> of </w:t>
    </w:r>
    <w:fldSimple w:instr=" NUMPAGES  ">
      <w:r w:rsidR="00745D43">
        <w:rPr>
          <w:noProof/>
        </w:rPr>
        <w:t>2</w:t>
      </w:r>
    </w:fldSimple>
  </w:p>
  <w:p w14:paraId="0FB22369" w14:textId="77777777" w:rsidR="001E589C" w:rsidRPr="00F04F0B" w:rsidRDefault="001E589C" w:rsidP="001B4EEF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965482" w14:textId="77777777" w:rsidR="001E589C" w:rsidRDefault="001E589C">
      <w:r>
        <w:separator/>
      </w:r>
    </w:p>
  </w:footnote>
  <w:footnote w:type="continuationSeparator" w:id="0">
    <w:p w14:paraId="5457BACB" w14:textId="77777777" w:rsidR="001E589C" w:rsidRDefault="001E589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93464E" w14:textId="77777777" w:rsidR="001E589C" w:rsidRPr="008518DF" w:rsidRDefault="001E589C" w:rsidP="008518DF">
    <w:pPr>
      <w:pBdr>
        <w:bottom w:val="single" w:sz="6" w:space="1" w:color="auto"/>
      </w:pBdr>
      <w:tabs>
        <w:tab w:val="center" w:pos="4320"/>
        <w:tab w:val="right" w:pos="9360"/>
      </w:tabs>
      <w:spacing w:line="240" w:lineRule="auto"/>
      <w:rPr>
        <w:rFonts w:ascii="Neo Sans Intel" w:hAnsi="Neo Sans Intel"/>
        <w:bCs/>
        <w:sz w:val="14"/>
        <w:szCs w:val="14"/>
      </w:rPr>
    </w:pPr>
    <w:r w:rsidRPr="008518DF">
      <w:rPr>
        <w:rFonts w:ascii="Neo Sans Intel" w:hAnsi="Neo Sans Intel"/>
        <w:bCs/>
        <w:sz w:val="14"/>
        <w:szCs w:val="14"/>
      </w:rPr>
      <w:t>Intel</w:t>
    </w:r>
    <w:r w:rsidRPr="008518DF">
      <w:rPr>
        <w:rFonts w:ascii="Neo Sans Intel" w:hAnsi="Neo Sans Intel"/>
        <w:bCs/>
        <w:sz w:val="14"/>
        <w:szCs w:val="14"/>
        <w:vertAlign w:val="superscript"/>
      </w:rPr>
      <w:t>®</w:t>
    </w:r>
    <w:r w:rsidRPr="008518DF">
      <w:rPr>
        <w:rFonts w:ascii="Neo Sans Intel" w:hAnsi="Neo Sans Intel"/>
        <w:bCs/>
        <w:sz w:val="14"/>
        <w:szCs w:val="14"/>
      </w:rPr>
      <w:t xml:space="preserve"> Teach Elements</w:t>
    </w:r>
  </w:p>
  <w:p w14:paraId="2DCD8C3E" w14:textId="027504EF" w:rsidR="001E589C" w:rsidRDefault="001E589C" w:rsidP="0084653E">
    <w:pPr>
      <w:pStyle w:val="HeadlinePage2"/>
    </w:pPr>
    <w:r w:rsidRPr="008518DF">
      <w:rPr>
        <w:bCs w:val="0"/>
        <w:szCs w:val="14"/>
      </w:rPr>
      <w:t>Moving into Mobile Learning</w: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252EAC" w14:textId="77777777" w:rsidR="001E589C" w:rsidRPr="000B6D77" w:rsidRDefault="001E589C" w:rsidP="00D10460">
    <w:pPr>
      <w:pStyle w:val="Headline"/>
      <w:rPr>
        <w:rFonts w:ascii="Verdana" w:hAnsi="Verdana"/>
      </w:rPr>
    </w:pPr>
    <w:r w:rsidRPr="000B6D77">
      <w:rPr>
        <w:rFonts w:ascii="Verdana" w:hAnsi="Verdana"/>
        <w:noProof/>
      </w:rPr>
      <w:drawing>
        <wp:anchor distT="0" distB="0" distL="114300" distR="114300" simplePos="0" relativeHeight="251666432" behindDoc="0" locked="0" layoutInCell="1" allowOverlap="1" wp14:anchorId="7E513966" wp14:editId="0D13F724">
          <wp:simplePos x="0" y="0"/>
          <wp:positionH relativeFrom="margin">
            <wp:posOffset>4798060</wp:posOffset>
          </wp:positionH>
          <wp:positionV relativeFrom="margin">
            <wp:posOffset>-887730</wp:posOffset>
          </wp:positionV>
          <wp:extent cx="802005" cy="685800"/>
          <wp:effectExtent l="0" t="0" r="10795" b="0"/>
          <wp:wrapSquare wrapText="bothSides"/>
          <wp:docPr id="5" name="Picture 5" descr="Macintosh HD:Users:sburt:Dropbox:Templates-Guides:Intel-Education-Logo:Digital:intEDU_blue_smal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Macintosh HD:Users:sburt:Dropbox:Templates-Guides:Intel-Education-Logo:Digital:intEDU_blue_small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2005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0B6D77">
      <w:rPr>
        <w:rFonts w:ascii="Verdana" w:hAnsi="Verdana"/>
        <w:noProof/>
      </w:rPr>
      <w:drawing>
        <wp:anchor distT="0" distB="0" distL="114300" distR="114300" simplePos="0" relativeHeight="251665408" behindDoc="1" locked="0" layoutInCell="1" allowOverlap="1" wp14:anchorId="51FCE7EF" wp14:editId="6E5A9D14">
          <wp:simplePos x="0" y="0"/>
          <wp:positionH relativeFrom="column">
            <wp:posOffset>-1097280</wp:posOffset>
          </wp:positionH>
          <wp:positionV relativeFrom="paragraph">
            <wp:posOffset>-90576</wp:posOffset>
          </wp:positionV>
          <wp:extent cx="5687568" cy="667512"/>
          <wp:effectExtent l="0" t="0" r="8890" b="0"/>
          <wp:wrapNone/>
          <wp:docPr id="6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87568" cy="6675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0B6D77">
      <w:rPr>
        <w:rFonts w:ascii="Verdana" w:hAnsi="Verdana"/>
        <w:lang w:val="en-GB"/>
      </w:rPr>
      <w:t>Mobile App Tracker</w:t>
    </w:r>
  </w:p>
  <w:p w14:paraId="727C2EC2" w14:textId="77777777" w:rsidR="001E589C" w:rsidRPr="000B6D77" w:rsidRDefault="001E589C" w:rsidP="009A0794">
    <w:pPr>
      <w:pStyle w:val="DocumentSubtitle"/>
      <w:rPr>
        <w:rFonts w:ascii="Verdana" w:hAnsi="Verdana"/>
        <w:lang w:val="en-GB"/>
      </w:rPr>
    </w:pPr>
    <w:r w:rsidRPr="000B6D77">
      <w:rPr>
        <w:rFonts w:ascii="Verdana" w:hAnsi="Verdana"/>
        <w:lang w:val="en-GB"/>
      </w:rPr>
      <w:t>Intel</w:t>
    </w:r>
    <w:r w:rsidRPr="000B6D77">
      <w:rPr>
        <w:rFonts w:ascii="Verdana" w:hAnsi="Verdana"/>
        <w:vertAlign w:val="superscript"/>
        <w:lang w:val="en-GB"/>
      </w:rPr>
      <w:t>®</w:t>
    </w:r>
    <w:r w:rsidRPr="000B6D77">
      <w:rPr>
        <w:rFonts w:ascii="Verdana" w:hAnsi="Verdana"/>
        <w:lang w:val="en-GB"/>
      </w:rPr>
      <w:t xml:space="preserve"> Teach Elements: Moving into Mobile Learning</w:t>
    </w:r>
  </w:p>
  <w:p w14:paraId="211AC41C" w14:textId="77777777" w:rsidR="001E589C" w:rsidRDefault="001E589C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806048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A93832B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4574093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3AAAF6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C43E03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C442A23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EADCB67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55B8FFE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7DC46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87A2F9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4BFC52A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3201655"/>
    <w:multiLevelType w:val="hybridMultilevel"/>
    <w:tmpl w:val="FF089C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5F237C1"/>
    <w:multiLevelType w:val="hybridMultilevel"/>
    <w:tmpl w:val="512424F8"/>
    <w:lvl w:ilvl="0" w:tplc="85C8BD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2AE3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872D3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F0098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8627B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7E7A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F74EB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CB01E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7B055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0BCF3B69"/>
    <w:multiLevelType w:val="hybridMultilevel"/>
    <w:tmpl w:val="FFE81878"/>
    <w:lvl w:ilvl="0" w:tplc="1B2AA2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8577B5D"/>
    <w:multiLevelType w:val="hybridMultilevel"/>
    <w:tmpl w:val="9C88B344"/>
    <w:lvl w:ilvl="0" w:tplc="E2ACA61A">
      <w:start w:val="1"/>
      <w:numFmt w:val="bullet"/>
      <w:pStyle w:val="Bulletedtext--3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1BC51AEB"/>
    <w:multiLevelType w:val="hybridMultilevel"/>
    <w:tmpl w:val="BB3438A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26153B3E"/>
    <w:multiLevelType w:val="hybridMultilevel"/>
    <w:tmpl w:val="DDB03138"/>
    <w:lvl w:ilvl="0" w:tplc="BE5C55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EACC8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952E2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74C58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B1023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FB441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6DA2B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B7052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6AA5E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26572435"/>
    <w:multiLevelType w:val="hybridMultilevel"/>
    <w:tmpl w:val="02EEE3B4"/>
    <w:lvl w:ilvl="0" w:tplc="165AD392">
      <w:start w:val="1"/>
      <w:numFmt w:val="bullet"/>
      <w:pStyle w:val="Bulletedtext2dash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28A15806"/>
    <w:multiLevelType w:val="hybridMultilevel"/>
    <w:tmpl w:val="6CCAE6C8"/>
    <w:lvl w:ilvl="0" w:tplc="02E440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00621EE">
      <w:start w:val="1645"/>
      <w:numFmt w:val="bullet"/>
      <w:lvlText w:val="—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8D040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B619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CD465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47CF7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B18FB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73E3D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8A240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29FE2778"/>
    <w:multiLevelType w:val="hybridMultilevel"/>
    <w:tmpl w:val="D3E469EC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2C22629B"/>
    <w:multiLevelType w:val="hybridMultilevel"/>
    <w:tmpl w:val="603A1BC8"/>
    <w:lvl w:ilvl="0" w:tplc="11B800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93E2B9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A3602B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ECA628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E91A34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5C28E6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199AA1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7A00CA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6C1263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21">
    <w:nsid w:val="2C7821B4"/>
    <w:multiLevelType w:val="hybridMultilevel"/>
    <w:tmpl w:val="60C032DC"/>
    <w:lvl w:ilvl="0" w:tplc="6B1805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F4E16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DF6CB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A2225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DC1B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1389D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C3884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41A41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A0E57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>
    <w:nsid w:val="2F8F33E3"/>
    <w:multiLevelType w:val="multilevel"/>
    <w:tmpl w:val="B87AA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061315D"/>
    <w:multiLevelType w:val="hybridMultilevel"/>
    <w:tmpl w:val="ED22C908"/>
    <w:lvl w:ilvl="0" w:tplc="F538FC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79C4B9A">
      <w:start w:val="1144"/>
      <w:numFmt w:val="bullet"/>
      <w:lvlText w:val="—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17E5D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2069C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9486A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F68F3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14021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26C12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370E1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>
    <w:nsid w:val="31D871B5"/>
    <w:multiLevelType w:val="hybridMultilevel"/>
    <w:tmpl w:val="E36AEF60"/>
    <w:lvl w:ilvl="0" w:tplc="D6F2980A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>
    <w:nsid w:val="42A27F68"/>
    <w:multiLevelType w:val="hybridMultilevel"/>
    <w:tmpl w:val="FEA8FC52"/>
    <w:lvl w:ilvl="0" w:tplc="77FEE3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6284118">
      <w:start w:val="505"/>
      <w:numFmt w:val="bullet"/>
      <w:lvlText w:val="—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082B5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3EA4A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83EC0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52248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94685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1247A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2A4DC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>
    <w:nsid w:val="467126E3"/>
    <w:multiLevelType w:val="hybridMultilevel"/>
    <w:tmpl w:val="0AF4B870"/>
    <w:lvl w:ilvl="0" w:tplc="1EE229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E6EBA0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D260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09A09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78C46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3EB2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A126F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056A8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CBCBC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>
    <w:nsid w:val="541A31A3"/>
    <w:multiLevelType w:val="multilevel"/>
    <w:tmpl w:val="25D01F02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5A955CF9"/>
    <w:multiLevelType w:val="hybridMultilevel"/>
    <w:tmpl w:val="228E0DA6"/>
    <w:lvl w:ilvl="0" w:tplc="6E10E8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2A4BA36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Neo Sans Light" w:hAnsi="Neo Sans Light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B855777"/>
    <w:multiLevelType w:val="hybridMultilevel"/>
    <w:tmpl w:val="908013EA"/>
    <w:lvl w:ilvl="0" w:tplc="5EBCAE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97E16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9F446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02C88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530F4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1A2EF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9D88B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5A2A3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628EA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>
    <w:nsid w:val="5CE2268D"/>
    <w:multiLevelType w:val="hybridMultilevel"/>
    <w:tmpl w:val="35185DD8"/>
    <w:lvl w:ilvl="0" w:tplc="5AF61E4C">
      <w:start w:val="1"/>
      <w:numFmt w:val="bullet"/>
      <w:pStyle w:val="Style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20B07A9"/>
    <w:multiLevelType w:val="multilevel"/>
    <w:tmpl w:val="63042440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634510A7"/>
    <w:multiLevelType w:val="hybridMultilevel"/>
    <w:tmpl w:val="379CEB9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682943C5"/>
    <w:multiLevelType w:val="hybridMultilevel"/>
    <w:tmpl w:val="5BD6A7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A29658D"/>
    <w:multiLevelType w:val="hybridMultilevel"/>
    <w:tmpl w:val="5CE4185E"/>
    <w:lvl w:ilvl="0" w:tplc="40789B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0C27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9F68B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BC1E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64E25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2221B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31A31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464A4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242AC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5">
    <w:nsid w:val="6C426ED9"/>
    <w:multiLevelType w:val="multilevel"/>
    <w:tmpl w:val="7B4239A2"/>
    <w:lvl w:ilvl="0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Arial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>
    <w:nsid w:val="711A3E5A"/>
    <w:multiLevelType w:val="hybridMultilevel"/>
    <w:tmpl w:val="17A09BA6"/>
    <w:lvl w:ilvl="0" w:tplc="DE1ECC8C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Neo Sans Intel Light" w:hAnsi="Neo Sans Intel Light" w:hint="default"/>
      </w:rPr>
    </w:lvl>
    <w:lvl w:ilvl="1" w:tplc="2A488C5E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Neo Sans Intel Light" w:hAnsi="Neo Sans Intel Light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2920C11"/>
    <w:multiLevelType w:val="hybridMultilevel"/>
    <w:tmpl w:val="31084B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5575C9F"/>
    <w:multiLevelType w:val="multilevel"/>
    <w:tmpl w:val="8BE2D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6561833"/>
    <w:multiLevelType w:val="hybridMultilevel"/>
    <w:tmpl w:val="4886AB70"/>
    <w:lvl w:ilvl="0" w:tplc="7826BC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A48BB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80224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356D8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2048F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000E1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EB2F9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3408E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33644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0">
    <w:nsid w:val="777C2F5A"/>
    <w:multiLevelType w:val="hybridMultilevel"/>
    <w:tmpl w:val="F2F08610"/>
    <w:lvl w:ilvl="0" w:tplc="13ECA218">
      <w:start w:val="1"/>
      <w:numFmt w:val="bullet"/>
      <w:pStyle w:val="Bulletedtex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E3E5385"/>
    <w:multiLevelType w:val="hybridMultilevel"/>
    <w:tmpl w:val="C23E6EFC"/>
    <w:lvl w:ilvl="0" w:tplc="967ED55E">
      <w:start w:val="1"/>
      <w:numFmt w:val="bullet"/>
      <w:pStyle w:val="Bulletedtext3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22"/>
  </w:num>
  <w:num w:numId="3">
    <w:abstractNumId w:val="28"/>
  </w:num>
  <w:num w:numId="4">
    <w:abstractNumId w:val="17"/>
  </w:num>
  <w:num w:numId="5">
    <w:abstractNumId w:val="36"/>
  </w:num>
  <w:num w:numId="6">
    <w:abstractNumId w:val="21"/>
  </w:num>
  <w:num w:numId="7">
    <w:abstractNumId w:val="16"/>
  </w:num>
  <w:num w:numId="8">
    <w:abstractNumId w:val="39"/>
  </w:num>
  <w:num w:numId="9">
    <w:abstractNumId w:val="23"/>
  </w:num>
  <w:num w:numId="10">
    <w:abstractNumId w:val="12"/>
  </w:num>
  <w:num w:numId="11">
    <w:abstractNumId w:val="18"/>
  </w:num>
  <w:num w:numId="12">
    <w:abstractNumId w:val="26"/>
  </w:num>
  <w:num w:numId="13">
    <w:abstractNumId w:val="29"/>
  </w:num>
  <w:num w:numId="14">
    <w:abstractNumId w:val="20"/>
  </w:num>
  <w:num w:numId="15">
    <w:abstractNumId w:val="25"/>
  </w:num>
  <w:num w:numId="16">
    <w:abstractNumId w:val="34"/>
  </w:num>
  <w:num w:numId="17">
    <w:abstractNumId w:val="10"/>
  </w:num>
  <w:num w:numId="18">
    <w:abstractNumId w:val="8"/>
  </w:num>
  <w:num w:numId="19">
    <w:abstractNumId w:val="7"/>
  </w:num>
  <w:num w:numId="20">
    <w:abstractNumId w:val="6"/>
  </w:num>
  <w:num w:numId="21">
    <w:abstractNumId w:val="5"/>
  </w:num>
  <w:num w:numId="22">
    <w:abstractNumId w:val="9"/>
  </w:num>
  <w:num w:numId="23">
    <w:abstractNumId w:val="4"/>
  </w:num>
  <w:num w:numId="24">
    <w:abstractNumId w:val="3"/>
  </w:num>
  <w:num w:numId="25">
    <w:abstractNumId w:val="2"/>
  </w:num>
  <w:num w:numId="26">
    <w:abstractNumId w:val="1"/>
  </w:num>
  <w:num w:numId="27">
    <w:abstractNumId w:val="0"/>
  </w:num>
  <w:num w:numId="28">
    <w:abstractNumId w:val="11"/>
  </w:num>
  <w:num w:numId="29">
    <w:abstractNumId w:val="37"/>
  </w:num>
  <w:num w:numId="30">
    <w:abstractNumId w:val="35"/>
  </w:num>
  <w:num w:numId="31">
    <w:abstractNumId w:val="38"/>
  </w:num>
  <w:num w:numId="32">
    <w:abstractNumId w:val="30"/>
  </w:num>
  <w:num w:numId="33">
    <w:abstractNumId w:val="41"/>
  </w:num>
  <w:num w:numId="34">
    <w:abstractNumId w:val="14"/>
  </w:num>
  <w:num w:numId="35">
    <w:abstractNumId w:val="27"/>
  </w:num>
  <w:num w:numId="36">
    <w:abstractNumId w:val="24"/>
  </w:num>
  <w:num w:numId="37">
    <w:abstractNumId w:val="31"/>
  </w:num>
  <w:num w:numId="38">
    <w:abstractNumId w:val="32"/>
  </w:num>
  <w:num w:numId="39">
    <w:abstractNumId w:val="19"/>
  </w:num>
  <w:num w:numId="40">
    <w:abstractNumId w:val="15"/>
  </w:num>
  <w:num w:numId="41">
    <w:abstractNumId w:val="33"/>
  </w:num>
  <w:num w:numId="4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40"/>
  <w:drawingGridVerticalSpacing w:val="360"/>
  <w:displayHorizontalDrawingGridEvery w:val="2"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309"/>
    <w:rsid w:val="00001B24"/>
    <w:rsid w:val="00002AE1"/>
    <w:rsid w:val="00022A63"/>
    <w:rsid w:val="0003297F"/>
    <w:rsid w:val="00040E53"/>
    <w:rsid w:val="000415FD"/>
    <w:rsid w:val="000531F6"/>
    <w:rsid w:val="00060E70"/>
    <w:rsid w:val="00093556"/>
    <w:rsid w:val="000B6D77"/>
    <w:rsid w:val="000B73BB"/>
    <w:rsid w:val="000C32C9"/>
    <w:rsid w:val="000C4DDB"/>
    <w:rsid w:val="000D4293"/>
    <w:rsid w:val="000D58DD"/>
    <w:rsid w:val="000D64FF"/>
    <w:rsid w:val="000F2638"/>
    <w:rsid w:val="001226A2"/>
    <w:rsid w:val="001228A0"/>
    <w:rsid w:val="001238A0"/>
    <w:rsid w:val="00130756"/>
    <w:rsid w:val="00133643"/>
    <w:rsid w:val="00134079"/>
    <w:rsid w:val="00145076"/>
    <w:rsid w:val="00170D46"/>
    <w:rsid w:val="00181A3E"/>
    <w:rsid w:val="001905A6"/>
    <w:rsid w:val="0019077F"/>
    <w:rsid w:val="001A6EEB"/>
    <w:rsid w:val="001B4EEF"/>
    <w:rsid w:val="001C4240"/>
    <w:rsid w:val="001C7671"/>
    <w:rsid w:val="001D604C"/>
    <w:rsid w:val="001E589C"/>
    <w:rsid w:val="002140B6"/>
    <w:rsid w:val="002208CB"/>
    <w:rsid w:val="00221DCA"/>
    <w:rsid w:val="00224897"/>
    <w:rsid w:val="00226ACC"/>
    <w:rsid w:val="002279E2"/>
    <w:rsid w:val="00227E37"/>
    <w:rsid w:val="00235A37"/>
    <w:rsid w:val="00245E6C"/>
    <w:rsid w:val="00264705"/>
    <w:rsid w:val="00265A09"/>
    <w:rsid w:val="002707F6"/>
    <w:rsid w:val="002707FB"/>
    <w:rsid w:val="002718CD"/>
    <w:rsid w:val="00272662"/>
    <w:rsid w:val="00274ACA"/>
    <w:rsid w:val="00274CE3"/>
    <w:rsid w:val="00281C9E"/>
    <w:rsid w:val="0028274F"/>
    <w:rsid w:val="0029475E"/>
    <w:rsid w:val="002A529A"/>
    <w:rsid w:val="002A5D10"/>
    <w:rsid w:val="002B0290"/>
    <w:rsid w:val="002C5D6B"/>
    <w:rsid w:val="002D1428"/>
    <w:rsid w:val="002F25A3"/>
    <w:rsid w:val="00315594"/>
    <w:rsid w:val="00320C6A"/>
    <w:rsid w:val="00322389"/>
    <w:rsid w:val="003406ED"/>
    <w:rsid w:val="00340F69"/>
    <w:rsid w:val="00352851"/>
    <w:rsid w:val="00355FA7"/>
    <w:rsid w:val="00361BB6"/>
    <w:rsid w:val="003679EB"/>
    <w:rsid w:val="00390967"/>
    <w:rsid w:val="003A0385"/>
    <w:rsid w:val="003A104B"/>
    <w:rsid w:val="003A42A6"/>
    <w:rsid w:val="003B4D4C"/>
    <w:rsid w:val="003C3484"/>
    <w:rsid w:val="003C58BB"/>
    <w:rsid w:val="003E6A40"/>
    <w:rsid w:val="003F1EA5"/>
    <w:rsid w:val="003F1ECD"/>
    <w:rsid w:val="003F2FEC"/>
    <w:rsid w:val="003F6315"/>
    <w:rsid w:val="003F682E"/>
    <w:rsid w:val="00425C6E"/>
    <w:rsid w:val="004329B4"/>
    <w:rsid w:val="00435309"/>
    <w:rsid w:val="00442389"/>
    <w:rsid w:val="0045272B"/>
    <w:rsid w:val="00483FF4"/>
    <w:rsid w:val="00486950"/>
    <w:rsid w:val="00491848"/>
    <w:rsid w:val="00492DAA"/>
    <w:rsid w:val="00494247"/>
    <w:rsid w:val="00495D9B"/>
    <w:rsid w:val="004A05EE"/>
    <w:rsid w:val="004A3B6B"/>
    <w:rsid w:val="004A3C6C"/>
    <w:rsid w:val="004A77D0"/>
    <w:rsid w:val="004B64D0"/>
    <w:rsid w:val="004B717D"/>
    <w:rsid w:val="004B72E4"/>
    <w:rsid w:val="004C3CCD"/>
    <w:rsid w:val="004D19E0"/>
    <w:rsid w:val="004E2020"/>
    <w:rsid w:val="004E520A"/>
    <w:rsid w:val="004E70BA"/>
    <w:rsid w:val="004E79C7"/>
    <w:rsid w:val="00504594"/>
    <w:rsid w:val="00521F3C"/>
    <w:rsid w:val="00526E6B"/>
    <w:rsid w:val="00533AB8"/>
    <w:rsid w:val="00534C29"/>
    <w:rsid w:val="0053543E"/>
    <w:rsid w:val="00552822"/>
    <w:rsid w:val="00571760"/>
    <w:rsid w:val="005744AA"/>
    <w:rsid w:val="005819EF"/>
    <w:rsid w:val="00586B94"/>
    <w:rsid w:val="005A5E8D"/>
    <w:rsid w:val="005B13A2"/>
    <w:rsid w:val="005B20E6"/>
    <w:rsid w:val="005B5BEB"/>
    <w:rsid w:val="005B7A9F"/>
    <w:rsid w:val="005D6690"/>
    <w:rsid w:val="005E5A7A"/>
    <w:rsid w:val="005E660A"/>
    <w:rsid w:val="00601BE4"/>
    <w:rsid w:val="00612EAE"/>
    <w:rsid w:val="00616AF4"/>
    <w:rsid w:val="00620D98"/>
    <w:rsid w:val="00625C9B"/>
    <w:rsid w:val="00632FB5"/>
    <w:rsid w:val="00646FE8"/>
    <w:rsid w:val="00652751"/>
    <w:rsid w:val="0065781D"/>
    <w:rsid w:val="00676BAD"/>
    <w:rsid w:val="006A7685"/>
    <w:rsid w:val="006B46D0"/>
    <w:rsid w:val="006C14B9"/>
    <w:rsid w:val="006C3CC5"/>
    <w:rsid w:val="006D6314"/>
    <w:rsid w:val="006E6D3B"/>
    <w:rsid w:val="006F79FE"/>
    <w:rsid w:val="00705DE5"/>
    <w:rsid w:val="00710D4E"/>
    <w:rsid w:val="007177EE"/>
    <w:rsid w:val="007201A0"/>
    <w:rsid w:val="00730E1A"/>
    <w:rsid w:val="00737ECA"/>
    <w:rsid w:val="00743749"/>
    <w:rsid w:val="0074548C"/>
    <w:rsid w:val="00745D43"/>
    <w:rsid w:val="00761D39"/>
    <w:rsid w:val="00762311"/>
    <w:rsid w:val="00763828"/>
    <w:rsid w:val="00763CCC"/>
    <w:rsid w:val="0076462B"/>
    <w:rsid w:val="00764D1C"/>
    <w:rsid w:val="007660E8"/>
    <w:rsid w:val="007830E6"/>
    <w:rsid w:val="007917F6"/>
    <w:rsid w:val="007A097C"/>
    <w:rsid w:val="007A2D57"/>
    <w:rsid w:val="007A4964"/>
    <w:rsid w:val="007C116F"/>
    <w:rsid w:val="007D0487"/>
    <w:rsid w:val="007F055D"/>
    <w:rsid w:val="00800733"/>
    <w:rsid w:val="00804EA0"/>
    <w:rsid w:val="0082087A"/>
    <w:rsid w:val="00824E87"/>
    <w:rsid w:val="00827DB9"/>
    <w:rsid w:val="00842BA2"/>
    <w:rsid w:val="0084653E"/>
    <w:rsid w:val="008518DF"/>
    <w:rsid w:val="00855607"/>
    <w:rsid w:val="00870367"/>
    <w:rsid w:val="00872DB0"/>
    <w:rsid w:val="0088438F"/>
    <w:rsid w:val="00894156"/>
    <w:rsid w:val="00896AFE"/>
    <w:rsid w:val="008A658B"/>
    <w:rsid w:val="008A6D4F"/>
    <w:rsid w:val="008B32D7"/>
    <w:rsid w:val="008C3DFF"/>
    <w:rsid w:val="008C5E0A"/>
    <w:rsid w:val="008C65C1"/>
    <w:rsid w:val="008D183E"/>
    <w:rsid w:val="008D45B8"/>
    <w:rsid w:val="008D4DB5"/>
    <w:rsid w:val="008F4E83"/>
    <w:rsid w:val="0091765C"/>
    <w:rsid w:val="00922306"/>
    <w:rsid w:val="009332C9"/>
    <w:rsid w:val="009441ED"/>
    <w:rsid w:val="0094529A"/>
    <w:rsid w:val="00947C3D"/>
    <w:rsid w:val="009510B5"/>
    <w:rsid w:val="00956546"/>
    <w:rsid w:val="00967884"/>
    <w:rsid w:val="00974B21"/>
    <w:rsid w:val="00982A61"/>
    <w:rsid w:val="00982D12"/>
    <w:rsid w:val="00983DDD"/>
    <w:rsid w:val="00991060"/>
    <w:rsid w:val="00992582"/>
    <w:rsid w:val="009A0794"/>
    <w:rsid w:val="009A69B6"/>
    <w:rsid w:val="009B7B74"/>
    <w:rsid w:val="009B7F52"/>
    <w:rsid w:val="009C11F1"/>
    <w:rsid w:val="009C21E8"/>
    <w:rsid w:val="009C5638"/>
    <w:rsid w:val="009D387C"/>
    <w:rsid w:val="009D40B4"/>
    <w:rsid w:val="009D7BDD"/>
    <w:rsid w:val="009E321B"/>
    <w:rsid w:val="009E3A59"/>
    <w:rsid w:val="009F3FBF"/>
    <w:rsid w:val="00A0592A"/>
    <w:rsid w:val="00A15D3B"/>
    <w:rsid w:val="00A23317"/>
    <w:rsid w:val="00A23896"/>
    <w:rsid w:val="00A2751A"/>
    <w:rsid w:val="00A421A1"/>
    <w:rsid w:val="00A50E07"/>
    <w:rsid w:val="00A70EBE"/>
    <w:rsid w:val="00A72E22"/>
    <w:rsid w:val="00A77152"/>
    <w:rsid w:val="00A81F7C"/>
    <w:rsid w:val="00A87980"/>
    <w:rsid w:val="00A951A6"/>
    <w:rsid w:val="00AA10A2"/>
    <w:rsid w:val="00AA5D6D"/>
    <w:rsid w:val="00AB1F1E"/>
    <w:rsid w:val="00AD2D12"/>
    <w:rsid w:val="00AF06D7"/>
    <w:rsid w:val="00AF2ECA"/>
    <w:rsid w:val="00B036A8"/>
    <w:rsid w:val="00B07A15"/>
    <w:rsid w:val="00B339E2"/>
    <w:rsid w:val="00B43722"/>
    <w:rsid w:val="00B45822"/>
    <w:rsid w:val="00B61A1B"/>
    <w:rsid w:val="00B652B1"/>
    <w:rsid w:val="00B67A2D"/>
    <w:rsid w:val="00B70276"/>
    <w:rsid w:val="00B72CE3"/>
    <w:rsid w:val="00B73CE2"/>
    <w:rsid w:val="00B742AD"/>
    <w:rsid w:val="00B90BD9"/>
    <w:rsid w:val="00B96E7A"/>
    <w:rsid w:val="00BA5070"/>
    <w:rsid w:val="00BB5029"/>
    <w:rsid w:val="00BC03C2"/>
    <w:rsid w:val="00BC5F0B"/>
    <w:rsid w:val="00BD080D"/>
    <w:rsid w:val="00BD5BDD"/>
    <w:rsid w:val="00BE5A3E"/>
    <w:rsid w:val="00BF23DB"/>
    <w:rsid w:val="00BF49C0"/>
    <w:rsid w:val="00BF49CC"/>
    <w:rsid w:val="00C06A47"/>
    <w:rsid w:val="00C113ED"/>
    <w:rsid w:val="00C170E1"/>
    <w:rsid w:val="00C4536F"/>
    <w:rsid w:val="00C5284D"/>
    <w:rsid w:val="00C5305C"/>
    <w:rsid w:val="00C56E4A"/>
    <w:rsid w:val="00C649FB"/>
    <w:rsid w:val="00C75B85"/>
    <w:rsid w:val="00C85218"/>
    <w:rsid w:val="00C979FD"/>
    <w:rsid w:val="00C97A08"/>
    <w:rsid w:val="00CA21EC"/>
    <w:rsid w:val="00CC42DF"/>
    <w:rsid w:val="00CC4DA0"/>
    <w:rsid w:val="00CC7BD2"/>
    <w:rsid w:val="00CC7D1B"/>
    <w:rsid w:val="00CD5187"/>
    <w:rsid w:val="00CE0BE5"/>
    <w:rsid w:val="00CF1245"/>
    <w:rsid w:val="00CF28E5"/>
    <w:rsid w:val="00D00DCE"/>
    <w:rsid w:val="00D10460"/>
    <w:rsid w:val="00D13941"/>
    <w:rsid w:val="00D1542D"/>
    <w:rsid w:val="00D46843"/>
    <w:rsid w:val="00D500B7"/>
    <w:rsid w:val="00D54066"/>
    <w:rsid w:val="00D640A0"/>
    <w:rsid w:val="00D64C16"/>
    <w:rsid w:val="00D70FFF"/>
    <w:rsid w:val="00D821EA"/>
    <w:rsid w:val="00D90EB0"/>
    <w:rsid w:val="00DA3478"/>
    <w:rsid w:val="00DA3B83"/>
    <w:rsid w:val="00DB154A"/>
    <w:rsid w:val="00DC7552"/>
    <w:rsid w:val="00DD2FB9"/>
    <w:rsid w:val="00DD6937"/>
    <w:rsid w:val="00DD754E"/>
    <w:rsid w:val="00E12425"/>
    <w:rsid w:val="00E13718"/>
    <w:rsid w:val="00E336C5"/>
    <w:rsid w:val="00E3691C"/>
    <w:rsid w:val="00E47FF8"/>
    <w:rsid w:val="00E60DC5"/>
    <w:rsid w:val="00E65DB4"/>
    <w:rsid w:val="00E67021"/>
    <w:rsid w:val="00E80D73"/>
    <w:rsid w:val="00E82726"/>
    <w:rsid w:val="00E84BFF"/>
    <w:rsid w:val="00E93A31"/>
    <w:rsid w:val="00EA3197"/>
    <w:rsid w:val="00EA4E10"/>
    <w:rsid w:val="00EA6EA0"/>
    <w:rsid w:val="00EB2594"/>
    <w:rsid w:val="00EB5C99"/>
    <w:rsid w:val="00EB70FC"/>
    <w:rsid w:val="00EC1792"/>
    <w:rsid w:val="00ED0C30"/>
    <w:rsid w:val="00ED26F0"/>
    <w:rsid w:val="00ED773F"/>
    <w:rsid w:val="00EE0313"/>
    <w:rsid w:val="00EE1982"/>
    <w:rsid w:val="00EE1CC7"/>
    <w:rsid w:val="00EE3C10"/>
    <w:rsid w:val="00EE56BD"/>
    <w:rsid w:val="00EF2845"/>
    <w:rsid w:val="00EF41C3"/>
    <w:rsid w:val="00F0034B"/>
    <w:rsid w:val="00F03FCB"/>
    <w:rsid w:val="00F21B7A"/>
    <w:rsid w:val="00F27D3C"/>
    <w:rsid w:val="00F3472A"/>
    <w:rsid w:val="00F371BF"/>
    <w:rsid w:val="00F443DD"/>
    <w:rsid w:val="00F4592D"/>
    <w:rsid w:val="00F73D68"/>
    <w:rsid w:val="00F837E4"/>
    <w:rsid w:val="00F84BF7"/>
    <w:rsid w:val="00F9062F"/>
    <w:rsid w:val="00FA23F3"/>
    <w:rsid w:val="00FA2E37"/>
    <w:rsid w:val="00FA46FE"/>
    <w:rsid w:val="00FA4BB4"/>
    <w:rsid w:val="00FB76C9"/>
    <w:rsid w:val="00FC07CE"/>
    <w:rsid w:val="00FC335F"/>
    <w:rsid w:val="00FC4620"/>
    <w:rsid w:val="00FD7C0C"/>
    <w:rsid w:val="00FE263E"/>
    <w:rsid w:val="00FF6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7C83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49" w:defSemiHidden="1" w:defUnhideWhenUsed="1" w:defQFormat="0" w:count="276">
    <w:lsdException w:name="Normal" w:semiHidden="0" w:uiPriority="0" w:unhideWhenUsed="0"/>
    <w:lsdException w:name="heading 1" w:semiHidden="0" w:uiPriority="0" w:unhideWhenUsed="0"/>
    <w:lsdException w:name="heading 2" w:uiPriority="0" w:qFormat="1"/>
    <w:lsdException w:name="heading 3" w:semiHidden="0" w:uiPriority="0" w:unhideWhenUsed="0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toc 1" w:uiPriority="0"/>
    <w:lsdException w:name="annotation text" w:uiPriority="0"/>
    <w:lsdException w:name="header" w:uiPriority="0"/>
    <w:lsdException w:name="footer" w:uiPriority="99"/>
    <w:lsdException w:name="caption" w:uiPriority="0" w:qFormat="1"/>
    <w:lsdException w:name="table of figures" w:uiPriority="50"/>
    <w:lsdException w:name="annotation reference" w:uiPriority="0"/>
    <w:lsdException w:name="page number" w:uiPriority="0"/>
    <w:lsdException w:name="table of authorities" w:uiPriority="50"/>
    <w:lsdException w:name="List Number 2" w:semiHidden="0" w:unhideWhenUsed="0"/>
    <w:lsdException w:name="List Number 5" w:semiHidden="0" w:unhideWhenUsed="0"/>
    <w:lsdException w:name="Title" w:semiHidden="0" w:unhideWhenUsed="0"/>
    <w:lsdException w:name="Default Paragraph Font" w:uiPriority="0"/>
    <w:lsdException w:name="Body Text" w:uiPriority="0"/>
    <w:lsdException w:name="Subtitle" w:semiHidden="0" w:unhideWhenUsed="0"/>
    <w:lsdException w:name="Body Text Indent 3" w:semiHidden="0" w:unhideWhenUsed="0"/>
    <w:lsdException w:name="Block Text" w:semiHidden="0" w:unhideWhenUsed="0"/>
    <w:lsdException w:name="Hyperlink" w:semiHidden="0" w:uiPriority="0" w:unhideWhenUsed="0"/>
    <w:lsdException w:name="FollowedHyperlink" w:semiHidden="0" w:unhideWhenUsed="0"/>
    <w:lsdException w:name="Strong" w:semiHidden="0" w:unhideWhenUsed="0"/>
    <w:lsdException w:name="Emphasis" w:semiHidden="0" w:unhideWhenUsed="0"/>
    <w:lsdException w:name="HTML Top of Form" w:uiPriority="0"/>
    <w:lsdException w:name="HTML Bottom of Form" w:uiPriority="0"/>
    <w:lsdException w:name="Normal (Web)" w:uiPriority="99"/>
    <w:lsdException w:name="Normal Table" w:uiPriority="0"/>
    <w:lsdException w:name="annotation subject" w:uiPriority="0"/>
    <w:lsdException w:name="No List" w:uiPriority="0"/>
    <w:lsdException w:name="Outline List 1" w:uiPriority="0"/>
    <w:lsdException w:name="Outline List 2" w:uiPriority="0"/>
    <w:lsdException w:name="Outline List 3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uiPriority="0"/>
    <w:lsdException w:name="Table Grid" w:semiHidden="0" w:uiPriority="0" w:unhideWhenUsed="0"/>
    <w:lsdException w:name="Table Theme" w:uiPriority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iPriority w:val="7"/>
    <w:semiHidden/>
    <w:rsid w:val="00FC335F"/>
    <w:pPr>
      <w:spacing w:line="400" w:lineRule="exact"/>
    </w:pPr>
    <w:rPr>
      <w:rFonts w:ascii="Neo Sans Intel Light" w:hAnsi="Neo Sans Intel Light"/>
      <w:sz w:val="28"/>
      <w:szCs w:val="24"/>
    </w:rPr>
  </w:style>
  <w:style w:type="paragraph" w:styleId="Heading1">
    <w:name w:val="heading 1"/>
    <w:basedOn w:val="Normal"/>
    <w:next w:val="Normal"/>
    <w:semiHidden/>
    <w:rsid w:val="00031A1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semiHidden/>
    <w:rsid w:val="00BD080D"/>
    <w:pPr>
      <w:keepNext/>
      <w:spacing w:before="240" w:after="60"/>
      <w:outlineLvl w:val="2"/>
    </w:pPr>
    <w:rPr>
      <w:rFonts w:ascii="Neo Sans Intel Medium" w:hAnsi="Neo Sans Intel Medium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line">
    <w:name w:val="Headline"/>
    <w:basedOn w:val="Normal"/>
    <w:link w:val="HeadlineChar"/>
    <w:qFormat/>
    <w:rsid w:val="006E6D3B"/>
    <w:pPr>
      <w:spacing w:line="240" w:lineRule="auto"/>
    </w:pPr>
    <w:rPr>
      <w:rFonts w:ascii="Neo Sans Intel" w:hAnsi="Neo Sans Intel"/>
      <w:color w:val="FFFFFF"/>
      <w:sz w:val="38"/>
      <w:szCs w:val="20"/>
    </w:rPr>
  </w:style>
  <w:style w:type="character" w:customStyle="1" w:styleId="slpritch">
    <w:name w:val="slpritch"/>
    <w:semiHidden/>
    <w:rsid w:val="00533559"/>
    <w:rPr>
      <w:rFonts w:ascii="Arial" w:hAnsi="Arial" w:cs="Arial"/>
      <w:color w:val="000080"/>
      <w:sz w:val="20"/>
      <w:szCs w:val="20"/>
    </w:rPr>
  </w:style>
  <w:style w:type="paragraph" w:customStyle="1" w:styleId="BodyTitle">
    <w:name w:val="Body Title"/>
    <w:basedOn w:val="Headline"/>
    <w:link w:val="BodyTitleChar"/>
    <w:uiPriority w:val="2"/>
    <w:qFormat/>
    <w:rsid w:val="00982A61"/>
    <w:pPr>
      <w:spacing w:before="240"/>
    </w:pPr>
    <w:rPr>
      <w:rFonts w:ascii="Neo Sans Intel Medium" w:hAnsi="Neo Sans Intel Medium"/>
      <w:color w:val="4D4D4D"/>
      <w:sz w:val="24"/>
    </w:rPr>
  </w:style>
  <w:style w:type="paragraph" w:customStyle="1" w:styleId="BodyTextIntel">
    <w:name w:val="Body Text Intel"/>
    <w:link w:val="BodyTextIntelChar"/>
    <w:uiPriority w:val="4"/>
    <w:qFormat/>
    <w:rsid w:val="00F4592D"/>
    <w:pPr>
      <w:spacing w:before="120" w:after="120" w:line="310" w:lineRule="exact"/>
    </w:pPr>
    <w:rPr>
      <w:rFonts w:ascii="Neo Sans Intel Light" w:hAnsi="Neo Sans Intel Light" w:cs="Arial"/>
      <w:bCs/>
      <w:color w:val="000000"/>
      <w:kern w:val="32"/>
      <w:szCs w:val="28"/>
    </w:rPr>
  </w:style>
  <w:style w:type="paragraph" w:customStyle="1" w:styleId="Bulletedtext">
    <w:name w:val="Bulleted text"/>
    <w:basedOn w:val="Normal"/>
    <w:uiPriority w:val="5"/>
    <w:qFormat/>
    <w:rsid w:val="00827DB9"/>
    <w:pPr>
      <w:numPr>
        <w:numId w:val="1"/>
      </w:numPr>
      <w:spacing w:before="120" w:after="120" w:line="240" w:lineRule="auto"/>
    </w:pPr>
    <w:rPr>
      <w:sz w:val="20"/>
    </w:rPr>
  </w:style>
  <w:style w:type="paragraph" w:customStyle="1" w:styleId="Footnote">
    <w:name w:val="Footnote"/>
    <w:basedOn w:val="BodyTextIntel"/>
    <w:uiPriority w:val="5"/>
    <w:qFormat/>
    <w:rsid w:val="0065781D"/>
    <w:pPr>
      <w:spacing w:before="0" w:after="0" w:line="240" w:lineRule="auto"/>
      <w:contextualSpacing/>
    </w:pPr>
    <w:rPr>
      <w:rFonts w:ascii="Neo Sans Intel" w:hAnsi="Neo Sans Intel"/>
      <w:sz w:val="14"/>
      <w:szCs w:val="16"/>
    </w:rPr>
  </w:style>
  <w:style w:type="character" w:customStyle="1" w:styleId="TopicHeader">
    <w:name w:val="Topic Header"/>
    <w:uiPriority w:val="6"/>
    <w:qFormat/>
    <w:rsid w:val="00E67021"/>
    <w:rPr>
      <w:rFonts w:ascii="Neo Sans Intel Medium" w:hAnsi="Neo Sans Intel Medium"/>
      <w:color w:val="0071C5"/>
      <w:sz w:val="20"/>
    </w:rPr>
  </w:style>
  <w:style w:type="paragraph" w:styleId="Header">
    <w:name w:val="header"/>
    <w:basedOn w:val="Footer"/>
    <w:uiPriority w:val="6"/>
    <w:rsid w:val="00155899"/>
  </w:style>
  <w:style w:type="paragraph" w:styleId="Footer">
    <w:name w:val="footer"/>
    <w:basedOn w:val="Normal"/>
    <w:link w:val="FooterChar"/>
    <w:uiPriority w:val="99"/>
    <w:rsid w:val="00943298"/>
    <w:pPr>
      <w:tabs>
        <w:tab w:val="right" w:pos="7560"/>
      </w:tabs>
      <w:spacing w:line="240" w:lineRule="auto"/>
    </w:pPr>
    <w:rPr>
      <w:rFonts w:ascii="Neo Sans Intel" w:hAnsi="Neo Sans Intel" w:cs="Arial"/>
      <w:bCs/>
      <w:color w:val="4D4D4D"/>
      <w:kern w:val="32"/>
      <w:sz w:val="14"/>
      <w:szCs w:val="32"/>
    </w:rPr>
  </w:style>
  <w:style w:type="paragraph" w:customStyle="1" w:styleId="Bulletedtext2dash">
    <w:name w:val="Bulleted text 2 (dash)"/>
    <w:basedOn w:val="Normal"/>
    <w:uiPriority w:val="5"/>
    <w:qFormat/>
    <w:rsid w:val="00827DB9"/>
    <w:pPr>
      <w:numPr>
        <w:numId w:val="4"/>
      </w:numPr>
      <w:spacing w:before="20" w:line="240" w:lineRule="auto"/>
    </w:pPr>
    <w:rPr>
      <w:sz w:val="20"/>
    </w:rPr>
  </w:style>
  <w:style w:type="paragraph" w:customStyle="1" w:styleId="BodySubtitle">
    <w:name w:val="Body Subtitle"/>
    <w:uiPriority w:val="3"/>
    <w:qFormat/>
    <w:rsid w:val="00C56E4A"/>
    <w:pPr>
      <w:spacing w:before="240"/>
    </w:pPr>
    <w:rPr>
      <w:rFonts w:ascii="Neo Sans Intel Medium" w:hAnsi="Neo Sans Intel Medium" w:cs="Arial"/>
      <w:bCs/>
      <w:color w:val="4D4D4D"/>
      <w:kern w:val="32"/>
      <w:szCs w:val="28"/>
    </w:rPr>
  </w:style>
  <w:style w:type="character" w:customStyle="1" w:styleId="HeadlineChar">
    <w:name w:val="Headline Char"/>
    <w:link w:val="Headline"/>
    <w:rsid w:val="006E6D3B"/>
    <w:rPr>
      <w:rFonts w:ascii="Neo Sans Intel" w:hAnsi="Neo Sans Intel"/>
      <w:color w:val="FFFFFF"/>
      <w:sz w:val="38"/>
    </w:rPr>
  </w:style>
  <w:style w:type="character" w:customStyle="1" w:styleId="BodyTitleChar">
    <w:name w:val="Body Title Char"/>
    <w:link w:val="BodyTitle"/>
    <w:uiPriority w:val="2"/>
    <w:rsid w:val="00982A61"/>
    <w:rPr>
      <w:rFonts w:ascii="Neo Sans Intel Medium" w:hAnsi="Neo Sans Intel Medium"/>
      <w:color w:val="4D4D4D"/>
      <w:sz w:val="24"/>
    </w:rPr>
  </w:style>
  <w:style w:type="table" w:styleId="TableGrid">
    <w:name w:val="Table Grid"/>
    <w:basedOn w:val="TableNormal"/>
    <w:rsid w:val="004D05A9"/>
    <w:pPr>
      <w:spacing w:line="400" w:lineRule="exac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basedOn w:val="Normal"/>
    <w:next w:val="Normal"/>
    <w:semiHidden/>
    <w:rsid w:val="00A81ED5"/>
    <w:pPr>
      <w:tabs>
        <w:tab w:val="right" w:pos="7550"/>
      </w:tabs>
      <w:spacing w:before="120"/>
    </w:pPr>
  </w:style>
  <w:style w:type="character" w:styleId="CommentReference">
    <w:name w:val="annotation reference"/>
    <w:semiHidden/>
    <w:rsid w:val="00D77BD1"/>
    <w:rPr>
      <w:sz w:val="16"/>
      <w:szCs w:val="16"/>
    </w:rPr>
  </w:style>
  <w:style w:type="paragraph" w:styleId="CommentText">
    <w:name w:val="annotation text"/>
    <w:basedOn w:val="Normal"/>
    <w:semiHidden/>
    <w:rsid w:val="00D77BD1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77BD1"/>
    <w:rPr>
      <w:b/>
      <w:bCs/>
    </w:rPr>
  </w:style>
  <w:style w:type="paragraph" w:styleId="BalloonText">
    <w:name w:val="Balloon Text"/>
    <w:basedOn w:val="Normal"/>
    <w:uiPriority w:val="49"/>
    <w:semiHidden/>
    <w:rsid w:val="00D77BD1"/>
    <w:rPr>
      <w:rFonts w:ascii="Tahoma" w:hAnsi="Tahoma" w:cs="Tahoma"/>
      <w:sz w:val="16"/>
      <w:szCs w:val="16"/>
    </w:rPr>
  </w:style>
  <w:style w:type="character" w:customStyle="1" w:styleId="BodyTextIntelChar">
    <w:name w:val="Body Text Intel Char"/>
    <w:link w:val="BodyTextIntel"/>
    <w:uiPriority w:val="4"/>
    <w:rsid w:val="00F4592D"/>
    <w:rPr>
      <w:rFonts w:ascii="Neo Sans Intel Light" w:hAnsi="Neo Sans Intel Light" w:cs="Arial"/>
      <w:bCs/>
      <w:color w:val="000000"/>
      <w:kern w:val="32"/>
      <w:szCs w:val="28"/>
    </w:rPr>
  </w:style>
  <w:style w:type="paragraph" w:customStyle="1" w:styleId="DocumentSubtitle">
    <w:name w:val="Document Subtitle"/>
    <w:basedOn w:val="BodySubtitle"/>
    <w:uiPriority w:val="1"/>
    <w:qFormat/>
    <w:rsid w:val="007201A0"/>
    <w:pPr>
      <w:spacing w:before="0" w:after="360"/>
      <w:contextualSpacing/>
    </w:pPr>
    <w:rPr>
      <w:rFonts w:ascii="Neo Sans Intel" w:hAnsi="Neo Sans Intel"/>
      <w:bCs w:val="0"/>
      <w:color w:val="262626" w:themeColor="text1" w:themeTint="D9"/>
      <w:sz w:val="26"/>
    </w:rPr>
  </w:style>
  <w:style w:type="character" w:styleId="Hyperlink">
    <w:name w:val="Hyperlink"/>
    <w:rsid w:val="00982A61"/>
    <w:rPr>
      <w:color w:val="FDB813"/>
      <w:u w:val="single"/>
    </w:rPr>
  </w:style>
  <w:style w:type="paragraph" w:styleId="NormalWeb">
    <w:name w:val="Normal (Web)"/>
    <w:basedOn w:val="Normal"/>
    <w:uiPriority w:val="99"/>
    <w:unhideWhenUsed/>
    <w:rsid w:val="00F371BF"/>
    <w:pPr>
      <w:spacing w:before="100" w:beforeAutospacing="1" w:after="100" w:afterAutospacing="1" w:line="240" w:lineRule="auto"/>
    </w:pPr>
    <w:rPr>
      <w:rFonts w:ascii="Times" w:hAnsi="Times"/>
      <w:sz w:val="20"/>
      <w:szCs w:val="20"/>
    </w:rPr>
  </w:style>
  <w:style w:type="character" w:customStyle="1" w:styleId="FooterChar">
    <w:name w:val="Footer Char"/>
    <w:link w:val="Footer"/>
    <w:uiPriority w:val="99"/>
    <w:rsid w:val="00E12425"/>
    <w:rPr>
      <w:rFonts w:ascii="Neo Sans Intel" w:hAnsi="Neo Sans Intel" w:cs="Arial"/>
      <w:bCs/>
      <w:color w:val="4D4D4D"/>
      <w:kern w:val="32"/>
      <w:sz w:val="14"/>
      <w:szCs w:val="32"/>
    </w:rPr>
  </w:style>
  <w:style w:type="paragraph" w:styleId="BodyText">
    <w:name w:val="Body Text"/>
    <w:link w:val="BodyTextChar"/>
    <w:semiHidden/>
    <w:unhideWhenUsed/>
    <w:rsid w:val="000D4293"/>
    <w:pPr>
      <w:widowControl w:val="0"/>
      <w:spacing w:before="60" w:after="120" w:line="340" w:lineRule="exact"/>
    </w:pPr>
    <w:rPr>
      <w:rFonts w:ascii="Verdana" w:hAnsi="Verdana"/>
      <w:szCs w:val="24"/>
    </w:rPr>
  </w:style>
  <w:style w:type="character" w:customStyle="1" w:styleId="BodyTextChar">
    <w:name w:val="Body Text Char"/>
    <w:link w:val="BodyText"/>
    <w:semiHidden/>
    <w:rsid w:val="000D4293"/>
    <w:rPr>
      <w:rFonts w:ascii="Verdana" w:hAnsi="Verdana"/>
      <w:szCs w:val="24"/>
    </w:rPr>
  </w:style>
  <w:style w:type="paragraph" w:customStyle="1" w:styleId="HeadlinePage2">
    <w:name w:val="Headline (Page 2...)"/>
    <w:basedOn w:val="Header"/>
    <w:uiPriority w:val="7"/>
    <w:rsid w:val="007201A0"/>
    <w:pPr>
      <w:spacing w:after="360"/>
    </w:pPr>
  </w:style>
  <w:style w:type="paragraph" w:customStyle="1" w:styleId="Style1">
    <w:name w:val="Style1"/>
    <w:basedOn w:val="Normal"/>
    <w:uiPriority w:val="7"/>
    <w:rsid w:val="00827DB9"/>
    <w:pPr>
      <w:numPr>
        <w:numId w:val="32"/>
      </w:numPr>
      <w:ind w:left="1440"/>
    </w:pPr>
  </w:style>
  <w:style w:type="paragraph" w:customStyle="1" w:styleId="Bulletedtext3">
    <w:name w:val="Bulleted text 3"/>
    <w:basedOn w:val="Normal"/>
    <w:uiPriority w:val="7"/>
    <w:rsid w:val="00827DB9"/>
    <w:pPr>
      <w:numPr>
        <w:numId w:val="33"/>
      </w:numPr>
    </w:pPr>
  </w:style>
  <w:style w:type="paragraph" w:customStyle="1" w:styleId="Bulletedtext-3">
    <w:name w:val="Bulleted text-3"/>
    <w:basedOn w:val="Normal"/>
    <w:uiPriority w:val="7"/>
    <w:rsid w:val="00CF28E5"/>
    <w:pPr>
      <w:ind w:left="1440" w:hanging="360"/>
    </w:pPr>
    <w:rPr>
      <w:sz w:val="20"/>
      <w:szCs w:val="20"/>
    </w:rPr>
  </w:style>
  <w:style w:type="paragraph" w:customStyle="1" w:styleId="Bulletedtext30">
    <w:name w:val="Bulleted text3"/>
    <w:basedOn w:val="Normal"/>
    <w:uiPriority w:val="7"/>
    <w:rsid w:val="00CF28E5"/>
    <w:pPr>
      <w:ind w:left="1440" w:hanging="360"/>
      <w:contextualSpacing/>
    </w:pPr>
    <w:rPr>
      <w:sz w:val="20"/>
      <w:szCs w:val="20"/>
    </w:rPr>
  </w:style>
  <w:style w:type="paragraph" w:customStyle="1" w:styleId="Bulletedtext--3">
    <w:name w:val="Bulleted text--3"/>
    <w:basedOn w:val="Normal"/>
    <w:uiPriority w:val="7"/>
    <w:qFormat/>
    <w:rsid w:val="00E13718"/>
    <w:pPr>
      <w:numPr>
        <w:numId w:val="34"/>
      </w:numPr>
    </w:pPr>
    <w:rPr>
      <w:sz w:val="20"/>
      <w:szCs w:val="20"/>
    </w:rPr>
  </w:style>
  <w:style w:type="character" w:customStyle="1" w:styleId="Subhead-Body">
    <w:name w:val="Subhead - Body"/>
    <w:uiPriority w:val="6"/>
    <w:qFormat/>
    <w:rsid w:val="001C7671"/>
    <w:rPr>
      <w:rFonts w:ascii="Neo Sans Intel Medium" w:hAnsi="Neo Sans Intel Medium"/>
      <w:color w:val="0071C5"/>
      <w:sz w:val="20"/>
    </w:rPr>
  </w:style>
  <w:style w:type="paragraph" w:customStyle="1" w:styleId="BodyText1">
    <w:name w:val="Body Text1"/>
    <w:link w:val="BodytextChar0"/>
    <w:uiPriority w:val="4"/>
    <w:qFormat/>
    <w:rsid w:val="001C7671"/>
    <w:pPr>
      <w:spacing w:before="120" w:line="310" w:lineRule="exact"/>
    </w:pPr>
    <w:rPr>
      <w:rFonts w:ascii="Neo Sans Intel Light" w:hAnsi="Neo Sans Intel Light" w:cs="Arial"/>
      <w:bCs/>
      <w:color w:val="000000" w:themeColor="text1"/>
      <w:kern w:val="32"/>
      <w:szCs w:val="28"/>
    </w:rPr>
  </w:style>
  <w:style w:type="character" w:customStyle="1" w:styleId="BodytextChar0">
    <w:name w:val="Body text Char"/>
    <w:link w:val="BodyText1"/>
    <w:uiPriority w:val="4"/>
    <w:rsid w:val="001C7671"/>
    <w:rPr>
      <w:rFonts w:ascii="Neo Sans Intel Light" w:hAnsi="Neo Sans Intel Light" w:cs="Arial"/>
      <w:bCs/>
      <w:color w:val="000000" w:themeColor="text1"/>
      <w:kern w:val="32"/>
      <w:szCs w:val="2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49" w:defSemiHidden="1" w:defUnhideWhenUsed="1" w:defQFormat="0" w:count="276">
    <w:lsdException w:name="Normal" w:semiHidden="0" w:uiPriority="0" w:unhideWhenUsed="0"/>
    <w:lsdException w:name="heading 1" w:semiHidden="0" w:uiPriority="0" w:unhideWhenUsed="0"/>
    <w:lsdException w:name="heading 2" w:uiPriority="0" w:qFormat="1"/>
    <w:lsdException w:name="heading 3" w:semiHidden="0" w:uiPriority="0" w:unhideWhenUsed="0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toc 1" w:uiPriority="0"/>
    <w:lsdException w:name="annotation text" w:uiPriority="0"/>
    <w:lsdException w:name="header" w:uiPriority="0"/>
    <w:lsdException w:name="footer" w:uiPriority="99"/>
    <w:lsdException w:name="caption" w:uiPriority="0" w:qFormat="1"/>
    <w:lsdException w:name="table of figures" w:uiPriority="50"/>
    <w:lsdException w:name="annotation reference" w:uiPriority="0"/>
    <w:lsdException w:name="page number" w:uiPriority="0"/>
    <w:lsdException w:name="table of authorities" w:uiPriority="50"/>
    <w:lsdException w:name="List Number 2" w:semiHidden="0" w:unhideWhenUsed="0"/>
    <w:lsdException w:name="List Number 5" w:semiHidden="0" w:unhideWhenUsed="0"/>
    <w:lsdException w:name="Title" w:semiHidden="0" w:unhideWhenUsed="0"/>
    <w:lsdException w:name="Default Paragraph Font" w:uiPriority="0"/>
    <w:lsdException w:name="Body Text" w:uiPriority="0"/>
    <w:lsdException w:name="Subtitle" w:semiHidden="0" w:unhideWhenUsed="0"/>
    <w:lsdException w:name="Body Text Indent 3" w:semiHidden="0" w:unhideWhenUsed="0"/>
    <w:lsdException w:name="Block Text" w:semiHidden="0" w:unhideWhenUsed="0"/>
    <w:lsdException w:name="Hyperlink" w:semiHidden="0" w:uiPriority="0" w:unhideWhenUsed="0"/>
    <w:lsdException w:name="FollowedHyperlink" w:semiHidden="0" w:unhideWhenUsed="0"/>
    <w:lsdException w:name="Strong" w:semiHidden="0" w:unhideWhenUsed="0"/>
    <w:lsdException w:name="Emphasis" w:semiHidden="0" w:unhideWhenUsed="0"/>
    <w:lsdException w:name="HTML Top of Form" w:uiPriority="0"/>
    <w:lsdException w:name="HTML Bottom of Form" w:uiPriority="0"/>
    <w:lsdException w:name="Normal (Web)" w:uiPriority="99"/>
    <w:lsdException w:name="Normal Table" w:uiPriority="0"/>
    <w:lsdException w:name="annotation subject" w:uiPriority="0"/>
    <w:lsdException w:name="No List" w:uiPriority="0"/>
    <w:lsdException w:name="Outline List 1" w:uiPriority="0"/>
    <w:lsdException w:name="Outline List 2" w:uiPriority="0"/>
    <w:lsdException w:name="Outline List 3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uiPriority="0"/>
    <w:lsdException w:name="Table Grid" w:semiHidden="0" w:uiPriority="0" w:unhideWhenUsed="0"/>
    <w:lsdException w:name="Table Theme" w:uiPriority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iPriority w:val="7"/>
    <w:semiHidden/>
    <w:rsid w:val="00FC335F"/>
    <w:pPr>
      <w:spacing w:line="400" w:lineRule="exact"/>
    </w:pPr>
    <w:rPr>
      <w:rFonts w:ascii="Neo Sans Intel Light" w:hAnsi="Neo Sans Intel Light"/>
      <w:sz w:val="28"/>
      <w:szCs w:val="24"/>
    </w:rPr>
  </w:style>
  <w:style w:type="paragraph" w:styleId="Heading1">
    <w:name w:val="heading 1"/>
    <w:basedOn w:val="Normal"/>
    <w:next w:val="Normal"/>
    <w:semiHidden/>
    <w:rsid w:val="00031A1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semiHidden/>
    <w:rsid w:val="00BD080D"/>
    <w:pPr>
      <w:keepNext/>
      <w:spacing w:before="240" w:after="60"/>
      <w:outlineLvl w:val="2"/>
    </w:pPr>
    <w:rPr>
      <w:rFonts w:ascii="Neo Sans Intel Medium" w:hAnsi="Neo Sans Intel Medium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line">
    <w:name w:val="Headline"/>
    <w:basedOn w:val="Normal"/>
    <w:link w:val="HeadlineChar"/>
    <w:qFormat/>
    <w:rsid w:val="006E6D3B"/>
    <w:pPr>
      <w:spacing w:line="240" w:lineRule="auto"/>
    </w:pPr>
    <w:rPr>
      <w:rFonts w:ascii="Neo Sans Intel" w:hAnsi="Neo Sans Intel"/>
      <w:color w:val="FFFFFF"/>
      <w:sz w:val="38"/>
      <w:szCs w:val="20"/>
    </w:rPr>
  </w:style>
  <w:style w:type="character" w:customStyle="1" w:styleId="slpritch">
    <w:name w:val="slpritch"/>
    <w:semiHidden/>
    <w:rsid w:val="00533559"/>
    <w:rPr>
      <w:rFonts w:ascii="Arial" w:hAnsi="Arial" w:cs="Arial"/>
      <w:color w:val="000080"/>
      <w:sz w:val="20"/>
      <w:szCs w:val="20"/>
    </w:rPr>
  </w:style>
  <w:style w:type="paragraph" w:customStyle="1" w:styleId="BodyTitle">
    <w:name w:val="Body Title"/>
    <w:basedOn w:val="Headline"/>
    <w:link w:val="BodyTitleChar"/>
    <w:uiPriority w:val="2"/>
    <w:qFormat/>
    <w:rsid w:val="00982A61"/>
    <w:pPr>
      <w:spacing w:before="240"/>
    </w:pPr>
    <w:rPr>
      <w:rFonts w:ascii="Neo Sans Intel Medium" w:hAnsi="Neo Sans Intel Medium"/>
      <w:color w:val="4D4D4D"/>
      <w:sz w:val="24"/>
    </w:rPr>
  </w:style>
  <w:style w:type="paragraph" w:customStyle="1" w:styleId="BodyTextIntel">
    <w:name w:val="Body Text Intel"/>
    <w:link w:val="BodyTextIntelChar"/>
    <w:uiPriority w:val="4"/>
    <w:qFormat/>
    <w:rsid w:val="00F4592D"/>
    <w:pPr>
      <w:spacing w:before="120" w:after="120" w:line="310" w:lineRule="exact"/>
    </w:pPr>
    <w:rPr>
      <w:rFonts w:ascii="Neo Sans Intel Light" w:hAnsi="Neo Sans Intel Light" w:cs="Arial"/>
      <w:bCs/>
      <w:color w:val="000000"/>
      <w:kern w:val="32"/>
      <w:szCs w:val="28"/>
    </w:rPr>
  </w:style>
  <w:style w:type="paragraph" w:customStyle="1" w:styleId="Bulletedtext">
    <w:name w:val="Bulleted text"/>
    <w:basedOn w:val="Normal"/>
    <w:uiPriority w:val="5"/>
    <w:qFormat/>
    <w:rsid w:val="00827DB9"/>
    <w:pPr>
      <w:numPr>
        <w:numId w:val="1"/>
      </w:numPr>
      <w:spacing w:before="120" w:after="120" w:line="240" w:lineRule="auto"/>
    </w:pPr>
    <w:rPr>
      <w:sz w:val="20"/>
    </w:rPr>
  </w:style>
  <w:style w:type="paragraph" w:customStyle="1" w:styleId="Footnote">
    <w:name w:val="Footnote"/>
    <w:basedOn w:val="BodyTextIntel"/>
    <w:uiPriority w:val="5"/>
    <w:qFormat/>
    <w:rsid w:val="0065781D"/>
    <w:pPr>
      <w:spacing w:before="0" w:after="0" w:line="240" w:lineRule="auto"/>
      <w:contextualSpacing/>
    </w:pPr>
    <w:rPr>
      <w:rFonts w:ascii="Neo Sans Intel" w:hAnsi="Neo Sans Intel"/>
      <w:sz w:val="14"/>
      <w:szCs w:val="16"/>
    </w:rPr>
  </w:style>
  <w:style w:type="character" w:customStyle="1" w:styleId="TopicHeader">
    <w:name w:val="Topic Header"/>
    <w:uiPriority w:val="6"/>
    <w:qFormat/>
    <w:rsid w:val="00E67021"/>
    <w:rPr>
      <w:rFonts w:ascii="Neo Sans Intel Medium" w:hAnsi="Neo Sans Intel Medium"/>
      <w:color w:val="0071C5"/>
      <w:sz w:val="20"/>
    </w:rPr>
  </w:style>
  <w:style w:type="paragraph" w:styleId="Header">
    <w:name w:val="header"/>
    <w:basedOn w:val="Footer"/>
    <w:uiPriority w:val="6"/>
    <w:rsid w:val="00155899"/>
  </w:style>
  <w:style w:type="paragraph" w:styleId="Footer">
    <w:name w:val="footer"/>
    <w:basedOn w:val="Normal"/>
    <w:link w:val="FooterChar"/>
    <w:uiPriority w:val="99"/>
    <w:rsid w:val="00943298"/>
    <w:pPr>
      <w:tabs>
        <w:tab w:val="right" w:pos="7560"/>
      </w:tabs>
      <w:spacing w:line="240" w:lineRule="auto"/>
    </w:pPr>
    <w:rPr>
      <w:rFonts w:ascii="Neo Sans Intel" w:hAnsi="Neo Sans Intel" w:cs="Arial"/>
      <w:bCs/>
      <w:color w:val="4D4D4D"/>
      <w:kern w:val="32"/>
      <w:sz w:val="14"/>
      <w:szCs w:val="32"/>
    </w:rPr>
  </w:style>
  <w:style w:type="paragraph" w:customStyle="1" w:styleId="Bulletedtext2dash">
    <w:name w:val="Bulleted text 2 (dash)"/>
    <w:basedOn w:val="Normal"/>
    <w:uiPriority w:val="5"/>
    <w:qFormat/>
    <w:rsid w:val="00827DB9"/>
    <w:pPr>
      <w:numPr>
        <w:numId w:val="4"/>
      </w:numPr>
      <w:spacing w:before="20" w:line="240" w:lineRule="auto"/>
    </w:pPr>
    <w:rPr>
      <w:sz w:val="20"/>
    </w:rPr>
  </w:style>
  <w:style w:type="paragraph" w:customStyle="1" w:styleId="BodySubtitle">
    <w:name w:val="Body Subtitle"/>
    <w:uiPriority w:val="3"/>
    <w:qFormat/>
    <w:rsid w:val="00C56E4A"/>
    <w:pPr>
      <w:spacing w:before="240"/>
    </w:pPr>
    <w:rPr>
      <w:rFonts w:ascii="Neo Sans Intel Medium" w:hAnsi="Neo Sans Intel Medium" w:cs="Arial"/>
      <w:bCs/>
      <w:color w:val="4D4D4D"/>
      <w:kern w:val="32"/>
      <w:szCs w:val="28"/>
    </w:rPr>
  </w:style>
  <w:style w:type="character" w:customStyle="1" w:styleId="HeadlineChar">
    <w:name w:val="Headline Char"/>
    <w:link w:val="Headline"/>
    <w:rsid w:val="006E6D3B"/>
    <w:rPr>
      <w:rFonts w:ascii="Neo Sans Intel" w:hAnsi="Neo Sans Intel"/>
      <w:color w:val="FFFFFF"/>
      <w:sz w:val="38"/>
    </w:rPr>
  </w:style>
  <w:style w:type="character" w:customStyle="1" w:styleId="BodyTitleChar">
    <w:name w:val="Body Title Char"/>
    <w:link w:val="BodyTitle"/>
    <w:uiPriority w:val="2"/>
    <w:rsid w:val="00982A61"/>
    <w:rPr>
      <w:rFonts w:ascii="Neo Sans Intel Medium" w:hAnsi="Neo Sans Intel Medium"/>
      <w:color w:val="4D4D4D"/>
      <w:sz w:val="24"/>
    </w:rPr>
  </w:style>
  <w:style w:type="table" w:styleId="TableGrid">
    <w:name w:val="Table Grid"/>
    <w:basedOn w:val="TableNormal"/>
    <w:rsid w:val="004D05A9"/>
    <w:pPr>
      <w:spacing w:line="400" w:lineRule="exac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basedOn w:val="Normal"/>
    <w:next w:val="Normal"/>
    <w:semiHidden/>
    <w:rsid w:val="00A81ED5"/>
    <w:pPr>
      <w:tabs>
        <w:tab w:val="right" w:pos="7550"/>
      </w:tabs>
      <w:spacing w:before="120"/>
    </w:pPr>
  </w:style>
  <w:style w:type="character" w:styleId="CommentReference">
    <w:name w:val="annotation reference"/>
    <w:semiHidden/>
    <w:rsid w:val="00D77BD1"/>
    <w:rPr>
      <w:sz w:val="16"/>
      <w:szCs w:val="16"/>
    </w:rPr>
  </w:style>
  <w:style w:type="paragraph" w:styleId="CommentText">
    <w:name w:val="annotation text"/>
    <w:basedOn w:val="Normal"/>
    <w:semiHidden/>
    <w:rsid w:val="00D77BD1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77BD1"/>
    <w:rPr>
      <w:b/>
      <w:bCs/>
    </w:rPr>
  </w:style>
  <w:style w:type="paragraph" w:styleId="BalloonText">
    <w:name w:val="Balloon Text"/>
    <w:basedOn w:val="Normal"/>
    <w:uiPriority w:val="49"/>
    <w:semiHidden/>
    <w:rsid w:val="00D77BD1"/>
    <w:rPr>
      <w:rFonts w:ascii="Tahoma" w:hAnsi="Tahoma" w:cs="Tahoma"/>
      <w:sz w:val="16"/>
      <w:szCs w:val="16"/>
    </w:rPr>
  </w:style>
  <w:style w:type="character" w:customStyle="1" w:styleId="BodyTextIntelChar">
    <w:name w:val="Body Text Intel Char"/>
    <w:link w:val="BodyTextIntel"/>
    <w:uiPriority w:val="4"/>
    <w:rsid w:val="00F4592D"/>
    <w:rPr>
      <w:rFonts w:ascii="Neo Sans Intel Light" w:hAnsi="Neo Sans Intel Light" w:cs="Arial"/>
      <w:bCs/>
      <w:color w:val="000000"/>
      <w:kern w:val="32"/>
      <w:szCs w:val="28"/>
    </w:rPr>
  </w:style>
  <w:style w:type="paragraph" w:customStyle="1" w:styleId="DocumentSubtitle">
    <w:name w:val="Document Subtitle"/>
    <w:basedOn w:val="BodySubtitle"/>
    <w:uiPriority w:val="1"/>
    <w:qFormat/>
    <w:rsid w:val="007201A0"/>
    <w:pPr>
      <w:spacing w:before="0" w:after="360"/>
      <w:contextualSpacing/>
    </w:pPr>
    <w:rPr>
      <w:rFonts w:ascii="Neo Sans Intel" w:hAnsi="Neo Sans Intel"/>
      <w:bCs w:val="0"/>
      <w:color w:val="262626" w:themeColor="text1" w:themeTint="D9"/>
      <w:sz w:val="26"/>
    </w:rPr>
  </w:style>
  <w:style w:type="character" w:styleId="Hyperlink">
    <w:name w:val="Hyperlink"/>
    <w:rsid w:val="00982A61"/>
    <w:rPr>
      <w:color w:val="FDB813"/>
      <w:u w:val="single"/>
    </w:rPr>
  </w:style>
  <w:style w:type="paragraph" w:styleId="NormalWeb">
    <w:name w:val="Normal (Web)"/>
    <w:basedOn w:val="Normal"/>
    <w:uiPriority w:val="99"/>
    <w:unhideWhenUsed/>
    <w:rsid w:val="00F371BF"/>
    <w:pPr>
      <w:spacing w:before="100" w:beforeAutospacing="1" w:after="100" w:afterAutospacing="1" w:line="240" w:lineRule="auto"/>
    </w:pPr>
    <w:rPr>
      <w:rFonts w:ascii="Times" w:hAnsi="Times"/>
      <w:sz w:val="20"/>
      <w:szCs w:val="20"/>
    </w:rPr>
  </w:style>
  <w:style w:type="character" w:customStyle="1" w:styleId="FooterChar">
    <w:name w:val="Footer Char"/>
    <w:link w:val="Footer"/>
    <w:uiPriority w:val="99"/>
    <w:rsid w:val="00E12425"/>
    <w:rPr>
      <w:rFonts w:ascii="Neo Sans Intel" w:hAnsi="Neo Sans Intel" w:cs="Arial"/>
      <w:bCs/>
      <w:color w:val="4D4D4D"/>
      <w:kern w:val="32"/>
      <w:sz w:val="14"/>
      <w:szCs w:val="32"/>
    </w:rPr>
  </w:style>
  <w:style w:type="paragraph" w:styleId="BodyText">
    <w:name w:val="Body Text"/>
    <w:link w:val="BodyTextChar"/>
    <w:semiHidden/>
    <w:unhideWhenUsed/>
    <w:rsid w:val="000D4293"/>
    <w:pPr>
      <w:widowControl w:val="0"/>
      <w:spacing w:before="60" w:after="120" w:line="340" w:lineRule="exact"/>
    </w:pPr>
    <w:rPr>
      <w:rFonts w:ascii="Verdana" w:hAnsi="Verdana"/>
      <w:szCs w:val="24"/>
    </w:rPr>
  </w:style>
  <w:style w:type="character" w:customStyle="1" w:styleId="BodyTextChar">
    <w:name w:val="Body Text Char"/>
    <w:link w:val="BodyText"/>
    <w:semiHidden/>
    <w:rsid w:val="000D4293"/>
    <w:rPr>
      <w:rFonts w:ascii="Verdana" w:hAnsi="Verdana"/>
      <w:szCs w:val="24"/>
    </w:rPr>
  </w:style>
  <w:style w:type="paragraph" w:customStyle="1" w:styleId="HeadlinePage2">
    <w:name w:val="Headline (Page 2...)"/>
    <w:basedOn w:val="Header"/>
    <w:uiPriority w:val="7"/>
    <w:rsid w:val="007201A0"/>
    <w:pPr>
      <w:spacing w:after="360"/>
    </w:pPr>
  </w:style>
  <w:style w:type="paragraph" w:customStyle="1" w:styleId="Style1">
    <w:name w:val="Style1"/>
    <w:basedOn w:val="Normal"/>
    <w:uiPriority w:val="7"/>
    <w:rsid w:val="00827DB9"/>
    <w:pPr>
      <w:numPr>
        <w:numId w:val="32"/>
      </w:numPr>
      <w:ind w:left="1440"/>
    </w:pPr>
  </w:style>
  <w:style w:type="paragraph" w:customStyle="1" w:styleId="Bulletedtext3">
    <w:name w:val="Bulleted text 3"/>
    <w:basedOn w:val="Normal"/>
    <w:uiPriority w:val="7"/>
    <w:rsid w:val="00827DB9"/>
    <w:pPr>
      <w:numPr>
        <w:numId w:val="33"/>
      </w:numPr>
    </w:pPr>
  </w:style>
  <w:style w:type="paragraph" w:customStyle="1" w:styleId="Bulletedtext-3">
    <w:name w:val="Bulleted text-3"/>
    <w:basedOn w:val="Normal"/>
    <w:uiPriority w:val="7"/>
    <w:rsid w:val="00CF28E5"/>
    <w:pPr>
      <w:ind w:left="1440" w:hanging="360"/>
    </w:pPr>
    <w:rPr>
      <w:sz w:val="20"/>
      <w:szCs w:val="20"/>
    </w:rPr>
  </w:style>
  <w:style w:type="paragraph" w:customStyle="1" w:styleId="Bulletedtext30">
    <w:name w:val="Bulleted text3"/>
    <w:basedOn w:val="Normal"/>
    <w:uiPriority w:val="7"/>
    <w:rsid w:val="00CF28E5"/>
    <w:pPr>
      <w:ind w:left="1440" w:hanging="360"/>
      <w:contextualSpacing/>
    </w:pPr>
    <w:rPr>
      <w:sz w:val="20"/>
      <w:szCs w:val="20"/>
    </w:rPr>
  </w:style>
  <w:style w:type="paragraph" w:customStyle="1" w:styleId="Bulletedtext--3">
    <w:name w:val="Bulleted text--3"/>
    <w:basedOn w:val="Normal"/>
    <w:uiPriority w:val="7"/>
    <w:qFormat/>
    <w:rsid w:val="00E13718"/>
    <w:pPr>
      <w:numPr>
        <w:numId w:val="34"/>
      </w:numPr>
    </w:pPr>
    <w:rPr>
      <w:sz w:val="20"/>
      <w:szCs w:val="20"/>
    </w:rPr>
  </w:style>
  <w:style w:type="character" w:customStyle="1" w:styleId="Subhead-Body">
    <w:name w:val="Subhead - Body"/>
    <w:uiPriority w:val="6"/>
    <w:qFormat/>
    <w:rsid w:val="001C7671"/>
    <w:rPr>
      <w:rFonts w:ascii="Neo Sans Intel Medium" w:hAnsi="Neo Sans Intel Medium"/>
      <w:color w:val="0071C5"/>
      <w:sz w:val="20"/>
    </w:rPr>
  </w:style>
  <w:style w:type="paragraph" w:customStyle="1" w:styleId="BodyText1">
    <w:name w:val="Body Text1"/>
    <w:link w:val="BodytextChar0"/>
    <w:uiPriority w:val="4"/>
    <w:qFormat/>
    <w:rsid w:val="001C7671"/>
    <w:pPr>
      <w:spacing w:before="120" w:line="310" w:lineRule="exact"/>
    </w:pPr>
    <w:rPr>
      <w:rFonts w:ascii="Neo Sans Intel Light" w:hAnsi="Neo Sans Intel Light" w:cs="Arial"/>
      <w:bCs/>
      <w:color w:val="000000" w:themeColor="text1"/>
      <w:kern w:val="32"/>
      <w:szCs w:val="28"/>
    </w:rPr>
  </w:style>
  <w:style w:type="character" w:customStyle="1" w:styleId="BodytextChar0">
    <w:name w:val="Body text Char"/>
    <w:link w:val="BodyText1"/>
    <w:uiPriority w:val="4"/>
    <w:rsid w:val="001C7671"/>
    <w:rPr>
      <w:rFonts w:ascii="Neo Sans Intel Light" w:hAnsi="Neo Sans Intel Light" w:cs="Arial"/>
      <w:bCs/>
      <w:color w:val="000000" w:themeColor="text1"/>
      <w:kern w:val="3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84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9565">
          <w:marLeft w:val="2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3299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43008">
          <w:marLeft w:val="2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7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859789">
          <w:marLeft w:val="2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334249">
          <w:marLeft w:val="2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533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128743">
          <w:marLeft w:val="2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529817">
          <w:marLeft w:val="2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842549">
          <w:marLeft w:val="2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44700">
          <w:marLeft w:val="2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93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71353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19063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2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3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5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32806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6939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27536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8107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1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380969">
          <w:marLeft w:val="36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425995">
          <w:marLeft w:val="80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50277">
          <w:marLeft w:val="36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66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288">
          <w:marLeft w:val="2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07214">
          <w:marLeft w:val="2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821766">
          <w:marLeft w:val="2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95896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71484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726578">
          <w:marLeft w:val="2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97992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57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880268">
          <w:marLeft w:val="2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1765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895925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914505">
          <w:marLeft w:val="2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07788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177756">
          <w:marLeft w:val="2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505336">
          <w:marLeft w:val="2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12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8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551256">
          <w:marLeft w:val="44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95701">
          <w:marLeft w:val="44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388812">
          <w:marLeft w:val="44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69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936166">
          <w:marLeft w:val="44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196241">
          <w:marLeft w:val="44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87148">
          <w:marLeft w:val="44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66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345455">
          <w:marLeft w:val="2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919473">
          <w:marLeft w:val="2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92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3847">
          <w:marLeft w:val="2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826723">
          <w:marLeft w:val="2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844743">
          <w:marLeft w:val="2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9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855935">
          <w:marLeft w:val="2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22545">
          <w:marLeft w:val="2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://www.appitic.com/" TargetMode="External"/><Relationship Id="rId20" Type="http://schemas.openxmlformats.org/officeDocument/2006/relationships/footer" Target="footer3.xml"/><Relationship Id="rId21" Type="http://schemas.openxmlformats.org/officeDocument/2006/relationships/fontTable" Target="fontTable.xml"/><Relationship Id="rId22" Type="http://schemas.openxmlformats.org/officeDocument/2006/relationships/theme" Target="theme/theme1.xml"/><Relationship Id="rId10" Type="http://schemas.openxmlformats.org/officeDocument/2006/relationships/hyperlink" Target="http://www.appysmarts.com/" TargetMode="External"/><Relationship Id="rId11" Type="http://schemas.openxmlformats.org/officeDocument/2006/relationships/hyperlink" Target="http://www.commonsensemedia.org/app-reviews" TargetMode="External"/><Relationship Id="rId12" Type="http://schemas.openxmlformats.org/officeDocument/2006/relationships/hyperlink" Target="http://www.mindleaptech.com/" TargetMode="External"/><Relationship Id="rId13" Type="http://schemas.openxmlformats.org/officeDocument/2006/relationships/hyperlink" Target="http://teacherswithapps.com/" TargetMode="External"/><Relationship Id="rId14" Type="http://schemas.openxmlformats.org/officeDocument/2006/relationships/hyperlink" Target="https://play.google.com/store/apps/details?id=com.rovio.amazingalexHD" TargetMode="External"/><Relationship Id="rId15" Type="http://schemas.openxmlformats.org/officeDocument/2006/relationships/hyperlink" Target="https://itunes.apple.com/us/app/amazing-alex-hd/id524334658?mt=8" TargetMode="External"/><Relationship Id="rId16" Type="http://schemas.openxmlformats.org/officeDocument/2006/relationships/header" Target="header1.xml"/><Relationship Id="rId17" Type="http://schemas.openxmlformats.org/officeDocument/2006/relationships/footer" Target="footer1.xml"/><Relationship Id="rId18" Type="http://schemas.openxmlformats.org/officeDocument/2006/relationships/header" Target="header2.xml"/><Relationship Id="rId19" Type="http://schemas.openxmlformats.org/officeDocument/2006/relationships/footer" Target="footer2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winton\Desktop\Intel_word_templates\Centrino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08A15EC-2A8A-B342-89AE-500B0E879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\Documents and Settings\ewinton\Desktop\Intel_word_templates\Centrino.dot</Template>
  <TotalTime>4</TotalTime>
  <Pages>2</Pages>
  <Words>285</Words>
  <Characters>1625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Hgdfgh</vt:lpstr>
    </vt:vector>
  </TitlesOfParts>
  <Company>Intel Corporation</Company>
  <LinksUpToDate>false</LinksUpToDate>
  <CharactersWithSpaces>1907</CharactersWithSpaces>
  <SharedDoc>false</SharedDoc>
  <HLinks>
    <vt:vector size="6" baseType="variant">
      <vt:variant>
        <vt:i4>3997757</vt:i4>
      </vt:variant>
      <vt:variant>
        <vt:i4>0</vt:i4>
      </vt:variant>
      <vt:variant>
        <vt:i4>0</vt:i4>
      </vt:variant>
      <vt:variant>
        <vt:i4>5</vt:i4>
      </vt:variant>
      <vt:variant>
        <vt:lpwstr>http://www.classtools.net/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Hgdfgh</dc:title>
  <dc:creator>Tom Mordasky</dc:creator>
  <cp:lastModifiedBy>Lisa Fisher</cp:lastModifiedBy>
  <cp:revision>6</cp:revision>
  <cp:lastPrinted>2013-10-28T17:16:00Z</cp:lastPrinted>
  <dcterms:created xsi:type="dcterms:W3CDTF">2014-01-24T20:17:00Z</dcterms:created>
  <dcterms:modified xsi:type="dcterms:W3CDTF">2014-01-24T20:21:00Z</dcterms:modified>
</cp:coreProperties>
</file>