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E71" w:rsidRPr="00DD7BCA" w:rsidRDefault="003D0E71" w:rsidP="003D0E71">
      <w:pPr>
        <w:pStyle w:val="TOC1"/>
      </w:pPr>
      <w:bookmarkStart w:id="0" w:name="_Toc367615048"/>
      <w:bookmarkStart w:id="1" w:name="_Toc367863024"/>
      <w:bookmarkStart w:id="2" w:name="_Toc368225263"/>
    </w:p>
    <w:p w:rsidR="003D0E71" w:rsidRPr="00DD7BCA" w:rsidRDefault="003D0E71" w:rsidP="003D0E71">
      <w:pPr>
        <w:pStyle w:val="DateTitlePage"/>
      </w:pPr>
    </w:p>
    <w:p w:rsidR="003D0E71" w:rsidRPr="00DD7BCA" w:rsidRDefault="003D0E71" w:rsidP="003D0E71">
      <w:pPr>
        <w:pStyle w:val="DateTitlePage"/>
      </w:pPr>
    </w:p>
    <w:p w:rsidR="003D0E71" w:rsidRPr="00DD7BCA" w:rsidRDefault="003D0E71" w:rsidP="003D0E71">
      <w:pPr>
        <w:pStyle w:val="DateTitlePage"/>
      </w:pPr>
    </w:p>
    <w:p w:rsidR="003D0E71" w:rsidRPr="00DD7BCA" w:rsidRDefault="003D0E71" w:rsidP="003D0E71">
      <w:pPr>
        <w:pStyle w:val="DateTitlePage"/>
      </w:pPr>
    </w:p>
    <w:p w:rsidR="003D0E71" w:rsidRPr="00DD7BCA" w:rsidRDefault="003D0E71" w:rsidP="003D0E71">
      <w:pPr>
        <w:pStyle w:val="DateTitlePage"/>
      </w:pPr>
    </w:p>
    <w:p w:rsidR="00DD4DB2" w:rsidRPr="00FE38BB" w:rsidRDefault="00DD4DB2" w:rsidP="00DD4DB2">
      <w:pPr>
        <w:pStyle w:val="DocTitle"/>
        <w:rPr>
          <w:rStyle w:val="BookTitle"/>
          <w:b w:val="0"/>
          <w:sz w:val="36"/>
          <w:szCs w:val="36"/>
        </w:rPr>
      </w:pPr>
      <w:r w:rsidRPr="00FE38BB">
        <w:rPr>
          <w:rStyle w:val="BookTitle"/>
          <w:b w:val="0"/>
          <w:sz w:val="36"/>
          <w:szCs w:val="36"/>
        </w:rPr>
        <w:t xml:space="preserve">Intel® </w:t>
      </w:r>
      <w:r w:rsidR="00FE38BB" w:rsidRPr="00FE38BB">
        <w:rPr>
          <w:rStyle w:val="BookTitle"/>
          <w:b w:val="0"/>
          <w:sz w:val="36"/>
          <w:szCs w:val="36"/>
        </w:rPr>
        <w:t>Solid</w:t>
      </w:r>
      <w:r w:rsidR="00FF22A1">
        <w:rPr>
          <w:rStyle w:val="BookTitle"/>
          <w:b w:val="0"/>
          <w:sz w:val="36"/>
          <w:szCs w:val="36"/>
        </w:rPr>
        <w:t xml:space="preserve"> </w:t>
      </w:r>
      <w:r w:rsidR="00FE38BB" w:rsidRPr="00FE38BB">
        <w:rPr>
          <w:rStyle w:val="BookTitle"/>
          <w:b w:val="0"/>
          <w:sz w:val="36"/>
          <w:szCs w:val="36"/>
        </w:rPr>
        <w:t xml:space="preserve">State Drive </w:t>
      </w:r>
      <w:r w:rsidR="00682A45">
        <w:rPr>
          <w:rStyle w:val="BookTitle"/>
          <w:b w:val="0"/>
          <w:sz w:val="36"/>
          <w:szCs w:val="36"/>
        </w:rPr>
        <w:t xml:space="preserve">Client </w:t>
      </w:r>
      <w:proofErr w:type="spellStart"/>
      <w:r w:rsidR="00FE38BB" w:rsidRPr="00FE38BB">
        <w:rPr>
          <w:rStyle w:val="BookTitle"/>
          <w:b w:val="0"/>
          <w:sz w:val="36"/>
          <w:szCs w:val="36"/>
        </w:rPr>
        <w:t>PCIe</w:t>
      </w:r>
      <w:proofErr w:type="spellEnd"/>
      <w:r w:rsidR="00FE38BB" w:rsidRPr="00FE38BB">
        <w:rPr>
          <w:rStyle w:val="BookTitle"/>
          <w:b w:val="0"/>
          <w:sz w:val="36"/>
          <w:szCs w:val="36"/>
        </w:rPr>
        <w:t>*</w:t>
      </w:r>
      <w:r w:rsidR="0068796B">
        <w:rPr>
          <w:rStyle w:val="BookTitle"/>
          <w:b w:val="0"/>
          <w:sz w:val="36"/>
          <w:szCs w:val="36"/>
        </w:rPr>
        <w:t xml:space="preserve"> Microsoft* Windows* Driver</w:t>
      </w:r>
    </w:p>
    <w:p w:rsidR="00DD4DB2" w:rsidRPr="00091F4B" w:rsidRDefault="00DD4DB2" w:rsidP="00DD4DB2">
      <w:pPr>
        <w:pStyle w:val="DocType0"/>
        <w:rPr>
          <w:rFonts w:ascii="Intel Clear" w:hAnsi="Intel Clear"/>
          <w:b w:val="0"/>
        </w:rPr>
      </w:pPr>
      <w:r>
        <w:rPr>
          <w:rFonts w:ascii="Intel Clear" w:hAnsi="Intel Clear"/>
          <w:b w:val="0"/>
        </w:rPr>
        <w:t>Release Notes</w:t>
      </w:r>
    </w:p>
    <w:p w:rsidR="00DD4DB2" w:rsidRPr="0068796B" w:rsidRDefault="00673142" w:rsidP="00DD4DB2">
      <w:pPr>
        <w:pStyle w:val="DateTitlePage"/>
        <w:rPr>
          <w:b w:val="0"/>
          <w:sz w:val="28"/>
          <w:szCs w:val="28"/>
        </w:rPr>
      </w:pPr>
      <w:r>
        <w:rPr>
          <w:b w:val="0"/>
          <w:sz w:val="28"/>
          <w:szCs w:val="28"/>
        </w:rPr>
        <w:t>July</w:t>
      </w:r>
      <w:r w:rsidR="00AB11CB">
        <w:rPr>
          <w:b w:val="0"/>
          <w:sz w:val="28"/>
          <w:szCs w:val="28"/>
        </w:rPr>
        <w:t xml:space="preserve"> 201</w:t>
      </w:r>
      <w:r w:rsidR="00B35544">
        <w:rPr>
          <w:b w:val="0"/>
          <w:sz w:val="28"/>
          <w:szCs w:val="28"/>
        </w:rPr>
        <w:t>9</w:t>
      </w:r>
    </w:p>
    <w:p w:rsidR="005356D8" w:rsidRDefault="00DD4DB2" w:rsidP="00DD4DB2">
      <w:pPr>
        <w:pStyle w:val="DateTitlePage"/>
        <w:rPr>
          <w:b w:val="0"/>
          <w:sz w:val="28"/>
          <w:szCs w:val="28"/>
        </w:rPr>
      </w:pPr>
      <w:r w:rsidRPr="0068796B">
        <w:rPr>
          <w:b w:val="0"/>
          <w:sz w:val="28"/>
          <w:szCs w:val="28"/>
        </w:rPr>
        <w:t xml:space="preserve">Software Version </w:t>
      </w:r>
      <w:r w:rsidR="002F30CA">
        <w:rPr>
          <w:b w:val="0"/>
          <w:sz w:val="28"/>
          <w:szCs w:val="28"/>
        </w:rPr>
        <w:t>4.</w:t>
      </w:r>
      <w:r w:rsidR="00B35544">
        <w:rPr>
          <w:b w:val="0"/>
          <w:sz w:val="28"/>
          <w:szCs w:val="28"/>
        </w:rPr>
        <w:t>3</w:t>
      </w:r>
      <w:r w:rsidR="00673142">
        <w:rPr>
          <w:b w:val="0"/>
          <w:sz w:val="28"/>
          <w:szCs w:val="28"/>
        </w:rPr>
        <w:t>.0</w:t>
      </w:r>
      <w:r w:rsidR="002F30CA">
        <w:rPr>
          <w:b w:val="0"/>
          <w:sz w:val="28"/>
          <w:szCs w:val="28"/>
        </w:rPr>
        <w:t>.100</w:t>
      </w:r>
      <w:r w:rsidR="00673142">
        <w:rPr>
          <w:b w:val="0"/>
          <w:sz w:val="28"/>
          <w:szCs w:val="28"/>
        </w:rPr>
        <w:t>6</w:t>
      </w:r>
    </w:p>
    <w:p w:rsidR="00822AB1" w:rsidRPr="001C65C2" w:rsidRDefault="00822AB1">
      <w:pPr>
        <w:spacing w:before="0"/>
        <w:rPr>
          <w:rFonts w:ascii="Intel Clear Light" w:hAnsi="Intel Clear Light"/>
          <w:color w:val="0860A8"/>
          <w:sz w:val="44"/>
        </w:rPr>
      </w:pPr>
      <w:r w:rsidRPr="001C65C2">
        <w:rPr>
          <w:rFonts w:ascii="Intel Clear Light" w:hAnsi="Intel Clear Light"/>
        </w:rPr>
        <w:br w:type="page"/>
      </w: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822AB1" w:rsidRPr="00DD7BCA" w:rsidRDefault="00822AB1" w:rsidP="00822AB1">
      <w:pPr>
        <w:spacing w:before="120" w:after="120"/>
        <w:rPr>
          <w:rFonts w:cs="Arial"/>
          <w:sz w:val="14"/>
          <w:szCs w:val="14"/>
        </w:rPr>
      </w:pPr>
      <w:r w:rsidRPr="00DD7BCA">
        <w:rPr>
          <w:rFonts w:cs="Arial"/>
          <w:sz w:val="14"/>
          <w:szCs w:val="14"/>
        </w:rPr>
        <w:t xml:space="preserve">Intel may make changes to specifications and product descriptions at any time, without notice. Designers must not rely on the absence or characteristics of any features or instructions marked "reserved" or "undefined". Intel reserves these for future definition and shall have no responsibility whatsoever for conflicts or incompatibilities arising from future changes to them. The information here is subject to change </w:t>
      </w:r>
      <w:r w:rsidR="00D93B43">
        <w:rPr>
          <w:rFonts w:cs="Arial"/>
          <w:sz w:val="14"/>
          <w:szCs w:val="14"/>
        </w:rPr>
        <w:br/>
      </w:r>
      <w:r w:rsidRPr="00DD7BCA">
        <w:rPr>
          <w:rFonts w:cs="Arial"/>
          <w:sz w:val="14"/>
          <w:szCs w:val="14"/>
        </w:rPr>
        <w:t xml:space="preserve">without notice. Do not finalize a design with this information. </w:t>
      </w:r>
    </w:p>
    <w:p w:rsidR="00822AB1" w:rsidRPr="00DD7BCA" w:rsidRDefault="00822AB1" w:rsidP="00822AB1">
      <w:pPr>
        <w:spacing w:before="120" w:after="120"/>
        <w:rPr>
          <w:rFonts w:cs="Arial"/>
          <w:sz w:val="14"/>
          <w:szCs w:val="14"/>
        </w:rPr>
      </w:pPr>
      <w:r w:rsidRPr="00DD7BCA">
        <w:rPr>
          <w:rFonts w:cs="Arial"/>
          <w:sz w:val="14"/>
          <w:szCs w:val="14"/>
        </w:rPr>
        <w:t xml:space="preserve">The products described in this document may contain design defects or errors known as errata which may cause the product to deviate from published specifications. Current characterized errata are available on request. </w:t>
      </w:r>
    </w:p>
    <w:p w:rsidR="00822AB1" w:rsidRPr="00DD7BCA" w:rsidRDefault="00822AB1" w:rsidP="00822AB1">
      <w:pPr>
        <w:spacing w:before="120" w:after="120"/>
        <w:rPr>
          <w:rFonts w:cs="Arial"/>
          <w:sz w:val="14"/>
          <w:szCs w:val="14"/>
        </w:rPr>
      </w:pPr>
      <w:r w:rsidRPr="00DD7BCA">
        <w:rPr>
          <w:rFonts w:cs="Arial"/>
          <w:sz w:val="14"/>
          <w:szCs w:val="14"/>
        </w:rPr>
        <w:t xml:space="preserve">Contact your local Intel sales office or your distributor to obtain the latest specifications and before placing your product order. </w:t>
      </w:r>
    </w:p>
    <w:p w:rsidR="00822AB1" w:rsidRPr="00DD7BCA" w:rsidRDefault="00822AB1" w:rsidP="00822AB1">
      <w:pPr>
        <w:spacing w:before="120" w:after="120"/>
        <w:rPr>
          <w:rFonts w:cs="Arial"/>
          <w:sz w:val="14"/>
          <w:szCs w:val="14"/>
        </w:rPr>
      </w:pPr>
      <w:r w:rsidRPr="00DD7BCA">
        <w:rPr>
          <w:rFonts w:cs="Arial"/>
          <w:sz w:val="14"/>
          <w:szCs w:val="14"/>
        </w:rPr>
        <w:t xml:space="preserve">Copies of documents which have an order number and are referenced in this document, or other Intel literature, may be obtained by calling </w:t>
      </w:r>
      <w:r w:rsidR="00D93B43">
        <w:rPr>
          <w:rFonts w:cs="Arial"/>
          <w:sz w:val="14"/>
          <w:szCs w:val="14"/>
        </w:rPr>
        <w:br/>
      </w:r>
      <w:r w:rsidRPr="00DD7BCA">
        <w:rPr>
          <w:rFonts w:cs="Arial"/>
          <w:sz w:val="14"/>
          <w:szCs w:val="14"/>
        </w:rPr>
        <w:t xml:space="preserve">1-800-548-4725, or go to:  http://www.intel.com/design/literature.htm  </w:t>
      </w:r>
    </w:p>
    <w:p w:rsidR="00822AB1" w:rsidRPr="00DD7BCA" w:rsidRDefault="00822AB1" w:rsidP="00822AB1">
      <w:pPr>
        <w:spacing w:before="120" w:after="120"/>
        <w:rPr>
          <w:rFonts w:cs="Arial"/>
          <w:sz w:val="14"/>
          <w:szCs w:val="14"/>
        </w:rPr>
      </w:pPr>
      <w:r w:rsidRPr="00DD7BCA">
        <w:rPr>
          <w:rFonts w:cs="Arial"/>
          <w:sz w:val="14"/>
          <w:szCs w:val="14"/>
        </w:rPr>
        <w:t>All products, computer systems, dates, and figures specified are preliminary based on current expectations, and are subject to change without notice.</w:t>
      </w:r>
    </w:p>
    <w:p w:rsidR="00822AB1" w:rsidRPr="00DD7BCA" w:rsidRDefault="00822AB1" w:rsidP="00822AB1">
      <w:pPr>
        <w:spacing w:before="120" w:after="120"/>
        <w:rPr>
          <w:rFonts w:cs="Arial"/>
          <w:sz w:val="14"/>
          <w:szCs w:val="14"/>
        </w:rPr>
      </w:pPr>
      <w:r w:rsidRPr="00DD7BCA">
        <w:rPr>
          <w:rFonts w:cs="Arial"/>
          <w:sz w:val="14"/>
          <w:szCs w:val="14"/>
        </w:rPr>
        <w:t>Intel and the Intel logo are trademarks of Intel Corporation in the U.S. and/or other countries.</w:t>
      </w:r>
    </w:p>
    <w:p w:rsidR="00822AB1" w:rsidRPr="00DD7BCA" w:rsidRDefault="00822AB1" w:rsidP="00822AB1">
      <w:pPr>
        <w:spacing w:before="120" w:after="120"/>
        <w:rPr>
          <w:rFonts w:cs="Arial"/>
          <w:sz w:val="14"/>
          <w:szCs w:val="14"/>
        </w:rPr>
      </w:pPr>
      <w:r w:rsidRPr="00DD7BCA">
        <w:rPr>
          <w:rFonts w:cs="Arial"/>
          <w:sz w:val="14"/>
          <w:szCs w:val="14"/>
        </w:rPr>
        <w:t>*Other names and brands may be claimed as the property of others.</w:t>
      </w:r>
    </w:p>
    <w:p w:rsidR="00822AB1" w:rsidRPr="00DD7BCA" w:rsidRDefault="00822AB1" w:rsidP="00822AB1">
      <w:pPr>
        <w:spacing w:before="120" w:after="120"/>
        <w:rPr>
          <w:rFonts w:cs="Arial"/>
          <w:sz w:val="14"/>
          <w:szCs w:val="14"/>
        </w:rPr>
      </w:pPr>
      <w:r w:rsidRPr="00DD7BCA">
        <w:rPr>
          <w:rFonts w:cs="Arial"/>
          <w:sz w:val="14"/>
          <w:szCs w:val="14"/>
        </w:rPr>
        <w:t>Copyright © 201</w:t>
      </w:r>
      <w:r w:rsidR="00B35544">
        <w:rPr>
          <w:rFonts w:cs="Arial"/>
          <w:sz w:val="14"/>
          <w:szCs w:val="14"/>
        </w:rPr>
        <w:t>9</w:t>
      </w:r>
      <w:r w:rsidRPr="00DD7BCA">
        <w:rPr>
          <w:rFonts w:cs="Arial"/>
          <w:sz w:val="14"/>
          <w:szCs w:val="14"/>
        </w:rPr>
        <w:t xml:space="preserve"> Intel Corporation.  All rights reserved.</w:t>
      </w:r>
    </w:p>
    <w:bookmarkEnd w:id="0"/>
    <w:bookmarkEnd w:id="1"/>
    <w:bookmarkEnd w:id="2"/>
    <w:p w:rsidR="003D0E71" w:rsidRDefault="00B7142E" w:rsidP="003D0E71">
      <w:pPr>
        <w:pStyle w:val="HeadingTOC"/>
        <w:rPr>
          <w:b w:val="0"/>
          <w:i w:val="0"/>
          <w:sz w:val="48"/>
        </w:rPr>
      </w:pPr>
      <w:r>
        <w:rPr>
          <w:b w:val="0"/>
          <w:i w:val="0"/>
          <w:sz w:val="48"/>
        </w:rPr>
        <w:lastRenderedPageBreak/>
        <w:t>Driver</w:t>
      </w:r>
      <w:r w:rsidR="00D632D7">
        <w:rPr>
          <w:b w:val="0"/>
          <w:i w:val="0"/>
          <w:sz w:val="48"/>
        </w:rPr>
        <w:t xml:space="preserve"> </w:t>
      </w:r>
      <w:r w:rsidR="003D0E71" w:rsidRPr="0064751A">
        <w:rPr>
          <w:b w:val="0"/>
          <w:i w:val="0"/>
          <w:sz w:val="48"/>
        </w:rPr>
        <w:t>Revision History</w:t>
      </w:r>
    </w:p>
    <w:p w:rsidR="0068796B" w:rsidRPr="00DD7BCA" w:rsidRDefault="0068796B" w:rsidP="005050CC"/>
    <w:tbl>
      <w:tblPr>
        <w:tblW w:w="4898" w:type="pct"/>
        <w:tblCellSpacing w:w="0" w:type="dxa"/>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64"/>
        <w:gridCol w:w="888"/>
        <w:gridCol w:w="1519"/>
        <w:gridCol w:w="5688"/>
      </w:tblGrid>
      <w:tr w:rsidR="00AB11CB" w:rsidRPr="004C7D38" w:rsidTr="00B35544">
        <w:trPr>
          <w:cantSplit/>
          <w:trHeight w:val="458"/>
          <w:tblHeader/>
          <w:tblCellSpacing w:w="0" w:type="dxa"/>
        </w:trPr>
        <w:tc>
          <w:tcPr>
            <w:tcW w:w="581" w:type="pct"/>
            <w:vAlign w:val="center"/>
          </w:tcPr>
          <w:p w:rsidR="00D93B43" w:rsidRPr="00DD7BCA" w:rsidRDefault="00D93B43" w:rsidP="00C218B9">
            <w:pPr>
              <w:spacing w:before="120" w:after="40"/>
              <w:jc w:val="center"/>
              <w:rPr>
                <w:color w:val="0860A8"/>
                <w:szCs w:val="18"/>
              </w:rPr>
            </w:pPr>
            <w:r w:rsidRPr="00DD7BCA">
              <w:rPr>
                <w:b/>
                <w:color w:val="0860A8"/>
                <w:szCs w:val="18"/>
              </w:rPr>
              <w:t>Date</w:t>
            </w:r>
          </w:p>
        </w:tc>
        <w:tc>
          <w:tcPr>
            <w:tcW w:w="485" w:type="pct"/>
            <w:vAlign w:val="center"/>
          </w:tcPr>
          <w:p w:rsidR="00D93B43" w:rsidRDefault="00D93B43">
            <w:pPr>
              <w:spacing w:before="120" w:after="40"/>
              <w:jc w:val="center"/>
              <w:rPr>
                <w:b/>
                <w:color w:val="0860A8"/>
                <w:szCs w:val="18"/>
              </w:rPr>
            </w:pPr>
            <w:r>
              <w:rPr>
                <w:b/>
                <w:color w:val="0860A8"/>
                <w:szCs w:val="18"/>
              </w:rPr>
              <w:t>Document Version</w:t>
            </w:r>
          </w:p>
        </w:tc>
        <w:tc>
          <w:tcPr>
            <w:tcW w:w="829" w:type="pct"/>
            <w:vAlign w:val="center"/>
          </w:tcPr>
          <w:p w:rsidR="00D93B43" w:rsidRPr="00DD7BCA" w:rsidRDefault="00D93B43">
            <w:pPr>
              <w:spacing w:before="120" w:after="40"/>
              <w:jc w:val="center"/>
              <w:rPr>
                <w:color w:val="0860A8"/>
                <w:szCs w:val="18"/>
              </w:rPr>
            </w:pPr>
            <w:r>
              <w:rPr>
                <w:b/>
                <w:color w:val="0860A8"/>
                <w:szCs w:val="18"/>
              </w:rPr>
              <w:t>Driver Version</w:t>
            </w:r>
          </w:p>
        </w:tc>
        <w:tc>
          <w:tcPr>
            <w:tcW w:w="3105" w:type="pct"/>
            <w:vAlign w:val="center"/>
          </w:tcPr>
          <w:p w:rsidR="00D93B43" w:rsidRPr="00DD7BCA" w:rsidRDefault="00D93B43">
            <w:pPr>
              <w:spacing w:before="120" w:after="40"/>
              <w:jc w:val="center"/>
              <w:rPr>
                <w:color w:val="0860A8"/>
                <w:szCs w:val="18"/>
              </w:rPr>
            </w:pPr>
            <w:r w:rsidRPr="00DD7BCA">
              <w:rPr>
                <w:b/>
                <w:color w:val="0860A8"/>
                <w:szCs w:val="18"/>
              </w:rPr>
              <w:t>Description</w:t>
            </w:r>
          </w:p>
        </w:tc>
      </w:tr>
      <w:tr w:rsidR="00673142" w:rsidRPr="004C7D38" w:rsidTr="00B35544">
        <w:trPr>
          <w:cantSplit/>
          <w:trHeight w:val="244"/>
          <w:tblCellSpacing w:w="0" w:type="dxa"/>
        </w:trPr>
        <w:tc>
          <w:tcPr>
            <w:tcW w:w="581" w:type="pct"/>
            <w:shd w:val="clear" w:color="auto" w:fill="auto"/>
            <w:vAlign w:val="center"/>
          </w:tcPr>
          <w:p w:rsidR="00673142" w:rsidRDefault="00673142" w:rsidP="00FD247D">
            <w:pPr>
              <w:spacing w:before="40" w:after="40"/>
              <w:jc w:val="center"/>
              <w:rPr>
                <w:color w:val="000000"/>
                <w:szCs w:val="18"/>
              </w:rPr>
            </w:pPr>
            <w:r>
              <w:rPr>
                <w:color w:val="000000"/>
                <w:szCs w:val="18"/>
              </w:rPr>
              <w:t>July</w:t>
            </w:r>
          </w:p>
        </w:tc>
        <w:tc>
          <w:tcPr>
            <w:tcW w:w="485" w:type="pct"/>
            <w:vAlign w:val="center"/>
          </w:tcPr>
          <w:p w:rsidR="00673142" w:rsidRDefault="00673142" w:rsidP="00FD247D">
            <w:pPr>
              <w:spacing w:before="40" w:after="40"/>
              <w:jc w:val="center"/>
              <w:rPr>
                <w:szCs w:val="18"/>
              </w:rPr>
            </w:pPr>
            <w:r>
              <w:rPr>
                <w:szCs w:val="18"/>
              </w:rPr>
              <w:t>019</w:t>
            </w:r>
          </w:p>
        </w:tc>
        <w:tc>
          <w:tcPr>
            <w:tcW w:w="829" w:type="pct"/>
            <w:shd w:val="clear" w:color="auto" w:fill="auto"/>
            <w:vAlign w:val="center"/>
          </w:tcPr>
          <w:p w:rsidR="00673142" w:rsidRDefault="00673142" w:rsidP="00FD247D">
            <w:pPr>
              <w:spacing w:before="40" w:after="40"/>
              <w:jc w:val="center"/>
              <w:rPr>
                <w:szCs w:val="18"/>
              </w:rPr>
            </w:pPr>
            <w:r>
              <w:rPr>
                <w:szCs w:val="18"/>
              </w:rPr>
              <w:t>4.3.0.1006</w:t>
            </w:r>
          </w:p>
        </w:tc>
        <w:tc>
          <w:tcPr>
            <w:tcW w:w="3105" w:type="pct"/>
            <w:shd w:val="clear" w:color="auto" w:fill="auto"/>
            <w:vAlign w:val="center"/>
          </w:tcPr>
          <w:p w:rsidR="00673142" w:rsidRPr="00BA099E" w:rsidRDefault="00673142" w:rsidP="006B4430">
            <w:r>
              <w:t>Updated with certification for Microsoft Windows 10 Client family version 1903</w:t>
            </w:r>
            <w:bookmarkStart w:id="3" w:name="_GoBack"/>
            <w:bookmarkEnd w:id="3"/>
          </w:p>
        </w:tc>
      </w:tr>
      <w:tr w:rsidR="00B35544" w:rsidRPr="004C7D38" w:rsidTr="00B35544">
        <w:trPr>
          <w:cantSplit/>
          <w:trHeight w:val="244"/>
          <w:tblCellSpacing w:w="0" w:type="dxa"/>
        </w:trPr>
        <w:tc>
          <w:tcPr>
            <w:tcW w:w="581" w:type="pct"/>
            <w:shd w:val="clear" w:color="auto" w:fill="auto"/>
            <w:vAlign w:val="center"/>
          </w:tcPr>
          <w:p w:rsidR="00B35544" w:rsidRDefault="00B35544" w:rsidP="00FD247D">
            <w:pPr>
              <w:spacing w:before="40" w:after="40"/>
              <w:jc w:val="center"/>
              <w:rPr>
                <w:color w:val="000000"/>
                <w:szCs w:val="18"/>
              </w:rPr>
            </w:pPr>
            <w:r>
              <w:rPr>
                <w:color w:val="000000"/>
                <w:szCs w:val="18"/>
              </w:rPr>
              <w:t>April</w:t>
            </w:r>
          </w:p>
        </w:tc>
        <w:tc>
          <w:tcPr>
            <w:tcW w:w="485" w:type="pct"/>
            <w:vAlign w:val="center"/>
          </w:tcPr>
          <w:p w:rsidR="00B35544" w:rsidRDefault="006A60DB" w:rsidP="00FD247D">
            <w:pPr>
              <w:spacing w:before="40" w:after="40"/>
              <w:jc w:val="center"/>
              <w:rPr>
                <w:szCs w:val="18"/>
              </w:rPr>
            </w:pPr>
            <w:r>
              <w:rPr>
                <w:szCs w:val="18"/>
              </w:rPr>
              <w:t>017</w:t>
            </w:r>
          </w:p>
        </w:tc>
        <w:tc>
          <w:tcPr>
            <w:tcW w:w="829" w:type="pct"/>
            <w:shd w:val="clear" w:color="auto" w:fill="auto"/>
            <w:vAlign w:val="center"/>
          </w:tcPr>
          <w:p w:rsidR="00B35544" w:rsidRDefault="00B35544" w:rsidP="00FD247D">
            <w:pPr>
              <w:spacing w:before="40" w:after="40"/>
              <w:jc w:val="center"/>
              <w:rPr>
                <w:szCs w:val="18"/>
              </w:rPr>
            </w:pPr>
            <w:r>
              <w:rPr>
                <w:szCs w:val="18"/>
              </w:rPr>
              <w:t>4.3.0.1006</w:t>
            </w:r>
          </w:p>
        </w:tc>
        <w:tc>
          <w:tcPr>
            <w:tcW w:w="3105" w:type="pct"/>
            <w:shd w:val="clear" w:color="auto" w:fill="auto"/>
            <w:vAlign w:val="center"/>
          </w:tcPr>
          <w:p w:rsidR="00B35544" w:rsidRPr="00BA099E" w:rsidRDefault="00B35544" w:rsidP="00FD247D">
            <w:pPr>
              <w:rPr>
                <w:rFonts w:ascii="Calibri" w:hAnsi="Calibri"/>
                <w:sz w:val="22"/>
              </w:rPr>
            </w:pPr>
            <w:r w:rsidRPr="00BA099E">
              <w:t>New for this release:</w:t>
            </w:r>
          </w:p>
          <w:p w:rsidR="00B35544" w:rsidRDefault="00B35544" w:rsidP="00B35544">
            <w:pPr>
              <w:pStyle w:val="ListParagraph"/>
              <w:numPr>
                <w:ilvl w:val="0"/>
                <w:numId w:val="23"/>
              </w:numPr>
            </w:pPr>
            <w:r>
              <w:t>Resolved possible BSOD when issuing a Query Property temperature request</w:t>
            </w:r>
          </w:p>
          <w:p w:rsidR="00B35544" w:rsidRDefault="00B35544" w:rsidP="00B35544">
            <w:pPr>
              <w:pStyle w:val="ListParagraph"/>
              <w:numPr>
                <w:ilvl w:val="0"/>
                <w:numId w:val="23"/>
              </w:numPr>
            </w:pPr>
            <w:r>
              <w:t xml:space="preserve"> Improved hot plug handling</w:t>
            </w:r>
          </w:p>
          <w:p w:rsidR="00B35544" w:rsidRDefault="00B35544" w:rsidP="00FD247D">
            <w:r>
              <w:t>Known issues:</w:t>
            </w:r>
          </w:p>
          <w:p w:rsidR="00B35544" w:rsidRDefault="00B35544" w:rsidP="00B35544">
            <w:pPr>
              <w:pStyle w:val="ListParagraph"/>
              <w:numPr>
                <w:ilvl w:val="0"/>
                <w:numId w:val="23"/>
              </w:numPr>
            </w:pPr>
            <w:r>
              <w:t>Possible BSOD during System Sleep and Hibernate – currently suspected to be caused by a device/PCI error.  No workaround at this time.</w:t>
            </w:r>
          </w:p>
          <w:p w:rsidR="00B35544" w:rsidRPr="00BA099E" w:rsidRDefault="00B35544" w:rsidP="00B35544">
            <w:pPr>
              <w:pStyle w:val="ListParagraph"/>
              <w:numPr>
                <w:ilvl w:val="0"/>
                <w:numId w:val="23"/>
              </w:numPr>
            </w:pPr>
            <w:r>
              <w:t>Possible BSOD during System Sleep and Hibernate with multiple namespaces present</w:t>
            </w:r>
          </w:p>
        </w:tc>
      </w:tr>
      <w:tr w:rsidR="00EF1D26" w:rsidRPr="004C7D38" w:rsidTr="00673142">
        <w:trPr>
          <w:cantSplit/>
          <w:trHeight w:val="244"/>
          <w:tblCellSpacing w:w="0" w:type="dxa"/>
        </w:trPr>
        <w:tc>
          <w:tcPr>
            <w:tcW w:w="581" w:type="pct"/>
            <w:shd w:val="clear" w:color="auto" w:fill="auto"/>
            <w:vAlign w:val="center"/>
          </w:tcPr>
          <w:p w:rsidR="00EF1D26" w:rsidRDefault="0054570B" w:rsidP="00CE0B39">
            <w:pPr>
              <w:spacing w:before="40" w:after="40"/>
              <w:jc w:val="center"/>
              <w:rPr>
                <w:color w:val="000000"/>
                <w:szCs w:val="18"/>
              </w:rPr>
            </w:pPr>
            <w:r>
              <w:rPr>
                <w:color w:val="000000"/>
                <w:szCs w:val="18"/>
              </w:rPr>
              <w:t>November</w:t>
            </w:r>
          </w:p>
        </w:tc>
        <w:tc>
          <w:tcPr>
            <w:tcW w:w="485" w:type="pct"/>
            <w:vAlign w:val="center"/>
          </w:tcPr>
          <w:p w:rsidR="00EF1D26" w:rsidRDefault="00EF1D26" w:rsidP="00CE0B39">
            <w:pPr>
              <w:spacing w:before="40" w:after="40"/>
              <w:jc w:val="center"/>
              <w:rPr>
                <w:szCs w:val="18"/>
              </w:rPr>
            </w:pPr>
            <w:r>
              <w:rPr>
                <w:szCs w:val="18"/>
              </w:rPr>
              <w:t>016</w:t>
            </w:r>
          </w:p>
        </w:tc>
        <w:tc>
          <w:tcPr>
            <w:tcW w:w="829" w:type="pct"/>
            <w:shd w:val="clear" w:color="auto" w:fill="auto"/>
            <w:vAlign w:val="center"/>
          </w:tcPr>
          <w:p w:rsidR="00EF1D26" w:rsidRDefault="00860DD2" w:rsidP="00CE0B39">
            <w:pPr>
              <w:spacing w:before="40" w:after="40"/>
              <w:jc w:val="center"/>
              <w:rPr>
                <w:szCs w:val="18"/>
              </w:rPr>
            </w:pPr>
            <w:r>
              <w:rPr>
                <w:szCs w:val="18"/>
              </w:rPr>
              <w:t>4.2.0.1002</w:t>
            </w:r>
          </w:p>
        </w:tc>
        <w:tc>
          <w:tcPr>
            <w:tcW w:w="3105" w:type="pct"/>
            <w:shd w:val="clear" w:color="auto" w:fill="auto"/>
            <w:vAlign w:val="center"/>
          </w:tcPr>
          <w:p w:rsidR="00EF1D26" w:rsidRPr="00EF1D26" w:rsidRDefault="00EF1D26" w:rsidP="00EF1D26">
            <w:pPr>
              <w:rPr>
                <w:rFonts w:ascii="Calibri" w:hAnsi="Calibri"/>
                <w:sz w:val="22"/>
              </w:rPr>
            </w:pPr>
            <w:r w:rsidRPr="00BA099E">
              <w:t>New for this release:</w:t>
            </w:r>
          </w:p>
          <w:p w:rsidR="00EF1D26" w:rsidRDefault="00EF1D26" w:rsidP="00F567A6">
            <w:pPr>
              <w:pStyle w:val="ListParagraph"/>
              <w:numPr>
                <w:ilvl w:val="0"/>
                <w:numId w:val="21"/>
              </w:numPr>
            </w:pPr>
            <w:r>
              <w:t>Support for Intel SSD 660p Series</w:t>
            </w:r>
          </w:p>
          <w:p w:rsidR="00EF1D26" w:rsidRDefault="00EF1D26" w:rsidP="00F567A6">
            <w:pPr>
              <w:pStyle w:val="ListParagraph"/>
              <w:numPr>
                <w:ilvl w:val="0"/>
                <w:numId w:val="21"/>
              </w:numPr>
            </w:pPr>
            <w:r>
              <w:t>Resolved issues with hangs seen with third-party tools that monitor system status via S.M.A.R.T. interface</w:t>
            </w:r>
          </w:p>
          <w:p w:rsidR="00FF4220" w:rsidRDefault="00EF1D26" w:rsidP="00FF4220">
            <w:pPr>
              <w:pStyle w:val="ListParagraph"/>
              <w:numPr>
                <w:ilvl w:val="0"/>
                <w:numId w:val="21"/>
              </w:numPr>
            </w:pPr>
            <w:r>
              <w:t xml:space="preserve">Improved SCSI to </w:t>
            </w:r>
            <w:proofErr w:type="spellStart"/>
            <w:r>
              <w:t>NVMe</w:t>
            </w:r>
            <w:proofErr w:type="spellEnd"/>
            <w:r>
              <w:t xml:space="preserve"> command translation</w:t>
            </w:r>
          </w:p>
          <w:p w:rsidR="00330AC5" w:rsidRDefault="00330AC5" w:rsidP="00330AC5">
            <w:r>
              <w:t>Known issues:</w:t>
            </w:r>
          </w:p>
          <w:p w:rsidR="00EF1D26" w:rsidRPr="00BA099E" w:rsidRDefault="00330AC5" w:rsidP="00330AC5">
            <w:pPr>
              <w:pStyle w:val="ListParagraph"/>
              <w:numPr>
                <w:ilvl w:val="0"/>
                <w:numId w:val="21"/>
              </w:numPr>
            </w:pPr>
            <w:r w:rsidRPr="00EF06B8">
              <w:t>Possible BSOD when issuing a Query Property temperature request.</w:t>
            </w:r>
          </w:p>
        </w:tc>
      </w:tr>
      <w:tr w:rsidR="00AF38B2" w:rsidRPr="004C7D38" w:rsidTr="00B35544">
        <w:trPr>
          <w:cantSplit/>
          <w:trHeight w:val="244"/>
          <w:tblCellSpacing w:w="0" w:type="dxa"/>
        </w:trPr>
        <w:tc>
          <w:tcPr>
            <w:tcW w:w="581" w:type="pct"/>
            <w:shd w:val="clear" w:color="auto" w:fill="auto"/>
            <w:vAlign w:val="center"/>
          </w:tcPr>
          <w:p w:rsidR="00AF38B2" w:rsidRDefault="00D60082" w:rsidP="00CE0B39">
            <w:pPr>
              <w:spacing w:before="40" w:after="40"/>
              <w:jc w:val="center"/>
              <w:rPr>
                <w:color w:val="000000"/>
                <w:szCs w:val="18"/>
              </w:rPr>
            </w:pPr>
            <w:r>
              <w:rPr>
                <w:color w:val="000000"/>
                <w:szCs w:val="18"/>
              </w:rPr>
              <w:t>July</w:t>
            </w:r>
          </w:p>
        </w:tc>
        <w:tc>
          <w:tcPr>
            <w:tcW w:w="485" w:type="pct"/>
            <w:vAlign w:val="center"/>
          </w:tcPr>
          <w:p w:rsidR="00AF38B2" w:rsidRDefault="00AF38B2" w:rsidP="00CE0B39">
            <w:pPr>
              <w:spacing w:before="40" w:after="40"/>
              <w:jc w:val="center"/>
              <w:rPr>
                <w:szCs w:val="18"/>
              </w:rPr>
            </w:pPr>
            <w:r>
              <w:rPr>
                <w:szCs w:val="18"/>
              </w:rPr>
              <w:t>015</w:t>
            </w:r>
          </w:p>
        </w:tc>
        <w:tc>
          <w:tcPr>
            <w:tcW w:w="829" w:type="pct"/>
            <w:shd w:val="clear" w:color="auto" w:fill="auto"/>
            <w:vAlign w:val="center"/>
          </w:tcPr>
          <w:p w:rsidR="00AF38B2" w:rsidRDefault="00AF38B2" w:rsidP="00CE0B39">
            <w:pPr>
              <w:spacing w:before="40" w:after="40"/>
              <w:jc w:val="center"/>
              <w:rPr>
                <w:szCs w:val="18"/>
              </w:rPr>
            </w:pPr>
            <w:r>
              <w:rPr>
                <w:szCs w:val="18"/>
              </w:rPr>
              <w:t>4.0.0.1007</w:t>
            </w:r>
          </w:p>
        </w:tc>
        <w:tc>
          <w:tcPr>
            <w:tcW w:w="3105" w:type="pct"/>
            <w:shd w:val="clear" w:color="auto" w:fill="auto"/>
            <w:vAlign w:val="center"/>
          </w:tcPr>
          <w:p w:rsidR="0032450F" w:rsidRPr="00BA099E" w:rsidRDefault="0032450F" w:rsidP="0032450F">
            <w:pPr>
              <w:rPr>
                <w:rFonts w:ascii="Calibri" w:hAnsi="Calibri"/>
                <w:sz w:val="22"/>
              </w:rPr>
            </w:pPr>
            <w:r w:rsidRPr="00BA099E">
              <w:t>New for this release:</w:t>
            </w:r>
          </w:p>
          <w:p w:rsidR="0032450F" w:rsidRPr="00BA099E" w:rsidRDefault="0032450F" w:rsidP="00F567A6">
            <w:pPr>
              <w:pStyle w:val="ListParagraph"/>
              <w:numPr>
                <w:ilvl w:val="0"/>
                <w:numId w:val="20"/>
              </w:numPr>
            </w:pPr>
            <w:r w:rsidRPr="00BA099E">
              <w:t>DLL injection vulnerability (INTEL-SA-00154) was fixed with this release</w:t>
            </w:r>
          </w:p>
          <w:p w:rsidR="0032450F" w:rsidRPr="00BA099E" w:rsidRDefault="0032450F" w:rsidP="00F567A6">
            <w:pPr>
              <w:pStyle w:val="ListParagraph"/>
              <w:numPr>
                <w:ilvl w:val="0"/>
                <w:numId w:val="20"/>
              </w:numPr>
            </w:pPr>
            <w:r w:rsidRPr="00BA099E">
              <w:t xml:space="preserve">For more information on INTEL-SA-00154, please visit the following link - </w:t>
            </w:r>
            <w:hyperlink r:id="rId9" w:history="1">
              <w:r w:rsidRPr="00BA099E">
                <w:rPr>
                  <w:rStyle w:val="Hyperlink"/>
                </w:rPr>
                <w:t>https://www.intel.com/content/www/us/en/security-center/advisory/intel-sa-00154.html</w:t>
              </w:r>
            </w:hyperlink>
          </w:p>
          <w:p w:rsidR="00AF38B2" w:rsidRDefault="00AF38B2" w:rsidP="0032450F">
            <w:pPr>
              <w:pStyle w:val="ListParagraph"/>
              <w:numPr>
                <w:ilvl w:val="0"/>
                <w:numId w:val="0"/>
              </w:numPr>
              <w:ind w:left="720"/>
            </w:pPr>
          </w:p>
        </w:tc>
      </w:tr>
      <w:tr w:rsidR="005B272D" w:rsidRPr="004C7D38" w:rsidTr="00B35544">
        <w:trPr>
          <w:cantSplit/>
          <w:trHeight w:val="244"/>
          <w:tblCellSpacing w:w="0" w:type="dxa"/>
        </w:trPr>
        <w:tc>
          <w:tcPr>
            <w:tcW w:w="581" w:type="pct"/>
            <w:shd w:val="clear" w:color="auto" w:fill="auto"/>
            <w:vAlign w:val="center"/>
          </w:tcPr>
          <w:p w:rsidR="005B272D" w:rsidRDefault="005B272D" w:rsidP="00CE0B39">
            <w:pPr>
              <w:spacing w:before="40" w:after="40"/>
              <w:jc w:val="center"/>
              <w:rPr>
                <w:color w:val="000000"/>
                <w:szCs w:val="18"/>
              </w:rPr>
            </w:pPr>
            <w:r>
              <w:rPr>
                <w:color w:val="000000"/>
                <w:szCs w:val="18"/>
              </w:rPr>
              <w:t>April</w:t>
            </w:r>
          </w:p>
        </w:tc>
        <w:tc>
          <w:tcPr>
            <w:tcW w:w="485" w:type="pct"/>
            <w:vAlign w:val="center"/>
          </w:tcPr>
          <w:p w:rsidR="005B272D" w:rsidRDefault="005B272D" w:rsidP="00CE0B39">
            <w:pPr>
              <w:spacing w:before="40" w:after="40"/>
              <w:jc w:val="center"/>
              <w:rPr>
                <w:szCs w:val="18"/>
              </w:rPr>
            </w:pPr>
            <w:r>
              <w:rPr>
                <w:szCs w:val="18"/>
              </w:rPr>
              <w:t>014</w:t>
            </w:r>
          </w:p>
        </w:tc>
        <w:tc>
          <w:tcPr>
            <w:tcW w:w="829" w:type="pct"/>
            <w:shd w:val="clear" w:color="auto" w:fill="auto"/>
            <w:vAlign w:val="center"/>
          </w:tcPr>
          <w:p w:rsidR="005B272D" w:rsidRDefault="005B272D" w:rsidP="00CE0B39">
            <w:pPr>
              <w:spacing w:before="40" w:after="40"/>
              <w:jc w:val="center"/>
              <w:rPr>
                <w:szCs w:val="18"/>
              </w:rPr>
            </w:pPr>
            <w:r>
              <w:rPr>
                <w:szCs w:val="18"/>
              </w:rPr>
              <w:t>4.0.0.1007</w:t>
            </w:r>
          </w:p>
        </w:tc>
        <w:tc>
          <w:tcPr>
            <w:tcW w:w="3105" w:type="pct"/>
            <w:shd w:val="clear" w:color="auto" w:fill="auto"/>
            <w:vAlign w:val="center"/>
          </w:tcPr>
          <w:p w:rsidR="005B272D" w:rsidRDefault="005B272D" w:rsidP="00CE0B39">
            <w:r>
              <w:t>New for this release:</w:t>
            </w:r>
          </w:p>
          <w:p w:rsidR="005B272D" w:rsidRDefault="005B272D" w:rsidP="00F567A6">
            <w:pPr>
              <w:pStyle w:val="ListParagraph"/>
              <w:numPr>
                <w:ilvl w:val="0"/>
                <w:numId w:val="18"/>
              </w:numPr>
            </w:pPr>
            <w:r>
              <w:t xml:space="preserve">Support for Intel </w:t>
            </w:r>
            <w:proofErr w:type="spellStart"/>
            <w:r>
              <w:t>Optane</w:t>
            </w:r>
            <w:proofErr w:type="spellEnd"/>
            <w:r>
              <w:t xml:space="preserve"> 905P Series </w:t>
            </w:r>
          </w:p>
          <w:p w:rsidR="005B272D" w:rsidRDefault="005B272D" w:rsidP="00CE0B39"/>
        </w:tc>
      </w:tr>
      <w:tr w:rsidR="00E03E3B" w:rsidRPr="004C7D38" w:rsidTr="00B35544">
        <w:trPr>
          <w:cantSplit/>
          <w:trHeight w:val="244"/>
          <w:tblCellSpacing w:w="0" w:type="dxa"/>
        </w:trPr>
        <w:tc>
          <w:tcPr>
            <w:tcW w:w="581" w:type="pct"/>
            <w:shd w:val="clear" w:color="auto" w:fill="auto"/>
            <w:vAlign w:val="center"/>
          </w:tcPr>
          <w:p w:rsidR="00E03E3B" w:rsidRDefault="00025F35" w:rsidP="00A26FE8">
            <w:pPr>
              <w:spacing w:before="40" w:after="40"/>
              <w:jc w:val="center"/>
              <w:rPr>
                <w:color w:val="000000"/>
                <w:szCs w:val="18"/>
              </w:rPr>
            </w:pPr>
            <w:r>
              <w:rPr>
                <w:color w:val="000000"/>
                <w:szCs w:val="18"/>
              </w:rPr>
              <w:lastRenderedPageBreak/>
              <w:t>February</w:t>
            </w:r>
          </w:p>
        </w:tc>
        <w:tc>
          <w:tcPr>
            <w:tcW w:w="485" w:type="pct"/>
            <w:vAlign w:val="center"/>
          </w:tcPr>
          <w:p w:rsidR="00E03E3B" w:rsidRDefault="00E03E3B" w:rsidP="00A26FE8">
            <w:pPr>
              <w:spacing w:before="40" w:after="40"/>
              <w:jc w:val="center"/>
              <w:rPr>
                <w:szCs w:val="18"/>
              </w:rPr>
            </w:pPr>
            <w:r>
              <w:rPr>
                <w:szCs w:val="18"/>
              </w:rPr>
              <w:t>013</w:t>
            </w:r>
          </w:p>
        </w:tc>
        <w:tc>
          <w:tcPr>
            <w:tcW w:w="829" w:type="pct"/>
            <w:shd w:val="clear" w:color="auto" w:fill="auto"/>
            <w:vAlign w:val="center"/>
          </w:tcPr>
          <w:p w:rsidR="00E03E3B" w:rsidRDefault="00025F35" w:rsidP="00A26FE8">
            <w:pPr>
              <w:spacing w:before="40" w:after="40"/>
              <w:jc w:val="center"/>
              <w:rPr>
                <w:szCs w:val="18"/>
              </w:rPr>
            </w:pPr>
            <w:r>
              <w:rPr>
                <w:szCs w:val="18"/>
              </w:rPr>
              <w:t>4.0.0.1007</w:t>
            </w:r>
          </w:p>
        </w:tc>
        <w:tc>
          <w:tcPr>
            <w:tcW w:w="3105" w:type="pct"/>
            <w:shd w:val="clear" w:color="auto" w:fill="auto"/>
            <w:vAlign w:val="center"/>
          </w:tcPr>
          <w:p w:rsidR="00E03E3B" w:rsidRDefault="00E03E3B" w:rsidP="00A26FE8">
            <w:r>
              <w:t>New for this release:</w:t>
            </w:r>
          </w:p>
          <w:p w:rsidR="0012280D" w:rsidRDefault="0012280D" w:rsidP="00F567A6">
            <w:pPr>
              <w:pStyle w:val="ListParagraph"/>
              <w:numPr>
                <w:ilvl w:val="0"/>
                <w:numId w:val="18"/>
              </w:numPr>
            </w:pPr>
            <w:r>
              <w:t>Su</w:t>
            </w:r>
            <w:r w:rsidR="00A217A4">
              <w:t>pport for Intel SSD Pro 7600p/760p/E 6100p Series</w:t>
            </w:r>
            <w:r>
              <w:t xml:space="preserve"> </w:t>
            </w:r>
          </w:p>
          <w:p w:rsidR="0012280D" w:rsidRDefault="0012280D" w:rsidP="00F567A6">
            <w:pPr>
              <w:pStyle w:val="ListParagraph"/>
              <w:numPr>
                <w:ilvl w:val="0"/>
                <w:numId w:val="18"/>
              </w:numPr>
            </w:pPr>
            <w:r>
              <w:t>Support for public Windows IOCTLs introduced in Windows 10</w:t>
            </w:r>
          </w:p>
          <w:p w:rsidR="00E03E3B" w:rsidRDefault="0012280D" w:rsidP="00F567A6">
            <w:pPr>
              <w:pStyle w:val="ListParagraph"/>
              <w:numPr>
                <w:ilvl w:val="0"/>
                <w:numId w:val="18"/>
              </w:numPr>
            </w:pPr>
            <w:r>
              <w:t xml:space="preserve">Support for features and functionality defined in the </w:t>
            </w:r>
            <w:proofErr w:type="spellStart"/>
            <w:r>
              <w:t>NVMe</w:t>
            </w:r>
            <w:proofErr w:type="spellEnd"/>
            <w:r>
              <w:t xml:space="preserve"> 1.3 specification </w:t>
            </w:r>
          </w:p>
          <w:p w:rsidR="00E03E3B" w:rsidRDefault="00E03E3B" w:rsidP="00A26FE8">
            <w:r>
              <w:t xml:space="preserve"> </w:t>
            </w:r>
          </w:p>
        </w:tc>
      </w:tr>
      <w:tr w:rsidR="002D1F15" w:rsidRPr="004C7D38" w:rsidTr="00B35544">
        <w:trPr>
          <w:cantSplit/>
          <w:trHeight w:val="244"/>
          <w:tblCellSpacing w:w="0" w:type="dxa"/>
        </w:trPr>
        <w:tc>
          <w:tcPr>
            <w:tcW w:w="581" w:type="pct"/>
            <w:shd w:val="clear" w:color="auto" w:fill="auto"/>
            <w:vAlign w:val="center"/>
          </w:tcPr>
          <w:p w:rsidR="002D1F15" w:rsidRDefault="002D1F15">
            <w:pPr>
              <w:spacing w:before="40" w:after="40"/>
              <w:jc w:val="center"/>
              <w:rPr>
                <w:color w:val="000000"/>
                <w:szCs w:val="18"/>
              </w:rPr>
            </w:pPr>
            <w:r>
              <w:rPr>
                <w:color w:val="000000"/>
                <w:szCs w:val="18"/>
              </w:rPr>
              <w:t>December</w:t>
            </w:r>
          </w:p>
        </w:tc>
        <w:tc>
          <w:tcPr>
            <w:tcW w:w="485" w:type="pct"/>
            <w:vAlign w:val="center"/>
          </w:tcPr>
          <w:p w:rsidR="002D1F15" w:rsidRDefault="002D1F15">
            <w:pPr>
              <w:spacing w:before="40" w:after="40"/>
              <w:jc w:val="center"/>
              <w:rPr>
                <w:szCs w:val="18"/>
              </w:rPr>
            </w:pPr>
            <w:r>
              <w:rPr>
                <w:szCs w:val="18"/>
              </w:rPr>
              <w:t>012</w:t>
            </w:r>
          </w:p>
        </w:tc>
        <w:tc>
          <w:tcPr>
            <w:tcW w:w="829" w:type="pct"/>
            <w:shd w:val="clear" w:color="auto" w:fill="auto"/>
            <w:vAlign w:val="center"/>
          </w:tcPr>
          <w:p w:rsidR="002D1F15" w:rsidRDefault="002D1F15">
            <w:pPr>
              <w:spacing w:before="40" w:after="40"/>
              <w:jc w:val="center"/>
              <w:rPr>
                <w:szCs w:val="18"/>
              </w:rPr>
            </w:pPr>
            <w:r>
              <w:rPr>
                <w:szCs w:val="18"/>
              </w:rPr>
              <w:t>3.2.0.1002</w:t>
            </w:r>
          </w:p>
        </w:tc>
        <w:tc>
          <w:tcPr>
            <w:tcW w:w="3105" w:type="pct"/>
            <w:shd w:val="clear" w:color="auto" w:fill="auto"/>
            <w:vAlign w:val="center"/>
          </w:tcPr>
          <w:p w:rsidR="002D1F15" w:rsidRDefault="002D1F15" w:rsidP="002D1F15">
            <w:r>
              <w:t>New for this release:</w:t>
            </w:r>
          </w:p>
          <w:p w:rsidR="002D1F15" w:rsidRDefault="002D1F15" w:rsidP="00F567A6">
            <w:pPr>
              <w:pStyle w:val="ListParagraph"/>
              <w:numPr>
                <w:ilvl w:val="0"/>
                <w:numId w:val="18"/>
              </w:numPr>
            </w:pPr>
            <w:r>
              <w:t xml:space="preserve">Support for Intel </w:t>
            </w:r>
            <w:proofErr w:type="spellStart"/>
            <w:r>
              <w:t>Optane</w:t>
            </w:r>
            <w:proofErr w:type="spellEnd"/>
            <w:r>
              <w:t xml:space="preserve"> 900P Series</w:t>
            </w:r>
          </w:p>
          <w:p w:rsidR="002D1F15" w:rsidRDefault="002D1F15" w:rsidP="00DE7CD3">
            <w:r>
              <w:t xml:space="preserve"> </w:t>
            </w:r>
          </w:p>
        </w:tc>
      </w:tr>
      <w:tr w:rsidR="00EE3543" w:rsidRPr="004C7D38" w:rsidTr="00B35544">
        <w:trPr>
          <w:cantSplit/>
          <w:trHeight w:val="244"/>
          <w:tblCellSpacing w:w="0" w:type="dxa"/>
        </w:trPr>
        <w:tc>
          <w:tcPr>
            <w:tcW w:w="581" w:type="pct"/>
            <w:shd w:val="clear" w:color="auto" w:fill="auto"/>
            <w:vAlign w:val="center"/>
          </w:tcPr>
          <w:p w:rsidR="00EE3543" w:rsidRDefault="00EE3543">
            <w:pPr>
              <w:spacing w:before="40" w:after="40"/>
              <w:jc w:val="center"/>
              <w:rPr>
                <w:color w:val="000000"/>
                <w:szCs w:val="18"/>
              </w:rPr>
            </w:pPr>
            <w:r>
              <w:rPr>
                <w:color w:val="000000"/>
                <w:szCs w:val="18"/>
              </w:rPr>
              <w:t>October</w:t>
            </w:r>
          </w:p>
        </w:tc>
        <w:tc>
          <w:tcPr>
            <w:tcW w:w="485" w:type="pct"/>
            <w:vAlign w:val="center"/>
          </w:tcPr>
          <w:p w:rsidR="00EE3543" w:rsidRDefault="00EE3543">
            <w:pPr>
              <w:spacing w:before="40" w:after="40"/>
              <w:jc w:val="center"/>
              <w:rPr>
                <w:szCs w:val="18"/>
              </w:rPr>
            </w:pPr>
            <w:r>
              <w:rPr>
                <w:szCs w:val="18"/>
              </w:rPr>
              <w:t>011</w:t>
            </w:r>
          </w:p>
        </w:tc>
        <w:tc>
          <w:tcPr>
            <w:tcW w:w="829" w:type="pct"/>
            <w:shd w:val="clear" w:color="auto" w:fill="auto"/>
            <w:vAlign w:val="center"/>
          </w:tcPr>
          <w:p w:rsidR="00EE3543" w:rsidRDefault="00EE3543">
            <w:pPr>
              <w:spacing w:before="40" w:after="40"/>
              <w:jc w:val="center"/>
              <w:rPr>
                <w:szCs w:val="18"/>
              </w:rPr>
            </w:pPr>
            <w:r>
              <w:rPr>
                <w:szCs w:val="18"/>
              </w:rPr>
              <w:t>3.1.0.1021</w:t>
            </w:r>
          </w:p>
        </w:tc>
        <w:tc>
          <w:tcPr>
            <w:tcW w:w="3105" w:type="pct"/>
            <w:shd w:val="clear" w:color="auto" w:fill="auto"/>
            <w:vAlign w:val="center"/>
          </w:tcPr>
          <w:p w:rsidR="00EE3543" w:rsidRDefault="00EE3543" w:rsidP="00DE7CD3">
            <w:r>
              <w:t>New for this release:</w:t>
            </w:r>
          </w:p>
          <w:p w:rsidR="00EE3543" w:rsidRDefault="00EE3543" w:rsidP="00F567A6">
            <w:pPr>
              <w:pStyle w:val="ListParagraph"/>
              <w:numPr>
                <w:ilvl w:val="0"/>
                <w:numId w:val="18"/>
              </w:numPr>
            </w:pPr>
            <w:r>
              <w:t>Fixed BSOD/enumeration issue during hot plug</w:t>
            </w:r>
          </w:p>
          <w:p w:rsidR="00EE3543" w:rsidRDefault="00EE3543" w:rsidP="00F567A6">
            <w:pPr>
              <w:pStyle w:val="ListParagraph"/>
              <w:numPr>
                <w:ilvl w:val="0"/>
                <w:numId w:val="18"/>
              </w:numPr>
            </w:pPr>
            <w:r>
              <w:t xml:space="preserve">Fixed BSOD during Windows 7 OS installation </w:t>
            </w:r>
          </w:p>
          <w:p w:rsidR="00EE3543" w:rsidRDefault="00EE3543" w:rsidP="00DE7CD3"/>
        </w:tc>
      </w:tr>
      <w:tr w:rsidR="00DE7CD3" w:rsidRPr="004C7D38" w:rsidTr="00B35544">
        <w:trPr>
          <w:cantSplit/>
          <w:trHeight w:val="244"/>
          <w:tblCellSpacing w:w="0" w:type="dxa"/>
        </w:trPr>
        <w:tc>
          <w:tcPr>
            <w:tcW w:w="581" w:type="pct"/>
            <w:shd w:val="clear" w:color="auto" w:fill="auto"/>
            <w:vAlign w:val="center"/>
          </w:tcPr>
          <w:p w:rsidR="00DE7CD3" w:rsidRDefault="00DE7CD3">
            <w:pPr>
              <w:spacing w:before="40" w:after="40"/>
              <w:jc w:val="center"/>
              <w:rPr>
                <w:color w:val="000000"/>
                <w:szCs w:val="18"/>
              </w:rPr>
            </w:pPr>
            <w:r>
              <w:rPr>
                <w:color w:val="000000"/>
                <w:szCs w:val="18"/>
              </w:rPr>
              <w:t>August</w:t>
            </w:r>
          </w:p>
        </w:tc>
        <w:tc>
          <w:tcPr>
            <w:tcW w:w="485" w:type="pct"/>
            <w:vAlign w:val="center"/>
          </w:tcPr>
          <w:p w:rsidR="00DE7CD3" w:rsidRDefault="00DE7CD3">
            <w:pPr>
              <w:spacing w:before="40" w:after="40"/>
              <w:jc w:val="center"/>
              <w:rPr>
                <w:szCs w:val="18"/>
              </w:rPr>
            </w:pPr>
            <w:r>
              <w:rPr>
                <w:szCs w:val="18"/>
              </w:rPr>
              <w:t>010</w:t>
            </w:r>
          </w:p>
        </w:tc>
        <w:tc>
          <w:tcPr>
            <w:tcW w:w="829" w:type="pct"/>
            <w:shd w:val="clear" w:color="auto" w:fill="auto"/>
            <w:vAlign w:val="center"/>
          </w:tcPr>
          <w:p w:rsidR="00DE7CD3" w:rsidRDefault="00DE7CD3">
            <w:pPr>
              <w:spacing w:before="40" w:after="40"/>
              <w:jc w:val="center"/>
              <w:rPr>
                <w:szCs w:val="18"/>
              </w:rPr>
            </w:pPr>
            <w:r>
              <w:rPr>
                <w:szCs w:val="18"/>
              </w:rPr>
              <w:t>3.1.0.1009</w:t>
            </w:r>
          </w:p>
        </w:tc>
        <w:tc>
          <w:tcPr>
            <w:tcW w:w="3105" w:type="pct"/>
            <w:shd w:val="clear" w:color="auto" w:fill="auto"/>
            <w:vAlign w:val="center"/>
          </w:tcPr>
          <w:p w:rsidR="00DE7CD3" w:rsidRDefault="00DE7CD3" w:rsidP="00DE7CD3">
            <w:r>
              <w:t>New for this release</w:t>
            </w:r>
            <w:r w:rsidRPr="00FF22A1">
              <w:t>:</w:t>
            </w:r>
          </w:p>
          <w:p w:rsidR="00DE7CD3" w:rsidRDefault="00DE7CD3" w:rsidP="00F567A6">
            <w:pPr>
              <w:pStyle w:val="ListParagraph"/>
              <w:numPr>
                <w:ilvl w:val="0"/>
                <w:numId w:val="18"/>
              </w:numPr>
            </w:pPr>
            <w:r>
              <w:t>Updates to SCSI translation for commands including Mode Select, Read Capacity, Security IN, and EUI64</w:t>
            </w:r>
          </w:p>
          <w:p w:rsidR="00DE7CD3" w:rsidRDefault="00DE7CD3" w:rsidP="00DE7CD3">
            <w:r>
              <w:t xml:space="preserve"> </w:t>
            </w:r>
          </w:p>
        </w:tc>
      </w:tr>
      <w:tr w:rsidR="00181D50" w:rsidRPr="004C7D38" w:rsidTr="00B35544">
        <w:trPr>
          <w:cantSplit/>
          <w:trHeight w:val="244"/>
          <w:tblCellSpacing w:w="0" w:type="dxa"/>
        </w:trPr>
        <w:tc>
          <w:tcPr>
            <w:tcW w:w="581" w:type="pct"/>
            <w:shd w:val="clear" w:color="auto" w:fill="auto"/>
            <w:vAlign w:val="center"/>
          </w:tcPr>
          <w:p w:rsidR="00181D50" w:rsidRDefault="00181D50">
            <w:pPr>
              <w:spacing w:before="40" w:after="40"/>
              <w:jc w:val="center"/>
              <w:rPr>
                <w:color w:val="000000"/>
                <w:szCs w:val="18"/>
              </w:rPr>
            </w:pPr>
            <w:r>
              <w:rPr>
                <w:color w:val="000000"/>
                <w:szCs w:val="18"/>
              </w:rPr>
              <w:t>May</w:t>
            </w:r>
          </w:p>
        </w:tc>
        <w:tc>
          <w:tcPr>
            <w:tcW w:w="485" w:type="pct"/>
            <w:vAlign w:val="center"/>
          </w:tcPr>
          <w:p w:rsidR="00181D50" w:rsidRDefault="00181D50">
            <w:pPr>
              <w:spacing w:before="40" w:after="40"/>
              <w:jc w:val="center"/>
              <w:rPr>
                <w:szCs w:val="18"/>
              </w:rPr>
            </w:pPr>
            <w:r>
              <w:rPr>
                <w:szCs w:val="18"/>
              </w:rPr>
              <w:t>009</w:t>
            </w:r>
          </w:p>
        </w:tc>
        <w:tc>
          <w:tcPr>
            <w:tcW w:w="829" w:type="pct"/>
            <w:shd w:val="clear" w:color="auto" w:fill="auto"/>
            <w:vAlign w:val="center"/>
          </w:tcPr>
          <w:p w:rsidR="00181D50" w:rsidRPr="00C218B9" w:rsidRDefault="001B7D09">
            <w:pPr>
              <w:spacing w:before="40" w:after="40"/>
              <w:jc w:val="center"/>
              <w:rPr>
                <w:szCs w:val="18"/>
              </w:rPr>
            </w:pPr>
            <w:r>
              <w:rPr>
                <w:szCs w:val="18"/>
              </w:rPr>
              <w:t>3.0.0.1013</w:t>
            </w:r>
          </w:p>
        </w:tc>
        <w:tc>
          <w:tcPr>
            <w:tcW w:w="3105" w:type="pct"/>
            <w:shd w:val="clear" w:color="auto" w:fill="auto"/>
            <w:vAlign w:val="center"/>
          </w:tcPr>
          <w:p w:rsidR="00181D50" w:rsidRDefault="00925B8A" w:rsidP="00181D50">
            <w:r>
              <w:t>New for this release</w:t>
            </w:r>
            <w:r w:rsidR="00181D50" w:rsidRPr="00FF22A1">
              <w:t>:</w:t>
            </w:r>
          </w:p>
          <w:p w:rsidR="00CD0CC5" w:rsidRDefault="00CD0CC5" w:rsidP="00F567A6">
            <w:pPr>
              <w:pStyle w:val="ListParagraph"/>
              <w:numPr>
                <w:ilvl w:val="0"/>
                <w:numId w:val="18"/>
              </w:numPr>
            </w:pPr>
            <w:r>
              <w:t>Hardened Driver Security</w:t>
            </w:r>
          </w:p>
          <w:p w:rsidR="00CD0CC5" w:rsidRDefault="00CD0CC5" w:rsidP="00F567A6">
            <w:pPr>
              <w:pStyle w:val="ListParagraph"/>
              <w:numPr>
                <w:ilvl w:val="0"/>
                <w:numId w:val="18"/>
              </w:numPr>
            </w:pPr>
            <w:r>
              <w:t xml:space="preserve">Updated to </w:t>
            </w:r>
            <w:proofErr w:type="spellStart"/>
            <w:r>
              <w:t>NVMe</w:t>
            </w:r>
            <w:proofErr w:type="spellEnd"/>
            <w:r>
              <w:t xml:space="preserve"> Spec 1.2c</w:t>
            </w:r>
          </w:p>
          <w:p w:rsidR="00CD0CC5" w:rsidRDefault="00CD0CC5" w:rsidP="00F567A6">
            <w:pPr>
              <w:pStyle w:val="ListParagraph"/>
              <w:numPr>
                <w:ilvl w:val="0"/>
                <w:numId w:val="18"/>
              </w:numPr>
            </w:pPr>
            <w:r>
              <w:t>Added support for Get/Set Feature Payloads when using vendor unique feature IDs</w:t>
            </w:r>
          </w:p>
          <w:p w:rsidR="00CD0CC5" w:rsidRPr="00FF22A1" w:rsidRDefault="00CD0CC5" w:rsidP="00F567A6">
            <w:pPr>
              <w:pStyle w:val="ListParagraph"/>
              <w:numPr>
                <w:ilvl w:val="0"/>
                <w:numId w:val="18"/>
              </w:numPr>
            </w:pPr>
            <w:r>
              <w:t>Added support for the Storage Firmware Update IOCTL</w:t>
            </w:r>
          </w:p>
        </w:tc>
      </w:tr>
      <w:tr w:rsidR="00C218B9" w:rsidRPr="004C7D38" w:rsidTr="00B35544">
        <w:trPr>
          <w:cantSplit/>
          <w:trHeight w:val="244"/>
          <w:tblCellSpacing w:w="0" w:type="dxa"/>
        </w:trPr>
        <w:tc>
          <w:tcPr>
            <w:tcW w:w="581" w:type="pct"/>
            <w:shd w:val="clear" w:color="auto" w:fill="auto"/>
            <w:vAlign w:val="center"/>
          </w:tcPr>
          <w:p w:rsidR="00C218B9" w:rsidRDefault="00C218B9">
            <w:pPr>
              <w:spacing w:before="40" w:after="40"/>
              <w:jc w:val="center"/>
              <w:rPr>
                <w:color w:val="000000"/>
                <w:szCs w:val="18"/>
              </w:rPr>
            </w:pPr>
            <w:r>
              <w:rPr>
                <w:color w:val="000000"/>
                <w:szCs w:val="18"/>
              </w:rPr>
              <w:t>November</w:t>
            </w:r>
          </w:p>
        </w:tc>
        <w:tc>
          <w:tcPr>
            <w:tcW w:w="485" w:type="pct"/>
            <w:vAlign w:val="center"/>
          </w:tcPr>
          <w:p w:rsidR="00C218B9" w:rsidRDefault="00C218B9">
            <w:pPr>
              <w:spacing w:before="40" w:after="40"/>
              <w:jc w:val="center"/>
              <w:rPr>
                <w:szCs w:val="18"/>
              </w:rPr>
            </w:pPr>
            <w:r>
              <w:rPr>
                <w:szCs w:val="18"/>
              </w:rPr>
              <w:t>008</w:t>
            </w:r>
          </w:p>
        </w:tc>
        <w:tc>
          <w:tcPr>
            <w:tcW w:w="829" w:type="pct"/>
            <w:shd w:val="clear" w:color="auto" w:fill="auto"/>
            <w:vAlign w:val="center"/>
          </w:tcPr>
          <w:p w:rsidR="00C218B9" w:rsidRPr="005356D8" w:rsidRDefault="00C218B9">
            <w:pPr>
              <w:spacing w:before="40" w:after="40"/>
              <w:jc w:val="center"/>
              <w:rPr>
                <w:szCs w:val="18"/>
              </w:rPr>
            </w:pPr>
            <w:r w:rsidRPr="00C218B9">
              <w:rPr>
                <w:szCs w:val="18"/>
              </w:rPr>
              <w:t>1.8.0.1011</w:t>
            </w:r>
          </w:p>
        </w:tc>
        <w:tc>
          <w:tcPr>
            <w:tcW w:w="3105" w:type="pct"/>
            <w:shd w:val="clear" w:color="auto" w:fill="auto"/>
            <w:vAlign w:val="center"/>
          </w:tcPr>
          <w:p w:rsidR="00C218B9" w:rsidRDefault="00C218B9" w:rsidP="00FF48DE">
            <w:r w:rsidRPr="00FF22A1">
              <w:t>The following was fixed in this release:</w:t>
            </w:r>
          </w:p>
          <w:p w:rsidR="00C218B9" w:rsidRDefault="00C218B9" w:rsidP="00F567A6">
            <w:pPr>
              <w:pStyle w:val="ListParagraph"/>
              <w:numPr>
                <w:ilvl w:val="0"/>
                <w:numId w:val="18"/>
              </w:numPr>
            </w:pPr>
            <w:proofErr w:type="spellStart"/>
            <w:r>
              <w:t>NVMe</w:t>
            </w:r>
            <w:proofErr w:type="spellEnd"/>
            <w:r>
              <w:t xml:space="preserve"> driver no longer installs over the </w:t>
            </w:r>
            <w:proofErr w:type="spellStart"/>
            <w:r>
              <w:t>RSTe</w:t>
            </w:r>
            <w:proofErr w:type="spellEnd"/>
            <w:r>
              <w:t xml:space="preserve"> driver</w:t>
            </w:r>
          </w:p>
          <w:p w:rsidR="00C218B9" w:rsidRDefault="00C218B9" w:rsidP="00F567A6">
            <w:pPr>
              <w:pStyle w:val="ListParagraph"/>
              <w:numPr>
                <w:ilvl w:val="0"/>
                <w:numId w:val="18"/>
              </w:numPr>
            </w:pPr>
            <w:r>
              <w:t>Adding support for the Windows 10 FW Update IOCTL</w:t>
            </w:r>
          </w:p>
          <w:p w:rsidR="00C218B9" w:rsidRDefault="00C218B9" w:rsidP="00F567A6">
            <w:pPr>
              <w:pStyle w:val="ListParagraph"/>
              <w:numPr>
                <w:ilvl w:val="0"/>
                <w:numId w:val="18"/>
              </w:numPr>
            </w:pPr>
            <w:r>
              <w:t>Fixed Yellow Bang after surprise hot-plug that occurs in some cases</w:t>
            </w:r>
          </w:p>
          <w:p w:rsidR="00C218B9" w:rsidRDefault="00C218B9" w:rsidP="00F567A6">
            <w:pPr>
              <w:pStyle w:val="ListParagraph"/>
              <w:numPr>
                <w:ilvl w:val="0"/>
                <w:numId w:val="18"/>
              </w:numPr>
            </w:pPr>
            <w:r>
              <w:t>Fixed BSOD during queue full condition with I/O</w:t>
            </w:r>
          </w:p>
          <w:p w:rsidR="00C218B9" w:rsidRDefault="00C218B9" w:rsidP="00F567A6">
            <w:pPr>
              <w:pStyle w:val="ListParagraph"/>
              <w:numPr>
                <w:ilvl w:val="0"/>
                <w:numId w:val="18"/>
              </w:numPr>
            </w:pPr>
            <w:r>
              <w:t>Fixed BSOD during S3 resume that occurs in some cases</w:t>
            </w:r>
          </w:p>
          <w:p w:rsidR="00C218B9" w:rsidRDefault="00C218B9" w:rsidP="00F567A6">
            <w:pPr>
              <w:pStyle w:val="ListParagraph"/>
              <w:numPr>
                <w:ilvl w:val="0"/>
                <w:numId w:val="18"/>
              </w:numPr>
            </w:pPr>
            <w:r>
              <w:t>Fixed BSOD during device power down that occurs in some cases on Windows 7</w:t>
            </w:r>
          </w:p>
        </w:tc>
      </w:tr>
      <w:tr w:rsidR="009F00F8" w:rsidRPr="004C7D38" w:rsidTr="00B35544">
        <w:trPr>
          <w:cantSplit/>
          <w:trHeight w:val="1503"/>
          <w:tblCellSpacing w:w="0" w:type="dxa"/>
        </w:trPr>
        <w:tc>
          <w:tcPr>
            <w:tcW w:w="581" w:type="pct"/>
            <w:shd w:val="clear" w:color="auto" w:fill="auto"/>
            <w:vAlign w:val="center"/>
          </w:tcPr>
          <w:p w:rsidR="009F00F8" w:rsidRPr="00FF22A1" w:rsidRDefault="009F00F8">
            <w:pPr>
              <w:spacing w:before="40" w:after="40"/>
              <w:jc w:val="center"/>
              <w:rPr>
                <w:color w:val="000000"/>
                <w:szCs w:val="18"/>
              </w:rPr>
            </w:pPr>
            <w:r w:rsidRPr="00FF22A1">
              <w:rPr>
                <w:color w:val="000000"/>
                <w:szCs w:val="18"/>
              </w:rPr>
              <w:lastRenderedPageBreak/>
              <w:t>July 2016</w:t>
            </w:r>
          </w:p>
          <w:p w:rsidR="009F00F8" w:rsidRPr="00FF22A1" w:rsidRDefault="009F00F8">
            <w:pPr>
              <w:spacing w:before="40" w:after="40"/>
              <w:jc w:val="center"/>
              <w:rPr>
                <w:color w:val="000000"/>
                <w:szCs w:val="18"/>
              </w:rPr>
            </w:pPr>
            <w:r w:rsidRPr="00FF22A1">
              <w:rPr>
                <w:color w:val="000000"/>
                <w:szCs w:val="18"/>
              </w:rPr>
              <w:t>June 2016</w:t>
            </w:r>
          </w:p>
        </w:tc>
        <w:tc>
          <w:tcPr>
            <w:tcW w:w="485" w:type="pct"/>
            <w:vAlign w:val="center"/>
          </w:tcPr>
          <w:p w:rsidR="009F00F8" w:rsidRDefault="009F00F8">
            <w:pPr>
              <w:spacing w:before="40" w:after="40"/>
              <w:jc w:val="center"/>
              <w:rPr>
                <w:szCs w:val="18"/>
              </w:rPr>
            </w:pPr>
            <w:r>
              <w:rPr>
                <w:szCs w:val="18"/>
              </w:rPr>
              <w:t>006</w:t>
            </w:r>
          </w:p>
        </w:tc>
        <w:tc>
          <w:tcPr>
            <w:tcW w:w="829" w:type="pct"/>
            <w:shd w:val="clear" w:color="auto" w:fill="auto"/>
            <w:vAlign w:val="center"/>
          </w:tcPr>
          <w:p w:rsidR="009F00F8" w:rsidRPr="00FF22A1" w:rsidRDefault="009F00F8">
            <w:pPr>
              <w:spacing w:before="40" w:after="40"/>
              <w:jc w:val="center"/>
              <w:rPr>
                <w:szCs w:val="18"/>
              </w:rPr>
            </w:pPr>
            <w:r w:rsidRPr="00FF22A1">
              <w:rPr>
                <w:szCs w:val="18"/>
              </w:rPr>
              <w:t>1.7.0.1002</w:t>
            </w:r>
          </w:p>
          <w:p w:rsidR="009F00F8" w:rsidRPr="00FF22A1" w:rsidRDefault="009F00F8" w:rsidP="00A26FE8">
            <w:pPr>
              <w:spacing w:before="40" w:after="40"/>
              <w:jc w:val="center"/>
              <w:rPr>
                <w:szCs w:val="18"/>
              </w:rPr>
            </w:pPr>
            <w:r>
              <w:rPr>
                <w:szCs w:val="18"/>
              </w:rPr>
              <w:t xml:space="preserve"> </w:t>
            </w:r>
          </w:p>
        </w:tc>
        <w:tc>
          <w:tcPr>
            <w:tcW w:w="3105" w:type="pct"/>
            <w:shd w:val="clear" w:color="auto" w:fill="auto"/>
            <w:vAlign w:val="center"/>
          </w:tcPr>
          <w:p w:rsidR="009F00F8" w:rsidRPr="00FF22A1" w:rsidRDefault="009F00F8">
            <w:r w:rsidRPr="00FF22A1">
              <w:t>The following was fixed in this release:</w:t>
            </w:r>
          </w:p>
          <w:p w:rsidR="009F00F8" w:rsidRDefault="009F00F8" w:rsidP="00AF38B2">
            <w:pPr>
              <w:pStyle w:val="ListParagraph"/>
            </w:pPr>
            <w:r w:rsidRPr="00FF22A1">
              <w:t>BSOD during continuous reboot testing</w:t>
            </w:r>
          </w:p>
          <w:p w:rsidR="009F00F8" w:rsidRDefault="009F00F8" w:rsidP="00AF38B2">
            <w:pPr>
              <w:pStyle w:val="ListParagraph"/>
            </w:pPr>
            <w:proofErr w:type="spellStart"/>
            <w:r w:rsidRPr="00FF22A1">
              <w:t>NVMe</w:t>
            </w:r>
            <w:proofErr w:type="spellEnd"/>
            <w:r w:rsidRPr="00FF22A1">
              <w:t xml:space="preserve"> DVL errors blocking Windows Server 2016 Certification</w:t>
            </w:r>
          </w:p>
        </w:tc>
      </w:tr>
      <w:tr w:rsidR="009F00F8" w:rsidRPr="004C7D38" w:rsidTr="00B35544">
        <w:trPr>
          <w:cantSplit/>
          <w:trHeight w:val="244"/>
          <w:tblCellSpacing w:w="0" w:type="dxa"/>
        </w:trPr>
        <w:tc>
          <w:tcPr>
            <w:tcW w:w="581" w:type="pct"/>
            <w:shd w:val="clear" w:color="auto" w:fill="auto"/>
            <w:vAlign w:val="center"/>
          </w:tcPr>
          <w:p w:rsidR="009F00F8" w:rsidRPr="00FF22A1" w:rsidRDefault="009F00F8">
            <w:pPr>
              <w:spacing w:before="40" w:after="40"/>
              <w:jc w:val="center"/>
              <w:rPr>
                <w:color w:val="000000"/>
                <w:szCs w:val="18"/>
              </w:rPr>
            </w:pPr>
            <w:r>
              <w:rPr>
                <w:color w:val="000000"/>
                <w:szCs w:val="18"/>
              </w:rPr>
              <w:t>April 2016</w:t>
            </w:r>
          </w:p>
        </w:tc>
        <w:tc>
          <w:tcPr>
            <w:tcW w:w="485" w:type="pct"/>
            <w:vAlign w:val="center"/>
          </w:tcPr>
          <w:p w:rsidR="009F00F8" w:rsidRPr="00FF22A1" w:rsidRDefault="009F00F8">
            <w:pPr>
              <w:spacing w:before="40" w:after="40"/>
              <w:jc w:val="center"/>
              <w:rPr>
                <w:szCs w:val="18"/>
              </w:rPr>
            </w:pPr>
            <w:r>
              <w:rPr>
                <w:szCs w:val="18"/>
              </w:rPr>
              <w:t>005</w:t>
            </w:r>
          </w:p>
          <w:p w:rsidR="009F00F8" w:rsidRPr="00FF22A1" w:rsidRDefault="009F00F8">
            <w:pPr>
              <w:spacing w:before="40" w:after="40"/>
              <w:jc w:val="center"/>
              <w:rPr>
                <w:szCs w:val="18"/>
              </w:rPr>
            </w:pPr>
          </w:p>
        </w:tc>
        <w:tc>
          <w:tcPr>
            <w:tcW w:w="829" w:type="pct"/>
            <w:shd w:val="clear" w:color="auto" w:fill="auto"/>
            <w:vAlign w:val="center"/>
          </w:tcPr>
          <w:p w:rsidR="009F00F8" w:rsidRPr="00FF22A1" w:rsidRDefault="009F00F8">
            <w:pPr>
              <w:spacing w:before="40" w:after="40"/>
              <w:jc w:val="center"/>
              <w:rPr>
                <w:szCs w:val="18"/>
              </w:rPr>
            </w:pPr>
            <w:r>
              <w:rPr>
                <w:szCs w:val="18"/>
              </w:rPr>
              <w:t>1.5.0.1002</w:t>
            </w:r>
          </w:p>
        </w:tc>
        <w:tc>
          <w:tcPr>
            <w:tcW w:w="3105" w:type="pct"/>
            <w:shd w:val="clear" w:color="auto" w:fill="auto"/>
            <w:vAlign w:val="center"/>
          </w:tcPr>
          <w:p w:rsidR="009F00F8" w:rsidRPr="00FF22A1" w:rsidRDefault="009F00F8">
            <w:pPr>
              <w:ind w:left="562" w:hanging="360"/>
            </w:pPr>
            <w:r>
              <w:t>New for this release</w:t>
            </w:r>
            <w:r w:rsidRPr="00FF22A1">
              <w:t>:</w:t>
            </w:r>
          </w:p>
          <w:p w:rsidR="009F00F8" w:rsidRDefault="009F00F8" w:rsidP="00AF38B2">
            <w:pPr>
              <w:pStyle w:val="ListParagraph"/>
            </w:pPr>
            <w:r>
              <w:t>Set SCSI Mode Sense FUA bit as supported</w:t>
            </w:r>
          </w:p>
          <w:p w:rsidR="009F00F8" w:rsidRDefault="009F00F8" w:rsidP="00AF38B2">
            <w:pPr>
              <w:pStyle w:val="ListParagraph"/>
            </w:pPr>
            <w:r>
              <w:t>Minor performance improvement</w:t>
            </w:r>
          </w:p>
          <w:p w:rsidR="009F00F8" w:rsidRPr="00FF22A1" w:rsidRDefault="009F00F8" w:rsidP="00AF38B2">
            <w:pPr>
              <w:pStyle w:val="ListParagraph"/>
            </w:pPr>
            <w:r>
              <w:t xml:space="preserve">Implement SCSI Verify translation to </w:t>
            </w:r>
            <w:proofErr w:type="spellStart"/>
            <w:r>
              <w:t>NVMe</w:t>
            </w:r>
            <w:proofErr w:type="spellEnd"/>
            <w:r>
              <w:t>*</w:t>
            </w:r>
          </w:p>
        </w:tc>
      </w:tr>
      <w:tr w:rsidR="009F00F8" w:rsidRPr="004C7D38" w:rsidTr="00B35544">
        <w:trPr>
          <w:cantSplit/>
          <w:trHeight w:val="244"/>
          <w:tblCellSpacing w:w="0" w:type="dxa"/>
        </w:trPr>
        <w:tc>
          <w:tcPr>
            <w:tcW w:w="581" w:type="pct"/>
            <w:shd w:val="clear" w:color="auto" w:fill="auto"/>
            <w:vAlign w:val="center"/>
          </w:tcPr>
          <w:p w:rsidR="009F00F8" w:rsidRPr="00FF22A1" w:rsidRDefault="009F00F8">
            <w:pPr>
              <w:spacing w:before="40" w:after="40"/>
              <w:jc w:val="center"/>
              <w:rPr>
                <w:color w:val="000000"/>
                <w:szCs w:val="18"/>
              </w:rPr>
            </w:pPr>
            <w:r>
              <w:rPr>
                <w:color w:val="000000"/>
                <w:szCs w:val="18"/>
              </w:rPr>
              <w:t>September 2015</w:t>
            </w:r>
          </w:p>
        </w:tc>
        <w:tc>
          <w:tcPr>
            <w:tcW w:w="485" w:type="pct"/>
            <w:vAlign w:val="center"/>
          </w:tcPr>
          <w:p w:rsidR="009F00F8" w:rsidRPr="00FF22A1" w:rsidRDefault="009F00F8">
            <w:pPr>
              <w:spacing w:before="40" w:after="40"/>
              <w:jc w:val="center"/>
              <w:rPr>
                <w:szCs w:val="18"/>
              </w:rPr>
            </w:pPr>
            <w:r>
              <w:rPr>
                <w:szCs w:val="18"/>
              </w:rPr>
              <w:t>004</w:t>
            </w:r>
          </w:p>
        </w:tc>
        <w:tc>
          <w:tcPr>
            <w:tcW w:w="829" w:type="pct"/>
            <w:shd w:val="clear" w:color="auto" w:fill="auto"/>
            <w:vAlign w:val="center"/>
          </w:tcPr>
          <w:p w:rsidR="009F00F8" w:rsidRPr="00FF22A1" w:rsidRDefault="009F00F8">
            <w:pPr>
              <w:spacing w:before="40" w:after="40"/>
              <w:jc w:val="center"/>
              <w:rPr>
                <w:szCs w:val="18"/>
              </w:rPr>
            </w:pPr>
            <w:r>
              <w:rPr>
                <w:szCs w:val="18"/>
              </w:rPr>
              <w:t>1.3.0.1007</w:t>
            </w:r>
          </w:p>
        </w:tc>
        <w:tc>
          <w:tcPr>
            <w:tcW w:w="3105" w:type="pct"/>
            <w:shd w:val="clear" w:color="auto" w:fill="auto"/>
            <w:vAlign w:val="center"/>
          </w:tcPr>
          <w:p w:rsidR="009F00F8" w:rsidRPr="005F47BD" w:rsidRDefault="009F00F8">
            <w:pPr>
              <w:spacing w:before="120" w:after="120"/>
              <w:ind w:left="144" w:right="144"/>
              <w:rPr>
                <w:szCs w:val="18"/>
              </w:rPr>
            </w:pPr>
            <w:r w:rsidRPr="005F47BD">
              <w:rPr>
                <w:szCs w:val="18"/>
              </w:rPr>
              <w:t>New for this release</w:t>
            </w:r>
            <w:r>
              <w:rPr>
                <w:szCs w:val="18"/>
              </w:rPr>
              <w:t>:</w:t>
            </w:r>
          </w:p>
          <w:p w:rsidR="009F00F8" w:rsidRPr="005F47BD" w:rsidRDefault="009F00F8" w:rsidP="00AF38B2">
            <w:pPr>
              <w:pStyle w:val="ListParagraph"/>
            </w:pPr>
            <w:r w:rsidRPr="005F47BD">
              <w:t>Windows 10 Certification</w:t>
            </w:r>
          </w:p>
          <w:p w:rsidR="009F00F8" w:rsidRPr="005F47BD" w:rsidRDefault="009F00F8" w:rsidP="00AF38B2">
            <w:pPr>
              <w:pStyle w:val="ListParagraph"/>
            </w:pPr>
            <w:r w:rsidRPr="005F47BD">
              <w:t>Single installer for both x32 and x64 based O</w:t>
            </w:r>
            <w:r>
              <w:t>perating Systems</w:t>
            </w:r>
          </w:p>
          <w:p w:rsidR="009F00F8" w:rsidRPr="005F47BD" w:rsidRDefault="009F00F8">
            <w:pPr>
              <w:spacing w:before="120" w:after="120"/>
              <w:ind w:left="144" w:right="144"/>
              <w:rPr>
                <w:szCs w:val="18"/>
              </w:rPr>
            </w:pPr>
            <w:r w:rsidRPr="005F47BD">
              <w:rPr>
                <w:szCs w:val="18"/>
              </w:rPr>
              <w:t xml:space="preserve">The </w:t>
            </w:r>
            <w:r>
              <w:rPr>
                <w:color w:val="000000"/>
                <w:szCs w:val="18"/>
              </w:rPr>
              <w:t xml:space="preserve">following </w:t>
            </w:r>
            <w:r w:rsidRPr="005F47BD">
              <w:rPr>
                <w:szCs w:val="18"/>
              </w:rPr>
              <w:t>was fixed in this release</w:t>
            </w:r>
            <w:r>
              <w:rPr>
                <w:szCs w:val="18"/>
              </w:rPr>
              <w:t>:</w:t>
            </w:r>
          </w:p>
          <w:p w:rsidR="009F00F8" w:rsidRPr="005F47BD" w:rsidRDefault="009F00F8" w:rsidP="00AF38B2">
            <w:pPr>
              <w:pStyle w:val="ListParagraph"/>
              <w:rPr>
                <w:rFonts w:ascii="Calibri" w:hAnsi="Calibri"/>
                <w:sz w:val="22"/>
              </w:rPr>
            </w:pPr>
            <w:r w:rsidRPr="005F47BD">
              <w:t>After Uninstall device shows a</w:t>
            </w:r>
            <w:r>
              <w:t>n “unknown device,”</w:t>
            </w:r>
            <w:r w:rsidRPr="005F47BD">
              <w:t xml:space="preserve"> </w:t>
            </w:r>
            <w:r>
              <w:t xml:space="preserve">it </w:t>
            </w:r>
            <w:r w:rsidRPr="005F47BD">
              <w:t>now report</w:t>
            </w:r>
            <w:r>
              <w:t>s</w:t>
            </w:r>
            <w:r w:rsidRPr="005F47BD">
              <w:t xml:space="preserve"> as </w:t>
            </w:r>
            <w:proofErr w:type="spellStart"/>
            <w:r w:rsidRPr="005F47BD">
              <w:t>PCIe</w:t>
            </w:r>
            <w:proofErr w:type="spellEnd"/>
            <w:r>
              <w:t>*</w:t>
            </w:r>
            <w:r w:rsidRPr="005F47BD">
              <w:t xml:space="preserve"> device.</w:t>
            </w:r>
          </w:p>
          <w:p w:rsidR="009F00F8" w:rsidRDefault="009F00F8" w:rsidP="00AF38B2">
            <w:pPr>
              <w:pStyle w:val="ListParagraph"/>
            </w:pPr>
            <w:r w:rsidRPr="005F47BD">
              <w:t>BSOD when installe</w:t>
            </w:r>
            <w:r>
              <w:t>d on systems with 0x120 logical C</w:t>
            </w:r>
            <w:r w:rsidRPr="005F47BD">
              <w:t>ores</w:t>
            </w:r>
          </w:p>
          <w:p w:rsidR="009F00F8" w:rsidRPr="00FF22A1" w:rsidRDefault="009F00F8" w:rsidP="00AF38B2">
            <w:pPr>
              <w:pStyle w:val="ListParagraph"/>
            </w:pPr>
            <w:r w:rsidRPr="005F47BD">
              <w:t>Insta</w:t>
            </w:r>
            <w:r>
              <w:t>ller using silent install does not copy the license.</w:t>
            </w:r>
          </w:p>
        </w:tc>
      </w:tr>
      <w:tr w:rsidR="009F00F8" w:rsidRPr="004C7D38" w:rsidTr="00B35544">
        <w:trPr>
          <w:cantSplit/>
          <w:trHeight w:val="244"/>
          <w:tblCellSpacing w:w="0" w:type="dxa"/>
        </w:trPr>
        <w:tc>
          <w:tcPr>
            <w:tcW w:w="581" w:type="pct"/>
            <w:shd w:val="clear" w:color="auto" w:fill="auto"/>
            <w:vAlign w:val="center"/>
          </w:tcPr>
          <w:p w:rsidR="009F00F8" w:rsidRDefault="009F00F8">
            <w:pPr>
              <w:spacing w:before="40" w:after="40"/>
              <w:jc w:val="center"/>
              <w:rPr>
                <w:color w:val="000000"/>
                <w:szCs w:val="18"/>
              </w:rPr>
            </w:pPr>
            <w:r>
              <w:rPr>
                <w:color w:val="000000"/>
                <w:szCs w:val="18"/>
              </w:rPr>
              <w:t>June 2015</w:t>
            </w:r>
          </w:p>
        </w:tc>
        <w:tc>
          <w:tcPr>
            <w:tcW w:w="485" w:type="pct"/>
            <w:vAlign w:val="center"/>
          </w:tcPr>
          <w:p w:rsidR="009F00F8" w:rsidRDefault="009F00F8">
            <w:pPr>
              <w:spacing w:before="40" w:after="40"/>
              <w:jc w:val="center"/>
              <w:rPr>
                <w:szCs w:val="18"/>
              </w:rPr>
            </w:pPr>
            <w:r>
              <w:rPr>
                <w:szCs w:val="18"/>
              </w:rPr>
              <w:t>003</w:t>
            </w:r>
          </w:p>
        </w:tc>
        <w:tc>
          <w:tcPr>
            <w:tcW w:w="829" w:type="pct"/>
            <w:shd w:val="clear" w:color="auto" w:fill="auto"/>
            <w:vAlign w:val="center"/>
          </w:tcPr>
          <w:p w:rsidR="009F00F8" w:rsidRDefault="009F00F8">
            <w:pPr>
              <w:spacing w:before="40" w:after="40"/>
              <w:jc w:val="center"/>
              <w:rPr>
                <w:szCs w:val="18"/>
              </w:rPr>
            </w:pPr>
            <w:r>
              <w:rPr>
                <w:szCs w:val="18"/>
              </w:rPr>
              <w:t>1.2.0.1002</w:t>
            </w:r>
          </w:p>
        </w:tc>
        <w:tc>
          <w:tcPr>
            <w:tcW w:w="3105" w:type="pct"/>
            <w:shd w:val="clear" w:color="auto" w:fill="auto"/>
            <w:vAlign w:val="center"/>
          </w:tcPr>
          <w:p w:rsidR="009F00F8" w:rsidRDefault="009F00F8">
            <w:pPr>
              <w:spacing w:before="120" w:after="120"/>
              <w:ind w:left="144" w:right="144"/>
              <w:rPr>
                <w:color w:val="000000"/>
                <w:szCs w:val="18"/>
              </w:rPr>
            </w:pPr>
            <w:r>
              <w:rPr>
                <w:color w:val="000000"/>
                <w:szCs w:val="18"/>
              </w:rPr>
              <w:t>The following was fixed in this release:</w:t>
            </w:r>
          </w:p>
          <w:p w:rsidR="009F00F8" w:rsidRDefault="009F00F8" w:rsidP="00AF38B2">
            <w:pPr>
              <w:pStyle w:val="ListParagraph"/>
              <w:rPr>
                <w:shd w:val="clear" w:color="auto" w:fill="FFFFFF"/>
              </w:rPr>
            </w:pPr>
            <w:r w:rsidRPr="005F47BD">
              <w:rPr>
                <w:shd w:val="clear" w:color="auto" w:fill="FFFFFF"/>
              </w:rPr>
              <w:t xml:space="preserve">Disable of </w:t>
            </w:r>
            <w:proofErr w:type="spellStart"/>
            <w:r w:rsidRPr="005F47BD">
              <w:rPr>
                <w:shd w:val="clear" w:color="auto" w:fill="FFFFFF"/>
              </w:rPr>
              <w:t>NVMe</w:t>
            </w:r>
            <w:proofErr w:type="spellEnd"/>
            <w:r w:rsidRPr="005F47BD">
              <w:rPr>
                <w:shd w:val="clear" w:color="auto" w:fill="FFFFFF"/>
              </w:rPr>
              <w:t xml:space="preserve"> Controller takes too long after S3+S4.</w:t>
            </w:r>
          </w:p>
          <w:p w:rsidR="009F00F8" w:rsidRDefault="009F00F8" w:rsidP="00AF38B2">
            <w:pPr>
              <w:pStyle w:val="ListParagraph"/>
              <w:rPr>
                <w:shd w:val="clear" w:color="auto" w:fill="FFFFFF"/>
              </w:rPr>
            </w:pPr>
            <w:r w:rsidRPr="005F47BD">
              <w:rPr>
                <w:shd w:val="clear" w:color="auto" w:fill="FFFFFF"/>
              </w:rPr>
              <w:t xml:space="preserve">WHCK Trim Performance Test executable encounters a divide-by-zero error and </w:t>
            </w:r>
            <w:r>
              <w:rPr>
                <w:shd w:val="clear" w:color="auto" w:fill="FFFFFF"/>
              </w:rPr>
              <w:t>fails to execute.</w:t>
            </w:r>
          </w:p>
          <w:p w:rsidR="009F00F8" w:rsidRDefault="009F00F8" w:rsidP="00AF38B2">
            <w:pPr>
              <w:pStyle w:val="ListParagraph"/>
              <w:rPr>
                <w:shd w:val="clear" w:color="auto" w:fill="FFFFFF"/>
              </w:rPr>
            </w:pPr>
            <w:r w:rsidRPr="005F47BD">
              <w:rPr>
                <w:shd w:val="clear" w:color="auto" w:fill="FFFFFF"/>
              </w:rPr>
              <w:t>WHCK Rotational Rate Test Fails, Reporting 0 RPM</w:t>
            </w:r>
          </w:p>
          <w:p w:rsidR="009F00F8" w:rsidRPr="005F47BD" w:rsidRDefault="009F00F8" w:rsidP="00AF38B2">
            <w:pPr>
              <w:pStyle w:val="ListParagraph"/>
            </w:pPr>
            <w:r w:rsidRPr="005F47BD">
              <w:rPr>
                <w:shd w:val="clear" w:color="auto" w:fill="FFFFFF"/>
              </w:rPr>
              <w:t xml:space="preserve">Update Windows Driver </w:t>
            </w:r>
            <w:proofErr w:type="spellStart"/>
            <w:r w:rsidRPr="005F47BD">
              <w:rPr>
                <w:shd w:val="clear" w:color="auto" w:fill="FFFFFF"/>
              </w:rPr>
              <w:t>BusType</w:t>
            </w:r>
            <w:proofErr w:type="spellEnd"/>
            <w:r w:rsidRPr="005F47BD">
              <w:rPr>
                <w:shd w:val="clear" w:color="auto" w:fill="FFFFFF"/>
              </w:rPr>
              <w:t xml:space="preserve"> to </w:t>
            </w:r>
            <w:proofErr w:type="spellStart"/>
            <w:r w:rsidRPr="005F47BD">
              <w:rPr>
                <w:shd w:val="clear" w:color="auto" w:fill="FFFFFF"/>
              </w:rPr>
              <w:t>NVMe</w:t>
            </w:r>
            <w:proofErr w:type="spellEnd"/>
          </w:p>
        </w:tc>
      </w:tr>
      <w:tr w:rsidR="009F00F8" w:rsidRPr="004C7D38" w:rsidTr="00B35544">
        <w:trPr>
          <w:cantSplit/>
          <w:trHeight w:val="244"/>
          <w:tblCellSpacing w:w="0" w:type="dxa"/>
        </w:trPr>
        <w:tc>
          <w:tcPr>
            <w:tcW w:w="581" w:type="pct"/>
            <w:shd w:val="clear" w:color="auto" w:fill="auto"/>
            <w:vAlign w:val="center"/>
          </w:tcPr>
          <w:p w:rsidR="009F00F8" w:rsidRDefault="009F00F8">
            <w:pPr>
              <w:spacing w:before="40" w:after="40"/>
              <w:jc w:val="center"/>
              <w:rPr>
                <w:color w:val="000000"/>
                <w:szCs w:val="18"/>
              </w:rPr>
            </w:pPr>
            <w:r>
              <w:rPr>
                <w:color w:val="000000"/>
                <w:szCs w:val="18"/>
              </w:rPr>
              <w:t>February 2015</w:t>
            </w:r>
          </w:p>
        </w:tc>
        <w:tc>
          <w:tcPr>
            <w:tcW w:w="485" w:type="pct"/>
            <w:vAlign w:val="center"/>
          </w:tcPr>
          <w:p w:rsidR="009F00F8" w:rsidRDefault="009F00F8">
            <w:pPr>
              <w:spacing w:before="40" w:after="40"/>
              <w:jc w:val="center"/>
              <w:rPr>
                <w:szCs w:val="18"/>
              </w:rPr>
            </w:pPr>
            <w:r>
              <w:rPr>
                <w:szCs w:val="18"/>
              </w:rPr>
              <w:t>002</w:t>
            </w:r>
          </w:p>
        </w:tc>
        <w:tc>
          <w:tcPr>
            <w:tcW w:w="829" w:type="pct"/>
            <w:shd w:val="clear" w:color="auto" w:fill="auto"/>
            <w:vAlign w:val="center"/>
          </w:tcPr>
          <w:p w:rsidR="009F00F8" w:rsidRDefault="009F00F8">
            <w:pPr>
              <w:spacing w:before="40" w:after="40"/>
              <w:jc w:val="center"/>
              <w:rPr>
                <w:szCs w:val="18"/>
              </w:rPr>
            </w:pPr>
            <w:r>
              <w:rPr>
                <w:szCs w:val="18"/>
              </w:rPr>
              <w:t>1.1.0.1004</w:t>
            </w:r>
          </w:p>
        </w:tc>
        <w:tc>
          <w:tcPr>
            <w:tcW w:w="3105" w:type="pct"/>
            <w:shd w:val="clear" w:color="auto" w:fill="auto"/>
            <w:vAlign w:val="center"/>
          </w:tcPr>
          <w:p w:rsidR="009F00F8" w:rsidRDefault="009F00F8">
            <w:pPr>
              <w:spacing w:before="120" w:after="120"/>
              <w:ind w:right="144"/>
              <w:rPr>
                <w:rFonts w:eastAsia="MS Mincho"/>
                <w:color w:val="000000" w:themeColor="text1"/>
                <w:szCs w:val="24"/>
                <w:lang w:eastAsia="ja-JP"/>
              </w:rPr>
            </w:pPr>
            <w:r w:rsidRPr="00FF22A1">
              <w:rPr>
                <w:rFonts w:eastAsia="MS Mincho"/>
                <w:color w:val="000000" w:themeColor="text1"/>
                <w:szCs w:val="24"/>
                <w:lang w:eastAsia="ja-JP"/>
              </w:rPr>
              <w:t>The following was fixed in this release:</w:t>
            </w:r>
          </w:p>
          <w:p w:rsidR="009F00F8" w:rsidRPr="00EE2121" w:rsidRDefault="009F00F8" w:rsidP="00F567A6">
            <w:pPr>
              <w:numPr>
                <w:ilvl w:val="0"/>
                <w:numId w:val="17"/>
              </w:numPr>
              <w:spacing w:before="120" w:after="120"/>
              <w:ind w:left="563" w:right="144"/>
              <w:rPr>
                <w:rFonts w:eastAsia="MS Mincho"/>
                <w:color w:val="000000" w:themeColor="text1"/>
                <w:szCs w:val="24"/>
                <w:lang w:eastAsia="ja-JP"/>
              </w:rPr>
            </w:pPr>
            <w:r w:rsidRPr="00EE2121">
              <w:rPr>
                <w:rFonts w:eastAsia="MS Mincho"/>
                <w:color w:val="000000" w:themeColor="text1"/>
                <w:szCs w:val="24"/>
                <w:lang w:eastAsia="ja-JP"/>
              </w:rPr>
              <w:t>0x9F BSOD during S3/S4 testing</w:t>
            </w:r>
          </w:p>
          <w:p w:rsidR="009F00F8" w:rsidRPr="00EE2121" w:rsidRDefault="009F00F8" w:rsidP="00F567A6">
            <w:pPr>
              <w:numPr>
                <w:ilvl w:val="0"/>
                <w:numId w:val="17"/>
              </w:numPr>
              <w:spacing w:before="120" w:after="120"/>
              <w:ind w:left="563" w:right="144"/>
              <w:rPr>
                <w:rFonts w:eastAsia="MS Mincho"/>
                <w:color w:val="000000" w:themeColor="text1"/>
                <w:szCs w:val="24"/>
                <w:lang w:eastAsia="ja-JP"/>
              </w:rPr>
            </w:pPr>
            <w:r w:rsidRPr="00EE2121">
              <w:rPr>
                <w:rFonts w:eastAsia="MS Mincho"/>
                <w:color w:val="000000" w:themeColor="text1"/>
                <w:szCs w:val="24"/>
                <w:lang w:eastAsia="ja-JP"/>
              </w:rPr>
              <w:t>BSOD due to low System Memory under 32bit</w:t>
            </w:r>
          </w:p>
          <w:p w:rsidR="009F00F8" w:rsidRPr="00EE2121" w:rsidRDefault="009F00F8" w:rsidP="00F567A6">
            <w:pPr>
              <w:numPr>
                <w:ilvl w:val="0"/>
                <w:numId w:val="17"/>
              </w:numPr>
              <w:spacing w:before="120" w:after="120"/>
              <w:ind w:left="563" w:right="144"/>
              <w:rPr>
                <w:rFonts w:eastAsia="MS Mincho"/>
                <w:color w:val="000000" w:themeColor="text1"/>
                <w:szCs w:val="24"/>
                <w:lang w:eastAsia="ja-JP"/>
              </w:rPr>
            </w:pPr>
            <w:r w:rsidRPr="00EE2121">
              <w:rPr>
                <w:rFonts w:eastAsia="MS Mincho"/>
                <w:color w:val="000000" w:themeColor="text1"/>
                <w:szCs w:val="24"/>
                <w:lang w:eastAsia="ja-JP"/>
              </w:rPr>
              <w:t>Drive does</w:t>
            </w:r>
            <w:r>
              <w:rPr>
                <w:rFonts w:eastAsia="MS Mincho"/>
                <w:color w:val="000000" w:themeColor="text1"/>
                <w:szCs w:val="24"/>
                <w:lang w:eastAsia="ja-JP"/>
              </w:rPr>
              <w:t xml:space="preserve"> </w:t>
            </w:r>
            <w:r w:rsidRPr="00EE2121">
              <w:rPr>
                <w:rFonts w:eastAsia="MS Mincho"/>
                <w:color w:val="000000" w:themeColor="text1"/>
                <w:szCs w:val="24"/>
                <w:lang w:eastAsia="ja-JP"/>
              </w:rPr>
              <w:t>n</w:t>
            </w:r>
            <w:r>
              <w:rPr>
                <w:rFonts w:eastAsia="MS Mincho"/>
                <w:color w:val="000000" w:themeColor="text1"/>
                <w:szCs w:val="24"/>
                <w:lang w:eastAsia="ja-JP"/>
              </w:rPr>
              <w:t>o</w:t>
            </w:r>
            <w:r w:rsidRPr="00EE2121">
              <w:rPr>
                <w:rFonts w:eastAsia="MS Mincho"/>
                <w:color w:val="000000" w:themeColor="text1"/>
                <w:szCs w:val="24"/>
                <w:lang w:eastAsia="ja-JP"/>
              </w:rPr>
              <w:t>t translate some SCSI commands – READ CAPACITY, REQUEST SENSE and WRITE(6)</w:t>
            </w:r>
          </w:p>
          <w:p w:rsidR="009F00F8" w:rsidRPr="005F47BD" w:rsidRDefault="009F00F8" w:rsidP="00AF38B2">
            <w:pPr>
              <w:pStyle w:val="ListParagraph"/>
            </w:pPr>
            <w:r w:rsidRPr="00EE2121">
              <w:t>Windows Driver INF references Windows XP, there is no driver support and reference was removed</w:t>
            </w:r>
          </w:p>
        </w:tc>
      </w:tr>
      <w:tr w:rsidR="009F00F8" w:rsidRPr="004C7D38" w:rsidTr="00B35544">
        <w:trPr>
          <w:cantSplit/>
          <w:trHeight w:val="244"/>
          <w:tblCellSpacing w:w="0" w:type="dxa"/>
        </w:trPr>
        <w:tc>
          <w:tcPr>
            <w:tcW w:w="581" w:type="pct"/>
            <w:shd w:val="clear" w:color="auto" w:fill="auto"/>
            <w:vAlign w:val="center"/>
          </w:tcPr>
          <w:p w:rsidR="009F00F8" w:rsidRDefault="009F00F8">
            <w:pPr>
              <w:spacing w:before="40" w:after="40"/>
              <w:jc w:val="center"/>
              <w:rPr>
                <w:color w:val="000000"/>
                <w:szCs w:val="18"/>
              </w:rPr>
            </w:pPr>
            <w:r>
              <w:rPr>
                <w:color w:val="000000"/>
                <w:szCs w:val="18"/>
              </w:rPr>
              <w:t>September 2014</w:t>
            </w:r>
          </w:p>
        </w:tc>
        <w:tc>
          <w:tcPr>
            <w:tcW w:w="485" w:type="pct"/>
            <w:vAlign w:val="center"/>
          </w:tcPr>
          <w:p w:rsidR="009F00F8" w:rsidRDefault="009F00F8">
            <w:pPr>
              <w:spacing w:before="40" w:after="40"/>
              <w:jc w:val="center"/>
              <w:rPr>
                <w:szCs w:val="18"/>
              </w:rPr>
            </w:pPr>
            <w:r>
              <w:rPr>
                <w:color w:val="000000"/>
                <w:szCs w:val="18"/>
              </w:rPr>
              <w:t>001</w:t>
            </w:r>
          </w:p>
        </w:tc>
        <w:tc>
          <w:tcPr>
            <w:tcW w:w="829" w:type="pct"/>
            <w:shd w:val="clear" w:color="auto" w:fill="auto"/>
            <w:vAlign w:val="center"/>
          </w:tcPr>
          <w:p w:rsidR="009F00F8" w:rsidRDefault="009F00F8">
            <w:pPr>
              <w:spacing w:before="40" w:after="40"/>
              <w:jc w:val="center"/>
              <w:rPr>
                <w:szCs w:val="18"/>
              </w:rPr>
            </w:pPr>
            <w:r>
              <w:rPr>
                <w:color w:val="000000"/>
                <w:szCs w:val="18"/>
              </w:rPr>
              <w:t>1.0.0.1023</w:t>
            </w:r>
          </w:p>
        </w:tc>
        <w:tc>
          <w:tcPr>
            <w:tcW w:w="3105" w:type="pct"/>
            <w:shd w:val="clear" w:color="auto" w:fill="auto"/>
            <w:vAlign w:val="center"/>
          </w:tcPr>
          <w:p w:rsidR="009F00F8" w:rsidRPr="005F47BD" w:rsidRDefault="009F00F8" w:rsidP="00AF38B2">
            <w:pPr>
              <w:pStyle w:val="ListParagraph"/>
              <w:rPr>
                <w:shd w:val="clear" w:color="auto" w:fill="FFFFFF"/>
              </w:rPr>
            </w:pPr>
            <w:r>
              <w:t>I</w:t>
            </w:r>
            <w:r w:rsidRPr="00B7142E">
              <w:t>nitia</w:t>
            </w:r>
            <w:r>
              <w:t xml:space="preserve">l </w:t>
            </w:r>
            <w:r w:rsidRPr="00B7142E">
              <w:t>release version</w:t>
            </w:r>
          </w:p>
        </w:tc>
      </w:tr>
      <w:tr w:rsidR="009F00F8" w:rsidRPr="004C7D38" w:rsidTr="00B35544">
        <w:trPr>
          <w:cantSplit/>
          <w:trHeight w:val="244"/>
          <w:tblCellSpacing w:w="0" w:type="dxa"/>
        </w:trPr>
        <w:tc>
          <w:tcPr>
            <w:tcW w:w="581" w:type="pct"/>
            <w:shd w:val="clear" w:color="auto" w:fill="auto"/>
            <w:vAlign w:val="center"/>
          </w:tcPr>
          <w:p w:rsidR="009F00F8" w:rsidRDefault="009F00F8">
            <w:pPr>
              <w:spacing w:before="40" w:after="40"/>
              <w:jc w:val="center"/>
              <w:rPr>
                <w:color w:val="000000"/>
                <w:szCs w:val="18"/>
              </w:rPr>
            </w:pPr>
          </w:p>
        </w:tc>
        <w:tc>
          <w:tcPr>
            <w:tcW w:w="485" w:type="pct"/>
            <w:vAlign w:val="center"/>
          </w:tcPr>
          <w:p w:rsidR="009F00F8" w:rsidRDefault="009F00F8">
            <w:pPr>
              <w:spacing w:before="40" w:after="40"/>
              <w:jc w:val="center"/>
              <w:rPr>
                <w:szCs w:val="18"/>
              </w:rPr>
            </w:pPr>
          </w:p>
        </w:tc>
        <w:tc>
          <w:tcPr>
            <w:tcW w:w="829" w:type="pct"/>
            <w:shd w:val="clear" w:color="auto" w:fill="auto"/>
            <w:vAlign w:val="center"/>
          </w:tcPr>
          <w:p w:rsidR="009F00F8" w:rsidRPr="00E850D0" w:rsidRDefault="009F00F8">
            <w:pPr>
              <w:spacing w:before="40" w:after="40"/>
              <w:jc w:val="center"/>
              <w:rPr>
                <w:szCs w:val="18"/>
              </w:rPr>
            </w:pPr>
          </w:p>
        </w:tc>
        <w:tc>
          <w:tcPr>
            <w:tcW w:w="3105" w:type="pct"/>
            <w:shd w:val="clear" w:color="auto" w:fill="auto"/>
            <w:vAlign w:val="center"/>
          </w:tcPr>
          <w:p w:rsidR="009F00F8" w:rsidRPr="005F47BD" w:rsidRDefault="009F00F8" w:rsidP="00F567A6">
            <w:pPr>
              <w:numPr>
                <w:ilvl w:val="0"/>
                <w:numId w:val="17"/>
              </w:numPr>
              <w:spacing w:before="120" w:after="120"/>
              <w:ind w:left="563" w:right="144"/>
              <w:rPr>
                <w:rFonts w:eastAsia="MS Mincho"/>
                <w:color w:val="000000" w:themeColor="text1"/>
                <w:szCs w:val="24"/>
                <w:lang w:eastAsia="ja-JP"/>
              </w:rPr>
            </w:pPr>
          </w:p>
        </w:tc>
      </w:tr>
      <w:tr w:rsidR="009F00F8" w:rsidRPr="004C7D38" w:rsidTr="00B35544">
        <w:trPr>
          <w:cantSplit/>
          <w:trHeight w:val="244"/>
          <w:tblCellSpacing w:w="0" w:type="dxa"/>
        </w:trPr>
        <w:tc>
          <w:tcPr>
            <w:tcW w:w="581" w:type="pct"/>
            <w:shd w:val="clear" w:color="auto" w:fill="auto"/>
            <w:vAlign w:val="center"/>
          </w:tcPr>
          <w:p w:rsidR="009F00F8" w:rsidRPr="0034745C" w:rsidRDefault="009F00F8">
            <w:pPr>
              <w:spacing w:before="120" w:after="120"/>
              <w:jc w:val="center"/>
              <w:rPr>
                <w:color w:val="000000"/>
                <w:szCs w:val="18"/>
              </w:rPr>
            </w:pPr>
          </w:p>
        </w:tc>
        <w:tc>
          <w:tcPr>
            <w:tcW w:w="485" w:type="pct"/>
            <w:vAlign w:val="center"/>
          </w:tcPr>
          <w:p w:rsidR="009F00F8" w:rsidRDefault="009F00F8">
            <w:pPr>
              <w:spacing w:before="120" w:after="120"/>
              <w:jc w:val="center"/>
              <w:rPr>
                <w:color w:val="000000"/>
                <w:szCs w:val="18"/>
              </w:rPr>
            </w:pPr>
          </w:p>
        </w:tc>
        <w:tc>
          <w:tcPr>
            <w:tcW w:w="829" w:type="pct"/>
            <w:shd w:val="clear" w:color="auto" w:fill="auto"/>
            <w:vAlign w:val="center"/>
          </w:tcPr>
          <w:p w:rsidR="009F00F8" w:rsidRPr="0034745C" w:rsidRDefault="009F00F8">
            <w:pPr>
              <w:spacing w:before="120" w:after="120"/>
              <w:jc w:val="center"/>
              <w:rPr>
                <w:color w:val="000000"/>
                <w:szCs w:val="18"/>
              </w:rPr>
            </w:pPr>
          </w:p>
        </w:tc>
        <w:tc>
          <w:tcPr>
            <w:tcW w:w="3105" w:type="pct"/>
            <w:shd w:val="clear" w:color="auto" w:fill="auto"/>
            <w:vAlign w:val="center"/>
          </w:tcPr>
          <w:p w:rsidR="009F00F8" w:rsidRPr="005A7D1E" w:rsidRDefault="009F00F8">
            <w:pPr>
              <w:spacing w:before="120" w:after="120"/>
              <w:ind w:left="144" w:right="144"/>
            </w:pPr>
          </w:p>
        </w:tc>
      </w:tr>
    </w:tbl>
    <w:p w:rsidR="00D95D67" w:rsidRPr="00DD7BCA" w:rsidRDefault="00D95D67" w:rsidP="009C2419"/>
    <w:sectPr w:rsidR="00D95D67" w:rsidRPr="00DD7BCA" w:rsidSect="00AB11CB">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835" w:footer="848" w:gutter="0"/>
      <w:cols w:space="720"/>
      <w:titlePg/>
      <w:docGrid w:linePitch="245"/>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26F2" w:rsidRDefault="00B026F2" w:rsidP="00D56C82">
      <w:pPr>
        <w:pStyle w:val="CellBodyCenter"/>
      </w:pPr>
      <w:r>
        <w:separator/>
      </w:r>
    </w:p>
  </w:endnote>
  <w:endnote w:type="continuationSeparator" w:id="0">
    <w:p w:rsidR="00B026F2" w:rsidRDefault="00B026F2" w:rsidP="00D56C82">
      <w:pPr>
        <w:pStyle w:val="CellBodyCen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Intel Clear">
    <w:panose1 w:val="020B0604020203020204"/>
    <w:charset w:val="00"/>
    <w:family w:val="swiss"/>
    <w:pitch w:val="variable"/>
    <w:sig w:usb0="E10006FF" w:usb1="400060FB" w:usb2="00000028"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 w:name="MS Mincho">
    <w:altName w:val="ＭＳ 明朝"/>
    <w:panose1 w:val="02020609040205080304"/>
    <w:charset w:val="80"/>
    <w:family w:val="modern"/>
    <w:pitch w:val="fixed"/>
    <w:sig w:usb0="E00002FF" w:usb1="6AC7FDFB" w:usb2="08000012" w:usb3="00000000" w:csb0="0002009F" w:csb1="00000000"/>
  </w:font>
  <w:font w:name="Intel Clear Light">
    <w:panose1 w:val="020B0404020203020204"/>
    <w:charset w:val="00"/>
    <w:family w:val="swiss"/>
    <w:pitch w:val="variable"/>
    <w:sig w:usb0="E10006FF" w:usb1="400060FB" w:usb2="00000028"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FE8" w:rsidRPr="00DD4DB2" w:rsidRDefault="00A26FE8" w:rsidP="00220AA5">
    <w:pPr>
      <w:pStyle w:val="Footer0"/>
      <w:tabs>
        <w:tab w:val="clear" w:pos="4600"/>
        <w:tab w:val="clear" w:pos="9200"/>
        <w:tab w:val="right" w:pos="9360"/>
      </w:tabs>
      <w:spacing w:line="240" w:lineRule="auto"/>
      <w:rPr>
        <w:rFonts w:ascii="Intel Clear" w:hAnsi="Intel Clear"/>
        <w:w w:val="100"/>
        <w:sz w:val="16"/>
        <w:szCs w:val="16"/>
      </w:rPr>
    </w:pPr>
    <w:r w:rsidRPr="00DD4DB2">
      <w:rPr>
        <w:rFonts w:ascii="Intel Clear" w:hAnsi="Intel Clear"/>
        <w:w w:val="100"/>
        <w:sz w:val="16"/>
        <w:szCs w:val="16"/>
      </w:rPr>
      <w:t>Release Notes</w:t>
    </w:r>
    <w:r w:rsidRPr="00DD4DB2">
      <w:rPr>
        <w:rFonts w:ascii="Intel Clear" w:hAnsi="Intel Clear"/>
        <w:w w:val="100"/>
        <w:sz w:val="16"/>
        <w:szCs w:val="16"/>
      </w:rPr>
      <w:tab/>
    </w:r>
    <w:r>
      <w:rPr>
        <w:rFonts w:ascii="Intel Clear" w:hAnsi="Intel Clear"/>
        <w:w w:val="100"/>
        <w:sz w:val="16"/>
        <w:szCs w:val="16"/>
      </w:rPr>
      <w:t xml:space="preserve">November </w:t>
    </w:r>
    <w:r w:rsidRPr="00DD4DB2">
      <w:rPr>
        <w:rFonts w:ascii="Intel Clear" w:hAnsi="Intel Clear"/>
        <w:w w:val="100"/>
        <w:sz w:val="16"/>
        <w:szCs w:val="16"/>
      </w:rPr>
      <w:t>20</w:t>
    </w:r>
    <w:r>
      <w:rPr>
        <w:rFonts w:ascii="Intel Clear" w:hAnsi="Intel Clear"/>
        <w:w w:val="100"/>
        <w:sz w:val="16"/>
        <w:szCs w:val="16"/>
      </w:rPr>
      <w:t>16</w:t>
    </w:r>
  </w:p>
  <w:p w:rsidR="00A26FE8" w:rsidRPr="009C2419" w:rsidRDefault="00A26FE8" w:rsidP="005F47BD">
    <w:pPr>
      <w:pStyle w:val="Footer"/>
      <w:tabs>
        <w:tab w:val="clear" w:pos="7920"/>
        <w:tab w:val="left" w:pos="3135"/>
        <w:tab w:val="right" w:pos="9360"/>
      </w:tabs>
      <w:spacing w:before="0"/>
      <w:rPr>
        <w:sz w:val="16"/>
        <w:szCs w:val="16"/>
      </w:rPr>
    </w:pPr>
    <w:r w:rsidRPr="009C2419">
      <w:rPr>
        <w:sz w:val="16"/>
        <w:szCs w:val="16"/>
      </w:rPr>
      <w:fldChar w:fldCharType="begin"/>
    </w:r>
    <w:r w:rsidRPr="009C2419">
      <w:rPr>
        <w:sz w:val="16"/>
        <w:szCs w:val="16"/>
      </w:rPr>
      <w:instrText xml:space="preserve"> PAGE </w:instrText>
    </w:r>
    <w:r w:rsidRPr="009C2419">
      <w:rPr>
        <w:sz w:val="16"/>
        <w:szCs w:val="16"/>
      </w:rPr>
      <w:fldChar w:fldCharType="separate"/>
    </w:r>
    <w:r>
      <w:rPr>
        <w:noProof/>
        <w:sz w:val="16"/>
        <w:szCs w:val="16"/>
      </w:rPr>
      <w:t>4</w:t>
    </w:r>
    <w:r w:rsidRPr="009C2419">
      <w:rPr>
        <w:sz w:val="16"/>
        <w:szCs w:val="16"/>
      </w:rPr>
      <w:fldChar w:fldCharType="end"/>
    </w:r>
    <w:r w:rsidRPr="009C2419">
      <w:rPr>
        <w:b/>
        <w:sz w:val="16"/>
        <w:szCs w:val="16"/>
      </w:rPr>
      <w:tab/>
    </w:r>
    <w:r>
      <w:rPr>
        <w:b/>
        <w:sz w:val="16"/>
        <w:szCs w:val="16"/>
      </w:rPr>
      <w:tab/>
    </w:r>
    <w:r w:rsidRPr="009C2419">
      <w:rPr>
        <w:sz w:val="16"/>
        <w:szCs w:val="16"/>
      </w:rPr>
      <w:t>331995-00</w:t>
    </w:r>
    <w:r>
      <w:rPr>
        <w:sz w:val="16"/>
        <w:szCs w:val="16"/>
      </w:rPr>
      <w:t>6</w:t>
    </w:r>
    <w:r w:rsidRPr="009C2419">
      <w:rPr>
        <w:sz w:val="16"/>
        <w:szCs w:val="16"/>
      </w:rPr>
      <w:t>US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FE8" w:rsidRPr="009C2419" w:rsidRDefault="00673142" w:rsidP="00220AA5">
    <w:pPr>
      <w:pStyle w:val="Footer0"/>
      <w:rPr>
        <w:rFonts w:ascii="Intel Clear" w:hAnsi="Intel Clear"/>
        <w:w w:val="100"/>
        <w:sz w:val="16"/>
        <w:szCs w:val="16"/>
      </w:rPr>
    </w:pPr>
    <w:r>
      <w:rPr>
        <w:rFonts w:ascii="Intel Clear" w:hAnsi="Intel Clear"/>
        <w:w w:val="100"/>
        <w:sz w:val="16"/>
        <w:szCs w:val="16"/>
      </w:rPr>
      <w:t>July</w:t>
    </w:r>
    <w:r w:rsidR="00B35544">
      <w:rPr>
        <w:rFonts w:ascii="Intel Clear" w:hAnsi="Intel Clear"/>
        <w:w w:val="100"/>
        <w:sz w:val="16"/>
        <w:szCs w:val="16"/>
      </w:rPr>
      <w:t xml:space="preserve"> 2019</w:t>
    </w:r>
    <w:r w:rsidR="00A26FE8" w:rsidRPr="009C2419">
      <w:rPr>
        <w:rFonts w:ascii="Intel Clear" w:hAnsi="Intel Clear"/>
        <w:w w:val="100"/>
        <w:sz w:val="16"/>
        <w:szCs w:val="16"/>
      </w:rPr>
      <w:tab/>
    </w:r>
    <w:r w:rsidR="00A26FE8" w:rsidRPr="009C2419">
      <w:rPr>
        <w:rFonts w:ascii="Intel Clear" w:hAnsi="Intel Clear"/>
        <w:w w:val="100"/>
        <w:sz w:val="16"/>
        <w:szCs w:val="16"/>
      </w:rPr>
      <w:tab/>
      <w:t>Release Notes</w:t>
    </w:r>
  </w:p>
  <w:p w:rsidR="00A26FE8" w:rsidRPr="009C2419" w:rsidRDefault="00A26FE8" w:rsidP="00220AA5">
    <w:pPr>
      <w:pStyle w:val="Footer0"/>
      <w:tabs>
        <w:tab w:val="clear" w:pos="4600"/>
        <w:tab w:val="center" w:pos="4500"/>
      </w:tabs>
      <w:rPr>
        <w:rFonts w:ascii="Intel Clear" w:hAnsi="Intel Clear"/>
        <w:w w:val="100"/>
        <w:sz w:val="16"/>
        <w:szCs w:val="16"/>
      </w:rPr>
    </w:pPr>
    <w:r w:rsidRPr="009C2419">
      <w:rPr>
        <w:rFonts w:ascii="Intel Clear" w:hAnsi="Intel Clear"/>
        <w:sz w:val="16"/>
        <w:szCs w:val="16"/>
      </w:rPr>
      <w:t>331995-00</w:t>
    </w:r>
    <w:r>
      <w:rPr>
        <w:rFonts w:ascii="Intel Clear" w:hAnsi="Intel Clear"/>
        <w:sz w:val="16"/>
        <w:szCs w:val="16"/>
      </w:rPr>
      <w:t>6</w:t>
    </w:r>
    <w:r w:rsidRPr="009C2419">
      <w:rPr>
        <w:rFonts w:ascii="Intel Clear" w:hAnsi="Intel Clear"/>
        <w:w w:val="100"/>
        <w:sz w:val="16"/>
        <w:szCs w:val="16"/>
      </w:rPr>
      <w:t>US</w:t>
    </w:r>
    <w:r w:rsidRPr="009C2419">
      <w:rPr>
        <w:rFonts w:ascii="Intel Clear" w:hAnsi="Intel Clear"/>
        <w:w w:val="100"/>
        <w:sz w:val="16"/>
        <w:szCs w:val="16"/>
      </w:rPr>
      <w:tab/>
    </w:r>
    <w:r w:rsidRPr="009C2419">
      <w:rPr>
        <w:rFonts w:ascii="Intel Clear" w:hAnsi="Intel Clear"/>
        <w:w w:val="100"/>
        <w:sz w:val="16"/>
        <w:szCs w:val="16"/>
      </w:rPr>
      <w:tab/>
    </w:r>
    <w:r w:rsidRPr="009C2419">
      <w:rPr>
        <w:rFonts w:ascii="Intel Clear" w:hAnsi="Intel Clear"/>
        <w:w w:val="100"/>
        <w:sz w:val="16"/>
        <w:szCs w:val="16"/>
      </w:rPr>
      <w:fldChar w:fldCharType="begin"/>
    </w:r>
    <w:r w:rsidRPr="009C2419">
      <w:rPr>
        <w:rFonts w:ascii="Intel Clear" w:hAnsi="Intel Clear"/>
        <w:w w:val="100"/>
        <w:sz w:val="16"/>
        <w:szCs w:val="16"/>
      </w:rPr>
      <w:instrText xml:space="preserve"> PAGE </w:instrText>
    </w:r>
    <w:r w:rsidRPr="009C2419">
      <w:rPr>
        <w:rFonts w:ascii="Intel Clear" w:hAnsi="Intel Clear"/>
        <w:w w:val="100"/>
        <w:sz w:val="16"/>
        <w:szCs w:val="16"/>
      </w:rPr>
      <w:fldChar w:fldCharType="separate"/>
    </w:r>
    <w:r w:rsidR="00673142">
      <w:rPr>
        <w:rFonts w:ascii="Intel Clear" w:hAnsi="Intel Clear"/>
        <w:noProof/>
        <w:w w:val="100"/>
        <w:sz w:val="16"/>
        <w:szCs w:val="16"/>
      </w:rPr>
      <w:t>6</w:t>
    </w:r>
    <w:r w:rsidRPr="009C2419">
      <w:rPr>
        <w:rFonts w:ascii="Intel Clear" w:hAnsi="Intel Clear"/>
        <w:w w:val="10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FE8" w:rsidRPr="009F0C13" w:rsidRDefault="00A26FE8" w:rsidP="009F0C13">
    <w:pPr>
      <w:spacing w:before="0"/>
      <w:jc w:val="right"/>
      <w:rPr>
        <w:rFonts w:cs="Arial"/>
      </w:rPr>
    </w:pPr>
    <w:r>
      <w:t>Document Number: 331995-006US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26F2" w:rsidRDefault="00B026F2" w:rsidP="00D56C82">
      <w:pPr>
        <w:pStyle w:val="CellBodyCenter"/>
      </w:pPr>
      <w:r>
        <w:separator/>
      </w:r>
    </w:p>
  </w:footnote>
  <w:footnote w:type="continuationSeparator" w:id="0">
    <w:p w:rsidR="00B026F2" w:rsidRDefault="00B026F2" w:rsidP="00D56C82">
      <w:pPr>
        <w:pStyle w:val="CellBodyCent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FE8" w:rsidRPr="00DD4DB2" w:rsidRDefault="00A26FE8" w:rsidP="00220AA5">
    <w:pPr>
      <w:pStyle w:val="Header-Right"/>
      <w:rPr>
        <w:rFonts w:ascii="Intel Clear" w:hAnsi="Intel Clear"/>
        <w:w w:val="100"/>
        <w:sz w:val="16"/>
        <w:szCs w:val="16"/>
      </w:rPr>
    </w:pPr>
    <w:r w:rsidRPr="00DD4DB2">
      <w:rPr>
        <w:rFonts w:ascii="Intel Clear" w:hAnsi="Intel Clear"/>
        <w:noProof/>
      </w:rPr>
      <mc:AlternateContent>
        <mc:Choice Requires="wpg">
          <w:drawing>
            <wp:anchor distT="0" distB="0" distL="114300" distR="114300" simplePos="0" relativeHeight="251659264" behindDoc="1" locked="0" layoutInCell="1" allowOverlap="1" wp14:anchorId="675873A1" wp14:editId="4758E392">
              <wp:simplePos x="0" y="0"/>
              <wp:positionH relativeFrom="page">
                <wp:posOffset>1001395</wp:posOffset>
              </wp:positionH>
              <wp:positionV relativeFrom="page">
                <wp:posOffset>302260</wp:posOffset>
              </wp:positionV>
              <wp:extent cx="1102995" cy="667385"/>
              <wp:effectExtent l="0" t="0" r="1905" b="0"/>
              <wp:wrapNone/>
              <wp:docPr id="145"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2995" cy="667385"/>
                        <a:chOff x="8694" y="1083"/>
                        <a:chExt cx="2141" cy="1415"/>
                      </a:xfrm>
                    </wpg:grpSpPr>
                    <wpg:grpSp>
                      <wpg:cNvPr id="146" name="Group 30"/>
                      <wpg:cNvGrpSpPr>
                        <a:grpSpLocks/>
                      </wpg:cNvGrpSpPr>
                      <wpg:grpSpPr bwMode="auto">
                        <a:xfrm>
                          <a:off x="8704" y="1093"/>
                          <a:ext cx="2121" cy="1395"/>
                          <a:chOff x="8704" y="1093"/>
                          <a:chExt cx="2121" cy="1395"/>
                        </a:xfrm>
                      </wpg:grpSpPr>
                      <wps:wsp>
                        <wps:cNvPr id="147" name="Freeform 31"/>
                        <wps:cNvSpPr>
                          <a:spLocks/>
                        </wps:cNvSpPr>
                        <wps:spPr bwMode="auto">
                          <a:xfrm>
                            <a:off x="8704" y="1093"/>
                            <a:ext cx="2121" cy="1395"/>
                          </a:xfrm>
                          <a:custGeom>
                            <a:avLst/>
                            <a:gdLst>
                              <a:gd name="T0" fmla="+- 0 8935 8704"/>
                              <a:gd name="T1" fmla="*/ T0 w 2121"/>
                              <a:gd name="T2" fmla="+- 0 1493 1093"/>
                              <a:gd name="T3" fmla="*/ 1493 h 1395"/>
                              <a:gd name="T4" fmla="+- 0 8885 8704"/>
                              <a:gd name="T5" fmla="*/ T4 w 2121"/>
                              <a:gd name="T6" fmla="+- 0 1541 1093"/>
                              <a:gd name="T7" fmla="*/ 1541 h 1395"/>
                              <a:gd name="T8" fmla="+- 0 8840 8704"/>
                              <a:gd name="T9" fmla="*/ T8 w 2121"/>
                              <a:gd name="T10" fmla="+- 0 1591 1093"/>
                              <a:gd name="T11" fmla="*/ 1591 h 1395"/>
                              <a:gd name="T12" fmla="+- 0 8801 8704"/>
                              <a:gd name="T13" fmla="*/ T12 w 2121"/>
                              <a:gd name="T14" fmla="+- 0 1643 1093"/>
                              <a:gd name="T15" fmla="*/ 1643 h 1395"/>
                              <a:gd name="T16" fmla="+- 0 8767 8704"/>
                              <a:gd name="T17" fmla="*/ T16 w 2121"/>
                              <a:gd name="T18" fmla="+- 0 1697 1093"/>
                              <a:gd name="T19" fmla="*/ 1697 h 1395"/>
                              <a:gd name="T20" fmla="+- 0 8741 8704"/>
                              <a:gd name="T21" fmla="*/ T20 w 2121"/>
                              <a:gd name="T22" fmla="+- 0 1754 1093"/>
                              <a:gd name="T23" fmla="*/ 1754 h 1395"/>
                              <a:gd name="T24" fmla="+- 0 8721 8704"/>
                              <a:gd name="T25" fmla="*/ T24 w 2121"/>
                              <a:gd name="T26" fmla="+- 0 1813 1093"/>
                              <a:gd name="T27" fmla="*/ 1813 h 1395"/>
                              <a:gd name="T28" fmla="+- 0 8708 8704"/>
                              <a:gd name="T29" fmla="*/ T28 w 2121"/>
                              <a:gd name="T30" fmla="+- 0 1874 1093"/>
                              <a:gd name="T31" fmla="*/ 1874 h 1395"/>
                              <a:gd name="T32" fmla="+- 0 8704 8704"/>
                              <a:gd name="T33" fmla="*/ T32 w 2121"/>
                              <a:gd name="T34" fmla="+- 0 1938 1093"/>
                              <a:gd name="T35" fmla="*/ 1938 h 1395"/>
                              <a:gd name="T36" fmla="+- 0 8704 8704"/>
                              <a:gd name="T37" fmla="*/ T36 w 2121"/>
                              <a:gd name="T38" fmla="+- 0 1970 1093"/>
                              <a:gd name="T39" fmla="*/ 1970 h 1395"/>
                              <a:gd name="T40" fmla="+- 0 8712 8704"/>
                              <a:gd name="T41" fmla="*/ T40 w 2121"/>
                              <a:gd name="T42" fmla="+- 0 2037 1093"/>
                              <a:gd name="T43" fmla="*/ 2037 h 1395"/>
                              <a:gd name="T44" fmla="+- 0 8732 8704"/>
                              <a:gd name="T45" fmla="*/ T44 w 2121"/>
                              <a:gd name="T46" fmla="+- 0 2115 1093"/>
                              <a:gd name="T47" fmla="*/ 2115 h 1395"/>
                              <a:gd name="T48" fmla="+- 0 8771 8704"/>
                              <a:gd name="T49" fmla="*/ T48 w 2121"/>
                              <a:gd name="T50" fmla="+- 0 2195 1093"/>
                              <a:gd name="T51" fmla="*/ 2195 h 1395"/>
                              <a:gd name="T52" fmla="+- 0 8827 8704"/>
                              <a:gd name="T53" fmla="*/ T52 w 2121"/>
                              <a:gd name="T54" fmla="+- 0 2267 1093"/>
                              <a:gd name="T55" fmla="*/ 2267 h 1395"/>
                              <a:gd name="T56" fmla="+- 0 8900 8704"/>
                              <a:gd name="T57" fmla="*/ T56 w 2121"/>
                              <a:gd name="T58" fmla="+- 0 2330 1093"/>
                              <a:gd name="T59" fmla="*/ 2330 h 1395"/>
                              <a:gd name="T60" fmla="+- 0 8989 8704"/>
                              <a:gd name="T61" fmla="*/ T60 w 2121"/>
                              <a:gd name="T62" fmla="+- 0 2383 1093"/>
                              <a:gd name="T63" fmla="*/ 2383 h 1395"/>
                              <a:gd name="T64" fmla="+- 0 9093 8704"/>
                              <a:gd name="T65" fmla="*/ T64 w 2121"/>
                              <a:gd name="T66" fmla="+- 0 2426 1093"/>
                              <a:gd name="T67" fmla="*/ 2426 h 1395"/>
                              <a:gd name="T68" fmla="+- 0 9151 8704"/>
                              <a:gd name="T69" fmla="*/ T68 w 2121"/>
                              <a:gd name="T70" fmla="+- 0 2443 1093"/>
                              <a:gd name="T71" fmla="*/ 2443 h 1395"/>
                              <a:gd name="T72" fmla="+- 0 9213 8704"/>
                              <a:gd name="T73" fmla="*/ T72 w 2121"/>
                              <a:gd name="T74" fmla="+- 0 2458 1093"/>
                              <a:gd name="T75" fmla="*/ 2458 h 1395"/>
                              <a:gd name="T76" fmla="+- 0 9278 8704"/>
                              <a:gd name="T77" fmla="*/ T76 w 2121"/>
                              <a:gd name="T78" fmla="+- 0 2470 1093"/>
                              <a:gd name="T79" fmla="*/ 2470 h 1395"/>
                              <a:gd name="T80" fmla="+- 0 9346 8704"/>
                              <a:gd name="T81" fmla="*/ T80 w 2121"/>
                              <a:gd name="T82" fmla="+- 0 2479 1093"/>
                              <a:gd name="T83" fmla="*/ 2479 h 1395"/>
                              <a:gd name="T84" fmla="+- 0 9418 8704"/>
                              <a:gd name="T85" fmla="*/ T84 w 2121"/>
                              <a:gd name="T86" fmla="+- 0 2485 1093"/>
                              <a:gd name="T87" fmla="*/ 2485 h 1395"/>
                              <a:gd name="T88" fmla="+- 0 9493 8704"/>
                              <a:gd name="T89" fmla="*/ T88 w 2121"/>
                              <a:gd name="T90" fmla="+- 0 2488 1093"/>
                              <a:gd name="T91" fmla="*/ 2488 h 1395"/>
                              <a:gd name="T92" fmla="+- 0 9571 8704"/>
                              <a:gd name="T93" fmla="*/ T92 w 2121"/>
                              <a:gd name="T94" fmla="+- 0 2488 1093"/>
                              <a:gd name="T95" fmla="*/ 2488 h 1395"/>
                              <a:gd name="T96" fmla="+- 0 9652 8704"/>
                              <a:gd name="T97" fmla="*/ T96 w 2121"/>
                              <a:gd name="T98" fmla="+- 0 2484 1093"/>
                              <a:gd name="T99" fmla="*/ 2484 h 1395"/>
                              <a:gd name="T100" fmla="+- 0 9736 8704"/>
                              <a:gd name="T101" fmla="*/ T100 w 2121"/>
                              <a:gd name="T102" fmla="+- 0 2478 1093"/>
                              <a:gd name="T103" fmla="*/ 2478 h 1395"/>
                              <a:gd name="T104" fmla="+- 0 9806 8704"/>
                              <a:gd name="T105" fmla="*/ T104 w 2121"/>
                              <a:gd name="T106" fmla="+- 0 2470 1093"/>
                              <a:gd name="T107" fmla="*/ 2470 h 1395"/>
                              <a:gd name="T108" fmla="+- 0 9879 8704"/>
                              <a:gd name="T109" fmla="*/ T108 w 2121"/>
                              <a:gd name="T110" fmla="+- 0 2458 1093"/>
                              <a:gd name="T111" fmla="*/ 2458 h 1395"/>
                              <a:gd name="T112" fmla="+- 0 9955 8704"/>
                              <a:gd name="T113" fmla="*/ T112 w 2121"/>
                              <a:gd name="T114" fmla="+- 0 2444 1093"/>
                              <a:gd name="T115" fmla="*/ 2444 h 1395"/>
                              <a:gd name="T116" fmla="+- 0 10031 8704"/>
                              <a:gd name="T117" fmla="*/ T116 w 2121"/>
                              <a:gd name="T118" fmla="+- 0 2428 1093"/>
                              <a:gd name="T119" fmla="*/ 2428 h 1395"/>
                              <a:gd name="T120" fmla="+- 0 10108 8704"/>
                              <a:gd name="T121" fmla="*/ T120 w 2121"/>
                              <a:gd name="T122" fmla="+- 0 2408 1093"/>
                              <a:gd name="T123" fmla="*/ 2408 h 1395"/>
                              <a:gd name="T124" fmla="+- 0 10185 8704"/>
                              <a:gd name="T125" fmla="*/ T124 w 2121"/>
                              <a:gd name="T126" fmla="+- 0 2386 1093"/>
                              <a:gd name="T127" fmla="*/ 2386 h 1395"/>
                              <a:gd name="T128" fmla="+- 0 10260 8704"/>
                              <a:gd name="T129" fmla="*/ T128 w 2121"/>
                              <a:gd name="T130" fmla="+- 0 2361 1093"/>
                              <a:gd name="T131" fmla="*/ 2361 h 1395"/>
                              <a:gd name="T132" fmla="+- 0 10297 8704"/>
                              <a:gd name="T133" fmla="*/ T132 w 2121"/>
                              <a:gd name="T134" fmla="+- 0 2347 1093"/>
                              <a:gd name="T135" fmla="*/ 2347 h 1395"/>
                              <a:gd name="T136" fmla="+- 0 9523 8704"/>
                              <a:gd name="T137" fmla="*/ T136 w 2121"/>
                              <a:gd name="T138" fmla="+- 0 2347 1093"/>
                              <a:gd name="T139" fmla="*/ 2347 h 1395"/>
                              <a:gd name="T140" fmla="+- 0 9461 8704"/>
                              <a:gd name="T141" fmla="*/ T140 w 2121"/>
                              <a:gd name="T142" fmla="+- 0 2347 1093"/>
                              <a:gd name="T143" fmla="*/ 2347 h 1395"/>
                              <a:gd name="T144" fmla="+- 0 9400 8704"/>
                              <a:gd name="T145" fmla="*/ T144 w 2121"/>
                              <a:gd name="T146" fmla="+- 0 2344 1093"/>
                              <a:gd name="T147" fmla="*/ 2344 h 1395"/>
                              <a:gd name="T148" fmla="+- 0 9340 8704"/>
                              <a:gd name="T149" fmla="*/ T148 w 2121"/>
                              <a:gd name="T150" fmla="+- 0 2340 1093"/>
                              <a:gd name="T151" fmla="*/ 2340 h 1395"/>
                              <a:gd name="T152" fmla="+- 0 9225 8704"/>
                              <a:gd name="T153" fmla="*/ T152 w 2121"/>
                              <a:gd name="T154" fmla="+- 0 2325 1093"/>
                              <a:gd name="T155" fmla="*/ 2325 h 1395"/>
                              <a:gd name="T156" fmla="+- 0 9118 8704"/>
                              <a:gd name="T157" fmla="*/ T156 w 2121"/>
                              <a:gd name="T158" fmla="+- 0 2299 1093"/>
                              <a:gd name="T159" fmla="*/ 2299 h 1395"/>
                              <a:gd name="T160" fmla="+- 0 9023 8704"/>
                              <a:gd name="T161" fmla="*/ T160 w 2121"/>
                              <a:gd name="T162" fmla="+- 0 2263 1093"/>
                              <a:gd name="T163" fmla="*/ 2263 h 1395"/>
                              <a:gd name="T164" fmla="+- 0 8940 8704"/>
                              <a:gd name="T165" fmla="*/ T164 w 2121"/>
                              <a:gd name="T166" fmla="+- 0 2215 1093"/>
                              <a:gd name="T167" fmla="*/ 2215 h 1395"/>
                              <a:gd name="T168" fmla="+- 0 8873 8704"/>
                              <a:gd name="T169" fmla="*/ T168 w 2121"/>
                              <a:gd name="T170" fmla="+- 0 2153 1093"/>
                              <a:gd name="T171" fmla="*/ 2153 h 1395"/>
                              <a:gd name="T172" fmla="+- 0 8823 8704"/>
                              <a:gd name="T173" fmla="*/ T172 w 2121"/>
                              <a:gd name="T174" fmla="+- 0 2078 1093"/>
                              <a:gd name="T175" fmla="*/ 2078 h 1395"/>
                              <a:gd name="T176" fmla="+- 0 8794 8704"/>
                              <a:gd name="T177" fmla="*/ T176 w 2121"/>
                              <a:gd name="T178" fmla="+- 0 1988 1093"/>
                              <a:gd name="T179" fmla="*/ 1988 h 1395"/>
                              <a:gd name="T180" fmla="+- 0 8787 8704"/>
                              <a:gd name="T181" fmla="*/ T180 w 2121"/>
                              <a:gd name="T182" fmla="+- 0 1915 1093"/>
                              <a:gd name="T183" fmla="*/ 1915 h 1395"/>
                              <a:gd name="T184" fmla="+- 0 8788 8704"/>
                              <a:gd name="T185" fmla="*/ T184 w 2121"/>
                              <a:gd name="T186" fmla="+- 0 1891 1093"/>
                              <a:gd name="T187" fmla="*/ 1891 h 1395"/>
                              <a:gd name="T188" fmla="+- 0 8797 8704"/>
                              <a:gd name="T189" fmla="*/ T188 w 2121"/>
                              <a:gd name="T190" fmla="+- 0 1818 1093"/>
                              <a:gd name="T191" fmla="*/ 1818 h 1395"/>
                              <a:gd name="T192" fmla="+- 0 8817 8704"/>
                              <a:gd name="T193" fmla="*/ T192 w 2121"/>
                              <a:gd name="T194" fmla="+- 0 1748 1093"/>
                              <a:gd name="T195" fmla="*/ 1748 h 1395"/>
                              <a:gd name="T196" fmla="+- 0 8845 8704"/>
                              <a:gd name="T197" fmla="*/ T196 w 2121"/>
                              <a:gd name="T198" fmla="+- 0 1682 1093"/>
                              <a:gd name="T199" fmla="*/ 1682 h 1395"/>
                              <a:gd name="T200" fmla="+- 0 8880 8704"/>
                              <a:gd name="T201" fmla="*/ T200 w 2121"/>
                              <a:gd name="T202" fmla="+- 0 1621 1093"/>
                              <a:gd name="T203" fmla="*/ 1621 h 1395"/>
                              <a:gd name="T204" fmla="+- 0 8921 8704"/>
                              <a:gd name="T205" fmla="*/ T204 w 2121"/>
                              <a:gd name="T206" fmla="+- 0 1567 1093"/>
                              <a:gd name="T207" fmla="*/ 1567 h 1395"/>
                              <a:gd name="T208" fmla="+- 0 8935 8704"/>
                              <a:gd name="T209" fmla="*/ T208 w 2121"/>
                              <a:gd name="T210" fmla="+- 0 1550 1093"/>
                              <a:gd name="T211" fmla="*/ 1550 h 1395"/>
                              <a:gd name="T212" fmla="+- 0 8935 8704"/>
                              <a:gd name="T213" fmla="*/ T212 w 2121"/>
                              <a:gd name="T214" fmla="+- 0 1493 1093"/>
                              <a:gd name="T215" fmla="*/ 14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121" h="1395">
                                <a:moveTo>
                                  <a:pt x="231" y="400"/>
                                </a:moveTo>
                                <a:lnTo>
                                  <a:pt x="181" y="448"/>
                                </a:lnTo>
                                <a:lnTo>
                                  <a:pt x="136" y="498"/>
                                </a:lnTo>
                                <a:lnTo>
                                  <a:pt x="97" y="550"/>
                                </a:lnTo>
                                <a:lnTo>
                                  <a:pt x="63" y="604"/>
                                </a:lnTo>
                                <a:lnTo>
                                  <a:pt x="37" y="661"/>
                                </a:lnTo>
                                <a:lnTo>
                                  <a:pt x="17" y="720"/>
                                </a:lnTo>
                                <a:lnTo>
                                  <a:pt x="4" y="781"/>
                                </a:lnTo>
                                <a:lnTo>
                                  <a:pt x="0" y="845"/>
                                </a:lnTo>
                                <a:lnTo>
                                  <a:pt x="0" y="877"/>
                                </a:lnTo>
                                <a:lnTo>
                                  <a:pt x="8" y="944"/>
                                </a:lnTo>
                                <a:lnTo>
                                  <a:pt x="28" y="1022"/>
                                </a:lnTo>
                                <a:lnTo>
                                  <a:pt x="67" y="1102"/>
                                </a:lnTo>
                                <a:lnTo>
                                  <a:pt x="123" y="1174"/>
                                </a:lnTo>
                                <a:lnTo>
                                  <a:pt x="196" y="1237"/>
                                </a:lnTo>
                                <a:lnTo>
                                  <a:pt x="285" y="1290"/>
                                </a:lnTo>
                                <a:lnTo>
                                  <a:pt x="389" y="1333"/>
                                </a:lnTo>
                                <a:lnTo>
                                  <a:pt x="447" y="1350"/>
                                </a:lnTo>
                                <a:lnTo>
                                  <a:pt x="509" y="1365"/>
                                </a:lnTo>
                                <a:lnTo>
                                  <a:pt x="574" y="1377"/>
                                </a:lnTo>
                                <a:lnTo>
                                  <a:pt x="642" y="1386"/>
                                </a:lnTo>
                                <a:lnTo>
                                  <a:pt x="714" y="1392"/>
                                </a:lnTo>
                                <a:lnTo>
                                  <a:pt x="789" y="1395"/>
                                </a:lnTo>
                                <a:lnTo>
                                  <a:pt x="867" y="1395"/>
                                </a:lnTo>
                                <a:lnTo>
                                  <a:pt x="948" y="1391"/>
                                </a:lnTo>
                                <a:lnTo>
                                  <a:pt x="1032" y="1385"/>
                                </a:lnTo>
                                <a:lnTo>
                                  <a:pt x="1102" y="1377"/>
                                </a:lnTo>
                                <a:lnTo>
                                  <a:pt x="1175" y="1365"/>
                                </a:lnTo>
                                <a:lnTo>
                                  <a:pt x="1251" y="1351"/>
                                </a:lnTo>
                                <a:lnTo>
                                  <a:pt x="1327" y="1335"/>
                                </a:lnTo>
                                <a:lnTo>
                                  <a:pt x="1404" y="1315"/>
                                </a:lnTo>
                                <a:lnTo>
                                  <a:pt x="1481" y="1293"/>
                                </a:lnTo>
                                <a:lnTo>
                                  <a:pt x="1556" y="1268"/>
                                </a:lnTo>
                                <a:lnTo>
                                  <a:pt x="1593" y="1254"/>
                                </a:lnTo>
                                <a:lnTo>
                                  <a:pt x="819" y="1254"/>
                                </a:lnTo>
                                <a:lnTo>
                                  <a:pt x="757" y="1254"/>
                                </a:lnTo>
                                <a:lnTo>
                                  <a:pt x="696" y="1251"/>
                                </a:lnTo>
                                <a:lnTo>
                                  <a:pt x="636" y="1247"/>
                                </a:lnTo>
                                <a:lnTo>
                                  <a:pt x="521" y="1232"/>
                                </a:lnTo>
                                <a:lnTo>
                                  <a:pt x="414" y="1206"/>
                                </a:lnTo>
                                <a:lnTo>
                                  <a:pt x="319" y="1170"/>
                                </a:lnTo>
                                <a:lnTo>
                                  <a:pt x="236" y="1122"/>
                                </a:lnTo>
                                <a:lnTo>
                                  <a:pt x="169" y="1060"/>
                                </a:lnTo>
                                <a:lnTo>
                                  <a:pt x="119" y="985"/>
                                </a:lnTo>
                                <a:lnTo>
                                  <a:pt x="90" y="895"/>
                                </a:lnTo>
                                <a:lnTo>
                                  <a:pt x="83" y="822"/>
                                </a:lnTo>
                                <a:lnTo>
                                  <a:pt x="84" y="798"/>
                                </a:lnTo>
                                <a:lnTo>
                                  <a:pt x="93" y="725"/>
                                </a:lnTo>
                                <a:lnTo>
                                  <a:pt x="113" y="655"/>
                                </a:lnTo>
                                <a:lnTo>
                                  <a:pt x="141" y="589"/>
                                </a:lnTo>
                                <a:lnTo>
                                  <a:pt x="176" y="528"/>
                                </a:lnTo>
                                <a:lnTo>
                                  <a:pt x="217" y="474"/>
                                </a:lnTo>
                                <a:lnTo>
                                  <a:pt x="231" y="457"/>
                                </a:lnTo>
                                <a:lnTo>
                                  <a:pt x="231" y="40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32"/>
                        <wps:cNvSpPr>
                          <a:spLocks/>
                        </wps:cNvSpPr>
                        <wps:spPr bwMode="auto">
                          <a:xfrm>
                            <a:off x="8704" y="1093"/>
                            <a:ext cx="2121" cy="1395"/>
                          </a:xfrm>
                          <a:custGeom>
                            <a:avLst/>
                            <a:gdLst>
                              <a:gd name="T0" fmla="+- 0 10465 8704"/>
                              <a:gd name="T1" fmla="*/ T0 w 2121"/>
                              <a:gd name="T2" fmla="+- 0 2110 1093"/>
                              <a:gd name="T3" fmla="*/ 2110 h 1395"/>
                              <a:gd name="T4" fmla="+- 0 10406 8704"/>
                              <a:gd name="T5" fmla="*/ T4 w 2121"/>
                              <a:gd name="T6" fmla="+- 0 2143 1093"/>
                              <a:gd name="T7" fmla="*/ 2143 h 1395"/>
                              <a:gd name="T8" fmla="+- 0 10340 8704"/>
                              <a:gd name="T9" fmla="*/ T8 w 2121"/>
                              <a:gd name="T10" fmla="+- 0 2174 1093"/>
                              <a:gd name="T11" fmla="*/ 2174 h 1395"/>
                              <a:gd name="T12" fmla="+- 0 10269 8704"/>
                              <a:gd name="T13" fmla="*/ T12 w 2121"/>
                              <a:gd name="T14" fmla="+- 0 2203 1093"/>
                              <a:gd name="T15" fmla="*/ 2203 h 1395"/>
                              <a:gd name="T16" fmla="+- 0 10193 8704"/>
                              <a:gd name="T17" fmla="*/ T16 w 2121"/>
                              <a:gd name="T18" fmla="+- 0 2231 1093"/>
                              <a:gd name="T19" fmla="*/ 2231 h 1395"/>
                              <a:gd name="T20" fmla="+- 0 10115 8704"/>
                              <a:gd name="T21" fmla="*/ T20 w 2121"/>
                              <a:gd name="T22" fmla="+- 0 2256 1093"/>
                              <a:gd name="T23" fmla="*/ 2256 h 1395"/>
                              <a:gd name="T24" fmla="+- 0 10034 8704"/>
                              <a:gd name="T25" fmla="*/ T24 w 2121"/>
                              <a:gd name="T26" fmla="+- 0 2279 1093"/>
                              <a:gd name="T27" fmla="*/ 2279 h 1395"/>
                              <a:gd name="T28" fmla="+- 0 9952 8704"/>
                              <a:gd name="T29" fmla="*/ T28 w 2121"/>
                              <a:gd name="T30" fmla="+- 0 2298 1093"/>
                              <a:gd name="T31" fmla="*/ 2298 h 1395"/>
                              <a:gd name="T32" fmla="+- 0 9871 8704"/>
                              <a:gd name="T33" fmla="*/ T32 w 2121"/>
                              <a:gd name="T34" fmla="+- 0 2315 1093"/>
                              <a:gd name="T35" fmla="*/ 2315 h 1395"/>
                              <a:gd name="T36" fmla="+- 0 9790 8704"/>
                              <a:gd name="T37" fmla="*/ T36 w 2121"/>
                              <a:gd name="T38" fmla="+- 0 2328 1093"/>
                              <a:gd name="T39" fmla="*/ 2328 h 1395"/>
                              <a:gd name="T40" fmla="+- 0 9711 8704"/>
                              <a:gd name="T41" fmla="*/ T40 w 2121"/>
                              <a:gd name="T42" fmla="+- 0 2337 1093"/>
                              <a:gd name="T43" fmla="*/ 2337 h 1395"/>
                              <a:gd name="T44" fmla="+- 0 9648 8704"/>
                              <a:gd name="T45" fmla="*/ T44 w 2121"/>
                              <a:gd name="T46" fmla="+- 0 2342 1093"/>
                              <a:gd name="T47" fmla="*/ 2342 h 1395"/>
                              <a:gd name="T48" fmla="+- 0 9585 8704"/>
                              <a:gd name="T49" fmla="*/ T48 w 2121"/>
                              <a:gd name="T50" fmla="+- 0 2345 1093"/>
                              <a:gd name="T51" fmla="*/ 2345 h 1395"/>
                              <a:gd name="T52" fmla="+- 0 9523 8704"/>
                              <a:gd name="T53" fmla="*/ T52 w 2121"/>
                              <a:gd name="T54" fmla="+- 0 2347 1093"/>
                              <a:gd name="T55" fmla="*/ 2347 h 1395"/>
                              <a:gd name="T56" fmla="+- 0 10297 8704"/>
                              <a:gd name="T57" fmla="*/ T56 w 2121"/>
                              <a:gd name="T58" fmla="+- 0 2347 1093"/>
                              <a:gd name="T59" fmla="*/ 2347 h 1395"/>
                              <a:gd name="T60" fmla="+- 0 10367 8704"/>
                              <a:gd name="T61" fmla="*/ T60 w 2121"/>
                              <a:gd name="T62" fmla="+- 0 2318 1093"/>
                              <a:gd name="T63" fmla="*/ 2318 h 1395"/>
                              <a:gd name="T64" fmla="+- 0 10434 8704"/>
                              <a:gd name="T65" fmla="*/ T64 w 2121"/>
                              <a:gd name="T66" fmla="+- 0 2287 1093"/>
                              <a:gd name="T67" fmla="*/ 2287 h 1395"/>
                              <a:gd name="T68" fmla="+- 0 10465 8704"/>
                              <a:gd name="T69" fmla="*/ T68 w 2121"/>
                              <a:gd name="T70" fmla="+- 0 2270 1093"/>
                              <a:gd name="T71" fmla="*/ 2270 h 1395"/>
                              <a:gd name="T72" fmla="+- 0 10465 8704"/>
                              <a:gd name="T73" fmla="*/ T72 w 2121"/>
                              <a:gd name="T74" fmla="+- 0 2110 1093"/>
                              <a:gd name="T75" fmla="*/ 2110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121" h="1395">
                                <a:moveTo>
                                  <a:pt x="1761" y="1017"/>
                                </a:moveTo>
                                <a:lnTo>
                                  <a:pt x="1702" y="1050"/>
                                </a:lnTo>
                                <a:lnTo>
                                  <a:pt x="1636" y="1081"/>
                                </a:lnTo>
                                <a:lnTo>
                                  <a:pt x="1565" y="1110"/>
                                </a:lnTo>
                                <a:lnTo>
                                  <a:pt x="1489" y="1138"/>
                                </a:lnTo>
                                <a:lnTo>
                                  <a:pt x="1411" y="1163"/>
                                </a:lnTo>
                                <a:lnTo>
                                  <a:pt x="1330" y="1186"/>
                                </a:lnTo>
                                <a:lnTo>
                                  <a:pt x="1248" y="1205"/>
                                </a:lnTo>
                                <a:lnTo>
                                  <a:pt x="1167" y="1222"/>
                                </a:lnTo>
                                <a:lnTo>
                                  <a:pt x="1086" y="1235"/>
                                </a:lnTo>
                                <a:lnTo>
                                  <a:pt x="1007" y="1244"/>
                                </a:lnTo>
                                <a:lnTo>
                                  <a:pt x="944" y="1249"/>
                                </a:lnTo>
                                <a:lnTo>
                                  <a:pt x="881" y="1252"/>
                                </a:lnTo>
                                <a:lnTo>
                                  <a:pt x="819" y="1254"/>
                                </a:lnTo>
                                <a:lnTo>
                                  <a:pt x="1593" y="1254"/>
                                </a:lnTo>
                                <a:lnTo>
                                  <a:pt x="1663" y="1225"/>
                                </a:lnTo>
                                <a:lnTo>
                                  <a:pt x="1730" y="1194"/>
                                </a:lnTo>
                                <a:lnTo>
                                  <a:pt x="1761" y="1177"/>
                                </a:lnTo>
                                <a:lnTo>
                                  <a:pt x="1761" y="101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Freeform 33"/>
                        <wps:cNvSpPr>
                          <a:spLocks/>
                        </wps:cNvSpPr>
                        <wps:spPr bwMode="auto">
                          <a:xfrm>
                            <a:off x="8704" y="1093"/>
                            <a:ext cx="2121" cy="1395"/>
                          </a:xfrm>
                          <a:custGeom>
                            <a:avLst/>
                            <a:gdLst>
                              <a:gd name="T0" fmla="+- 0 10508 8704"/>
                              <a:gd name="T1" fmla="*/ T0 w 2121"/>
                              <a:gd name="T2" fmla="+- 0 1166 1093"/>
                              <a:gd name="T3" fmla="*/ 1166 h 1395"/>
                              <a:gd name="T4" fmla="+- 0 10045 8704"/>
                              <a:gd name="T5" fmla="*/ T4 w 2121"/>
                              <a:gd name="T6" fmla="+- 0 1166 1093"/>
                              <a:gd name="T7" fmla="*/ 1166 h 1395"/>
                              <a:gd name="T8" fmla="+- 0 10137 8704"/>
                              <a:gd name="T9" fmla="*/ T8 w 2121"/>
                              <a:gd name="T10" fmla="+- 0 1169 1093"/>
                              <a:gd name="T11" fmla="*/ 1169 h 1395"/>
                              <a:gd name="T12" fmla="+- 0 10225 8704"/>
                              <a:gd name="T13" fmla="*/ T12 w 2121"/>
                              <a:gd name="T14" fmla="+- 0 1177 1093"/>
                              <a:gd name="T15" fmla="*/ 1177 h 1395"/>
                              <a:gd name="T16" fmla="+- 0 10309 8704"/>
                              <a:gd name="T17" fmla="*/ T16 w 2121"/>
                              <a:gd name="T18" fmla="+- 0 1191 1093"/>
                              <a:gd name="T19" fmla="*/ 1191 h 1395"/>
                              <a:gd name="T20" fmla="+- 0 10387 8704"/>
                              <a:gd name="T21" fmla="*/ T20 w 2121"/>
                              <a:gd name="T22" fmla="+- 0 1210 1093"/>
                              <a:gd name="T23" fmla="*/ 1210 h 1395"/>
                              <a:gd name="T24" fmla="+- 0 10458 8704"/>
                              <a:gd name="T25" fmla="*/ T24 w 2121"/>
                              <a:gd name="T26" fmla="+- 0 1236 1093"/>
                              <a:gd name="T27" fmla="*/ 1236 h 1395"/>
                              <a:gd name="T28" fmla="+- 0 10523 8704"/>
                              <a:gd name="T29" fmla="*/ T28 w 2121"/>
                              <a:gd name="T30" fmla="+- 0 1268 1093"/>
                              <a:gd name="T31" fmla="*/ 1268 h 1395"/>
                              <a:gd name="T32" fmla="+- 0 10579 8704"/>
                              <a:gd name="T33" fmla="*/ T32 w 2121"/>
                              <a:gd name="T34" fmla="+- 0 1306 1093"/>
                              <a:gd name="T35" fmla="*/ 1306 h 1395"/>
                              <a:gd name="T36" fmla="+- 0 10627 8704"/>
                              <a:gd name="T37" fmla="*/ T36 w 2121"/>
                              <a:gd name="T38" fmla="+- 0 1350 1093"/>
                              <a:gd name="T39" fmla="*/ 1350 h 1395"/>
                              <a:gd name="T40" fmla="+- 0 10666 8704"/>
                              <a:gd name="T41" fmla="*/ T40 w 2121"/>
                              <a:gd name="T42" fmla="+- 0 1400 1093"/>
                              <a:gd name="T43" fmla="*/ 1400 h 1395"/>
                              <a:gd name="T44" fmla="+- 0 10694 8704"/>
                              <a:gd name="T45" fmla="*/ T44 w 2121"/>
                              <a:gd name="T46" fmla="+- 0 1457 1093"/>
                              <a:gd name="T47" fmla="*/ 1457 h 1395"/>
                              <a:gd name="T48" fmla="+- 0 10712 8704"/>
                              <a:gd name="T49" fmla="*/ T48 w 2121"/>
                              <a:gd name="T50" fmla="+- 0 1521 1093"/>
                              <a:gd name="T51" fmla="*/ 1521 h 1395"/>
                              <a:gd name="T52" fmla="+- 0 10717 8704"/>
                              <a:gd name="T53" fmla="*/ T52 w 2121"/>
                              <a:gd name="T54" fmla="+- 0 1565 1093"/>
                              <a:gd name="T55" fmla="*/ 1565 h 1395"/>
                              <a:gd name="T56" fmla="+- 0 10717 8704"/>
                              <a:gd name="T57" fmla="*/ T56 w 2121"/>
                              <a:gd name="T58" fmla="+- 0 1588 1093"/>
                              <a:gd name="T59" fmla="*/ 1588 h 1395"/>
                              <a:gd name="T60" fmla="+- 0 10707 8704"/>
                              <a:gd name="T61" fmla="*/ T60 w 2121"/>
                              <a:gd name="T62" fmla="+- 0 1654 1093"/>
                              <a:gd name="T63" fmla="*/ 1654 h 1395"/>
                              <a:gd name="T64" fmla="+- 0 10685 8704"/>
                              <a:gd name="T65" fmla="*/ T64 w 2121"/>
                              <a:gd name="T66" fmla="+- 0 1717 1093"/>
                              <a:gd name="T67" fmla="*/ 1717 h 1395"/>
                              <a:gd name="T68" fmla="+- 0 10650 8704"/>
                              <a:gd name="T69" fmla="*/ T68 w 2121"/>
                              <a:gd name="T70" fmla="+- 0 1778 1093"/>
                              <a:gd name="T71" fmla="*/ 1778 h 1395"/>
                              <a:gd name="T72" fmla="+- 0 10605 8704"/>
                              <a:gd name="T73" fmla="*/ T72 w 2121"/>
                              <a:gd name="T74" fmla="+- 0 1833 1093"/>
                              <a:gd name="T75" fmla="*/ 1833 h 1395"/>
                              <a:gd name="T76" fmla="+- 0 10549 8704"/>
                              <a:gd name="T77" fmla="*/ T76 w 2121"/>
                              <a:gd name="T78" fmla="+- 0 1882 1093"/>
                              <a:gd name="T79" fmla="*/ 1882 h 1395"/>
                              <a:gd name="T80" fmla="+- 0 10506 8704"/>
                              <a:gd name="T81" fmla="*/ T80 w 2121"/>
                              <a:gd name="T82" fmla="+- 0 1911 1093"/>
                              <a:gd name="T83" fmla="*/ 1911 h 1395"/>
                              <a:gd name="T84" fmla="+- 0 10506 8704"/>
                              <a:gd name="T85" fmla="*/ T84 w 2121"/>
                              <a:gd name="T86" fmla="+- 0 2026 1093"/>
                              <a:gd name="T87" fmla="*/ 2026 h 1395"/>
                              <a:gd name="T88" fmla="+- 0 10586 8704"/>
                              <a:gd name="T89" fmla="*/ T88 w 2121"/>
                              <a:gd name="T90" fmla="+- 0 1987 1093"/>
                              <a:gd name="T91" fmla="*/ 1987 h 1395"/>
                              <a:gd name="T92" fmla="+- 0 10638 8704"/>
                              <a:gd name="T93" fmla="*/ T92 w 2121"/>
                              <a:gd name="T94" fmla="+- 0 1951 1093"/>
                              <a:gd name="T95" fmla="*/ 1951 h 1395"/>
                              <a:gd name="T96" fmla="+- 0 10685 8704"/>
                              <a:gd name="T97" fmla="*/ T96 w 2121"/>
                              <a:gd name="T98" fmla="+- 0 1908 1093"/>
                              <a:gd name="T99" fmla="*/ 1908 h 1395"/>
                              <a:gd name="T100" fmla="+- 0 10729 8704"/>
                              <a:gd name="T101" fmla="*/ T100 w 2121"/>
                              <a:gd name="T102" fmla="+- 0 1858 1093"/>
                              <a:gd name="T103" fmla="*/ 1858 h 1395"/>
                              <a:gd name="T104" fmla="+- 0 10766 8704"/>
                              <a:gd name="T105" fmla="*/ T104 w 2121"/>
                              <a:gd name="T106" fmla="+- 0 1802 1093"/>
                              <a:gd name="T107" fmla="*/ 1802 h 1395"/>
                              <a:gd name="T108" fmla="+- 0 10795 8704"/>
                              <a:gd name="T109" fmla="*/ T108 w 2121"/>
                              <a:gd name="T110" fmla="+- 0 1740 1093"/>
                              <a:gd name="T111" fmla="*/ 1740 h 1395"/>
                              <a:gd name="T112" fmla="+- 0 10815 8704"/>
                              <a:gd name="T113" fmla="*/ T112 w 2121"/>
                              <a:gd name="T114" fmla="+- 0 1674 1093"/>
                              <a:gd name="T115" fmla="*/ 1674 h 1395"/>
                              <a:gd name="T116" fmla="+- 0 10824 8704"/>
                              <a:gd name="T117" fmla="*/ T116 w 2121"/>
                              <a:gd name="T118" fmla="+- 0 1603 1093"/>
                              <a:gd name="T119" fmla="*/ 1603 h 1395"/>
                              <a:gd name="T120" fmla="+- 0 10825 8704"/>
                              <a:gd name="T121" fmla="*/ T120 w 2121"/>
                              <a:gd name="T122" fmla="+- 0 1565 1093"/>
                              <a:gd name="T123" fmla="*/ 1565 h 1395"/>
                              <a:gd name="T124" fmla="+- 0 10822 8704"/>
                              <a:gd name="T125" fmla="*/ T124 w 2121"/>
                              <a:gd name="T126" fmla="+- 0 1528 1093"/>
                              <a:gd name="T127" fmla="*/ 1528 h 1395"/>
                              <a:gd name="T128" fmla="+- 0 10794 8704"/>
                              <a:gd name="T129" fmla="*/ T128 w 2121"/>
                              <a:gd name="T130" fmla="+- 0 1420 1093"/>
                              <a:gd name="T131" fmla="*/ 1420 h 1395"/>
                              <a:gd name="T132" fmla="+- 0 10762 8704"/>
                              <a:gd name="T133" fmla="*/ T132 w 2121"/>
                              <a:gd name="T134" fmla="+- 0 1358 1093"/>
                              <a:gd name="T135" fmla="*/ 1358 h 1395"/>
                              <a:gd name="T136" fmla="+- 0 10718 8704"/>
                              <a:gd name="T137" fmla="*/ T136 w 2121"/>
                              <a:gd name="T138" fmla="+- 0 1302 1093"/>
                              <a:gd name="T139" fmla="*/ 1302 h 1395"/>
                              <a:gd name="T140" fmla="+- 0 10664 8704"/>
                              <a:gd name="T141" fmla="*/ T140 w 2121"/>
                              <a:gd name="T142" fmla="+- 0 1253 1093"/>
                              <a:gd name="T143" fmla="*/ 1253 h 1395"/>
                              <a:gd name="T144" fmla="+- 0 10601 8704"/>
                              <a:gd name="T145" fmla="*/ T144 w 2121"/>
                              <a:gd name="T146" fmla="+- 0 1211 1093"/>
                              <a:gd name="T147" fmla="*/ 1211 h 1395"/>
                              <a:gd name="T148" fmla="+- 0 10530 8704"/>
                              <a:gd name="T149" fmla="*/ T148 w 2121"/>
                              <a:gd name="T150" fmla="+- 0 1175 1093"/>
                              <a:gd name="T151" fmla="*/ 1175 h 1395"/>
                              <a:gd name="T152" fmla="+- 0 10508 8704"/>
                              <a:gd name="T153" fmla="*/ T152 w 2121"/>
                              <a:gd name="T154" fmla="+- 0 1166 1093"/>
                              <a:gd name="T155" fmla="*/ 1166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121" h="1395">
                                <a:moveTo>
                                  <a:pt x="1804" y="73"/>
                                </a:moveTo>
                                <a:lnTo>
                                  <a:pt x="1341" y="73"/>
                                </a:lnTo>
                                <a:lnTo>
                                  <a:pt x="1433" y="76"/>
                                </a:lnTo>
                                <a:lnTo>
                                  <a:pt x="1521" y="84"/>
                                </a:lnTo>
                                <a:lnTo>
                                  <a:pt x="1605" y="98"/>
                                </a:lnTo>
                                <a:lnTo>
                                  <a:pt x="1683" y="117"/>
                                </a:lnTo>
                                <a:lnTo>
                                  <a:pt x="1754" y="143"/>
                                </a:lnTo>
                                <a:lnTo>
                                  <a:pt x="1819" y="175"/>
                                </a:lnTo>
                                <a:lnTo>
                                  <a:pt x="1875" y="213"/>
                                </a:lnTo>
                                <a:lnTo>
                                  <a:pt x="1923" y="257"/>
                                </a:lnTo>
                                <a:lnTo>
                                  <a:pt x="1962" y="307"/>
                                </a:lnTo>
                                <a:lnTo>
                                  <a:pt x="1990" y="364"/>
                                </a:lnTo>
                                <a:lnTo>
                                  <a:pt x="2008" y="428"/>
                                </a:lnTo>
                                <a:lnTo>
                                  <a:pt x="2013" y="472"/>
                                </a:lnTo>
                                <a:lnTo>
                                  <a:pt x="2013" y="495"/>
                                </a:lnTo>
                                <a:lnTo>
                                  <a:pt x="2003" y="561"/>
                                </a:lnTo>
                                <a:lnTo>
                                  <a:pt x="1981" y="624"/>
                                </a:lnTo>
                                <a:lnTo>
                                  <a:pt x="1946" y="685"/>
                                </a:lnTo>
                                <a:lnTo>
                                  <a:pt x="1901" y="740"/>
                                </a:lnTo>
                                <a:lnTo>
                                  <a:pt x="1845" y="789"/>
                                </a:lnTo>
                                <a:lnTo>
                                  <a:pt x="1802" y="818"/>
                                </a:lnTo>
                                <a:lnTo>
                                  <a:pt x="1802" y="933"/>
                                </a:lnTo>
                                <a:lnTo>
                                  <a:pt x="1882" y="894"/>
                                </a:lnTo>
                                <a:lnTo>
                                  <a:pt x="1934" y="858"/>
                                </a:lnTo>
                                <a:lnTo>
                                  <a:pt x="1981" y="815"/>
                                </a:lnTo>
                                <a:lnTo>
                                  <a:pt x="2025" y="765"/>
                                </a:lnTo>
                                <a:lnTo>
                                  <a:pt x="2062" y="709"/>
                                </a:lnTo>
                                <a:lnTo>
                                  <a:pt x="2091" y="647"/>
                                </a:lnTo>
                                <a:lnTo>
                                  <a:pt x="2111" y="581"/>
                                </a:lnTo>
                                <a:lnTo>
                                  <a:pt x="2120" y="510"/>
                                </a:lnTo>
                                <a:lnTo>
                                  <a:pt x="2121" y="472"/>
                                </a:lnTo>
                                <a:lnTo>
                                  <a:pt x="2118" y="435"/>
                                </a:lnTo>
                                <a:lnTo>
                                  <a:pt x="2090" y="327"/>
                                </a:lnTo>
                                <a:lnTo>
                                  <a:pt x="2058" y="265"/>
                                </a:lnTo>
                                <a:lnTo>
                                  <a:pt x="2014" y="209"/>
                                </a:lnTo>
                                <a:lnTo>
                                  <a:pt x="1960" y="160"/>
                                </a:lnTo>
                                <a:lnTo>
                                  <a:pt x="1897" y="118"/>
                                </a:lnTo>
                                <a:lnTo>
                                  <a:pt x="1826" y="82"/>
                                </a:lnTo>
                                <a:lnTo>
                                  <a:pt x="1804" y="73"/>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34"/>
                        <wps:cNvSpPr>
                          <a:spLocks/>
                        </wps:cNvSpPr>
                        <wps:spPr bwMode="auto">
                          <a:xfrm>
                            <a:off x="8704" y="1093"/>
                            <a:ext cx="2121" cy="1395"/>
                          </a:xfrm>
                          <a:custGeom>
                            <a:avLst/>
                            <a:gdLst>
                              <a:gd name="T0" fmla="+- 0 10082 8704"/>
                              <a:gd name="T1" fmla="*/ T0 w 2121"/>
                              <a:gd name="T2" fmla="+- 0 1093 1093"/>
                              <a:gd name="T3" fmla="*/ 1093 h 1395"/>
                              <a:gd name="T4" fmla="+- 0 9980 8704"/>
                              <a:gd name="T5" fmla="*/ T4 w 2121"/>
                              <a:gd name="T6" fmla="+- 0 1096 1093"/>
                              <a:gd name="T7" fmla="*/ 1096 h 1395"/>
                              <a:gd name="T8" fmla="+- 0 9876 8704"/>
                              <a:gd name="T9" fmla="*/ T8 w 2121"/>
                              <a:gd name="T10" fmla="+- 0 1106 1093"/>
                              <a:gd name="T11" fmla="*/ 1106 h 1395"/>
                              <a:gd name="T12" fmla="+- 0 9771 8704"/>
                              <a:gd name="T13" fmla="*/ T12 w 2121"/>
                              <a:gd name="T14" fmla="+- 0 1121 1093"/>
                              <a:gd name="T15" fmla="*/ 1121 h 1395"/>
                              <a:gd name="T16" fmla="+- 0 9666 8704"/>
                              <a:gd name="T17" fmla="*/ T16 w 2121"/>
                              <a:gd name="T18" fmla="+- 0 1143 1093"/>
                              <a:gd name="T19" fmla="*/ 1143 h 1395"/>
                              <a:gd name="T20" fmla="+- 0 9561 8704"/>
                              <a:gd name="T21" fmla="*/ T20 w 2121"/>
                              <a:gd name="T22" fmla="+- 0 1171 1093"/>
                              <a:gd name="T23" fmla="*/ 1171 h 1395"/>
                              <a:gd name="T24" fmla="+- 0 9458 8704"/>
                              <a:gd name="T25" fmla="*/ T24 w 2121"/>
                              <a:gd name="T26" fmla="+- 0 1205 1093"/>
                              <a:gd name="T27" fmla="*/ 1205 h 1395"/>
                              <a:gd name="T28" fmla="+- 0 9357 8704"/>
                              <a:gd name="T29" fmla="*/ T28 w 2121"/>
                              <a:gd name="T30" fmla="+- 0 1245 1093"/>
                              <a:gd name="T31" fmla="*/ 1245 h 1395"/>
                              <a:gd name="T32" fmla="+- 0 9259 8704"/>
                              <a:gd name="T33" fmla="*/ T32 w 2121"/>
                              <a:gd name="T34" fmla="+- 0 1291 1093"/>
                              <a:gd name="T35" fmla="*/ 1291 h 1395"/>
                              <a:gd name="T36" fmla="+- 0 9166 8704"/>
                              <a:gd name="T37" fmla="*/ T36 w 2121"/>
                              <a:gd name="T38" fmla="+- 0 1344 1093"/>
                              <a:gd name="T39" fmla="*/ 1344 h 1395"/>
                              <a:gd name="T40" fmla="+- 0 9166 8704"/>
                              <a:gd name="T41" fmla="*/ T40 w 2121"/>
                              <a:gd name="T42" fmla="+- 0 1384 1093"/>
                              <a:gd name="T43" fmla="*/ 1384 h 1395"/>
                              <a:gd name="T44" fmla="+- 0 9259 8704"/>
                              <a:gd name="T45" fmla="*/ T44 w 2121"/>
                              <a:gd name="T46" fmla="+- 0 1340 1093"/>
                              <a:gd name="T47" fmla="*/ 1340 h 1395"/>
                              <a:gd name="T48" fmla="+- 0 9355 8704"/>
                              <a:gd name="T49" fmla="*/ T48 w 2121"/>
                              <a:gd name="T50" fmla="+- 0 1301 1093"/>
                              <a:gd name="T51" fmla="*/ 1301 h 1395"/>
                              <a:gd name="T52" fmla="+- 0 9453 8704"/>
                              <a:gd name="T53" fmla="*/ T52 w 2121"/>
                              <a:gd name="T54" fmla="+- 0 1266 1093"/>
                              <a:gd name="T55" fmla="*/ 1266 h 1395"/>
                              <a:gd name="T56" fmla="+- 0 9552 8704"/>
                              <a:gd name="T57" fmla="*/ T56 w 2121"/>
                              <a:gd name="T58" fmla="+- 0 1236 1093"/>
                              <a:gd name="T59" fmla="*/ 1236 h 1395"/>
                              <a:gd name="T60" fmla="+- 0 9653 8704"/>
                              <a:gd name="T61" fmla="*/ T60 w 2121"/>
                              <a:gd name="T62" fmla="+- 0 1212 1093"/>
                              <a:gd name="T63" fmla="*/ 1212 h 1395"/>
                              <a:gd name="T64" fmla="+- 0 9753 8704"/>
                              <a:gd name="T65" fmla="*/ T64 w 2121"/>
                              <a:gd name="T66" fmla="+- 0 1192 1093"/>
                              <a:gd name="T67" fmla="*/ 1192 h 1395"/>
                              <a:gd name="T68" fmla="+- 0 9852 8704"/>
                              <a:gd name="T69" fmla="*/ T68 w 2121"/>
                              <a:gd name="T70" fmla="+- 0 1178 1093"/>
                              <a:gd name="T71" fmla="*/ 1178 h 1395"/>
                              <a:gd name="T72" fmla="+- 0 9950 8704"/>
                              <a:gd name="T73" fmla="*/ T72 w 2121"/>
                              <a:gd name="T74" fmla="+- 0 1170 1093"/>
                              <a:gd name="T75" fmla="*/ 1170 h 1395"/>
                              <a:gd name="T76" fmla="+- 0 10045 8704"/>
                              <a:gd name="T77" fmla="*/ T76 w 2121"/>
                              <a:gd name="T78" fmla="+- 0 1166 1093"/>
                              <a:gd name="T79" fmla="*/ 1166 h 1395"/>
                              <a:gd name="T80" fmla="+- 0 10508 8704"/>
                              <a:gd name="T81" fmla="*/ T80 w 2121"/>
                              <a:gd name="T82" fmla="+- 0 1166 1093"/>
                              <a:gd name="T83" fmla="*/ 1166 h 1395"/>
                              <a:gd name="T84" fmla="+- 0 10452 8704"/>
                              <a:gd name="T85" fmla="*/ T84 w 2121"/>
                              <a:gd name="T86" fmla="+- 0 1146 1093"/>
                              <a:gd name="T87" fmla="*/ 1146 h 1395"/>
                              <a:gd name="T88" fmla="+- 0 10367 8704"/>
                              <a:gd name="T89" fmla="*/ T88 w 2121"/>
                              <a:gd name="T90" fmla="+- 0 1123 1093"/>
                              <a:gd name="T91" fmla="*/ 1123 h 1395"/>
                              <a:gd name="T92" fmla="+- 0 10276 8704"/>
                              <a:gd name="T93" fmla="*/ T92 w 2121"/>
                              <a:gd name="T94" fmla="+- 0 1107 1093"/>
                              <a:gd name="T95" fmla="*/ 1107 h 1395"/>
                              <a:gd name="T96" fmla="+- 0 10181 8704"/>
                              <a:gd name="T97" fmla="*/ T96 w 2121"/>
                              <a:gd name="T98" fmla="+- 0 1097 1093"/>
                              <a:gd name="T99" fmla="*/ 1097 h 1395"/>
                              <a:gd name="T100" fmla="+- 0 10082 8704"/>
                              <a:gd name="T101" fmla="*/ T100 w 2121"/>
                              <a:gd name="T102" fmla="+- 0 1093 1093"/>
                              <a:gd name="T103" fmla="*/ 10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121" h="1395">
                                <a:moveTo>
                                  <a:pt x="1378" y="0"/>
                                </a:moveTo>
                                <a:lnTo>
                                  <a:pt x="1276" y="3"/>
                                </a:lnTo>
                                <a:lnTo>
                                  <a:pt x="1172" y="13"/>
                                </a:lnTo>
                                <a:lnTo>
                                  <a:pt x="1067" y="28"/>
                                </a:lnTo>
                                <a:lnTo>
                                  <a:pt x="962" y="50"/>
                                </a:lnTo>
                                <a:lnTo>
                                  <a:pt x="857" y="78"/>
                                </a:lnTo>
                                <a:lnTo>
                                  <a:pt x="754" y="112"/>
                                </a:lnTo>
                                <a:lnTo>
                                  <a:pt x="653" y="152"/>
                                </a:lnTo>
                                <a:lnTo>
                                  <a:pt x="555" y="198"/>
                                </a:lnTo>
                                <a:lnTo>
                                  <a:pt x="462" y="251"/>
                                </a:lnTo>
                                <a:lnTo>
                                  <a:pt x="462" y="291"/>
                                </a:lnTo>
                                <a:lnTo>
                                  <a:pt x="555" y="247"/>
                                </a:lnTo>
                                <a:lnTo>
                                  <a:pt x="651" y="208"/>
                                </a:lnTo>
                                <a:lnTo>
                                  <a:pt x="749" y="173"/>
                                </a:lnTo>
                                <a:lnTo>
                                  <a:pt x="848" y="143"/>
                                </a:lnTo>
                                <a:lnTo>
                                  <a:pt x="949" y="119"/>
                                </a:lnTo>
                                <a:lnTo>
                                  <a:pt x="1049" y="99"/>
                                </a:lnTo>
                                <a:lnTo>
                                  <a:pt x="1148" y="85"/>
                                </a:lnTo>
                                <a:lnTo>
                                  <a:pt x="1246" y="77"/>
                                </a:lnTo>
                                <a:lnTo>
                                  <a:pt x="1341" y="73"/>
                                </a:lnTo>
                                <a:lnTo>
                                  <a:pt x="1804" y="73"/>
                                </a:lnTo>
                                <a:lnTo>
                                  <a:pt x="1748" y="53"/>
                                </a:lnTo>
                                <a:lnTo>
                                  <a:pt x="1663" y="30"/>
                                </a:lnTo>
                                <a:lnTo>
                                  <a:pt x="1572" y="14"/>
                                </a:lnTo>
                                <a:lnTo>
                                  <a:pt x="1477" y="4"/>
                                </a:lnTo>
                                <a:lnTo>
                                  <a:pt x="137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1" name="Group 35"/>
                      <wpg:cNvGrpSpPr>
                        <a:grpSpLocks/>
                      </wpg:cNvGrpSpPr>
                      <wpg:grpSpPr bwMode="auto">
                        <a:xfrm>
                          <a:off x="10321" y="1419"/>
                          <a:ext cx="110" cy="598"/>
                          <a:chOff x="10321" y="1419"/>
                          <a:chExt cx="110" cy="598"/>
                        </a:xfrm>
                      </wpg:grpSpPr>
                      <wps:wsp>
                        <wps:cNvPr id="152" name="Freeform 36"/>
                        <wps:cNvSpPr>
                          <a:spLocks/>
                        </wps:cNvSpPr>
                        <wps:spPr bwMode="auto">
                          <a:xfrm>
                            <a:off x="10321" y="1419"/>
                            <a:ext cx="110" cy="598"/>
                          </a:xfrm>
                          <a:custGeom>
                            <a:avLst/>
                            <a:gdLst>
                              <a:gd name="T0" fmla="+- 0 10431 10321"/>
                              <a:gd name="T1" fmla="*/ T0 w 110"/>
                              <a:gd name="T2" fmla="+- 0 1419 1419"/>
                              <a:gd name="T3" fmla="*/ 1419 h 598"/>
                              <a:gd name="T4" fmla="+- 0 10321 10321"/>
                              <a:gd name="T5" fmla="*/ T4 w 110"/>
                              <a:gd name="T6" fmla="+- 0 1419 1419"/>
                              <a:gd name="T7" fmla="*/ 1419 h 598"/>
                              <a:gd name="T8" fmla="+- 0 10321 10321"/>
                              <a:gd name="T9" fmla="*/ T8 w 110"/>
                              <a:gd name="T10" fmla="+- 0 1907 1419"/>
                              <a:gd name="T11" fmla="*/ 1907 h 598"/>
                              <a:gd name="T12" fmla="+- 0 10335 10321"/>
                              <a:gd name="T13" fmla="*/ T12 w 110"/>
                              <a:gd name="T14" fmla="+- 0 1967 1419"/>
                              <a:gd name="T15" fmla="*/ 1967 h 598"/>
                              <a:gd name="T16" fmla="+- 0 10380 10321"/>
                              <a:gd name="T17" fmla="*/ T16 w 110"/>
                              <a:gd name="T18" fmla="+- 0 2009 1419"/>
                              <a:gd name="T19" fmla="*/ 2009 h 598"/>
                              <a:gd name="T20" fmla="+- 0 10404 10321"/>
                              <a:gd name="T21" fmla="*/ T20 w 110"/>
                              <a:gd name="T22" fmla="+- 0 2017 1419"/>
                              <a:gd name="T23" fmla="*/ 2017 h 598"/>
                              <a:gd name="T24" fmla="+- 0 10431 10321"/>
                              <a:gd name="T25" fmla="*/ T24 w 110"/>
                              <a:gd name="T26" fmla="+- 0 1419 1419"/>
                              <a:gd name="T27" fmla="*/ 1419 h 598"/>
                            </a:gdLst>
                            <a:ahLst/>
                            <a:cxnLst>
                              <a:cxn ang="0">
                                <a:pos x="T1" y="T3"/>
                              </a:cxn>
                              <a:cxn ang="0">
                                <a:pos x="T5" y="T7"/>
                              </a:cxn>
                              <a:cxn ang="0">
                                <a:pos x="T9" y="T11"/>
                              </a:cxn>
                              <a:cxn ang="0">
                                <a:pos x="T13" y="T15"/>
                              </a:cxn>
                              <a:cxn ang="0">
                                <a:pos x="T17" y="T19"/>
                              </a:cxn>
                              <a:cxn ang="0">
                                <a:pos x="T21" y="T23"/>
                              </a:cxn>
                              <a:cxn ang="0">
                                <a:pos x="T25" y="T27"/>
                              </a:cxn>
                            </a:cxnLst>
                            <a:rect l="0" t="0" r="r" b="b"/>
                            <a:pathLst>
                              <a:path w="110" h="598">
                                <a:moveTo>
                                  <a:pt x="110" y="0"/>
                                </a:moveTo>
                                <a:lnTo>
                                  <a:pt x="0" y="0"/>
                                </a:lnTo>
                                <a:lnTo>
                                  <a:pt x="0" y="488"/>
                                </a:lnTo>
                                <a:lnTo>
                                  <a:pt x="14" y="548"/>
                                </a:lnTo>
                                <a:lnTo>
                                  <a:pt x="59" y="590"/>
                                </a:lnTo>
                                <a:lnTo>
                                  <a:pt x="83" y="598"/>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3" name="Group 37"/>
                      <wpg:cNvGrpSpPr>
                        <a:grpSpLocks/>
                      </wpg:cNvGrpSpPr>
                      <wpg:grpSpPr bwMode="auto">
                        <a:xfrm>
                          <a:off x="9013" y="1597"/>
                          <a:ext cx="110" cy="429"/>
                          <a:chOff x="9013" y="1597"/>
                          <a:chExt cx="110" cy="429"/>
                        </a:xfrm>
                      </wpg:grpSpPr>
                      <wps:wsp>
                        <wps:cNvPr id="154" name="Freeform 38"/>
                        <wps:cNvSpPr>
                          <a:spLocks/>
                        </wps:cNvSpPr>
                        <wps:spPr bwMode="auto">
                          <a:xfrm>
                            <a:off x="9013" y="1597"/>
                            <a:ext cx="110" cy="429"/>
                          </a:xfrm>
                          <a:custGeom>
                            <a:avLst/>
                            <a:gdLst>
                              <a:gd name="T0" fmla="+- 0 9123 9013"/>
                              <a:gd name="T1" fmla="*/ T0 w 110"/>
                              <a:gd name="T2" fmla="+- 0 1597 1597"/>
                              <a:gd name="T3" fmla="*/ 1597 h 429"/>
                              <a:gd name="T4" fmla="+- 0 9013 9013"/>
                              <a:gd name="T5" fmla="*/ T4 w 110"/>
                              <a:gd name="T6" fmla="+- 0 1597 1597"/>
                              <a:gd name="T7" fmla="*/ 1597 h 429"/>
                              <a:gd name="T8" fmla="+- 0 9013 9013"/>
                              <a:gd name="T9" fmla="*/ T8 w 110"/>
                              <a:gd name="T10" fmla="+- 0 1916 1597"/>
                              <a:gd name="T11" fmla="*/ 1916 h 429"/>
                              <a:gd name="T12" fmla="+- 0 9026 9013"/>
                              <a:gd name="T13" fmla="*/ T12 w 110"/>
                              <a:gd name="T14" fmla="+- 0 1976 1597"/>
                              <a:gd name="T15" fmla="*/ 1976 h 429"/>
                              <a:gd name="T16" fmla="+- 0 9071 9013"/>
                              <a:gd name="T17" fmla="*/ T16 w 110"/>
                              <a:gd name="T18" fmla="+- 0 2018 1597"/>
                              <a:gd name="T19" fmla="*/ 2018 h 429"/>
                              <a:gd name="T20" fmla="+- 0 9095 9013"/>
                              <a:gd name="T21" fmla="*/ T20 w 110"/>
                              <a:gd name="T22" fmla="+- 0 2026 1597"/>
                              <a:gd name="T23" fmla="*/ 2026 h 429"/>
                              <a:gd name="T24" fmla="+- 0 9123 9013"/>
                              <a:gd name="T25" fmla="*/ T24 w 110"/>
                              <a:gd name="T26" fmla="+- 0 1597 1597"/>
                              <a:gd name="T27" fmla="*/ 1597 h 429"/>
                            </a:gdLst>
                            <a:ahLst/>
                            <a:cxnLst>
                              <a:cxn ang="0">
                                <a:pos x="T1" y="T3"/>
                              </a:cxn>
                              <a:cxn ang="0">
                                <a:pos x="T5" y="T7"/>
                              </a:cxn>
                              <a:cxn ang="0">
                                <a:pos x="T9" y="T11"/>
                              </a:cxn>
                              <a:cxn ang="0">
                                <a:pos x="T13" y="T15"/>
                              </a:cxn>
                              <a:cxn ang="0">
                                <a:pos x="T17" y="T19"/>
                              </a:cxn>
                              <a:cxn ang="0">
                                <a:pos x="T21" y="T23"/>
                              </a:cxn>
                              <a:cxn ang="0">
                                <a:pos x="T25" y="T27"/>
                              </a:cxn>
                            </a:cxnLst>
                            <a:rect l="0" t="0" r="r" b="b"/>
                            <a:pathLst>
                              <a:path w="110" h="429">
                                <a:moveTo>
                                  <a:pt x="110" y="0"/>
                                </a:moveTo>
                                <a:lnTo>
                                  <a:pt x="0" y="0"/>
                                </a:lnTo>
                                <a:lnTo>
                                  <a:pt x="0" y="319"/>
                                </a:lnTo>
                                <a:lnTo>
                                  <a:pt x="13" y="379"/>
                                </a:lnTo>
                                <a:lnTo>
                                  <a:pt x="58" y="421"/>
                                </a:lnTo>
                                <a:lnTo>
                                  <a:pt x="82" y="429"/>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5" name="Group 39"/>
                      <wpg:cNvGrpSpPr>
                        <a:grpSpLocks/>
                      </wpg:cNvGrpSpPr>
                      <wpg:grpSpPr bwMode="auto">
                        <a:xfrm>
                          <a:off x="9013" y="1434"/>
                          <a:ext cx="110" cy="104"/>
                          <a:chOff x="9013" y="1434"/>
                          <a:chExt cx="110" cy="104"/>
                        </a:xfrm>
                      </wpg:grpSpPr>
                      <wps:wsp>
                        <wps:cNvPr id="156" name="Freeform 40"/>
                        <wps:cNvSpPr>
                          <a:spLocks/>
                        </wps:cNvSpPr>
                        <wps:spPr bwMode="auto">
                          <a:xfrm>
                            <a:off x="9013" y="1434"/>
                            <a:ext cx="110" cy="104"/>
                          </a:xfrm>
                          <a:custGeom>
                            <a:avLst/>
                            <a:gdLst>
                              <a:gd name="T0" fmla="+- 0 9013 9013"/>
                              <a:gd name="T1" fmla="*/ T0 w 110"/>
                              <a:gd name="T2" fmla="+- 0 1538 1434"/>
                              <a:gd name="T3" fmla="*/ 1538 h 104"/>
                              <a:gd name="T4" fmla="+- 0 9122 9013"/>
                              <a:gd name="T5" fmla="*/ T4 w 110"/>
                              <a:gd name="T6" fmla="+- 0 1538 1434"/>
                              <a:gd name="T7" fmla="*/ 1538 h 104"/>
                              <a:gd name="T8" fmla="+- 0 9122 9013"/>
                              <a:gd name="T9" fmla="*/ T8 w 110"/>
                              <a:gd name="T10" fmla="+- 0 1434 1434"/>
                              <a:gd name="T11" fmla="*/ 1434 h 104"/>
                              <a:gd name="T12" fmla="+- 0 9013 9013"/>
                              <a:gd name="T13" fmla="*/ T12 w 110"/>
                              <a:gd name="T14" fmla="+- 0 1434 1434"/>
                              <a:gd name="T15" fmla="*/ 1434 h 104"/>
                              <a:gd name="T16" fmla="+- 0 9013 9013"/>
                              <a:gd name="T17" fmla="*/ T16 w 110"/>
                              <a:gd name="T18" fmla="+- 0 1538 1434"/>
                              <a:gd name="T19" fmla="*/ 1538 h 104"/>
                            </a:gdLst>
                            <a:ahLst/>
                            <a:cxnLst>
                              <a:cxn ang="0">
                                <a:pos x="T1" y="T3"/>
                              </a:cxn>
                              <a:cxn ang="0">
                                <a:pos x="T5" y="T7"/>
                              </a:cxn>
                              <a:cxn ang="0">
                                <a:pos x="T9" y="T11"/>
                              </a:cxn>
                              <a:cxn ang="0">
                                <a:pos x="T13" y="T15"/>
                              </a:cxn>
                              <a:cxn ang="0">
                                <a:pos x="T17" y="T19"/>
                              </a:cxn>
                            </a:cxnLst>
                            <a:rect l="0" t="0" r="r" b="b"/>
                            <a:pathLst>
                              <a:path w="110" h="104">
                                <a:moveTo>
                                  <a:pt x="0" y="104"/>
                                </a:moveTo>
                                <a:lnTo>
                                  <a:pt x="109" y="104"/>
                                </a:lnTo>
                                <a:lnTo>
                                  <a:pt x="109" y="0"/>
                                </a:lnTo>
                                <a:lnTo>
                                  <a:pt x="0" y="0"/>
                                </a:lnTo>
                                <a:lnTo>
                                  <a:pt x="0" y="104"/>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7" name="Group 41"/>
                      <wpg:cNvGrpSpPr>
                        <a:grpSpLocks/>
                      </wpg:cNvGrpSpPr>
                      <wpg:grpSpPr bwMode="auto">
                        <a:xfrm>
                          <a:off x="9654" y="1480"/>
                          <a:ext cx="191" cy="546"/>
                          <a:chOff x="9654" y="1480"/>
                          <a:chExt cx="191" cy="546"/>
                        </a:xfrm>
                      </wpg:grpSpPr>
                      <wps:wsp>
                        <wps:cNvPr id="158" name="Freeform 42"/>
                        <wps:cNvSpPr>
                          <a:spLocks/>
                        </wps:cNvSpPr>
                        <wps:spPr bwMode="auto">
                          <a:xfrm>
                            <a:off x="9654" y="1480"/>
                            <a:ext cx="191" cy="546"/>
                          </a:xfrm>
                          <a:custGeom>
                            <a:avLst/>
                            <a:gdLst>
                              <a:gd name="T0" fmla="+- 0 9763 9654"/>
                              <a:gd name="T1" fmla="*/ T0 w 191"/>
                              <a:gd name="T2" fmla="+- 0 1480 1480"/>
                              <a:gd name="T3" fmla="*/ 1480 h 546"/>
                              <a:gd name="T4" fmla="+- 0 9654 9654"/>
                              <a:gd name="T5" fmla="*/ T4 w 191"/>
                              <a:gd name="T6" fmla="+- 0 1480 1480"/>
                              <a:gd name="T7" fmla="*/ 1480 h 546"/>
                              <a:gd name="T8" fmla="+- 0 9655 9654"/>
                              <a:gd name="T9" fmla="*/ T8 w 191"/>
                              <a:gd name="T10" fmla="+- 0 1920 1480"/>
                              <a:gd name="T11" fmla="*/ 1920 h 546"/>
                              <a:gd name="T12" fmla="+- 0 9677 9654"/>
                              <a:gd name="T13" fmla="*/ T12 w 191"/>
                              <a:gd name="T14" fmla="+- 0 1978 1480"/>
                              <a:gd name="T15" fmla="*/ 1978 h 546"/>
                              <a:gd name="T16" fmla="+- 0 9728 9654"/>
                              <a:gd name="T17" fmla="*/ T16 w 191"/>
                              <a:gd name="T18" fmla="+- 0 2017 1480"/>
                              <a:gd name="T19" fmla="*/ 2017 h 546"/>
                              <a:gd name="T20" fmla="+- 0 9781 9654"/>
                              <a:gd name="T21" fmla="*/ T20 w 191"/>
                              <a:gd name="T22" fmla="+- 0 2026 1480"/>
                              <a:gd name="T23" fmla="*/ 2026 h 546"/>
                              <a:gd name="T24" fmla="+- 0 9845 9654"/>
                              <a:gd name="T25" fmla="*/ T24 w 191"/>
                              <a:gd name="T26" fmla="+- 0 2026 1480"/>
                              <a:gd name="T27" fmla="*/ 2026 h 546"/>
                              <a:gd name="T28" fmla="+- 0 9845 9654"/>
                              <a:gd name="T29" fmla="*/ T28 w 191"/>
                              <a:gd name="T30" fmla="+- 0 1935 1480"/>
                              <a:gd name="T31" fmla="*/ 1935 h 546"/>
                              <a:gd name="T32" fmla="+- 0 9784 9654"/>
                              <a:gd name="T33" fmla="*/ T32 w 191"/>
                              <a:gd name="T34" fmla="+- 0 1933 1480"/>
                              <a:gd name="T35" fmla="*/ 1933 h 546"/>
                              <a:gd name="T36" fmla="+- 0 9768 9654"/>
                              <a:gd name="T37" fmla="*/ T36 w 191"/>
                              <a:gd name="T38" fmla="+- 0 1920 1480"/>
                              <a:gd name="T39" fmla="*/ 1920 h 546"/>
                              <a:gd name="T40" fmla="+- 0 9763 9654"/>
                              <a:gd name="T41" fmla="*/ T40 w 191"/>
                              <a:gd name="T42" fmla="+- 0 1897 1480"/>
                              <a:gd name="T43" fmla="*/ 1897 h 546"/>
                              <a:gd name="T44" fmla="+- 0 9763 9654"/>
                              <a:gd name="T45" fmla="*/ T44 w 191"/>
                              <a:gd name="T46" fmla="+- 0 1685 1480"/>
                              <a:gd name="T47" fmla="*/ 1685 h 546"/>
                              <a:gd name="T48" fmla="+- 0 9845 9654"/>
                              <a:gd name="T49" fmla="*/ T48 w 191"/>
                              <a:gd name="T50" fmla="+- 0 1685 1480"/>
                              <a:gd name="T51" fmla="*/ 1685 h 546"/>
                              <a:gd name="T52" fmla="+- 0 9845 9654"/>
                              <a:gd name="T53" fmla="*/ T52 w 191"/>
                              <a:gd name="T54" fmla="+- 0 1597 1480"/>
                              <a:gd name="T55" fmla="*/ 1597 h 546"/>
                              <a:gd name="T56" fmla="+- 0 9763 9654"/>
                              <a:gd name="T57" fmla="*/ T56 w 191"/>
                              <a:gd name="T58" fmla="+- 0 1597 1480"/>
                              <a:gd name="T59" fmla="*/ 1597 h 546"/>
                              <a:gd name="T60" fmla="+- 0 9763 9654"/>
                              <a:gd name="T61" fmla="*/ T60 w 191"/>
                              <a:gd name="T62" fmla="+- 0 1480 1480"/>
                              <a:gd name="T63" fmla="*/ 1480 h 5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1" h="546">
                                <a:moveTo>
                                  <a:pt x="109" y="0"/>
                                </a:moveTo>
                                <a:lnTo>
                                  <a:pt x="0" y="0"/>
                                </a:lnTo>
                                <a:lnTo>
                                  <a:pt x="1" y="440"/>
                                </a:lnTo>
                                <a:lnTo>
                                  <a:pt x="23" y="498"/>
                                </a:lnTo>
                                <a:lnTo>
                                  <a:pt x="74" y="537"/>
                                </a:lnTo>
                                <a:lnTo>
                                  <a:pt x="127" y="546"/>
                                </a:lnTo>
                                <a:lnTo>
                                  <a:pt x="191" y="546"/>
                                </a:lnTo>
                                <a:lnTo>
                                  <a:pt x="191" y="455"/>
                                </a:lnTo>
                                <a:lnTo>
                                  <a:pt x="130" y="453"/>
                                </a:lnTo>
                                <a:lnTo>
                                  <a:pt x="114" y="440"/>
                                </a:lnTo>
                                <a:lnTo>
                                  <a:pt x="109" y="417"/>
                                </a:lnTo>
                                <a:lnTo>
                                  <a:pt x="109" y="205"/>
                                </a:lnTo>
                                <a:lnTo>
                                  <a:pt x="191" y="205"/>
                                </a:lnTo>
                                <a:lnTo>
                                  <a:pt x="191" y="117"/>
                                </a:lnTo>
                                <a:lnTo>
                                  <a:pt x="109" y="117"/>
                                </a:lnTo>
                                <a:lnTo>
                                  <a:pt x="10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9" name="Group 43"/>
                      <wpg:cNvGrpSpPr>
                        <a:grpSpLocks/>
                      </wpg:cNvGrpSpPr>
                      <wpg:grpSpPr bwMode="auto">
                        <a:xfrm>
                          <a:off x="9873" y="1590"/>
                          <a:ext cx="385" cy="443"/>
                          <a:chOff x="9873" y="1590"/>
                          <a:chExt cx="385" cy="443"/>
                        </a:xfrm>
                      </wpg:grpSpPr>
                      <wps:wsp>
                        <wps:cNvPr id="160" name="Freeform 44"/>
                        <wps:cNvSpPr>
                          <a:spLocks/>
                        </wps:cNvSpPr>
                        <wps:spPr bwMode="auto">
                          <a:xfrm>
                            <a:off x="9873" y="1590"/>
                            <a:ext cx="385" cy="443"/>
                          </a:xfrm>
                          <a:custGeom>
                            <a:avLst/>
                            <a:gdLst>
                              <a:gd name="T0" fmla="+- 0 10071 9873"/>
                              <a:gd name="T1" fmla="*/ T0 w 385"/>
                              <a:gd name="T2" fmla="+- 0 1590 1590"/>
                              <a:gd name="T3" fmla="*/ 1590 h 443"/>
                              <a:gd name="T4" fmla="+- 0 10007 9873"/>
                              <a:gd name="T5" fmla="*/ T4 w 385"/>
                              <a:gd name="T6" fmla="+- 0 1600 1590"/>
                              <a:gd name="T7" fmla="*/ 1600 h 443"/>
                              <a:gd name="T8" fmla="+- 0 9953 9873"/>
                              <a:gd name="T9" fmla="*/ T8 w 385"/>
                              <a:gd name="T10" fmla="+- 0 1629 1590"/>
                              <a:gd name="T11" fmla="*/ 1629 h 443"/>
                              <a:gd name="T12" fmla="+- 0 9910 9873"/>
                              <a:gd name="T13" fmla="*/ T12 w 385"/>
                              <a:gd name="T14" fmla="+- 0 1675 1590"/>
                              <a:gd name="T15" fmla="*/ 1675 h 443"/>
                              <a:gd name="T16" fmla="+- 0 9883 9873"/>
                              <a:gd name="T17" fmla="*/ T16 w 385"/>
                              <a:gd name="T18" fmla="+- 0 1737 1590"/>
                              <a:gd name="T19" fmla="*/ 1737 h 443"/>
                              <a:gd name="T20" fmla="+- 0 9873 9873"/>
                              <a:gd name="T21" fmla="*/ T20 w 385"/>
                              <a:gd name="T22" fmla="+- 0 1816 1590"/>
                              <a:gd name="T23" fmla="*/ 1816 h 443"/>
                              <a:gd name="T24" fmla="+- 0 9875 9873"/>
                              <a:gd name="T25" fmla="*/ T24 w 385"/>
                              <a:gd name="T26" fmla="+- 0 1847 1590"/>
                              <a:gd name="T27" fmla="*/ 1847 h 443"/>
                              <a:gd name="T28" fmla="+- 0 9894 9873"/>
                              <a:gd name="T29" fmla="*/ T28 w 385"/>
                              <a:gd name="T30" fmla="+- 0 1924 1590"/>
                              <a:gd name="T31" fmla="*/ 1924 h 443"/>
                              <a:gd name="T32" fmla="+- 0 9930 9873"/>
                              <a:gd name="T33" fmla="*/ T32 w 385"/>
                              <a:gd name="T34" fmla="+- 0 1978 1590"/>
                              <a:gd name="T35" fmla="*/ 1978 h 443"/>
                              <a:gd name="T36" fmla="+- 0 9979 9873"/>
                              <a:gd name="T37" fmla="*/ T36 w 385"/>
                              <a:gd name="T38" fmla="+- 0 2013 1590"/>
                              <a:gd name="T39" fmla="*/ 2013 h 443"/>
                              <a:gd name="T40" fmla="+- 0 10038 9873"/>
                              <a:gd name="T41" fmla="*/ T40 w 385"/>
                              <a:gd name="T42" fmla="+- 0 2030 1590"/>
                              <a:gd name="T43" fmla="*/ 2030 h 443"/>
                              <a:gd name="T44" fmla="+- 0 10079 9873"/>
                              <a:gd name="T45" fmla="*/ T44 w 385"/>
                              <a:gd name="T46" fmla="+- 0 2033 1590"/>
                              <a:gd name="T47" fmla="*/ 2033 h 443"/>
                              <a:gd name="T48" fmla="+- 0 10104 9873"/>
                              <a:gd name="T49" fmla="*/ T48 w 385"/>
                              <a:gd name="T50" fmla="+- 0 2032 1590"/>
                              <a:gd name="T51" fmla="*/ 2032 h 443"/>
                              <a:gd name="T52" fmla="+- 0 10167 9873"/>
                              <a:gd name="T53" fmla="*/ T52 w 385"/>
                              <a:gd name="T54" fmla="+- 0 2019 1590"/>
                              <a:gd name="T55" fmla="*/ 2019 h 443"/>
                              <a:gd name="T56" fmla="+- 0 10231 9873"/>
                              <a:gd name="T57" fmla="*/ T56 w 385"/>
                              <a:gd name="T58" fmla="+- 0 1979 1590"/>
                              <a:gd name="T59" fmla="*/ 1979 h 443"/>
                              <a:gd name="T60" fmla="+- 0 10245 9873"/>
                              <a:gd name="T61" fmla="*/ T60 w 385"/>
                              <a:gd name="T62" fmla="+- 0 1965 1590"/>
                              <a:gd name="T63" fmla="*/ 1965 h 443"/>
                              <a:gd name="T64" fmla="+- 0 10215 9873"/>
                              <a:gd name="T65" fmla="*/ T64 w 385"/>
                              <a:gd name="T66" fmla="+- 0 1940 1590"/>
                              <a:gd name="T67" fmla="*/ 1940 h 443"/>
                              <a:gd name="T68" fmla="+- 0 10057 9873"/>
                              <a:gd name="T69" fmla="*/ T68 w 385"/>
                              <a:gd name="T70" fmla="+- 0 1940 1590"/>
                              <a:gd name="T71" fmla="*/ 1940 h 443"/>
                              <a:gd name="T72" fmla="+- 0 10034 9873"/>
                              <a:gd name="T73" fmla="*/ T72 w 385"/>
                              <a:gd name="T74" fmla="+- 0 1934 1590"/>
                              <a:gd name="T75" fmla="*/ 1934 h 443"/>
                              <a:gd name="T76" fmla="+- 0 9990 9873"/>
                              <a:gd name="T77" fmla="*/ T76 w 385"/>
                              <a:gd name="T78" fmla="+- 0 1890 1590"/>
                              <a:gd name="T79" fmla="*/ 1890 h 443"/>
                              <a:gd name="T80" fmla="+- 0 9982 9873"/>
                              <a:gd name="T81" fmla="*/ T80 w 385"/>
                              <a:gd name="T82" fmla="+- 0 1845 1590"/>
                              <a:gd name="T83" fmla="*/ 1845 h 443"/>
                              <a:gd name="T84" fmla="+- 0 10258 9873"/>
                              <a:gd name="T85" fmla="*/ T84 w 385"/>
                              <a:gd name="T86" fmla="+- 0 1845 1590"/>
                              <a:gd name="T87" fmla="*/ 1845 h 443"/>
                              <a:gd name="T88" fmla="+- 0 10258 9873"/>
                              <a:gd name="T89" fmla="*/ T88 w 385"/>
                              <a:gd name="T90" fmla="+- 0 1799 1590"/>
                              <a:gd name="T91" fmla="*/ 1799 h 443"/>
                              <a:gd name="T92" fmla="+- 0 10256 9873"/>
                              <a:gd name="T93" fmla="*/ T92 w 385"/>
                              <a:gd name="T94" fmla="+- 0 1774 1590"/>
                              <a:gd name="T95" fmla="*/ 1774 h 443"/>
                              <a:gd name="T96" fmla="+- 0 10256 9873"/>
                              <a:gd name="T97" fmla="*/ T96 w 385"/>
                              <a:gd name="T98" fmla="+- 0 1771 1590"/>
                              <a:gd name="T99" fmla="*/ 1771 h 443"/>
                              <a:gd name="T100" fmla="+- 0 10149 9873"/>
                              <a:gd name="T101" fmla="*/ T100 w 385"/>
                              <a:gd name="T102" fmla="+- 0 1771 1590"/>
                              <a:gd name="T103" fmla="*/ 1771 h 443"/>
                              <a:gd name="T104" fmla="+- 0 9983 9873"/>
                              <a:gd name="T105" fmla="*/ T104 w 385"/>
                              <a:gd name="T106" fmla="+- 0 1756 1590"/>
                              <a:gd name="T107" fmla="*/ 1756 h 443"/>
                              <a:gd name="T108" fmla="+- 0 10009 9873"/>
                              <a:gd name="T109" fmla="*/ T108 w 385"/>
                              <a:gd name="T110" fmla="+- 0 1702 1590"/>
                              <a:gd name="T111" fmla="*/ 1702 h 443"/>
                              <a:gd name="T112" fmla="+- 0 10070 9873"/>
                              <a:gd name="T113" fmla="*/ T112 w 385"/>
                              <a:gd name="T114" fmla="+- 0 1680 1590"/>
                              <a:gd name="T115" fmla="*/ 1680 h 443"/>
                              <a:gd name="T116" fmla="+- 0 10228 9873"/>
                              <a:gd name="T117" fmla="*/ T116 w 385"/>
                              <a:gd name="T118" fmla="+- 0 1680 1590"/>
                              <a:gd name="T119" fmla="*/ 1680 h 443"/>
                              <a:gd name="T120" fmla="+- 0 10220 9873"/>
                              <a:gd name="T121" fmla="*/ T120 w 385"/>
                              <a:gd name="T122" fmla="+- 0 1667 1590"/>
                              <a:gd name="T123" fmla="*/ 1667 h 443"/>
                              <a:gd name="T124" fmla="+- 0 10177 9873"/>
                              <a:gd name="T125" fmla="*/ T124 w 385"/>
                              <a:gd name="T126" fmla="+- 0 1622 1590"/>
                              <a:gd name="T127" fmla="*/ 1622 h 443"/>
                              <a:gd name="T128" fmla="+- 0 10118 9873"/>
                              <a:gd name="T129" fmla="*/ T128 w 385"/>
                              <a:gd name="T130" fmla="+- 0 1595 1590"/>
                              <a:gd name="T131" fmla="*/ 1595 h 443"/>
                              <a:gd name="T132" fmla="+- 0 10095 9873"/>
                              <a:gd name="T133" fmla="*/ T132 w 385"/>
                              <a:gd name="T134" fmla="+- 0 1591 1590"/>
                              <a:gd name="T135" fmla="*/ 1591 h 443"/>
                              <a:gd name="T136" fmla="+- 0 10071 9873"/>
                              <a:gd name="T137" fmla="*/ T136 w 385"/>
                              <a:gd name="T138" fmla="+- 0 1590 1590"/>
                              <a:gd name="T139" fmla="*/ 159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385" h="443">
                                <a:moveTo>
                                  <a:pt x="198" y="0"/>
                                </a:moveTo>
                                <a:lnTo>
                                  <a:pt x="134" y="10"/>
                                </a:lnTo>
                                <a:lnTo>
                                  <a:pt x="80" y="39"/>
                                </a:lnTo>
                                <a:lnTo>
                                  <a:pt x="37" y="85"/>
                                </a:lnTo>
                                <a:lnTo>
                                  <a:pt x="10" y="147"/>
                                </a:lnTo>
                                <a:lnTo>
                                  <a:pt x="0" y="226"/>
                                </a:lnTo>
                                <a:lnTo>
                                  <a:pt x="2" y="257"/>
                                </a:lnTo>
                                <a:lnTo>
                                  <a:pt x="21" y="334"/>
                                </a:lnTo>
                                <a:lnTo>
                                  <a:pt x="57" y="388"/>
                                </a:lnTo>
                                <a:lnTo>
                                  <a:pt x="106" y="423"/>
                                </a:lnTo>
                                <a:lnTo>
                                  <a:pt x="165" y="440"/>
                                </a:lnTo>
                                <a:lnTo>
                                  <a:pt x="206" y="443"/>
                                </a:lnTo>
                                <a:lnTo>
                                  <a:pt x="231" y="442"/>
                                </a:lnTo>
                                <a:lnTo>
                                  <a:pt x="294" y="429"/>
                                </a:lnTo>
                                <a:lnTo>
                                  <a:pt x="358" y="389"/>
                                </a:lnTo>
                                <a:lnTo>
                                  <a:pt x="372" y="375"/>
                                </a:lnTo>
                                <a:lnTo>
                                  <a:pt x="342" y="350"/>
                                </a:lnTo>
                                <a:lnTo>
                                  <a:pt x="184" y="350"/>
                                </a:lnTo>
                                <a:lnTo>
                                  <a:pt x="161" y="344"/>
                                </a:lnTo>
                                <a:lnTo>
                                  <a:pt x="117" y="300"/>
                                </a:lnTo>
                                <a:lnTo>
                                  <a:pt x="109" y="255"/>
                                </a:lnTo>
                                <a:lnTo>
                                  <a:pt x="385" y="255"/>
                                </a:lnTo>
                                <a:lnTo>
                                  <a:pt x="385" y="209"/>
                                </a:lnTo>
                                <a:lnTo>
                                  <a:pt x="383" y="184"/>
                                </a:lnTo>
                                <a:lnTo>
                                  <a:pt x="383" y="181"/>
                                </a:lnTo>
                                <a:lnTo>
                                  <a:pt x="276" y="181"/>
                                </a:lnTo>
                                <a:lnTo>
                                  <a:pt x="110" y="166"/>
                                </a:lnTo>
                                <a:lnTo>
                                  <a:pt x="136" y="112"/>
                                </a:lnTo>
                                <a:lnTo>
                                  <a:pt x="197" y="90"/>
                                </a:lnTo>
                                <a:lnTo>
                                  <a:pt x="355" y="90"/>
                                </a:lnTo>
                                <a:lnTo>
                                  <a:pt x="347" y="77"/>
                                </a:lnTo>
                                <a:lnTo>
                                  <a:pt x="304" y="32"/>
                                </a:lnTo>
                                <a:lnTo>
                                  <a:pt x="245" y="5"/>
                                </a:lnTo>
                                <a:lnTo>
                                  <a:pt x="222" y="1"/>
                                </a:lnTo>
                                <a:lnTo>
                                  <a:pt x="19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Freeform 45"/>
                        <wps:cNvSpPr>
                          <a:spLocks/>
                        </wps:cNvSpPr>
                        <wps:spPr bwMode="auto">
                          <a:xfrm>
                            <a:off x="9873" y="1590"/>
                            <a:ext cx="385" cy="443"/>
                          </a:xfrm>
                          <a:custGeom>
                            <a:avLst/>
                            <a:gdLst>
                              <a:gd name="T0" fmla="+- 0 10173 9873"/>
                              <a:gd name="T1" fmla="*/ T0 w 385"/>
                              <a:gd name="T2" fmla="+- 0 1906 1590"/>
                              <a:gd name="T3" fmla="*/ 1906 h 443"/>
                              <a:gd name="T4" fmla="+- 0 10110 9873"/>
                              <a:gd name="T5" fmla="*/ T4 w 385"/>
                              <a:gd name="T6" fmla="+- 0 1938 1590"/>
                              <a:gd name="T7" fmla="*/ 1938 h 443"/>
                              <a:gd name="T8" fmla="+- 0 10057 9873"/>
                              <a:gd name="T9" fmla="*/ T8 w 385"/>
                              <a:gd name="T10" fmla="+- 0 1940 1590"/>
                              <a:gd name="T11" fmla="*/ 1940 h 443"/>
                              <a:gd name="T12" fmla="+- 0 10215 9873"/>
                              <a:gd name="T13" fmla="*/ T12 w 385"/>
                              <a:gd name="T14" fmla="+- 0 1940 1590"/>
                              <a:gd name="T15" fmla="*/ 1940 h 443"/>
                              <a:gd name="T16" fmla="+- 0 10173 9873"/>
                              <a:gd name="T17" fmla="*/ T16 w 385"/>
                              <a:gd name="T18" fmla="+- 0 1906 1590"/>
                              <a:gd name="T19" fmla="*/ 1906 h 443"/>
                            </a:gdLst>
                            <a:ahLst/>
                            <a:cxnLst>
                              <a:cxn ang="0">
                                <a:pos x="T1" y="T3"/>
                              </a:cxn>
                              <a:cxn ang="0">
                                <a:pos x="T5" y="T7"/>
                              </a:cxn>
                              <a:cxn ang="0">
                                <a:pos x="T9" y="T11"/>
                              </a:cxn>
                              <a:cxn ang="0">
                                <a:pos x="T13" y="T15"/>
                              </a:cxn>
                              <a:cxn ang="0">
                                <a:pos x="T17" y="T19"/>
                              </a:cxn>
                            </a:cxnLst>
                            <a:rect l="0" t="0" r="r" b="b"/>
                            <a:pathLst>
                              <a:path w="385" h="443">
                                <a:moveTo>
                                  <a:pt x="300" y="316"/>
                                </a:moveTo>
                                <a:lnTo>
                                  <a:pt x="237" y="348"/>
                                </a:lnTo>
                                <a:lnTo>
                                  <a:pt x="184" y="350"/>
                                </a:lnTo>
                                <a:lnTo>
                                  <a:pt x="342" y="350"/>
                                </a:lnTo>
                                <a:lnTo>
                                  <a:pt x="300" y="3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 name="Freeform 46"/>
                        <wps:cNvSpPr>
                          <a:spLocks/>
                        </wps:cNvSpPr>
                        <wps:spPr bwMode="auto">
                          <a:xfrm>
                            <a:off x="9873" y="1590"/>
                            <a:ext cx="385" cy="443"/>
                          </a:xfrm>
                          <a:custGeom>
                            <a:avLst/>
                            <a:gdLst>
                              <a:gd name="T0" fmla="+- 0 10228 9873"/>
                              <a:gd name="T1" fmla="*/ T0 w 385"/>
                              <a:gd name="T2" fmla="+- 0 1680 1590"/>
                              <a:gd name="T3" fmla="*/ 1680 h 443"/>
                              <a:gd name="T4" fmla="+- 0 10070 9873"/>
                              <a:gd name="T5" fmla="*/ T4 w 385"/>
                              <a:gd name="T6" fmla="+- 0 1680 1590"/>
                              <a:gd name="T7" fmla="*/ 1680 h 443"/>
                              <a:gd name="T8" fmla="+- 0 10072 9873"/>
                              <a:gd name="T9" fmla="*/ T8 w 385"/>
                              <a:gd name="T10" fmla="+- 0 1680 1590"/>
                              <a:gd name="T11" fmla="*/ 1680 h 443"/>
                              <a:gd name="T12" fmla="+- 0 10096 9873"/>
                              <a:gd name="T13" fmla="*/ T12 w 385"/>
                              <a:gd name="T14" fmla="+- 0 1684 1590"/>
                              <a:gd name="T15" fmla="*/ 1684 h 443"/>
                              <a:gd name="T16" fmla="+- 0 10140 9873"/>
                              <a:gd name="T17" fmla="*/ T16 w 385"/>
                              <a:gd name="T18" fmla="+- 0 1727 1590"/>
                              <a:gd name="T19" fmla="*/ 1727 h 443"/>
                              <a:gd name="T20" fmla="+- 0 10149 9873"/>
                              <a:gd name="T21" fmla="*/ T20 w 385"/>
                              <a:gd name="T22" fmla="+- 0 1771 1590"/>
                              <a:gd name="T23" fmla="*/ 1771 h 443"/>
                              <a:gd name="T24" fmla="+- 0 10256 9873"/>
                              <a:gd name="T25" fmla="*/ T24 w 385"/>
                              <a:gd name="T26" fmla="+- 0 1771 1590"/>
                              <a:gd name="T27" fmla="*/ 1771 h 443"/>
                              <a:gd name="T28" fmla="+- 0 10253 9873"/>
                              <a:gd name="T29" fmla="*/ T28 w 385"/>
                              <a:gd name="T30" fmla="+- 0 1750 1590"/>
                              <a:gd name="T31" fmla="*/ 1750 h 443"/>
                              <a:gd name="T32" fmla="+- 0 10247 9873"/>
                              <a:gd name="T33" fmla="*/ T32 w 385"/>
                              <a:gd name="T34" fmla="+- 0 1727 1590"/>
                              <a:gd name="T35" fmla="*/ 1727 h 443"/>
                              <a:gd name="T36" fmla="+- 0 10240 9873"/>
                              <a:gd name="T37" fmla="*/ T36 w 385"/>
                              <a:gd name="T38" fmla="+- 0 1705 1590"/>
                              <a:gd name="T39" fmla="*/ 1705 h 443"/>
                              <a:gd name="T40" fmla="+- 0 10231 9873"/>
                              <a:gd name="T41" fmla="*/ T40 w 385"/>
                              <a:gd name="T42" fmla="+- 0 1685 1590"/>
                              <a:gd name="T43" fmla="*/ 1685 h 443"/>
                              <a:gd name="T44" fmla="+- 0 10228 9873"/>
                              <a:gd name="T45" fmla="*/ T44 w 385"/>
                              <a:gd name="T46" fmla="+- 0 1680 1590"/>
                              <a:gd name="T47" fmla="*/ 168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5" h="443">
                                <a:moveTo>
                                  <a:pt x="355" y="90"/>
                                </a:moveTo>
                                <a:lnTo>
                                  <a:pt x="197" y="90"/>
                                </a:lnTo>
                                <a:lnTo>
                                  <a:pt x="199" y="90"/>
                                </a:lnTo>
                                <a:lnTo>
                                  <a:pt x="223" y="94"/>
                                </a:lnTo>
                                <a:lnTo>
                                  <a:pt x="267" y="137"/>
                                </a:lnTo>
                                <a:lnTo>
                                  <a:pt x="276" y="181"/>
                                </a:lnTo>
                                <a:lnTo>
                                  <a:pt x="383" y="181"/>
                                </a:lnTo>
                                <a:lnTo>
                                  <a:pt x="380" y="160"/>
                                </a:lnTo>
                                <a:lnTo>
                                  <a:pt x="374" y="137"/>
                                </a:lnTo>
                                <a:lnTo>
                                  <a:pt x="367" y="115"/>
                                </a:lnTo>
                                <a:lnTo>
                                  <a:pt x="358" y="95"/>
                                </a:lnTo>
                                <a:lnTo>
                                  <a:pt x="355" y="9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3" name="Group 47"/>
                      <wpg:cNvGrpSpPr>
                        <a:grpSpLocks/>
                      </wpg:cNvGrpSpPr>
                      <wpg:grpSpPr bwMode="auto">
                        <a:xfrm>
                          <a:off x="9220" y="1597"/>
                          <a:ext cx="348" cy="429"/>
                          <a:chOff x="9220" y="1597"/>
                          <a:chExt cx="348" cy="429"/>
                        </a:xfrm>
                      </wpg:grpSpPr>
                      <wps:wsp>
                        <wps:cNvPr id="164" name="Freeform 48"/>
                        <wps:cNvSpPr>
                          <a:spLocks/>
                        </wps:cNvSpPr>
                        <wps:spPr bwMode="auto">
                          <a:xfrm>
                            <a:off x="9220" y="1597"/>
                            <a:ext cx="348" cy="429"/>
                          </a:xfrm>
                          <a:custGeom>
                            <a:avLst/>
                            <a:gdLst>
                              <a:gd name="T0" fmla="+- 0 9220 9220"/>
                              <a:gd name="T1" fmla="*/ T0 w 348"/>
                              <a:gd name="T2" fmla="+- 0 1597 1597"/>
                              <a:gd name="T3" fmla="*/ 1597 h 429"/>
                              <a:gd name="T4" fmla="+- 0 9220 9220"/>
                              <a:gd name="T5" fmla="*/ T4 w 348"/>
                              <a:gd name="T6" fmla="+- 0 2027 1597"/>
                              <a:gd name="T7" fmla="*/ 2027 h 429"/>
                              <a:gd name="T8" fmla="+- 0 9329 9220"/>
                              <a:gd name="T9" fmla="*/ T8 w 348"/>
                              <a:gd name="T10" fmla="+- 0 2027 1597"/>
                              <a:gd name="T11" fmla="*/ 2027 h 429"/>
                              <a:gd name="T12" fmla="+- 0 9329 9220"/>
                              <a:gd name="T13" fmla="*/ T12 w 348"/>
                              <a:gd name="T14" fmla="+- 0 1685 1597"/>
                              <a:gd name="T15" fmla="*/ 1685 h 429"/>
                              <a:gd name="T16" fmla="+- 0 9568 9220"/>
                              <a:gd name="T17" fmla="*/ T16 w 348"/>
                              <a:gd name="T18" fmla="+- 0 1685 1597"/>
                              <a:gd name="T19" fmla="*/ 1685 h 429"/>
                              <a:gd name="T20" fmla="+- 0 9538 9220"/>
                              <a:gd name="T21" fmla="*/ T20 w 348"/>
                              <a:gd name="T22" fmla="+- 0 1631 1597"/>
                              <a:gd name="T23" fmla="*/ 1631 h 429"/>
                              <a:gd name="T24" fmla="+- 0 9476 9220"/>
                              <a:gd name="T25" fmla="*/ T24 w 348"/>
                              <a:gd name="T26" fmla="+- 0 1600 1597"/>
                              <a:gd name="T27" fmla="*/ 1600 h 429"/>
                              <a:gd name="T28" fmla="+- 0 9447 9220"/>
                              <a:gd name="T29" fmla="*/ T28 w 348"/>
                              <a:gd name="T30" fmla="+- 0 1597 1597"/>
                              <a:gd name="T31" fmla="*/ 1597 h 429"/>
                              <a:gd name="T32" fmla="+- 0 9220 9220"/>
                              <a:gd name="T33" fmla="*/ T32 w 348"/>
                              <a:gd name="T34" fmla="+- 0 1597 1597"/>
                              <a:gd name="T35" fmla="*/ 1597 h 4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48" h="429">
                                <a:moveTo>
                                  <a:pt x="0" y="0"/>
                                </a:moveTo>
                                <a:lnTo>
                                  <a:pt x="0" y="430"/>
                                </a:lnTo>
                                <a:lnTo>
                                  <a:pt x="109" y="430"/>
                                </a:lnTo>
                                <a:lnTo>
                                  <a:pt x="109" y="88"/>
                                </a:lnTo>
                                <a:lnTo>
                                  <a:pt x="348" y="88"/>
                                </a:lnTo>
                                <a:lnTo>
                                  <a:pt x="318" y="34"/>
                                </a:lnTo>
                                <a:lnTo>
                                  <a:pt x="256" y="3"/>
                                </a:lnTo>
                                <a:lnTo>
                                  <a:pt x="227" y="0"/>
                                </a:lnTo>
                                <a:lnTo>
                                  <a:pt x="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5" name="Group 49"/>
                      <wpg:cNvGrpSpPr>
                        <a:grpSpLocks/>
                      </wpg:cNvGrpSpPr>
                      <wpg:grpSpPr bwMode="auto">
                        <a:xfrm>
                          <a:off x="9419" y="1685"/>
                          <a:ext cx="154" cy="342"/>
                          <a:chOff x="9419" y="1685"/>
                          <a:chExt cx="154" cy="342"/>
                        </a:xfrm>
                      </wpg:grpSpPr>
                      <wps:wsp>
                        <wps:cNvPr id="166" name="Freeform 50"/>
                        <wps:cNvSpPr>
                          <a:spLocks/>
                        </wps:cNvSpPr>
                        <wps:spPr bwMode="auto">
                          <a:xfrm>
                            <a:off x="9419" y="1685"/>
                            <a:ext cx="154" cy="342"/>
                          </a:xfrm>
                          <a:custGeom>
                            <a:avLst/>
                            <a:gdLst>
                              <a:gd name="T0" fmla="+- 0 9568 9419"/>
                              <a:gd name="T1" fmla="*/ T0 w 154"/>
                              <a:gd name="T2" fmla="+- 0 1685 1685"/>
                              <a:gd name="T3" fmla="*/ 1685 h 342"/>
                              <a:gd name="T4" fmla="+- 0 9419 9419"/>
                              <a:gd name="T5" fmla="*/ T4 w 154"/>
                              <a:gd name="T6" fmla="+- 0 1685 1685"/>
                              <a:gd name="T7" fmla="*/ 1685 h 342"/>
                              <a:gd name="T8" fmla="+- 0 9444 9419"/>
                              <a:gd name="T9" fmla="*/ T8 w 154"/>
                              <a:gd name="T10" fmla="+- 0 1690 1685"/>
                              <a:gd name="T11" fmla="*/ 1690 h 342"/>
                              <a:gd name="T12" fmla="+- 0 9459 9419"/>
                              <a:gd name="T13" fmla="*/ T12 w 154"/>
                              <a:gd name="T14" fmla="+- 0 1703 1685"/>
                              <a:gd name="T15" fmla="*/ 1703 h 342"/>
                              <a:gd name="T16" fmla="+- 0 9464 9419"/>
                              <a:gd name="T17" fmla="*/ T16 w 154"/>
                              <a:gd name="T18" fmla="+- 0 1725 1685"/>
                              <a:gd name="T19" fmla="*/ 1725 h 342"/>
                              <a:gd name="T20" fmla="+- 0 9464 9419"/>
                              <a:gd name="T21" fmla="*/ T20 w 154"/>
                              <a:gd name="T22" fmla="+- 0 2027 1685"/>
                              <a:gd name="T23" fmla="*/ 2027 h 342"/>
                              <a:gd name="T24" fmla="+- 0 9573 9419"/>
                              <a:gd name="T25" fmla="*/ T24 w 154"/>
                              <a:gd name="T26" fmla="+- 0 2027 1685"/>
                              <a:gd name="T27" fmla="*/ 2027 h 342"/>
                              <a:gd name="T28" fmla="+- 0 9573 9419"/>
                              <a:gd name="T29" fmla="*/ T28 w 154"/>
                              <a:gd name="T30" fmla="+- 0 1725 1685"/>
                              <a:gd name="T31" fmla="*/ 1725 h 342"/>
                              <a:gd name="T32" fmla="+- 0 9572 9419"/>
                              <a:gd name="T33" fmla="*/ T32 w 154"/>
                              <a:gd name="T34" fmla="+- 0 1705 1685"/>
                              <a:gd name="T35" fmla="*/ 1705 h 342"/>
                              <a:gd name="T36" fmla="+- 0 9568 9419"/>
                              <a:gd name="T37" fmla="*/ T36 w 154"/>
                              <a:gd name="T38" fmla="+- 0 1685 1685"/>
                              <a:gd name="T39" fmla="*/ 1685 h 342"/>
                              <a:gd name="T40" fmla="+- 0 9568 9419"/>
                              <a:gd name="T41" fmla="*/ T40 w 154"/>
                              <a:gd name="T42" fmla="+- 0 1685 1685"/>
                              <a:gd name="T43" fmla="*/ 1685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342">
                                <a:moveTo>
                                  <a:pt x="149" y="0"/>
                                </a:moveTo>
                                <a:lnTo>
                                  <a:pt x="0" y="0"/>
                                </a:lnTo>
                                <a:lnTo>
                                  <a:pt x="25" y="5"/>
                                </a:lnTo>
                                <a:lnTo>
                                  <a:pt x="40" y="18"/>
                                </a:lnTo>
                                <a:lnTo>
                                  <a:pt x="45" y="40"/>
                                </a:lnTo>
                                <a:lnTo>
                                  <a:pt x="45" y="342"/>
                                </a:lnTo>
                                <a:lnTo>
                                  <a:pt x="154" y="342"/>
                                </a:lnTo>
                                <a:lnTo>
                                  <a:pt x="154" y="40"/>
                                </a:lnTo>
                                <a:lnTo>
                                  <a:pt x="153" y="20"/>
                                </a:lnTo>
                                <a:lnTo>
                                  <a:pt x="14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7" name="Group 51"/>
                      <wpg:cNvGrpSpPr>
                        <a:grpSpLocks/>
                      </wpg:cNvGrpSpPr>
                      <wpg:grpSpPr bwMode="auto">
                        <a:xfrm>
                          <a:off x="10506" y="1419"/>
                          <a:ext cx="87" cy="87"/>
                          <a:chOff x="10506" y="1419"/>
                          <a:chExt cx="87" cy="87"/>
                        </a:xfrm>
                      </wpg:grpSpPr>
                      <wps:wsp>
                        <wps:cNvPr id="168" name="Freeform 52"/>
                        <wps:cNvSpPr>
                          <a:spLocks/>
                        </wps:cNvSpPr>
                        <wps:spPr bwMode="auto">
                          <a:xfrm>
                            <a:off x="10506" y="1419"/>
                            <a:ext cx="87" cy="87"/>
                          </a:xfrm>
                          <a:custGeom>
                            <a:avLst/>
                            <a:gdLst>
                              <a:gd name="T0" fmla="+- 0 10546 10506"/>
                              <a:gd name="T1" fmla="*/ T0 w 87"/>
                              <a:gd name="T2" fmla="+- 0 1419 1419"/>
                              <a:gd name="T3" fmla="*/ 1419 h 87"/>
                              <a:gd name="T4" fmla="+- 0 10526 10506"/>
                              <a:gd name="T5" fmla="*/ T4 w 87"/>
                              <a:gd name="T6" fmla="+- 0 1426 1419"/>
                              <a:gd name="T7" fmla="*/ 1426 h 87"/>
                              <a:gd name="T8" fmla="+- 0 10511 10506"/>
                              <a:gd name="T9" fmla="*/ T8 w 87"/>
                              <a:gd name="T10" fmla="+- 0 1442 1419"/>
                              <a:gd name="T11" fmla="*/ 1442 h 87"/>
                              <a:gd name="T12" fmla="+- 0 10506 10506"/>
                              <a:gd name="T13" fmla="*/ T12 w 87"/>
                              <a:gd name="T14" fmla="+- 0 1465 1419"/>
                              <a:gd name="T15" fmla="*/ 1465 h 87"/>
                              <a:gd name="T16" fmla="+- 0 10513 10506"/>
                              <a:gd name="T17" fmla="*/ T16 w 87"/>
                              <a:gd name="T18" fmla="+- 0 1486 1419"/>
                              <a:gd name="T19" fmla="*/ 1486 h 87"/>
                              <a:gd name="T20" fmla="+- 0 10528 10506"/>
                              <a:gd name="T21" fmla="*/ T20 w 87"/>
                              <a:gd name="T22" fmla="+- 0 1501 1419"/>
                              <a:gd name="T23" fmla="*/ 1501 h 87"/>
                              <a:gd name="T24" fmla="+- 0 10550 10506"/>
                              <a:gd name="T25" fmla="*/ T24 w 87"/>
                              <a:gd name="T26" fmla="+- 0 1506 1419"/>
                              <a:gd name="T27" fmla="*/ 1506 h 87"/>
                              <a:gd name="T28" fmla="+- 0 10556 10506"/>
                              <a:gd name="T29" fmla="*/ T28 w 87"/>
                              <a:gd name="T30" fmla="+- 0 1506 1419"/>
                              <a:gd name="T31" fmla="*/ 1506 h 87"/>
                              <a:gd name="T32" fmla="+- 0 10573 10506"/>
                              <a:gd name="T33" fmla="*/ T32 w 87"/>
                              <a:gd name="T34" fmla="+- 0 1499 1419"/>
                              <a:gd name="T35" fmla="*/ 1499 h 87"/>
                              <a:gd name="T36" fmla="+- 0 10548 10506"/>
                              <a:gd name="T37" fmla="*/ T36 w 87"/>
                              <a:gd name="T38" fmla="+- 0 1499 1419"/>
                              <a:gd name="T39" fmla="*/ 1499 h 87"/>
                              <a:gd name="T40" fmla="+- 0 10531 10506"/>
                              <a:gd name="T41" fmla="*/ T40 w 87"/>
                              <a:gd name="T42" fmla="+- 0 1493 1419"/>
                              <a:gd name="T43" fmla="*/ 1493 h 87"/>
                              <a:gd name="T44" fmla="+- 0 10519 10506"/>
                              <a:gd name="T45" fmla="*/ T44 w 87"/>
                              <a:gd name="T46" fmla="+- 0 1477 1419"/>
                              <a:gd name="T47" fmla="*/ 1477 h 87"/>
                              <a:gd name="T48" fmla="+- 0 10516 10506"/>
                              <a:gd name="T49" fmla="*/ T48 w 87"/>
                              <a:gd name="T50" fmla="+- 0 1450 1419"/>
                              <a:gd name="T51" fmla="*/ 1450 h 87"/>
                              <a:gd name="T52" fmla="+- 0 10529 10506"/>
                              <a:gd name="T53" fmla="*/ T52 w 87"/>
                              <a:gd name="T54" fmla="+- 0 1433 1419"/>
                              <a:gd name="T55" fmla="*/ 1433 h 87"/>
                              <a:gd name="T56" fmla="+- 0 10550 10506"/>
                              <a:gd name="T57" fmla="*/ T56 w 87"/>
                              <a:gd name="T58" fmla="+- 0 1426 1419"/>
                              <a:gd name="T59" fmla="*/ 1426 h 87"/>
                              <a:gd name="T60" fmla="+- 0 10572 10506"/>
                              <a:gd name="T61" fmla="*/ T60 w 87"/>
                              <a:gd name="T62" fmla="+- 0 1426 1419"/>
                              <a:gd name="T63" fmla="*/ 1426 h 87"/>
                              <a:gd name="T64" fmla="+- 0 10569 10506"/>
                              <a:gd name="T65" fmla="*/ T64 w 87"/>
                              <a:gd name="T66" fmla="+- 0 1424 1419"/>
                              <a:gd name="T67" fmla="*/ 1424 h 87"/>
                              <a:gd name="T68" fmla="+- 0 10546 10506"/>
                              <a:gd name="T69" fmla="*/ T68 w 87"/>
                              <a:gd name="T70" fmla="+- 0 1419 1419"/>
                              <a:gd name="T71" fmla="*/ 1419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7" h="87">
                                <a:moveTo>
                                  <a:pt x="40" y="0"/>
                                </a:moveTo>
                                <a:lnTo>
                                  <a:pt x="20" y="7"/>
                                </a:lnTo>
                                <a:lnTo>
                                  <a:pt x="5" y="23"/>
                                </a:lnTo>
                                <a:lnTo>
                                  <a:pt x="0" y="46"/>
                                </a:lnTo>
                                <a:lnTo>
                                  <a:pt x="7" y="67"/>
                                </a:lnTo>
                                <a:lnTo>
                                  <a:pt x="22" y="82"/>
                                </a:lnTo>
                                <a:lnTo>
                                  <a:pt x="44" y="87"/>
                                </a:lnTo>
                                <a:lnTo>
                                  <a:pt x="50" y="87"/>
                                </a:lnTo>
                                <a:lnTo>
                                  <a:pt x="67" y="80"/>
                                </a:lnTo>
                                <a:lnTo>
                                  <a:pt x="42" y="80"/>
                                </a:lnTo>
                                <a:lnTo>
                                  <a:pt x="25" y="74"/>
                                </a:lnTo>
                                <a:lnTo>
                                  <a:pt x="13" y="58"/>
                                </a:lnTo>
                                <a:lnTo>
                                  <a:pt x="10" y="31"/>
                                </a:lnTo>
                                <a:lnTo>
                                  <a:pt x="23" y="14"/>
                                </a:lnTo>
                                <a:lnTo>
                                  <a:pt x="44" y="7"/>
                                </a:lnTo>
                                <a:lnTo>
                                  <a:pt x="66" y="7"/>
                                </a:lnTo>
                                <a:lnTo>
                                  <a:pt x="63" y="5"/>
                                </a:lnTo>
                                <a:lnTo>
                                  <a:pt x="4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53"/>
                        <wps:cNvSpPr>
                          <a:spLocks/>
                        </wps:cNvSpPr>
                        <wps:spPr bwMode="auto">
                          <a:xfrm>
                            <a:off x="10506" y="1419"/>
                            <a:ext cx="87" cy="87"/>
                          </a:xfrm>
                          <a:custGeom>
                            <a:avLst/>
                            <a:gdLst>
                              <a:gd name="T0" fmla="+- 0 10572 10506"/>
                              <a:gd name="T1" fmla="*/ T0 w 87"/>
                              <a:gd name="T2" fmla="+- 0 1426 1419"/>
                              <a:gd name="T3" fmla="*/ 1426 h 87"/>
                              <a:gd name="T4" fmla="+- 0 10550 10506"/>
                              <a:gd name="T5" fmla="*/ T4 w 87"/>
                              <a:gd name="T6" fmla="+- 0 1426 1419"/>
                              <a:gd name="T7" fmla="*/ 1426 h 87"/>
                              <a:gd name="T8" fmla="+- 0 10553 10506"/>
                              <a:gd name="T9" fmla="*/ T8 w 87"/>
                              <a:gd name="T10" fmla="+- 0 1427 1419"/>
                              <a:gd name="T11" fmla="*/ 1427 h 87"/>
                              <a:gd name="T12" fmla="+- 0 10570 10506"/>
                              <a:gd name="T13" fmla="*/ T12 w 87"/>
                              <a:gd name="T14" fmla="+- 0 1433 1419"/>
                              <a:gd name="T15" fmla="*/ 1433 h 87"/>
                              <a:gd name="T16" fmla="+- 0 10581 10506"/>
                              <a:gd name="T17" fmla="*/ T16 w 87"/>
                              <a:gd name="T18" fmla="+- 0 1450 1419"/>
                              <a:gd name="T19" fmla="*/ 1450 h 87"/>
                              <a:gd name="T20" fmla="+- 0 10583 10506"/>
                              <a:gd name="T21" fmla="*/ T20 w 87"/>
                              <a:gd name="T22" fmla="+- 0 1476 1419"/>
                              <a:gd name="T23" fmla="*/ 1476 h 87"/>
                              <a:gd name="T24" fmla="+- 0 10570 10506"/>
                              <a:gd name="T25" fmla="*/ T24 w 87"/>
                              <a:gd name="T26" fmla="+- 0 1492 1419"/>
                              <a:gd name="T27" fmla="*/ 1492 h 87"/>
                              <a:gd name="T28" fmla="+- 0 10548 10506"/>
                              <a:gd name="T29" fmla="*/ T28 w 87"/>
                              <a:gd name="T30" fmla="+- 0 1499 1419"/>
                              <a:gd name="T31" fmla="*/ 1499 h 87"/>
                              <a:gd name="T32" fmla="+- 0 10573 10506"/>
                              <a:gd name="T33" fmla="*/ T32 w 87"/>
                              <a:gd name="T34" fmla="+- 0 1499 1419"/>
                              <a:gd name="T35" fmla="*/ 1499 h 87"/>
                              <a:gd name="T36" fmla="+- 0 10575 10506"/>
                              <a:gd name="T37" fmla="*/ T36 w 87"/>
                              <a:gd name="T38" fmla="+- 0 1498 1419"/>
                              <a:gd name="T39" fmla="*/ 1498 h 87"/>
                              <a:gd name="T40" fmla="+- 0 10588 10506"/>
                              <a:gd name="T41" fmla="*/ T40 w 87"/>
                              <a:gd name="T42" fmla="+- 0 1481 1419"/>
                              <a:gd name="T43" fmla="*/ 1481 h 87"/>
                              <a:gd name="T44" fmla="+- 0 10593 10506"/>
                              <a:gd name="T45" fmla="*/ T44 w 87"/>
                              <a:gd name="T46" fmla="+- 0 1458 1419"/>
                              <a:gd name="T47" fmla="*/ 1458 h 87"/>
                              <a:gd name="T48" fmla="+- 0 10586 10506"/>
                              <a:gd name="T49" fmla="*/ T48 w 87"/>
                              <a:gd name="T50" fmla="+- 0 1438 1419"/>
                              <a:gd name="T51" fmla="*/ 1438 h 87"/>
                              <a:gd name="T52" fmla="+- 0 10572 10506"/>
                              <a:gd name="T53" fmla="*/ T52 w 87"/>
                              <a:gd name="T54" fmla="+- 0 1426 1419"/>
                              <a:gd name="T55" fmla="*/ 1426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 h="87">
                                <a:moveTo>
                                  <a:pt x="66" y="7"/>
                                </a:moveTo>
                                <a:lnTo>
                                  <a:pt x="44" y="7"/>
                                </a:lnTo>
                                <a:lnTo>
                                  <a:pt x="47" y="8"/>
                                </a:lnTo>
                                <a:lnTo>
                                  <a:pt x="64" y="14"/>
                                </a:lnTo>
                                <a:lnTo>
                                  <a:pt x="75" y="31"/>
                                </a:lnTo>
                                <a:lnTo>
                                  <a:pt x="77" y="57"/>
                                </a:lnTo>
                                <a:lnTo>
                                  <a:pt x="64" y="73"/>
                                </a:lnTo>
                                <a:lnTo>
                                  <a:pt x="42" y="80"/>
                                </a:lnTo>
                                <a:lnTo>
                                  <a:pt x="67" y="80"/>
                                </a:lnTo>
                                <a:lnTo>
                                  <a:pt x="69" y="79"/>
                                </a:lnTo>
                                <a:lnTo>
                                  <a:pt x="82" y="62"/>
                                </a:lnTo>
                                <a:lnTo>
                                  <a:pt x="87" y="39"/>
                                </a:lnTo>
                                <a:lnTo>
                                  <a:pt x="80" y="19"/>
                                </a:lnTo>
                                <a:lnTo>
                                  <a:pt x="66" y="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Freeform 54"/>
                        <wps:cNvSpPr>
                          <a:spLocks/>
                        </wps:cNvSpPr>
                        <wps:spPr bwMode="auto">
                          <a:xfrm>
                            <a:off x="10506" y="1419"/>
                            <a:ext cx="87" cy="87"/>
                          </a:xfrm>
                          <a:custGeom>
                            <a:avLst/>
                            <a:gdLst>
                              <a:gd name="T0" fmla="+- 0 10561 10506"/>
                              <a:gd name="T1" fmla="*/ T0 w 87"/>
                              <a:gd name="T2" fmla="+- 0 1435 1419"/>
                              <a:gd name="T3" fmla="*/ 1435 h 87"/>
                              <a:gd name="T4" fmla="+- 0 10543 10506"/>
                              <a:gd name="T5" fmla="*/ T4 w 87"/>
                              <a:gd name="T6" fmla="+- 0 1435 1419"/>
                              <a:gd name="T7" fmla="*/ 1435 h 87"/>
                              <a:gd name="T8" fmla="+- 0 10536 10506"/>
                              <a:gd name="T9" fmla="*/ T8 w 87"/>
                              <a:gd name="T10" fmla="+- 0 1435 1419"/>
                              <a:gd name="T11" fmla="*/ 1435 h 87"/>
                              <a:gd name="T12" fmla="+- 0 10534 10506"/>
                              <a:gd name="T13" fmla="*/ T12 w 87"/>
                              <a:gd name="T14" fmla="+- 0 1435 1419"/>
                              <a:gd name="T15" fmla="*/ 1435 h 87"/>
                              <a:gd name="T16" fmla="+- 0 10531 10506"/>
                              <a:gd name="T17" fmla="*/ T16 w 87"/>
                              <a:gd name="T18" fmla="+- 0 1436 1419"/>
                              <a:gd name="T19" fmla="*/ 1436 h 87"/>
                              <a:gd name="T20" fmla="+- 0 10531 10506"/>
                              <a:gd name="T21" fmla="*/ T20 w 87"/>
                              <a:gd name="T22" fmla="+- 0 1437 1419"/>
                              <a:gd name="T23" fmla="*/ 1437 h 87"/>
                              <a:gd name="T24" fmla="+- 0 10531 10506"/>
                              <a:gd name="T25" fmla="*/ T24 w 87"/>
                              <a:gd name="T26" fmla="+- 0 1488 1419"/>
                              <a:gd name="T27" fmla="*/ 1488 h 87"/>
                              <a:gd name="T28" fmla="+- 0 10531 10506"/>
                              <a:gd name="T29" fmla="*/ T28 w 87"/>
                              <a:gd name="T30" fmla="+- 0 1489 1419"/>
                              <a:gd name="T31" fmla="*/ 1489 h 87"/>
                              <a:gd name="T32" fmla="+- 0 10541 10506"/>
                              <a:gd name="T33" fmla="*/ T32 w 87"/>
                              <a:gd name="T34" fmla="+- 0 1489 1419"/>
                              <a:gd name="T35" fmla="*/ 1489 h 87"/>
                              <a:gd name="T36" fmla="+- 0 10541 10506"/>
                              <a:gd name="T37" fmla="*/ T36 w 87"/>
                              <a:gd name="T38" fmla="+- 0 1488 1419"/>
                              <a:gd name="T39" fmla="*/ 1488 h 87"/>
                              <a:gd name="T40" fmla="+- 0 10542 10506"/>
                              <a:gd name="T41" fmla="*/ T40 w 87"/>
                              <a:gd name="T42" fmla="+- 0 1468 1419"/>
                              <a:gd name="T43" fmla="*/ 1468 h 87"/>
                              <a:gd name="T44" fmla="+- 0 10560 10506"/>
                              <a:gd name="T45" fmla="*/ T44 w 87"/>
                              <a:gd name="T46" fmla="+- 0 1468 1419"/>
                              <a:gd name="T47" fmla="*/ 1468 h 87"/>
                              <a:gd name="T48" fmla="+- 0 10559 10506"/>
                              <a:gd name="T49" fmla="*/ T48 w 87"/>
                              <a:gd name="T50" fmla="+- 0 1466 1419"/>
                              <a:gd name="T51" fmla="*/ 1466 h 87"/>
                              <a:gd name="T52" fmla="+- 0 10565 10506"/>
                              <a:gd name="T53" fmla="*/ T52 w 87"/>
                              <a:gd name="T54" fmla="+- 0 1464 1419"/>
                              <a:gd name="T55" fmla="*/ 1464 h 87"/>
                              <a:gd name="T56" fmla="+- 0 10569 10506"/>
                              <a:gd name="T57" fmla="*/ T56 w 87"/>
                              <a:gd name="T58" fmla="+- 0 1460 1419"/>
                              <a:gd name="T59" fmla="*/ 1460 h 87"/>
                              <a:gd name="T60" fmla="+- 0 10569 10506"/>
                              <a:gd name="T61" fmla="*/ T60 w 87"/>
                              <a:gd name="T62" fmla="+- 0 1460 1419"/>
                              <a:gd name="T63" fmla="*/ 1460 h 87"/>
                              <a:gd name="T64" fmla="+- 0 10555 10506"/>
                              <a:gd name="T65" fmla="*/ T64 w 87"/>
                              <a:gd name="T66" fmla="+- 0 1460 1419"/>
                              <a:gd name="T67" fmla="*/ 1460 h 87"/>
                              <a:gd name="T68" fmla="+- 0 10541 10506"/>
                              <a:gd name="T69" fmla="*/ T68 w 87"/>
                              <a:gd name="T70" fmla="+- 0 1459 1419"/>
                              <a:gd name="T71" fmla="*/ 1459 h 87"/>
                              <a:gd name="T72" fmla="+- 0 10541 10506"/>
                              <a:gd name="T73" fmla="*/ T72 w 87"/>
                              <a:gd name="T74" fmla="+- 0 1444 1419"/>
                              <a:gd name="T75" fmla="*/ 1444 h 87"/>
                              <a:gd name="T76" fmla="+- 0 10569 10506"/>
                              <a:gd name="T77" fmla="*/ T76 w 87"/>
                              <a:gd name="T78" fmla="+- 0 1444 1419"/>
                              <a:gd name="T79" fmla="*/ 1444 h 87"/>
                              <a:gd name="T80" fmla="+- 0 10569 10506"/>
                              <a:gd name="T81" fmla="*/ T80 w 87"/>
                              <a:gd name="T82" fmla="+- 0 1439 1419"/>
                              <a:gd name="T83" fmla="*/ 1439 h 87"/>
                              <a:gd name="T84" fmla="+- 0 10561 10506"/>
                              <a:gd name="T85" fmla="*/ T84 w 87"/>
                              <a:gd name="T86" fmla="+- 0 1435 1419"/>
                              <a:gd name="T87" fmla="*/ 1435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 h="87">
                                <a:moveTo>
                                  <a:pt x="55" y="16"/>
                                </a:moveTo>
                                <a:lnTo>
                                  <a:pt x="37" y="16"/>
                                </a:lnTo>
                                <a:lnTo>
                                  <a:pt x="30" y="16"/>
                                </a:lnTo>
                                <a:lnTo>
                                  <a:pt x="28" y="16"/>
                                </a:lnTo>
                                <a:lnTo>
                                  <a:pt x="25" y="17"/>
                                </a:lnTo>
                                <a:lnTo>
                                  <a:pt x="25" y="18"/>
                                </a:lnTo>
                                <a:lnTo>
                                  <a:pt x="25" y="69"/>
                                </a:lnTo>
                                <a:lnTo>
                                  <a:pt x="25" y="70"/>
                                </a:lnTo>
                                <a:lnTo>
                                  <a:pt x="35" y="70"/>
                                </a:lnTo>
                                <a:lnTo>
                                  <a:pt x="35" y="69"/>
                                </a:lnTo>
                                <a:lnTo>
                                  <a:pt x="36" y="49"/>
                                </a:lnTo>
                                <a:lnTo>
                                  <a:pt x="54" y="49"/>
                                </a:lnTo>
                                <a:lnTo>
                                  <a:pt x="53" y="47"/>
                                </a:lnTo>
                                <a:lnTo>
                                  <a:pt x="59" y="45"/>
                                </a:lnTo>
                                <a:lnTo>
                                  <a:pt x="63" y="41"/>
                                </a:lnTo>
                                <a:lnTo>
                                  <a:pt x="49" y="41"/>
                                </a:lnTo>
                                <a:lnTo>
                                  <a:pt x="35" y="40"/>
                                </a:lnTo>
                                <a:lnTo>
                                  <a:pt x="35" y="25"/>
                                </a:lnTo>
                                <a:lnTo>
                                  <a:pt x="63" y="25"/>
                                </a:lnTo>
                                <a:lnTo>
                                  <a:pt x="63" y="20"/>
                                </a:lnTo>
                                <a:lnTo>
                                  <a:pt x="55" y="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Freeform 55"/>
                        <wps:cNvSpPr>
                          <a:spLocks/>
                        </wps:cNvSpPr>
                        <wps:spPr bwMode="auto">
                          <a:xfrm>
                            <a:off x="10506" y="1419"/>
                            <a:ext cx="87" cy="87"/>
                          </a:xfrm>
                          <a:custGeom>
                            <a:avLst/>
                            <a:gdLst>
                              <a:gd name="T0" fmla="+- 0 10560 10506"/>
                              <a:gd name="T1" fmla="*/ T0 w 87"/>
                              <a:gd name="T2" fmla="+- 0 1468 1419"/>
                              <a:gd name="T3" fmla="*/ 1468 h 87"/>
                              <a:gd name="T4" fmla="+- 0 10547 10506"/>
                              <a:gd name="T5" fmla="*/ T4 w 87"/>
                              <a:gd name="T6" fmla="+- 0 1468 1419"/>
                              <a:gd name="T7" fmla="*/ 1468 h 87"/>
                              <a:gd name="T8" fmla="+- 0 10548 10506"/>
                              <a:gd name="T9" fmla="*/ T8 w 87"/>
                              <a:gd name="T10" fmla="+- 0 1469 1419"/>
                              <a:gd name="T11" fmla="*/ 1469 h 87"/>
                              <a:gd name="T12" fmla="+- 0 10548 10506"/>
                              <a:gd name="T13" fmla="*/ T12 w 87"/>
                              <a:gd name="T14" fmla="+- 0 1469 1419"/>
                              <a:gd name="T15" fmla="*/ 1469 h 87"/>
                              <a:gd name="T16" fmla="+- 0 10559 10506"/>
                              <a:gd name="T17" fmla="*/ T16 w 87"/>
                              <a:gd name="T18" fmla="+- 0 1488 1419"/>
                              <a:gd name="T19" fmla="*/ 1488 h 87"/>
                              <a:gd name="T20" fmla="+- 0 10560 10506"/>
                              <a:gd name="T21" fmla="*/ T20 w 87"/>
                              <a:gd name="T22" fmla="+- 0 1488 1419"/>
                              <a:gd name="T23" fmla="*/ 1488 h 87"/>
                              <a:gd name="T24" fmla="+- 0 10560 10506"/>
                              <a:gd name="T25" fmla="*/ T24 w 87"/>
                              <a:gd name="T26" fmla="+- 0 1489 1419"/>
                              <a:gd name="T27" fmla="*/ 1489 h 87"/>
                              <a:gd name="T28" fmla="+- 0 10570 10506"/>
                              <a:gd name="T29" fmla="*/ T28 w 87"/>
                              <a:gd name="T30" fmla="+- 0 1489 1419"/>
                              <a:gd name="T31" fmla="*/ 1489 h 87"/>
                              <a:gd name="T32" fmla="+- 0 10571 10506"/>
                              <a:gd name="T33" fmla="*/ T32 w 87"/>
                              <a:gd name="T34" fmla="+- 0 1488 1419"/>
                              <a:gd name="T35" fmla="*/ 1488 h 87"/>
                              <a:gd name="T36" fmla="+- 0 10571 10506"/>
                              <a:gd name="T37" fmla="*/ T36 w 87"/>
                              <a:gd name="T38" fmla="+- 0 1487 1419"/>
                              <a:gd name="T39" fmla="*/ 1487 h 87"/>
                              <a:gd name="T40" fmla="+- 0 10571 10506"/>
                              <a:gd name="T41" fmla="*/ T40 w 87"/>
                              <a:gd name="T42" fmla="+- 0 1486 1419"/>
                              <a:gd name="T43" fmla="*/ 1486 h 87"/>
                              <a:gd name="T44" fmla="+- 0 10560 10506"/>
                              <a:gd name="T45" fmla="*/ T44 w 87"/>
                              <a:gd name="T46" fmla="+- 0 1468 1419"/>
                              <a:gd name="T47" fmla="*/ 1468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7" h="87">
                                <a:moveTo>
                                  <a:pt x="54" y="49"/>
                                </a:moveTo>
                                <a:lnTo>
                                  <a:pt x="41" y="49"/>
                                </a:lnTo>
                                <a:lnTo>
                                  <a:pt x="42" y="50"/>
                                </a:lnTo>
                                <a:lnTo>
                                  <a:pt x="53" y="69"/>
                                </a:lnTo>
                                <a:lnTo>
                                  <a:pt x="54" y="69"/>
                                </a:lnTo>
                                <a:lnTo>
                                  <a:pt x="54" y="70"/>
                                </a:lnTo>
                                <a:lnTo>
                                  <a:pt x="64" y="70"/>
                                </a:lnTo>
                                <a:lnTo>
                                  <a:pt x="65" y="69"/>
                                </a:lnTo>
                                <a:lnTo>
                                  <a:pt x="65" y="68"/>
                                </a:lnTo>
                                <a:lnTo>
                                  <a:pt x="65" y="67"/>
                                </a:lnTo>
                                <a:lnTo>
                                  <a:pt x="54" y="49"/>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Freeform 56"/>
                        <wps:cNvSpPr>
                          <a:spLocks/>
                        </wps:cNvSpPr>
                        <wps:spPr bwMode="auto">
                          <a:xfrm>
                            <a:off x="10506" y="1419"/>
                            <a:ext cx="87" cy="87"/>
                          </a:xfrm>
                          <a:custGeom>
                            <a:avLst/>
                            <a:gdLst>
                              <a:gd name="T0" fmla="+- 0 10569 10506"/>
                              <a:gd name="T1" fmla="*/ T0 w 87"/>
                              <a:gd name="T2" fmla="+- 0 1444 1419"/>
                              <a:gd name="T3" fmla="*/ 1444 h 87"/>
                              <a:gd name="T4" fmla="+- 0 10555 10506"/>
                              <a:gd name="T5" fmla="*/ T4 w 87"/>
                              <a:gd name="T6" fmla="+- 0 1444 1419"/>
                              <a:gd name="T7" fmla="*/ 1444 h 87"/>
                              <a:gd name="T8" fmla="+- 0 10558 10506"/>
                              <a:gd name="T9" fmla="*/ T8 w 87"/>
                              <a:gd name="T10" fmla="+- 0 1446 1419"/>
                              <a:gd name="T11" fmla="*/ 1446 h 87"/>
                              <a:gd name="T12" fmla="+- 0 10558 10506"/>
                              <a:gd name="T13" fmla="*/ T12 w 87"/>
                              <a:gd name="T14" fmla="+- 0 1457 1419"/>
                              <a:gd name="T15" fmla="*/ 1457 h 87"/>
                              <a:gd name="T16" fmla="+- 0 10555 10506"/>
                              <a:gd name="T17" fmla="*/ T16 w 87"/>
                              <a:gd name="T18" fmla="+- 0 1460 1419"/>
                              <a:gd name="T19" fmla="*/ 1460 h 87"/>
                              <a:gd name="T20" fmla="+- 0 10569 10506"/>
                              <a:gd name="T21" fmla="*/ T20 w 87"/>
                              <a:gd name="T22" fmla="+- 0 1460 1419"/>
                              <a:gd name="T23" fmla="*/ 1460 h 87"/>
                              <a:gd name="T24" fmla="+- 0 10569 10506"/>
                              <a:gd name="T25" fmla="*/ T24 w 87"/>
                              <a:gd name="T26" fmla="+- 0 1444 1419"/>
                              <a:gd name="T27" fmla="*/ 1444 h 87"/>
                            </a:gdLst>
                            <a:ahLst/>
                            <a:cxnLst>
                              <a:cxn ang="0">
                                <a:pos x="T1" y="T3"/>
                              </a:cxn>
                              <a:cxn ang="0">
                                <a:pos x="T5" y="T7"/>
                              </a:cxn>
                              <a:cxn ang="0">
                                <a:pos x="T9" y="T11"/>
                              </a:cxn>
                              <a:cxn ang="0">
                                <a:pos x="T13" y="T15"/>
                              </a:cxn>
                              <a:cxn ang="0">
                                <a:pos x="T17" y="T19"/>
                              </a:cxn>
                              <a:cxn ang="0">
                                <a:pos x="T21" y="T23"/>
                              </a:cxn>
                              <a:cxn ang="0">
                                <a:pos x="T25" y="T27"/>
                              </a:cxn>
                            </a:cxnLst>
                            <a:rect l="0" t="0" r="r" b="b"/>
                            <a:pathLst>
                              <a:path w="87" h="87">
                                <a:moveTo>
                                  <a:pt x="63" y="25"/>
                                </a:moveTo>
                                <a:lnTo>
                                  <a:pt x="49" y="25"/>
                                </a:lnTo>
                                <a:lnTo>
                                  <a:pt x="52" y="27"/>
                                </a:lnTo>
                                <a:lnTo>
                                  <a:pt x="52" y="38"/>
                                </a:lnTo>
                                <a:lnTo>
                                  <a:pt x="49" y="41"/>
                                </a:lnTo>
                                <a:lnTo>
                                  <a:pt x="63" y="41"/>
                                </a:lnTo>
                                <a:lnTo>
                                  <a:pt x="63" y="25"/>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84BE183" id="Group 29" o:spid="_x0000_s1026" style="position:absolute;margin-left:78.85pt;margin-top:23.8pt;width:86.85pt;height:52.55pt;z-index:-251657216;mso-position-horizontal-relative:page;mso-position-vertical-relative:page" coordorigin="8694,1083" coordsize="2141,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">
              <v:group id="Group 30" o:spid="_x0000_s1027" style="position:absolute;left:8704;top:1093;width:2121;height:1395" coordorigin="8704,1093" coordsize="2121,1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sec8MAAADcAAAADwAAAGRycy9kb3ducmV2LnhtbERPS4vCMBC+C/6HMII3&#10;Tau7snSNIqLiQRZ8wLK3oRnbYjMpTWzrv98Igrf5+J4zX3amFA3VrrCsIB5HIIhTqwvOFFzO29EX&#10;COeRNZaWScGDHCwX/d4cE21bPlJz8pkIIewSVJB7XyVSujQng25sK+LAXW1t0AdYZ1LX2IZwU8pJ&#10;FM2kwYJDQ44VrXNKb6e7UbBrsV1N401zuF3Xj7/z58/vISalhoNu9Q3CU+ff4pd7r8P8j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x5zwwAAANwAAAAP&#10;AAAAAAAAAAAAAAAAAKoCAABkcnMvZG93bnJldi54bWxQSwUGAAAAAAQABAD6AAAAmgMAAAAA&#10;">
                <v:shape id="Freeform 31" o:spid="_x0000_s1028"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T7/cAA&#10;AADcAAAADwAAAGRycy9kb3ducmV2LnhtbERPS4vCMBC+C/6HMII3TX2gSzWKKIp6W3cXr0MztsVm&#10;UprYx783Cwt7m4/vOettawpRU+Vyywom4wgEcWJ1zqmC76/j6AOE88gaC8ukoCMH202/t8ZY24Y/&#10;qb75VIQQdjEqyLwvYyldkpFBN7YlceAetjLoA6xSqStsQrgp5DSKFtJgzqEhw5L2GSXP28somLvD&#10;44Rdfe2oaX6WFzM7P++s1HDQ7lYgPLX+X/znPuswf76E32fCBXLz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tT7/cAAAADcAAAADwAAAAAAAAAAAAAAAACYAgAAZHJzL2Rvd25y&#10;ZXYueG1sUEsFBgAAAAAEAAQA9QAAAIUDAAAAAA==&#10;" path="m231,400r-50,48l136,498,97,550,63,604,37,661,17,720,4,781,,845r,32l8,944r20,78l67,1102r56,72l196,1237r89,53l389,1333r58,17l509,1365r65,12l642,1386r72,6l789,1395r78,l948,1391r84,-6l1102,1377r73,-12l1251,1351r76,-16l1404,1315r77,-22l1556,1268r37,-14l819,1254r-62,l696,1251r-60,-4l521,1232,414,1206r-95,-36l236,1122r-67,-62l119,985,90,895,83,822r1,-24l93,725r20,-70l141,589r35,-61l217,474r14,-17l231,400e" fillcolor="#007cba" stroked="f">
                  <v:path arrowok="t" o:connecttype="custom" o:connectlocs="231,1493;181,1541;136,1591;97,1643;63,1697;37,1754;17,1813;4,1874;0,1938;0,1970;8,2037;28,2115;67,2195;123,2267;196,2330;285,2383;389,2426;447,2443;509,2458;574,2470;642,2479;714,2485;789,2488;867,2488;948,2484;1032,2478;1102,2470;1175,2458;1251,2444;1327,2428;1404,2408;1481,2386;1556,2361;1593,2347;819,2347;757,2347;696,2344;636,2340;521,2325;414,2299;319,2263;236,2215;169,2153;119,2078;90,1988;83,1915;84,1891;93,1818;113,1748;141,1682;176,1621;217,1567;231,1550;231,1493" o:connectangles="0,0,0,0,0,0,0,0,0,0,0,0,0,0,0,0,0,0,0,0,0,0,0,0,0,0,0,0,0,0,0,0,0,0,0,0,0,0,0,0,0,0,0,0,0,0,0,0,0,0,0,0,0,0"/>
                </v:shape>
                <v:shape id="Freeform 32" o:spid="_x0000_s1029"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tvj8QA&#10;AADcAAAADwAAAGRycy9kb3ducmV2LnhtbESPT2vCQBDF74V+h2UK3uqmKq2krlIURXurrfQ6ZMck&#10;mJ0N2TV/vr1zELzN8N6895vFqneVaqkJpWcDb+MEFHHmbcm5gb/f7escVIjIFivPZGCgAKvl89MC&#10;U+s7/qH2GHMlIRxSNFDEWKdah6wgh2Hsa2LRzr5xGGVtcm0b7CTcVXqSJO/aYcnSUGBN64Kyy/Hq&#10;DMzC5rzDof0eqOtOHwc33V/+2ZjRS//1CSpSHx/m+/XeCv5MaOUZmUAv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Lb4/EAAAA3AAAAA8AAAAAAAAAAAAAAAAAmAIAAGRycy9k&#10;b3ducmV2LnhtbFBLBQYAAAAABAAEAPUAAACJAwAAAAA=&#10;" path="m1761,1017r-59,33l1636,1081r-71,29l1489,1138r-78,25l1330,1186r-82,19l1167,1222r-81,13l1007,1244r-63,5l881,1252r-62,2l1593,1254r70,-29l1730,1194r31,-17l1761,1017e" fillcolor="#007cba" stroked="f">
                  <v:path arrowok="t" o:connecttype="custom" o:connectlocs="1761,2110;1702,2143;1636,2174;1565,2203;1489,2231;1411,2256;1330,2279;1248,2298;1167,2315;1086,2328;1007,2337;944,2342;881,2345;819,2347;1593,2347;1663,2318;1730,2287;1761,2270;1761,2110" o:connectangles="0,0,0,0,0,0,0,0,0,0,0,0,0,0,0,0,0,0,0"/>
                </v:shape>
                <v:shape id="Freeform 33" o:spid="_x0000_s1030"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fKFMEA&#10;AADcAAAADwAAAGRycy9kb3ducmV2LnhtbERPS2vCQBC+F/wPywi91Y0PqkZXEUWxvdUHXofsmASz&#10;syG7zePfu0Kht/n4nrNct6YQNVUut6xgOIhAECdW55wquJz3HzMQziNrLCyTgo4crFe9tyXG2jb8&#10;Q/XJpyKEsItRQeZ9GUvpkowMuoEtiQN3t5VBH2CVSl1hE8JNIUdR9CkN5hwaMixpm1HyOP0aBRO3&#10;ux+wq787aprr9MuMj48bK/XebzcLEJ5a/y/+cx91mD+Zw+uZcIF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HyhTBAAAA3AAAAA8AAAAAAAAAAAAAAAAAmAIAAGRycy9kb3du&#10;cmV2LnhtbFBLBQYAAAAABAAEAPUAAACGAwAAAAA=&#10;" path="m1804,73r-463,l1433,76r88,8l1605,98r78,19l1754,143r65,32l1875,213r48,44l1962,307r28,57l2008,428r5,44l2013,495r-10,66l1981,624r-35,61l1901,740r-56,49l1802,818r,115l1882,894r52,-36l1981,815r44,-50l2062,709r29,-62l2111,581r9,-71l2121,472r-3,-37l2090,327r-32,-62l2014,209r-54,-49l1897,118,1826,82r-22,-9e" fillcolor="#007cba" stroked="f">
                  <v:path arrowok="t" o:connecttype="custom" o:connectlocs="1804,1166;1341,1166;1433,1169;1521,1177;1605,1191;1683,1210;1754,1236;1819,1268;1875,1306;1923,1350;1962,1400;1990,1457;2008,1521;2013,1565;2013,1588;2003,1654;1981,1717;1946,1778;1901,1833;1845,1882;1802,1911;1802,2026;1882,1987;1934,1951;1981,1908;2025,1858;2062,1802;2091,1740;2111,1674;2120,1603;2121,1565;2118,1528;2090,1420;2058,1358;2014,1302;1960,1253;1897,1211;1826,1175;1804,1166" o:connectangles="0,0,0,0,0,0,0,0,0,0,0,0,0,0,0,0,0,0,0,0,0,0,0,0,0,0,0,0,0,0,0,0,0,0,0,0,0,0,0"/>
                </v:shape>
                <v:shape id="Freeform 34" o:spid="_x0000_s1031"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T1VMQA&#10;AADcAAAADwAAAGRycy9kb3ducmV2LnhtbESPzW7CQAyE75V4h5Ur9QabFmhRyoJQUSvgBi3q1cqa&#10;JCLrjbLb/Lw9PiD1ZmvGM5+X695VqqUmlJ4NPE8SUMSZtyXnBn6+P8cLUCEiW6w8k4GBAqxXo4cl&#10;ptZ3fKT2FHMlIRxSNFDEWKdah6wgh2Hia2LRLr5xGGVtcm0b7CTcVfolSV61w5KlocCaPgrKrqc/&#10;Z2AWtpcvHNrDQF13ftu76e76y8Y8Pfabd1CR+vhvvl/vrODPBV+ekQn0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k9VTEAAAA3AAAAA8AAAAAAAAAAAAAAAAAmAIAAGRycy9k&#10;b3ducmV2LnhtbFBLBQYAAAAABAAEAPUAAACJAwAAAAA=&#10;" path="m1378,l1276,3,1172,13,1067,28,962,50,857,78,754,112,653,152r-98,46l462,251r,40l555,247r96,-39l749,173r99,-30l949,119,1049,99r99,-14l1246,77r95,-4l1804,73,1748,53,1663,30,1572,14,1477,4,1378,e" fillcolor="#007cba" stroked="f">
                  <v:path arrowok="t" o:connecttype="custom" o:connectlocs="1378,1093;1276,1096;1172,1106;1067,1121;962,1143;857,1171;754,1205;653,1245;555,1291;462,1344;462,1384;555,1340;651,1301;749,1266;848,1236;949,1212;1049,1192;1148,1178;1246,1170;1341,1166;1804,1166;1748,1146;1663,1123;1572,1107;1477,1097;1378,1093" o:connectangles="0,0,0,0,0,0,0,0,0,0,0,0,0,0,0,0,0,0,0,0,0,0,0,0,0,0"/>
                </v:shape>
              </v:group>
              <v:group id="Group 35" o:spid="_x0000_s1032" style="position:absolute;left:10321;top:1419;width:110;height:598" coordorigin="10321,1419" coordsize="110,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sQ2sEAAADcAAAADwAAAGRycy9kb3ducmV2LnhtbERPTYvCMBC9L/gfwgje&#10;1rSKy1KNIqLiQYTVBfE2NGNbbCaliW3990YQvM3jfc5s0ZlSNFS7wrKCeBiBIE6tLjhT8H/afP+C&#10;cB5ZY2mZFDzIwWLe+5phom3Lf9QcfSZCCLsEFeTeV4mULs3JoBvaijhwV1sb9AHWmdQ1tiHclHIU&#10;RT/SYMGhIceKVjmlt+PdKNi22C7H8brZ366rx+U0OZz3MSk16HfLKQhPnf+I3+6dDvMn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NzsQ2sEAAADcAAAADwAA&#10;AAAAAAAAAAAAAACqAgAAZHJzL2Rvd25yZXYueG1sUEsFBgAAAAAEAAQA+gAAAJgDAAAAAA==&#10;">
                <v:shape id="Freeform 36" o:spid="_x0000_s1033" style="position:absolute;left:10321;top:1419;width:110;height:598;visibility:visible;mso-wrap-style:square;v-text-anchor:top" coordsize="110,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PcEb0A&#10;AADcAAAADwAAAGRycy9kb3ducmV2LnhtbERPSwrCMBDdC94hjOBOUwW1VKNIQXDjwh9ux2Zsi82k&#10;NFHr7Y0guJvH+85i1ZpKPKlxpWUFo2EEgjizuuRcwem4GcQgnEfWWFkmBW9ysFp2OwtMtH3xnp4H&#10;n4sQwi5BBYX3dSKlywoy6Ia2Jg7czTYGfYBNLnWDrxBuKjmOoqk0WHJoKLCmtKDsfngYBfpCR4e7&#10;87qMbnvOp7P0KuNUqX6vXc9BeGr9X/xzb3WYPxnD95lwgVx+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rjPcEb0AAADcAAAADwAAAAAAAAAAAAAAAACYAgAAZHJzL2Rvd25yZXYu&#10;eG1sUEsFBgAAAAAEAAQA9QAAAIIDAAAAAA==&#10;" path="m110,l,,,488r14,60l59,590r24,8l110,e" fillcolor="#007cba" stroked="f">
                  <v:path arrowok="t" o:connecttype="custom" o:connectlocs="110,1419;0,1419;0,1907;14,1967;59,2009;83,2017;110,1419" o:connectangles="0,0,0,0,0,0,0"/>
                </v:shape>
              </v:group>
              <v:group id="Group 37" o:spid="_x0000_s1034" style="position:absolute;left:9013;top:1597;width:110;height:429" coordorigin="9013,1597" coordsize="110,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v:shape id="Freeform 38" o:spid="_x0000_s1035" style="position:absolute;left:9013;top:1597;width:110;height:429;visibility:visible;mso-wrap-style:square;v-text-anchor:top" coordsize="110,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AiMsMA&#10;AADcAAAADwAAAGRycy9kb3ducmV2LnhtbERPTWvCQBC9C/0Pywi9mY1tDW10lVIoSClCkuJ5mh2T&#10;YHY2ZNck/fddQfA2j/c5m91kWjFQ7xrLCpZRDIK4tLrhSsFP8bl4BeE8ssbWMin4Iwe77cNsg6m2&#10;I2c05L4SIYRdigpq77tUSlfWZNBFtiMO3Mn2Bn2AfSV1j2MIN618iuNEGmw4NNTY0UdN5Tm/GAWc&#10;nA57cz4eE3y+fGdvv4VefhVKPc6n9zUIT5O/i2/uvQ7zVy9wfSZcIL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9AiMsMAAADcAAAADwAAAAAAAAAAAAAAAACYAgAAZHJzL2Rv&#10;d25yZXYueG1sUEsFBgAAAAAEAAQA9QAAAIgDAAAAAA==&#10;" path="m110,l,,,319r13,60l58,421r24,8l110,e" fillcolor="#007cba" stroked="f">
                  <v:path arrowok="t" o:connecttype="custom" o:connectlocs="110,1597;0,1597;0,1916;13,1976;58,2018;82,2026;110,1597" o:connectangles="0,0,0,0,0,0,0"/>
                </v:shape>
              </v:group>
              <v:group id="Group 39" o:spid="_x0000_s1036" style="position:absolute;left:9013;top:1434;width:110;height:104" coordorigin="9013,1434" coordsize="110,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gAFtnCAAAA3AAAAA8A&#10;AAAAAAAAAAAAAAAAqgIAAGRycy9kb3ducmV2LnhtbFBLBQYAAAAABAAEAPoAAACZAwAAAAA=&#10;">
                <v:shape id="Freeform 40" o:spid="_x0000_s1037" style="position:absolute;left:9013;top:1434;width:110;height:104;visibility:visible;mso-wrap-style:square;v-text-anchor:top" coordsize="11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MbY8UA&#10;AADcAAAADwAAAGRycy9kb3ducmV2LnhtbERPTWvCQBC9F/wPyxR6q5sqikRXKWlFPRRaFdTbkJ1m&#10;g9nZmN3G+O/dQqG3ebzPmS06W4mWGl86VvDST0AQ506XXCjY75bPExA+IGusHJOCG3lYzHsPM0y1&#10;u/IXtdtQiBjCPkUFJoQ6ldLnhiz6vquJI/ftGoshwqaQusFrDLeVHCTJWFosOTYYrCkzlJ+3P1bB&#10;4dhezGb1tl5+3j5W2SY7DN5PQ6WeHrvXKYhAXfgX/7nXOs4fjeH3mXiBn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YxtjxQAAANwAAAAPAAAAAAAAAAAAAAAAAJgCAABkcnMv&#10;ZG93bnJldi54bWxQSwUGAAAAAAQABAD1AAAAigMAAAAA&#10;" path="m,104r109,l109,,,,,104e" fillcolor="#007cba" stroked="f">
                  <v:path arrowok="t" o:connecttype="custom" o:connectlocs="0,1538;109,1538;109,1434;0,1434;0,1538" o:connectangles="0,0,0,0,0"/>
                </v:shape>
              </v:group>
              <v:group id="Group 41" o:spid="_x0000_s1038" style="position:absolute;left:9654;top:1480;width:191;height:546" coordorigin="9654,1480" coordsize="191,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54tNcMAAADcAAAADwAAAGRycy9kb3ducmV2LnhtbERPS4vCMBC+L/gfwgje&#10;NK2iLl2jiKh4EMEHLHsbmrEtNpPSxLb++82CsLf5+J6zWHWmFA3VrrCsIB5FIIhTqwvOFNyuu+En&#10;COeRNZaWScGLHKyWvY8FJtq2fKbm4jMRQtglqCD3vkqkdGlOBt3IVsSBu9vaoA+wzqSusQ3hppTj&#10;KJpJgwWHhhwr2uSUPi5Po2DfYruexNvm+LhvXj/X6en7GJNSg363/gLhqfP/4rf7oMP86Rz+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Xni01wwAAANwAAAAP&#10;AAAAAAAAAAAAAAAAAKoCAABkcnMvZG93bnJldi54bWxQSwUGAAAAAAQABAD6AAAAmgMAAAAA&#10;">
                <v:shape id="Freeform 42" o:spid="_x0000_s1039" style="position:absolute;left:9654;top:1480;width:191;height:546;visibility:visible;mso-wrap-style:square;v-text-anchor:top" coordsize="191,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2E28MA&#10;AADcAAAADwAAAGRycy9kb3ducmV2LnhtbESPQWvCQBCF7wX/wzKFXoputLRodBUtCPWmVjwP2TEJ&#10;zc6G7K7Gf+8chN5meG/e+2ax6l2jrtSF2rOB8SgDRVx4W3Np4PS7HU5BhYhssfFMBu4UYLUcvCww&#10;t/7GB7oeY6kkhEOOBqoY21zrUFTkMIx8SyzaxXcOo6xdqW2HNwl3jZ5k2Zd2WLM0VNjSd0XF3zE5&#10;A3t9Sek9lom26WN/3uzCZNYXxry99us5qEh9/Dc/r3+s4H8KrTwjE+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2E28MAAADcAAAADwAAAAAAAAAAAAAAAACYAgAAZHJzL2Rv&#10;d25yZXYueG1sUEsFBgAAAAAEAAQA9QAAAIgDAAAAAA==&#10;" path="m109,l,,1,440r22,58l74,537r53,9l191,546r,-91l130,453,114,440r-5,-23l109,205r82,l191,117r-82,l109,e" fillcolor="#007cba" stroked="f">
                  <v:path arrowok="t" o:connecttype="custom" o:connectlocs="109,1480;0,1480;1,1920;23,1978;74,2017;127,2026;191,2026;191,1935;130,1933;114,1920;109,1897;109,1685;191,1685;191,1597;109,1597;109,1480" o:connectangles="0,0,0,0,0,0,0,0,0,0,0,0,0,0,0,0"/>
                </v:shape>
              </v:group>
              <v:group id="Group 43" o:spid="_x0000_s1040" style="position:absolute;left:9873;top:1590;width:385;height:443" coordorigin="9873,1590" coordsize="385,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shape id="Freeform 44" o:spid="_x0000_s1041"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vGHsUA&#10;AADcAAAADwAAAGRycy9kb3ducmV2LnhtbESPT2sCQQzF7wW/wxChtzprESmro6il2GPVQvGW3cn+&#10;wZ3MMjN1t9++ORR6S3gv7/2y3o6uU3cKsfVsYD7LQBGX3rZcG/i8vD29gIoJ2WLnmQz8UITtZvKw&#10;xtz6gU90P6daSQjHHA00KfW51rFsyGGc+Z5YtMoHh0nWUGsbcJBw1+nnLFtqhy1LQ4M9HRoqb+dv&#10;ZyAU87oqTv2iuLx+XYePat/hcTTmcTruVqASjenf/Hf9bgV/KfjyjEy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i8YexQAAANwAAAAPAAAAAAAAAAAAAAAAAJgCAABkcnMv&#10;ZG93bnJldi54bWxQSwUGAAAAAAQABAD1AAAAigMAAAAA&#10;" path="m198,l134,10,80,39,37,85,10,147,,226r2,31l21,334r36,54l106,423r59,17l206,443r25,-1l294,429r64,-40l372,375,342,350r-158,l161,344,117,300r-8,-45l385,255r,-46l383,184r,-3l276,181,110,166r26,-54l197,90r158,l347,77,304,32,245,5,222,1,198,e" fillcolor="#007cba" stroked="f">
                  <v:path arrowok="t" o:connecttype="custom" o:connectlocs="198,1590;134,1600;80,1629;37,1675;10,1737;0,1816;2,1847;21,1924;57,1978;106,2013;165,2030;206,2033;231,2032;294,2019;358,1979;372,1965;342,1940;184,1940;161,1934;117,1890;109,1845;385,1845;385,1799;383,1774;383,1771;276,1771;110,1756;136,1702;197,1680;355,1680;347,1667;304,1622;245,1595;222,1591;198,1590" o:connectangles="0,0,0,0,0,0,0,0,0,0,0,0,0,0,0,0,0,0,0,0,0,0,0,0,0,0,0,0,0,0,0,0,0,0,0"/>
                </v:shape>
                <v:shape id="Freeform 45" o:spid="_x0000_s1042"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djhcIA&#10;AADcAAAADwAAAGRycy9kb3ducmV2LnhtbERPyWrDMBC9F/IPYgK9NbJLCcGJErJQ0mOzQMhtbI0X&#10;Yo2MpMTu31eFQm7zeOssVoNpxYOcbywrSCcJCOLC6oYrBefT59sMhA/IGlvLpOCHPKyWo5cFZtr2&#10;fKDHMVQihrDPUEEdQpdJ6YuaDPqJ7YgjV1pnMEToKqkd9jHctPI9SabSYMOxocaOtjUVt+PdKHB5&#10;WpX5ofvIT7vLtf8uNy3uB6Vex8N6DiLQEJ7if/eXjvOnKfw9Ey+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x2OFwgAAANwAAAAPAAAAAAAAAAAAAAAAAJgCAABkcnMvZG93&#10;bnJldi54bWxQSwUGAAAAAAQABAD1AAAAhwMAAAAA&#10;" path="m300,316r-63,32l184,350r158,l300,316e" fillcolor="#007cba" stroked="f">
                  <v:path arrowok="t" o:connecttype="custom" o:connectlocs="300,1906;237,1938;184,1940;342,1940;300,1906" o:connectangles="0,0,0,0,0"/>
                </v:shape>
                <v:shape id="Freeform 46" o:spid="_x0000_s1043"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X98sEA&#10;AADcAAAADwAAAGRycy9kb3ducmV2LnhtbERPyWrDMBC9F/oPYgq5NXJCCMGNbLpQkmM2CL2NrfFC&#10;rZGRlNj5+6hQyG0eb511PppOXMn51rKC2TQBQVxa3XKt4HT8fl2B8AFZY2eZFNzIQ549P60x1Xbg&#10;PV0PoRYxhH2KCpoQ+lRKXzZk0E9tTxy5yjqDIUJXS+1wiOGmk/MkWUqDLceGBnv6bKj8PVyMAlfM&#10;6qrY94vi+HX+GXbVR4ebUanJy/j+BiLQGB7if/dWx/nLOfw9Ey+Q2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0V/fLBAAAA3AAAAA8AAAAAAAAAAAAAAAAAmAIAAGRycy9kb3du&#10;cmV2LnhtbFBLBQYAAAAABAAEAPUAAACGAwAAAAA=&#10;" path="m355,90r-158,l199,90r24,4l267,137r9,44l383,181r-3,-21l374,137r-7,-22l358,95r-3,-5e" fillcolor="#007cba" stroked="f">
                  <v:path arrowok="t" o:connecttype="custom" o:connectlocs="355,1680;197,1680;199,1680;223,1684;267,1727;276,1771;383,1771;380,1750;374,1727;367,1705;358,1685;355,1680" o:connectangles="0,0,0,0,0,0,0,0,0,0,0,0"/>
                </v:shape>
              </v:group>
              <v:group id="Group 47" o:spid="_x0000_s1044" style="position:absolute;left:9220;top:1597;width:348;height:429" coordorigin="9220,1597" coordsize="348,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snhi8IAAADcAAAADwAAAGRycy9kb3ducmV2LnhtbERPTYvCMBC9C/sfwix4&#10;07SKIl2jiLjiQRasguxtaMa22ExKk23rvzfCgrd5vM9ZrntTiZYaV1pWEI8jEMSZ1SXnCi7n79EC&#10;hPPIGivLpOBBDtarj8ESE207PlGb+lyEEHYJKii8rxMpXVaQQTe2NXHgbrYx6ANscqkb7EK4qeQk&#10;iubSYMmhocCatgVl9/TPKNh32G2m8a493m/bx+959nM9xqTU8LPffIHw1Pu3+N990GH+fAq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bJ4YvCAAAA3AAAAA8A&#10;AAAAAAAAAAAAAAAAqgIAAGRycy9kb3ducmV2LnhtbFBLBQYAAAAABAAEAPoAAACZAwAAAAA=&#10;">
                <v:shape id="Freeform 48" o:spid="_x0000_s1045" style="position:absolute;left:9220;top:1597;width:348;height:429;visibility:visible;mso-wrap-style:square;v-text-anchor:top" coordsize="348,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wWyMIA&#10;AADcAAAADwAAAGRycy9kb3ducmV2LnhtbERPzWrCQBC+F3yHZYReim4qJZXoGiQosdCL2gcYspNs&#10;MDsbstuYvr1bKPQ2H9/vbPPJdmKkwbeOFbwuExDEldMtNwq+rsfFGoQPyBo7x6Tghzzku9nTFjPt&#10;7nym8RIaEUPYZ6jAhNBnUvrKkEW/dD1x5Go3WAwRDo3UA95juO3kKklSabHl2GCwp8JQdbt8WwVj&#10;aV7K3r3ztZ4OVZF8rOvD+VOp5/m034AINIV/8Z/7pOP89A1+n4kXy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HBbIwgAAANwAAAAPAAAAAAAAAAAAAAAAAJgCAABkcnMvZG93&#10;bnJldi54bWxQSwUGAAAAAAQABAD1AAAAhwMAAAAA&#10;" path="m,l,430r109,l109,88r239,l318,34,256,3,227,,,e" fillcolor="#007cba" stroked="f">
                  <v:path arrowok="t" o:connecttype="custom" o:connectlocs="0,1597;0,2027;109,2027;109,1685;348,1685;318,1631;256,1600;227,1597;0,1597" o:connectangles="0,0,0,0,0,0,0,0,0"/>
                </v:shape>
              </v:group>
              <v:group id="Group 49" o:spid="_x0000_s1046" style="position:absolute;left:9419;top:1685;width:154;height:342" coordorigin="9419,1685" coordsize="154,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cZMIAAADcAAAADwAAAGRycy9kb3ducmV2LnhtbERPTYvCMBC9C/6HMII3&#10;TbuLIl2jiKyLBxGsC8vehmZsi82kNLGt/94Igrd5vM9ZrntTiZYaV1pWEE8jEMSZ1SXnCn7Pu8kC&#10;hPPIGivLpOBODtar4WCJibYdn6hNfS5CCLsEFRTe14mULivIoJvamjhwF9sY9AE2udQNdiHcVPIj&#10;iubSYMmhocCatgVl1/RmFPx02G0+4+/2cL1s7//n2fHvEJNS41G/+QLhqfdv8cu912H+fAb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Zs3GTCAAAA3AAAAA8A&#10;AAAAAAAAAAAAAAAAqgIAAGRycy9kb3ducmV2LnhtbFBLBQYAAAAABAAEAPoAAACZAwAAAAA=&#10;">
                <v:shape id="Freeform 50" o:spid="_x0000_s1047" style="position:absolute;left:9419;top:1685;width:154;height:342;visibility:visible;mso-wrap-style:square;v-text-anchor:top" coordsize="15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8Ym8AA&#10;AADcAAAADwAAAGRycy9kb3ducmV2LnhtbERPS4vCMBC+L/gfwgje1rQLlqUaRcWVxZsP9Do0Y1Ns&#10;JqWJtf77jSDsbT6+58wWva1FR62vHCtIxwkI4sLpiksFp+PP5zcIH5A11o5JwZM8LOaDjxnm2j14&#10;T90hlCKGsM9RgQmhyaX0hSGLfuwa4shdXWsxRNiWUrf4iOG2ll9JkkmLFccGgw2tDRW3w90q4OOt&#10;qyaXNGz03aRNsl2d+91KqdGwX05BBOrDv/jt/tVxfpbB65l4gZ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i8Ym8AAAADcAAAADwAAAAAAAAAAAAAAAACYAgAAZHJzL2Rvd25y&#10;ZXYueG1sUEsFBgAAAAAEAAQA9QAAAIUDAAAAAA==&#10;" path="m149,l,,25,5,40,18r5,22l45,342r109,l154,40,153,20,149,e" fillcolor="#007cba" stroked="f">
                  <v:path arrowok="t" o:connecttype="custom" o:connectlocs="149,1685;0,1685;25,1690;40,1703;45,1725;45,2027;154,2027;154,1725;153,1705;149,1685;149,1685" o:connectangles="0,0,0,0,0,0,0,0,0,0,0"/>
                </v:shape>
              </v:group>
              <v:group id="Group 51" o:spid="_x0000_s1048" style="position:absolute;left:10506;top:1419;width:87;height:87" coordorigin="10506,1419" coordsize="8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LniMMAAADcAAAADwAAAGRycy9kb3ducmV2LnhtbERPS4vCMBC+C/6HMIK3&#10;Na2yunSNIqLiQRZ8wLK3oRnbYjMpTWzrv98Igrf5+J4zX3amFA3VrrCsIB5FIIhTqwvOFFzO248v&#10;EM4jaywtk4IHOVgu+r05Jtq2fKTm5DMRQtglqCD3vkqkdGlOBt3IVsSBu9raoA+wzqSusQ3hppTj&#10;KJpKgwWHhhwrWueU3k53o2DXYruaxJvmcLuuH3/nz5/fQ0xKDQfd6huEp86/xS/3Xof50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Z8ueIwwAAANwAAAAP&#10;AAAAAAAAAAAAAAAAAKoCAABkcnMvZG93bnJldi54bWxQSwUGAAAAAAQABAD6AAAAmgMAAAAA&#10;">
                <v:shape id="Freeform 52" o:spid="_x0000_s1049"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fHqMUA&#10;AADcAAAADwAAAGRycy9kb3ducmV2LnhtbESPT2vCQBDF74V+h2UK3uqmFfwTXaWUiuJNK+JxyI5J&#10;MDubZtck9tN3DkJvM7w37/1msepdpVpqQunZwNswAUWceVtybuD4vX6dggoR2WLlmQzcKcBq+fy0&#10;wNT6jvfUHmKuJIRDigaKGOtU65AV5DAMfU0s2sU3DqOsTa5tg52Eu0q/J8lYOyxZGgqs6bOg7Hq4&#10;OQOjaUej0y+2s69Jfd6FZLfZz36MGbz0H3NQkfr4b35cb63gj4VWnpEJ9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F8eoxQAAANwAAAAPAAAAAAAAAAAAAAAAAJgCAABkcnMv&#10;ZG93bnJldi54bWxQSwUGAAAAAAQABAD1AAAAigMAAAAA&#10;" path="m40,l20,7,5,23,,46,7,67,22,82r22,5l50,87,67,80r-25,l25,74,13,58,10,31,23,14,44,7r22,l63,5,40,e" fillcolor="#007cba" stroked="f">
                  <v:path arrowok="t" o:connecttype="custom" o:connectlocs="40,1419;20,1426;5,1442;0,1465;7,1486;22,1501;44,1506;50,1506;67,1499;42,1499;25,1493;13,1477;10,1450;23,1433;44,1426;66,1426;63,1424;40,1419" o:connectangles="0,0,0,0,0,0,0,0,0,0,0,0,0,0,0,0,0,0"/>
                </v:shape>
                <v:shape id="Freeform 53" o:spid="_x0000_s1050"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tiM8IA&#10;AADcAAAADwAAAGRycy9kb3ducmV2LnhtbERPTWvCQBC9F/oflil4qxsVrImuUkRRvGmLeByyYxLM&#10;zqbZNYn+elcoeJvH+5zZojOlaKh2hWUFg34Egji1uuBMwe/P+nMCwnlkjaVlUnAjB4v5+9sME21b&#10;3lNz8JkIIewSVJB7XyVSujQng65vK+LAnW1t0AdYZ1LX2IZwU8phFI2lwYJDQ44VLXNKL4erUTCa&#10;tDQ63rGJV1/Vaeei3WYf/ynV++i+pyA8df4l/ndvdZg/juH5TLh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W2IzwgAAANwAAAAPAAAAAAAAAAAAAAAAAJgCAABkcnMvZG93&#10;bnJldi54bWxQSwUGAAAAAAQABAD1AAAAhwMAAAAA&#10;" path="m66,7l44,7r3,1l64,14,75,31r2,26l64,73,42,80r25,l69,79,82,62,87,39,80,19,66,7e" fillcolor="#007cba" stroked="f">
                  <v:path arrowok="t" o:connecttype="custom" o:connectlocs="66,1426;44,1426;47,1427;64,1433;75,1450;77,1476;64,1492;42,1499;67,1499;69,1498;82,1481;87,1458;80,1438;66,1426" o:connectangles="0,0,0,0,0,0,0,0,0,0,0,0,0,0"/>
                </v:shape>
                <v:shape id="Freeform 54" o:spid="_x0000_s1051"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hdc8UA&#10;AADcAAAADwAAAGRycy9kb3ducmV2LnhtbESPQWvCQBCF74L/YRmhN91YoWp0FSmVFm9aEY9DdkyC&#10;2dk0uyZpf33nUOhthvfmvW/W295VqqUmlJ4NTCcJKOLM25JzA+fP/XgBKkRki5VnMvBNAbab4WCN&#10;qfUdH6k9xVxJCIcUDRQx1qnWISvIYZj4mli0m28cRlmbXNsGOwl3lX5OkhftsGRpKLCm14Ky++nh&#10;DMwWHc0uP9gu3+b19RCSw/tx+WXM06jfrUBF6uO/+e/6wwr+XPDlGZlAb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uF1zxQAAANwAAAAPAAAAAAAAAAAAAAAAAJgCAABkcnMv&#10;ZG93bnJldi54bWxQSwUGAAAAAAQABAD1AAAAigMAAAAA&#10;" path="m55,16r-18,l30,16r-2,l25,17r,1l25,69r,1l35,70r,-1l36,49r18,l53,47r6,-2l63,41r-14,l35,40r,-15l63,25r,-5l55,16e" fillcolor="#007cba" stroked="f">
                  <v:path arrowok="t" o:connecttype="custom" o:connectlocs="55,1435;37,1435;30,1435;28,1435;25,1436;25,1437;25,1488;25,1489;35,1489;35,1488;36,1468;54,1468;53,1466;59,1464;63,1460;63,1460;49,1460;35,1459;35,1444;63,1444;63,1439;55,1435" o:connectangles="0,0,0,0,0,0,0,0,0,0,0,0,0,0,0,0,0,0,0,0,0,0"/>
                </v:shape>
                <v:shape id="Freeform 55" o:spid="_x0000_s1052"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46MMA&#10;AADcAAAADwAAAGRycy9kb3ducmV2LnhtbERPTWvCQBC9C/0PyxR6Mxsr1BhdRYqlJTfTUjwO2TEJ&#10;Zmdjdk3S/vquIPQ2j/c56+1oGtFT52rLCmZRDIK4sLrmUsHX59s0AeE8ssbGMin4IQfbzcNkjam2&#10;Ax+oz30pQgi7FBVU3replK6oyKCLbEscuJPtDPoAu1LqDocQbhr5HMcv0mDNoaHCll4rKs751SiY&#10;JwPNv3+xX+4X7TFzcfZ+WF6UenocdysQnkb/L767P3SYv5jB7Zlwgd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T46MMAAADcAAAADwAAAAAAAAAAAAAAAACYAgAAZHJzL2Rv&#10;d25yZXYueG1sUEsFBgAAAAAEAAQA9QAAAIgDAAAAAA==&#10;" path="m54,49r-13,l42,50,53,69r1,l54,70r10,l65,69r,-1l65,67,54,49e" fillcolor="#007cba" stroked="f">
                  <v:path arrowok="t" o:connecttype="custom" o:connectlocs="54,1468;41,1468;42,1469;42,1469;53,1488;54,1488;54,1489;64,1489;65,1488;65,1487;65,1486;54,1468" o:connectangles="0,0,0,0,0,0,0,0,0,0,0,0"/>
                </v:shape>
                <v:shape id="Freeform 56" o:spid="_x0000_s1053"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Zmn8IA&#10;AADcAAAADwAAAGRycy9kb3ducmV2LnhtbERPS4vCMBC+C/6HMII3TVVYtWsUWRQXbz6QPQ7NbFu2&#10;mXSb2FZ/vREEb/PxPWexak0haqpcblnBaBiBIE6szjlVcD5tBzMQziNrLCyTghs5WC27nQXG2jZ8&#10;oProUxFC2MWoIPO+jKV0SUYG3dCWxIH7tZVBH2CVSl1hE8JNIcdR9CEN5hwaMizpK6Pk73g1Ciaz&#10;hiaXO9bzzbT82btovzvM/5Xq99r1JwhPrX+LX+5vHeZPx/B8Jlw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JmafwgAAANwAAAAPAAAAAAAAAAAAAAAAAJgCAABkcnMvZG93&#10;bnJldi54bWxQSwUGAAAAAAQABAD1AAAAhwMAAAAA&#10;" path="m63,25r-14,l52,27r,11l49,41r14,l63,25e" fillcolor="#007cba" stroked="f">
                  <v:path arrowok="t" o:connecttype="custom" o:connectlocs="63,1444;49,1444;52,1446;52,1457;49,1460;63,1460;63,1444" o:connectangles="0,0,0,0,0,0,0"/>
                </v:shape>
              </v:group>
              <w10:wrap anchorx="page" anchory="page"/>
            </v:group>
          </w:pict>
        </mc:Fallback>
      </mc:AlternateContent>
    </w:r>
    <w:r w:rsidRPr="00DD4DB2">
      <w:rPr>
        <w:rFonts w:ascii="Intel Clear" w:hAnsi="Intel Clear"/>
        <w:w w:val="100"/>
        <w:sz w:val="16"/>
        <w:szCs w:val="16"/>
      </w:rPr>
      <w:t>Inte</w:t>
    </w:r>
    <w:r>
      <w:rPr>
        <w:rFonts w:ascii="Intel Clear" w:hAnsi="Intel Clear"/>
        <w:w w:val="100"/>
        <w:sz w:val="16"/>
        <w:szCs w:val="16"/>
      </w:rPr>
      <w:t>l®</w:t>
    </w:r>
    <w:r w:rsidRPr="00DD4DB2">
      <w:rPr>
        <w:rFonts w:ascii="Intel Clear" w:hAnsi="Intel Clear"/>
        <w:w w:val="100"/>
        <w:sz w:val="16"/>
        <w:szCs w:val="16"/>
      </w:rPr>
      <w:t xml:space="preserve"> Solid-State Drive </w:t>
    </w:r>
    <w:r>
      <w:rPr>
        <w:rFonts w:ascii="Intel Clear" w:hAnsi="Intel Clear"/>
        <w:w w:val="100"/>
        <w:sz w:val="16"/>
        <w:szCs w:val="16"/>
      </w:rPr>
      <w:t xml:space="preserve">Data Center Family for </w:t>
    </w:r>
    <w:proofErr w:type="spellStart"/>
    <w:r>
      <w:rPr>
        <w:rFonts w:ascii="Intel Clear" w:hAnsi="Intel Clear"/>
        <w:w w:val="100"/>
        <w:sz w:val="16"/>
        <w:szCs w:val="16"/>
      </w:rPr>
      <w:t>PCIe</w:t>
    </w:r>
    <w:proofErr w:type="spellEnd"/>
    <w:r>
      <w:rPr>
        <w:rFonts w:ascii="Intel Clear" w:hAnsi="Intel Clear"/>
        <w:w w:val="100"/>
        <w:sz w:val="16"/>
        <w:szCs w:val="16"/>
      </w:rPr>
      <w:t>*</w:t>
    </w:r>
  </w:p>
  <w:p w:rsidR="00A26FE8" w:rsidRDefault="00A26FE8" w:rsidP="00296CDE">
    <w:pPr>
      <w:pStyle w:val="Header"/>
      <w:tabs>
        <w:tab w:val="clear" w:pos="4320"/>
        <w:tab w:val="clear" w:pos="8640"/>
        <w:tab w:val="center" w:pos="3290"/>
        <w:tab w:val="right" w:pos="7900"/>
      </w:tabs>
      <w:spacing w:before="40" w:line="160" w:lineRule="atLeast"/>
      <w:ind w:left="20" w:right="60" w:hanging="1320"/>
      <w:jc w:val="right"/>
    </w:pPr>
  </w:p>
  <w:p w:rsidR="00A26FE8" w:rsidRDefault="00A26FE8" w:rsidP="00296CDE">
    <w:pPr>
      <w:pStyle w:val="Header"/>
      <w:tabs>
        <w:tab w:val="clear" w:pos="4320"/>
        <w:tab w:val="clear" w:pos="8640"/>
        <w:tab w:val="right" w:pos="7920"/>
      </w:tabs>
      <w:spacing w:line="160" w:lineRule="atLeast"/>
      <w:ind w:right="100"/>
      <w:jc w:val="right"/>
    </w:pPr>
  </w:p>
  <w:p w:rsidR="00A26FE8" w:rsidRDefault="00A26FE8" w:rsidP="00245A37">
    <w:pPr>
      <w:pStyle w:val="Header"/>
      <w:tabs>
        <w:tab w:val="clear" w:pos="4320"/>
        <w:tab w:val="clear" w:pos="8640"/>
        <w:tab w:val="right" w:pos="7920"/>
      </w:tabs>
      <w:spacing w:line="160" w:lineRule="atLeast"/>
      <w:ind w:right="10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FE8" w:rsidRPr="00DD4DB2" w:rsidRDefault="00A26FE8" w:rsidP="00220AA5">
    <w:pPr>
      <w:pStyle w:val="Header0"/>
      <w:rPr>
        <w:rFonts w:ascii="Intel Clear" w:hAnsi="Intel Clear"/>
        <w:w w:val="100"/>
        <w:sz w:val="16"/>
        <w:szCs w:val="16"/>
      </w:rPr>
    </w:pPr>
    <w:r w:rsidRPr="00DD4DB2">
      <w:rPr>
        <w:rFonts w:ascii="Intel Clear" w:hAnsi="Intel Clear"/>
        <w:noProof/>
      </w:rPr>
      <mc:AlternateContent>
        <mc:Choice Requires="wpg">
          <w:drawing>
            <wp:anchor distT="0" distB="0" distL="114300" distR="114300" simplePos="0" relativeHeight="251661312" behindDoc="1" locked="0" layoutInCell="1" allowOverlap="1" wp14:anchorId="59413009" wp14:editId="34DCA728">
              <wp:simplePos x="0" y="0"/>
              <wp:positionH relativeFrom="page">
                <wp:posOffset>5676265</wp:posOffset>
              </wp:positionH>
              <wp:positionV relativeFrom="page">
                <wp:posOffset>259080</wp:posOffset>
              </wp:positionV>
              <wp:extent cx="1150620" cy="671195"/>
              <wp:effectExtent l="0" t="0" r="0" b="0"/>
              <wp:wrapNone/>
              <wp:docPr id="173"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0620" cy="671195"/>
                        <a:chOff x="8694" y="1083"/>
                        <a:chExt cx="2141" cy="1415"/>
                      </a:xfrm>
                    </wpg:grpSpPr>
                    <wpg:grpSp>
                      <wpg:cNvPr id="174" name="Group 58"/>
                      <wpg:cNvGrpSpPr>
                        <a:grpSpLocks/>
                      </wpg:cNvGrpSpPr>
                      <wpg:grpSpPr bwMode="auto">
                        <a:xfrm>
                          <a:off x="8704" y="1093"/>
                          <a:ext cx="2121" cy="1395"/>
                          <a:chOff x="8704" y="1093"/>
                          <a:chExt cx="2121" cy="1395"/>
                        </a:xfrm>
                      </wpg:grpSpPr>
                      <wps:wsp>
                        <wps:cNvPr id="175" name="Freeform 59"/>
                        <wps:cNvSpPr>
                          <a:spLocks/>
                        </wps:cNvSpPr>
                        <wps:spPr bwMode="auto">
                          <a:xfrm>
                            <a:off x="8704" y="1093"/>
                            <a:ext cx="2121" cy="1395"/>
                          </a:xfrm>
                          <a:custGeom>
                            <a:avLst/>
                            <a:gdLst>
                              <a:gd name="T0" fmla="+- 0 8935 8704"/>
                              <a:gd name="T1" fmla="*/ T0 w 2121"/>
                              <a:gd name="T2" fmla="+- 0 1493 1093"/>
                              <a:gd name="T3" fmla="*/ 1493 h 1395"/>
                              <a:gd name="T4" fmla="+- 0 8885 8704"/>
                              <a:gd name="T5" fmla="*/ T4 w 2121"/>
                              <a:gd name="T6" fmla="+- 0 1541 1093"/>
                              <a:gd name="T7" fmla="*/ 1541 h 1395"/>
                              <a:gd name="T8" fmla="+- 0 8840 8704"/>
                              <a:gd name="T9" fmla="*/ T8 w 2121"/>
                              <a:gd name="T10" fmla="+- 0 1591 1093"/>
                              <a:gd name="T11" fmla="*/ 1591 h 1395"/>
                              <a:gd name="T12" fmla="+- 0 8801 8704"/>
                              <a:gd name="T13" fmla="*/ T12 w 2121"/>
                              <a:gd name="T14" fmla="+- 0 1643 1093"/>
                              <a:gd name="T15" fmla="*/ 1643 h 1395"/>
                              <a:gd name="T16" fmla="+- 0 8767 8704"/>
                              <a:gd name="T17" fmla="*/ T16 w 2121"/>
                              <a:gd name="T18" fmla="+- 0 1697 1093"/>
                              <a:gd name="T19" fmla="*/ 1697 h 1395"/>
                              <a:gd name="T20" fmla="+- 0 8741 8704"/>
                              <a:gd name="T21" fmla="*/ T20 w 2121"/>
                              <a:gd name="T22" fmla="+- 0 1754 1093"/>
                              <a:gd name="T23" fmla="*/ 1754 h 1395"/>
                              <a:gd name="T24" fmla="+- 0 8721 8704"/>
                              <a:gd name="T25" fmla="*/ T24 w 2121"/>
                              <a:gd name="T26" fmla="+- 0 1813 1093"/>
                              <a:gd name="T27" fmla="*/ 1813 h 1395"/>
                              <a:gd name="T28" fmla="+- 0 8708 8704"/>
                              <a:gd name="T29" fmla="*/ T28 w 2121"/>
                              <a:gd name="T30" fmla="+- 0 1874 1093"/>
                              <a:gd name="T31" fmla="*/ 1874 h 1395"/>
                              <a:gd name="T32" fmla="+- 0 8704 8704"/>
                              <a:gd name="T33" fmla="*/ T32 w 2121"/>
                              <a:gd name="T34" fmla="+- 0 1938 1093"/>
                              <a:gd name="T35" fmla="*/ 1938 h 1395"/>
                              <a:gd name="T36" fmla="+- 0 8704 8704"/>
                              <a:gd name="T37" fmla="*/ T36 w 2121"/>
                              <a:gd name="T38" fmla="+- 0 1970 1093"/>
                              <a:gd name="T39" fmla="*/ 1970 h 1395"/>
                              <a:gd name="T40" fmla="+- 0 8712 8704"/>
                              <a:gd name="T41" fmla="*/ T40 w 2121"/>
                              <a:gd name="T42" fmla="+- 0 2037 1093"/>
                              <a:gd name="T43" fmla="*/ 2037 h 1395"/>
                              <a:gd name="T44" fmla="+- 0 8732 8704"/>
                              <a:gd name="T45" fmla="*/ T44 w 2121"/>
                              <a:gd name="T46" fmla="+- 0 2115 1093"/>
                              <a:gd name="T47" fmla="*/ 2115 h 1395"/>
                              <a:gd name="T48" fmla="+- 0 8771 8704"/>
                              <a:gd name="T49" fmla="*/ T48 w 2121"/>
                              <a:gd name="T50" fmla="+- 0 2195 1093"/>
                              <a:gd name="T51" fmla="*/ 2195 h 1395"/>
                              <a:gd name="T52" fmla="+- 0 8827 8704"/>
                              <a:gd name="T53" fmla="*/ T52 w 2121"/>
                              <a:gd name="T54" fmla="+- 0 2267 1093"/>
                              <a:gd name="T55" fmla="*/ 2267 h 1395"/>
                              <a:gd name="T56" fmla="+- 0 8900 8704"/>
                              <a:gd name="T57" fmla="*/ T56 w 2121"/>
                              <a:gd name="T58" fmla="+- 0 2330 1093"/>
                              <a:gd name="T59" fmla="*/ 2330 h 1395"/>
                              <a:gd name="T60" fmla="+- 0 8989 8704"/>
                              <a:gd name="T61" fmla="*/ T60 w 2121"/>
                              <a:gd name="T62" fmla="+- 0 2383 1093"/>
                              <a:gd name="T63" fmla="*/ 2383 h 1395"/>
                              <a:gd name="T64" fmla="+- 0 9093 8704"/>
                              <a:gd name="T65" fmla="*/ T64 w 2121"/>
                              <a:gd name="T66" fmla="+- 0 2426 1093"/>
                              <a:gd name="T67" fmla="*/ 2426 h 1395"/>
                              <a:gd name="T68" fmla="+- 0 9151 8704"/>
                              <a:gd name="T69" fmla="*/ T68 w 2121"/>
                              <a:gd name="T70" fmla="+- 0 2443 1093"/>
                              <a:gd name="T71" fmla="*/ 2443 h 1395"/>
                              <a:gd name="T72" fmla="+- 0 9213 8704"/>
                              <a:gd name="T73" fmla="*/ T72 w 2121"/>
                              <a:gd name="T74" fmla="+- 0 2458 1093"/>
                              <a:gd name="T75" fmla="*/ 2458 h 1395"/>
                              <a:gd name="T76" fmla="+- 0 9278 8704"/>
                              <a:gd name="T77" fmla="*/ T76 w 2121"/>
                              <a:gd name="T78" fmla="+- 0 2470 1093"/>
                              <a:gd name="T79" fmla="*/ 2470 h 1395"/>
                              <a:gd name="T80" fmla="+- 0 9346 8704"/>
                              <a:gd name="T81" fmla="*/ T80 w 2121"/>
                              <a:gd name="T82" fmla="+- 0 2479 1093"/>
                              <a:gd name="T83" fmla="*/ 2479 h 1395"/>
                              <a:gd name="T84" fmla="+- 0 9418 8704"/>
                              <a:gd name="T85" fmla="*/ T84 w 2121"/>
                              <a:gd name="T86" fmla="+- 0 2485 1093"/>
                              <a:gd name="T87" fmla="*/ 2485 h 1395"/>
                              <a:gd name="T88" fmla="+- 0 9493 8704"/>
                              <a:gd name="T89" fmla="*/ T88 w 2121"/>
                              <a:gd name="T90" fmla="+- 0 2488 1093"/>
                              <a:gd name="T91" fmla="*/ 2488 h 1395"/>
                              <a:gd name="T92" fmla="+- 0 9571 8704"/>
                              <a:gd name="T93" fmla="*/ T92 w 2121"/>
                              <a:gd name="T94" fmla="+- 0 2488 1093"/>
                              <a:gd name="T95" fmla="*/ 2488 h 1395"/>
                              <a:gd name="T96" fmla="+- 0 9652 8704"/>
                              <a:gd name="T97" fmla="*/ T96 w 2121"/>
                              <a:gd name="T98" fmla="+- 0 2484 1093"/>
                              <a:gd name="T99" fmla="*/ 2484 h 1395"/>
                              <a:gd name="T100" fmla="+- 0 9736 8704"/>
                              <a:gd name="T101" fmla="*/ T100 w 2121"/>
                              <a:gd name="T102" fmla="+- 0 2478 1093"/>
                              <a:gd name="T103" fmla="*/ 2478 h 1395"/>
                              <a:gd name="T104" fmla="+- 0 9806 8704"/>
                              <a:gd name="T105" fmla="*/ T104 w 2121"/>
                              <a:gd name="T106" fmla="+- 0 2470 1093"/>
                              <a:gd name="T107" fmla="*/ 2470 h 1395"/>
                              <a:gd name="T108" fmla="+- 0 9879 8704"/>
                              <a:gd name="T109" fmla="*/ T108 w 2121"/>
                              <a:gd name="T110" fmla="+- 0 2458 1093"/>
                              <a:gd name="T111" fmla="*/ 2458 h 1395"/>
                              <a:gd name="T112" fmla="+- 0 9955 8704"/>
                              <a:gd name="T113" fmla="*/ T112 w 2121"/>
                              <a:gd name="T114" fmla="+- 0 2444 1093"/>
                              <a:gd name="T115" fmla="*/ 2444 h 1395"/>
                              <a:gd name="T116" fmla="+- 0 10031 8704"/>
                              <a:gd name="T117" fmla="*/ T116 w 2121"/>
                              <a:gd name="T118" fmla="+- 0 2428 1093"/>
                              <a:gd name="T119" fmla="*/ 2428 h 1395"/>
                              <a:gd name="T120" fmla="+- 0 10108 8704"/>
                              <a:gd name="T121" fmla="*/ T120 w 2121"/>
                              <a:gd name="T122" fmla="+- 0 2408 1093"/>
                              <a:gd name="T123" fmla="*/ 2408 h 1395"/>
                              <a:gd name="T124" fmla="+- 0 10185 8704"/>
                              <a:gd name="T125" fmla="*/ T124 w 2121"/>
                              <a:gd name="T126" fmla="+- 0 2386 1093"/>
                              <a:gd name="T127" fmla="*/ 2386 h 1395"/>
                              <a:gd name="T128" fmla="+- 0 10260 8704"/>
                              <a:gd name="T129" fmla="*/ T128 w 2121"/>
                              <a:gd name="T130" fmla="+- 0 2361 1093"/>
                              <a:gd name="T131" fmla="*/ 2361 h 1395"/>
                              <a:gd name="T132" fmla="+- 0 10297 8704"/>
                              <a:gd name="T133" fmla="*/ T132 w 2121"/>
                              <a:gd name="T134" fmla="+- 0 2347 1093"/>
                              <a:gd name="T135" fmla="*/ 2347 h 1395"/>
                              <a:gd name="T136" fmla="+- 0 9523 8704"/>
                              <a:gd name="T137" fmla="*/ T136 w 2121"/>
                              <a:gd name="T138" fmla="+- 0 2347 1093"/>
                              <a:gd name="T139" fmla="*/ 2347 h 1395"/>
                              <a:gd name="T140" fmla="+- 0 9461 8704"/>
                              <a:gd name="T141" fmla="*/ T140 w 2121"/>
                              <a:gd name="T142" fmla="+- 0 2347 1093"/>
                              <a:gd name="T143" fmla="*/ 2347 h 1395"/>
                              <a:gd name="T144" fmla="+- 0 9400 8704"/>
                              <a:gd name="T145" fmla="*/ T144 w 2121"/>
                              <a:gd name="T146" fmla="+- 0 2344 1093"/>
                              <a:gd name="T147" fmla="*/ 2344 h 1395"/>
                              <a:gd name="T148" fmla="+- 0 9340 8704"/>
                              <a:gd name="T149" fmla="*/ T148 w 2121"/>
                              <a:gd name="T150" fmla="+- 0 2340 1093"/>
                              <a:gd name="T151" fmla="*/ 2340 h 1395"/>
                              <a:gd name="T152" fmla="+- 0 9225 8704"/>
                              <a:gd name="T153" fmla="*/ T152 w 2121"/>
                              <a:gd name="T154" fmla="+- 0 2325 1093"/>
                              <a:gd name="T155" fmla="*/ 2325 h 1395"/>
                              <a:gd name="T156" fmla="+- 0 9118 8704"/>
                              <a:gd name="T157" fmla="*/ T156 w 2121"/>
                              <a:gd name="T158" fmla="+- 0 2299 1093"/>
                              <a:gd name="T159" fmla="*/ 2299 h 1395"/>
                              <a:gd name="T160" fmla="+- 0 9023 8704"/>
                              <a:gd name="T161" fmla="*/ T160 w 2121"/>
                              <a:gd name="T162" fmla="+- 0 2263 1093"/>
                              <a:gd name="T163" fmla="*/ 2263 h 1395"/>
                              <a:gd name="T164" fmla="+- 0 8940 8704"/>
                              <a:gd name="T165" fmla="*/ T164 w 2121"/>
                              <a:gd name="T166" fmla="+- 0 2215 1093"/>
                              <a:gd name="T167" fmla="*/ 2215 h 1395"/>
                              <a:gd name="T168" fmla="+- 0 8873 8704"/>
                              <a:gd name="T169" fmla="*/ T168 w 2121"/>
                              <a:gd name="T170" fmla="+- 0 2153 1093"/>
                              <a:gd name="T171" fmla="*/ 2153 h 1395"/>
                              <a:gd name="T172" fmla="+- 0 8823 8704"/>
                              <a:gd name="T173" fmla="*/ T172 w 2121"/>
                              <a:gd name="T174" fmla="+- 0 2078 1093"/>
                              <a:gd name="T175" fmla="*/ 2078 h 1395"/>
                              <a:gd name="T176" fmla="+- 0 8794 8704"/>
                              <a:gd name="T177" fmla="*/ T176 w 2121"/>
                              <a:gd name="T178" fmla="+- 0 1988 1093"/>
                              <a:gd name="T179" fmla="*/ 1988 h 1395"/>
                              <a:gd name="T180" fmla="+- 0 8787 8704"/>
                              <a:gd name="T181" fmla="*/ T180 w 2121"/>
                              <a:gd name="T182" fmla="+- 0 1915 1093"/>
                              <a:gd name="T183" fmla="*/ 1915 h 1395"/>
                              <a:gd name="T184" fmla="+- 0 8788 8704"/>
                              <a:gd name="T185" fmla="*/ T184 w 2121"/>
                              <a:gd name="T186" fmla="+- 0 1891 1093"/>
                              <a:gd name="T187" fmla="*/ 1891 h 1395"/>
                              <a:gd name="T188" fmla="+- 0 8797 8704"/>
                              <a:gd name="T189" fmla="*/ T188 w 2121"/>
                              <a:gd name="T190" fmla="+- 0 1818 1093"/>
                              <a:gd name="T191" fmla="*/ 1818 h 1395"/>
                              <a:gd name="T192" fmla="+- 0 8817 8704"/>
                              <a:gd name="T193" fmla="*/ T192 w 2121"/>
                              <a:gd name="T194" fmla="+- 0 1748 1093"/>
                              <a:gd name="T195" fmla="*/ 1748 h 1395"/>
                              <a:gd name="T196" fmla="+- 0 8845 8704"/>
                              <a:gd name="T197" fmla="*/ T196 w 2121"/>
                              <a:gd name="T198" fmla="+- 0 1682 1093"/>
                              <a:gd name="T199" fmla="*/ 1682 h 1395"/>
                              <a:gd name="T200" fmla="+- 0 8880 8704"/>
                              <a:gd name="T201" fmla="*/ T200 w 2121"/>
                              <a:gd name="T202" fmla="+- 0 1621 1093"/>
                              <a:gd name="T203" fmla="*/ 1621 h 1395"/>
                              <a:gd name="T204" fmla="+- 0 8921 8704"/>
                              <a:gd name="T205" fmla="*/ T204 w 2121"/>
                              <a:gd name="T206" fmla="+- 0 1567 1093"/>
                              <a:gd name="T207" fmla="*/ 1567 h 1395"/>
                              <a:gd name="T208" fmla="+- 0 8935 8704"/>
                              <a:gd name="T209" fmla="*/ T208 w 2121"/>
                              <a:gd name="T210" fmla="+- 0 1550 1093"/>
                              <a:gd name="T211" fmla="*/ 1550 h 1395"/>
                              <a:gd name="T212" fmla="+- 0 8935 8704"/>
                              <a:gd name="T213" fmla="*/ T212 w 2121"/>
                              <a:gd name="T214" fmla="+- 0 1493 1093"/>
                              <a:gd name="T215" fmla="*/ 14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121" h="1395">
                                <a:moveTo>
                                  <a:pt x="231" y="400"/>
                                </a:moveTo>
                                <a:lnTo>
                                  <a:pt x="181" y="448"/>
                                </a:lnTo>
                                <a:lnTo>
                                  <a:pt x="136" y="498"/>
                                </a:lnTo>
                                <a:lnTo>
                                  <a:pt x="97" y="550"/>
                                </a:lnTo>
                                <a:lnTo>
                                  <a:pt x="63" y="604"/>
                                </a:lnTo>
                                <a:lnTo>
                                  <a:pt x="37" y="661"/>
                                </a:lnTo>
                                <a:lnTo>
                                  <a:pt x="17" y="720"/>
                                </a:lnTo>
                                <a:lnTo>
                                  <a:pt x="4" y="781"/>
                                </a:lnTo>
                                <a:lnTo>
                                  <a:pt x="0" y="845"/>
                                </a:lnTo>
                                <a:lnTo>
                                  <a:pt x="0" y="877"/>
                                </a:lnTo>
                                <a:lnTo>
                                  <a:pt x="8" y="944"/>
                                </a:lnTo>
                                <a:lnTo>
                                  <a:pt x="28" y="1022"/>
                                </a:lnTo>
                                <a:lnTo>
                                  <a:pt x="67" y="1102"/>
                                </a:lnTo>
                                <a:lnTo>
                                  <a:pt x="123" y="1174"/>
                                </a:lnTo>
                                <a:lnTo>
                                  <a:pt x="196" y="1237"/>
                                </a:lnTo>
                                <a:lnTo>
                                  <a:pt x="285" y="1290"/>
                                </a:lnTo>
                                <a:lnTo>
                                  <a:pt x="389" y="1333"/>
                                </a:lnTo>
                                <a:lnTo>
                                  <a:pt x="447" y="1350"/>
                                </a:lnTo>
                                <a:lnTo>
                                  <a:pt x="509" y="1365"/>
                                </a:lnTo>
                                <a:lnTo>
                                  <a:pt x="574" y="1377"/>
                                </a:lnTo>
                                <a:lnTo>
                                  <a:pt x="642" y="1386"/>
                                </a:lnTo>
                                <a:lnTo>
                                  <a:pt x="714" y="1392"/>
                                </a:lnTo>
                                <a:lnTo>
                                  <a:pt x="789" y="1395"/>
                                </a:lnTo>
                                <a:lnTo>
                                  <a:pt x="867" y="1395"/>
                                </a:lnTo>
                                <a:lnTo>
                                  <a:pt x="948" y="1391"/>
                                </a:lnTo>
                                <a:lnTo>
                                  <a:pt x="1032" y="1385"/>
                                </a:lnTo>
                                <a:lnTo>
                                  <a:pt x="1102" y="1377"/>
                                </a:lnTo>
                                <a:lnTo>
                                  <a:pt x="1175" y="1365"/>
                                </a:lnTo>
                                <a:lnTo>
                                  <a:pt x="1251" y="1351"/>
                                </a:lnTo>
                                <a:lnTo>
                                  <a:pt x="1327" y="1335"/>
                                </a:lnTo>
                                <a:lnTo>
                                  <a:pt x="1404" y="1315"/>
                                </a:lnTo>
                                <a:lnTo>
                                  <a:pt x="1481" y="1293"/>
                                </a:lnTo>
                                <a:lnTo>
                                  <a:pt x="1556" y="1268"/>
                                </a:lnTo>
                                <a:lnTo>
                                  <a:pt x="1593" y="1254"/>
                                </a:lnTo>
                                <a:lnTo>
                                  <a:pt x="819" y="1254"/>
                                </a:lnTo>
                                <a:lnTo>
                                  <a:pt x="757" y="1254"/>
                                </a:lnTo>
                                <a:lnTo>
                                  <a:pt x="696" y="1251"/>
                                </a:lnTo>
                                <a:lnTo>
                                  <a:pt x="636" y="1247"/>
                                </a:lnTo>
                                <a:lnTo>
                                  <a:pt x="521" y="1232"/>
                                </a:lnTo>
                                <a:lnTo>
                                  <a:pt x="414" y="1206"/>
                                </a:lnTo>
                                <a:lnTo>
                                  <a:pt x="319" y="1170"/>
                                </a:lnTo>
                                <a:lnTo>
                                  <a:pt x="236" y="1122"/>
                                </a:lnTo>
                                <a:lnTo>
                                  <a:pt x="169" y="1060"/>
                                </a:lnTo>
                                <a:lnTo>
                                  <a:pt x="119" y="985"/>
                                </a:lnTo>
                                <a:lnTo>
                                  <a:pt x="90" y="895"/>
                                </a:lnTo>
                                <a:lnTo>
                                  <a:pt x="83" y="822"/>
                                </a:lnTo>
                                <a:lnTo>
                                  <a:pt x="84" y="798"/>
                                </a:lnTo>
                                <a:lnTo>
                                  <a:pt x="93" y="725"/>
                                </a:lnTo>
                                <a:lnTo>
                                  <a:pt x="113" y="655"/>
                                </a:lnTo>
                                <a:lnTo>
                                  <a:pt x="141" y="589"/>
                                </a:lnTo>
                                <a:lnTo>
                                  <a:pt x="176" y="528"/>
                                </a:lnTo>
                                <a:lnTo>
                                  <a:pt x="217" y="474"/>
                                </a:lnTo>
                                <a:lnTo>
                                  <a:pt x="231" y="457"/>
                                </a:lnTo>
                                <a:lnTo>
                                  <a:pt x="231" y="40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60"/>
                        <wps:cNvSpPr>
                          <a:spLocks/>
                        </wps:cNvSpPr>
                        <wps:spPr bwMode="auto">
                          <a:xfrm>
                            <a:off x="8704" y="1093"/>
                            <a:ext cx="2121" cy="1395"/>
                          </a:xfrm>
                          <a:custGeom>
                            <a:avLst/>
                            <a:gdLst>
                              <a:gd name="T0" fmla="+- 0 10465 8704"/>
                              <a:gd name="T1" fmla="*/ T0 w 2121"/>
                              <a:gd name="T2" fmla="+- 0 2110 1093"/>
                              <a:gd name="T3" fmla="*/ 2110 h 1395"/>
                              <a:gd name="T4" fmla="+- 0 10406 8704"/>
                              <a:gd name="T5" fmla="*/ T4 w 2121"/>
                              <a:gd name="T6" fmla="+- 0 2143 1093"/>
                              <a:gd name="T7" fmla="*/ 2143 h 1395"/>
                              <a:gd name="T8" fmla="+- 0 10340 8704"/>
                              <a:gd name="T9" fmla="*/ T8 w 2121"/>
                              <a:gd name="T10" fmla="+- 0 2174 1093"/>
                              <a:gd name="T11" fmla="*/ 2174 h 1395"/>
                              <a:gd name="T12" fmla="+- 0 10269 8704"/>
                              <a:gd name="T13" fmla="*/ T12 w 2121"/>
                              <a:gd name="T14" fmla="+- 0 2203 1093"/>
                              <a:gd name="T15" fmla="*/ 2203 h 1395"/>
                              <a:gd name="T16" fmla="+- 0 10193 8704"/>
                              <a:gd name="T17" fmla="*/ T16 w 2121"/>
                              <a:gd name="T18" fmla="+- 0 2231 1093"/>
                              <a:gd name="T19" fmla="*/ 2231 h 1395"/>
                              <a:gd name="T20" fmla="+- 0 10115 8704"/>
                              <a:gd name="T21" fmla="*/ T20 w 2121"/>
                              <a:gd name="T22" fmla="+- 0 2256 1093"/>
                              <a:gd name="T23" fmla="*/ 2256 h 1395"/>
                              <a:gd name="T24" fmla="+- 0 10034 8704"/>
                              <a:gd name="T25" fmla="*/ T24 w 2121"/>
                              <a:gd name="T26" fmla="+- 0 2279 1093"/>
                              <a:gd name="T27" fmla="*/ 2279 h 1395"/>
                              <a:gd name="T28" fmla="+- 0 9952 8704"/>
                              <a:gd name="T29" fmla="*/ T28 w 2121"/>
                              <a:gd name="T30" fmla="+- 0 2298 1093"/>
                              <a:gd name="T31" fmla="*/ 2298 h 1395"/>
                              <a:gd name="T32" fmla="+- 0 9871 8704"/>
                              <a:gd name="T33" fmla="*/ T32 w 2121"/>
                              <a:gd name="T34" fmla="+- 0 2315 1093"/>
                              <a:gd name="T35" fmla="*/ 2315 h 1395"/>
                              <a:gd name="T36" fmla="+- 0 9790 8704"/>
                              <a:gd name="T37" fmla="*/ T36 w 2121"/>
                              <a:gd name="T38" fmla="+- 0 2328 1093"/>
                              <a:gd name="T39" fmla="*/ 2328 h 1395"/>
                              <a:gd name="T40" fmla="+- 0 9711 8704"/>
                              <a:gd name="T41" fmla="*/ T40 w 2121"/>
                              <a:gd name="T42" fmla="+- 0 2337 1093"/>
                              <a:gd name="T43" fmla="*/ 2337 h 1395"/>
                              <a:gd name="T44" fmla="+- 0 9648 8704"/>
                              <a:gd name="T45" fmla="*/ T44 w 2121"/>
                              <a:gd name="T46" fmla="+- 0 2342 1093"/>
                              <a:gd name="T47" fmla="*/ 2342 h 1395"/>
                              <a:gd name="T48" fmla="+- 0 9585 8704"/>
                              <a:gd name="T49" fmla="*/ T48 w 2121"/>
                              <a:gd name="T50" fmla="+- 0 2345 1093"/>
                              <a:gd name="T51" fmla="*/ 2345 h 1395"/>
                              <a:gd name="T52" fmla="+- 0 9523 8704"/>
                              <a:gd name="T53" fmla="*/ T52 w 2121"/>
                              <a:gd name="T54" fmla="+- 0 2347 1093"/>
                              <a:gd name="T55" fmla="*/ 2347 h 1395"/>
                              <a:gd name="T56" fmla="+- 0 10297 8704"/>
                              <a:gd name="T57" fmla="*/ T56 w 2121"/>
                              <a:gd name="T58" fmla="+- 0 2347 1093"/>
                              <a:gd name="T59" fmla="*/ 2347 h 1395"/>
                              <a:gd name="T60" fmla="+- 0 10367 8704"/>
                              <a:gd name="T61" fmla="*/ T60 w 2121"/>
                              <a:gd name="T62" fmla="+- 0 2318 1093"/>
                              <a:gd name="T63" fmla="*/ 2318 h 1395"/>
                              <a:gd name="T64" fmla="+- 0 10434 8704"/>
                              <a:gd name="T65" fmla="*/ T64 w 2121"/>
                              <a:gd name="T66" fmla="+- 0 2287 1093"/>
                              <a:gd name="T67" fmla="*/ 2287 h 1395"/>
                              <a:gd name="T68" fmla="+- 0 10465 8704"/>
                              <a:gd name="T69" fmla="*/ T68 w 2121"/>
                              <a:gd name="T70" fmla="+- 0 2270 1093"/>
                              <a:gd name="T71" fmla="*/ 2270 h 1395"/>
                              <a:gd name="T72" fmla="+- 0 10465 8704"/>
                              <a:gd name="T73" fmla="*/ T72 w 2121"/>
                              <a:gd name="T74" fmla="+- 0 2110 1093"/>
                              <a:gd name="T75" fmla="*/ 2110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121" h="1395">
                                <a:moveTo>
                                  <a:pt x="1761" y="1017"/>
                                </a:moveTo>
                                <a:lnTo>
                                  <a:pt x="1702" y="1050"/>
                                </a:lnTo>
                                <a:lnTo>
                                  <a:pt x="1636" y="1081"/>
                                </a:lnTo>
                                <a:lnTo>
                                  <a:pt x="1565" y="1110"/>
                                </a:lnTo>
                                <a:lnTo>
                                  <a:pt x="1489" y="1138"/>
                                </a:lnTo>
                                <a:lnTo>
                                  <a:pt x="1411" y="1163"/>
                                </a:lnTo>
                                <a:lnTo>
                                  <a:pt x="1330" y="1186"/>
                                </a:lnTo>
                                <a:lnTo>
                                  <a:pt x="1248" y="1205"/>
                                </a:lnTo>
                                <a:lnTo>
                                  <a:pt x="1167" y="1222"/>
                                </a:lnTo>
                                <a:lnTo>
                                  <a:pt x="1086" y="1235"/>
                                </a:lnTo>
                                <a:lnTo>
                                  <a:pt x="1007" y="1244"/>
                                </a:lnTo>
                                <a:lnTo>
                                  <a:pt x="944" y="1249"/>
                                </a:lnTo>
                                <a:lnTo>
                                  <a:pt x="881" y="1252"/>
                                </a:lnTo>
                                <a:lnTo>
                                  <a:pt x="819" y="1254"/>
                                </a:lnTo>
                                <a:lnTo>
                                  <a:pt x="1593" y="1254"/>
                                </a:lnTo>
                                <a:lnTo>
                                  <a:pt x="1663" y="1225"/>
                                </a:lnTo>
                                <a:lnTo>
                                  <a:pt x="1730" y="1194"/>
                                </a:lnTo>
                                <a:lnTo>
                                  <a:pt x="1761" y="1177"/>
                                </a:lnTo>
                                <a:lnTo>
                                  <a:pt x="1761" y="101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Freeform 61"/>
                        <wps:cNvSpPr>
                          <a:spLocks/>
                        </wps:cNvSpPr>
                        <wps:spPr bwMode="auto">
                          <a:xfrm>
                            <a:off x="8704" y="1093"/>
                            <a:ext cx="2121" cy="1395"/>
                          </a:xfrm>
                          <a:custGeom>
                            <a:avLst/>
                            <a:gdLst>
                              <a:gd name="T0" fmla="+- 0 10508 8704"/>
                              <a:gd name="T1" fmla="*/ T0 w 2121"/>
                              <a:gd name="T2" fmla="+- 0 1166 1093"/>
                              <a:gd name="T3" fmla="*/ 1166 h 1395"/>
                              <a:gd name="T4" fmla="+- 0 10045 8704"/>
                              <a:gd name="T5" fmla="*/ T4 w 2121"/>
                              <a:gd name="T6" fmla="+- 0 1166 1093"/>
                              <a:gd name="T7" fmla="*/ 1166 h 1395"/>
                              <a:gd name="T8" fmla="+- 0 10137 8704"/>
                              <a:gd name="T9" fmla="*/ T8 w 2121"/>
                              <a:gd name="T10" fmla="+- 0 1169 1093"/>
                              <a:gd name="T11" fmla="*/ 1169 h 1395"/>
                              <a:gd name="T12" fmla="+- 0 10225 8704"/>
                              <a:gd name="T13" fmla="*/ T12 w 2121"/>
                              <a:gd name="T14" fmla="+- 0 1177 1093"/>
                              <a:gd name="T15" fmla="*/ 1177 h 1395"/>
                              <a:gd name="T16" fmla="+- 0 10309 8704"/>
                              <a:gd name="T17" fmla="*/ T16 w 2121"/>
                              <a:gd name="T18" fmla="+- 0 1191 1093"/>
                              <a:gd name="T19" fmla="*/ 1191 h 1395"/>
                              <a:gd name="T20" fmla="+- 0 10387 8704"/>
                              <a:gd name="T21" fmla="*/ T20 w 2121"/>
                              <a:gd name="T22" fmla="+- 0 1210 1093"/>
                              <a:gd name="T23" fmla="*/ 1210 h 1395"/>
                              <a:gd name="T24" fmla="+- 0 10458 8704"/>
                              <a:gd name="T25" fmla="*/ T24 w 2121"/>
                              <a:gd name="T26" fmla="+- 0 1236 1093"/>
                              <a:gd name="T27" fmla="*/ 1236 h 1395"/>
                              <a:gd name="T28" fmla="+- 0 10523 8704"/>
                              <a:gd name="T29" fmla="*/ T28 w 2121"/>
                              <a:gd name="T30" fmla="+- 0 1268 1093"/>
                              <a:gd name="T31" fmla="*/ 1268 h 1395"/>
                              <a:gd name="T32" fmla="+- 0 10579 8704"/>
                              <a:gd name="T33" fmla="*/ T32 w 2121"/>
                              <a:gd name="T34" fmla="+- 0 1306 1093"/>
                              <a:gd name="T35" fmla="*/ 1306 h 1395"/>
                              <a:gd name="T36" fmla="+- 0 10627 8704"/>
                              <a:gd name="T37" fmla="*/ T36 w 2121"/>
                              <a:gd name="T38" fmla="+- 0 1350 1093"/>
                              <a:gd name="T39" fmla="*/ 1350 h 1395"/>
                              <a:gd name="T40" fmla="+- 0 10666 8704"/>
                              <a:gd name="T41" fmla="*/ T40 w 2121"/>
                              <a:gd name="T42" fmla="+- 0 1400 1093"/>
                              <a:gd name="T43" fmla="*/ 1400 h 1395"/>
                              <a:gd name="T44" fmla="+- 0 10694 8704"/>
                              <a:gd name="T45" fmla="*/ T44 w 2121"/>
                              <a:gd name="T46" fmla="+- 0 1457 1093"/>
                              <a:gd name="T47" fmla="*/ 1457 h 1395"/>
                              <a:gd name="T48" fmla="+- 0 10712 8704"/>
                              <a:gd name="T49" fmla="*/ T48 w 2121"/>
                              <a:gd name="T50" fmla="+- 0 1521 1093"/>
                              <a:gd name="T51" fmla="*/ 1521 h 1395"/>
                              <a:gd name="T52" fmla="+- 0 10717 8704"/>
                              <a:gd name="T53" fmla="*/ T52 w 2121"/>
                              <a:gd name="T54" fmla="+- 0 1565 1093"/>
                              <a:gd name="T55" fmla="*/ 1565 h 1395"/>
                              <a:gd name="T56" fmla="+- 0 10717 8704"/>
                              <a:gd name="T57" fmla="*/ T56 w 2121"/>
                              <a:gd name="T58" fmla="+- 0 1588 1093"/>
                              <a:gd name="T59" fmla="*/ 1588 h 1395"/>
                              <a:gd name="T60" fmla="+- 0 10707 8704"/>
                              <a:gd name="T61" fmla="*/ T60 w 2121"/>
                              <a:gd name="T62" fmla="+- 0 1654 1093"/>
                              <a:gd name="T63" fmla="*/ 1654 h 1395"/>
                              <a:gd name="T64" fmla="+- 0 10685 8704"/>
                              <a:gd name="T65" fmla="*/ T64 w 2121"/>
                              <a:gd name="T66" fmla="+- 0 1717 1093"/>
                              <a:gd name="T67" fmla="*/ 1717 h 1395"/>
                              <a:gd name="T68" fmla="+- 0 10650 8704"/>
                              <a:gd name="T69" fmla="*/ T68 w 2121"/>
                              <a:gd name="T70" fmla="+- 0 1778 1093"/>
                              <a:gd name="T71" fmla="*/ 1778 h 1395"/>
                              <a:gd name="T72" fmla="+- 0 10605 8704"/>
                              <a:gd name="T73" fmla="*/ T72 w 2121"/>
                              <a:gd name="T74" fmla="+- 0 1833 1093"/>
                              <a:gd name="T75" fmla="*/ 1833 h 1395"/>
                              <a:gd name="T76" fmla="+- 0 10549 8704"/>
                              <a:gd name="T77" fmla="*/ T76 w 2121"/>
                              <a:gd name="T78" fmla="+- 0 1882 1093"/>
                              <a:gd name="T79" fmla="*/ 1882 h 1395"/>
                              <a:gd name="T80" fmla="+- 0 10506 8704"/>
                              <a:gd name="T81" fmla="*/ T80 w 2121"/>
                              <a:gd name="T82" fmla="+- 0 1911 1093"/>
                              <a:gd name="T83" fmla="*/ 1911 h 1395"/>
                              <a:gd name="T84" fmla="+- 0 10506 8704"/>
                              <a:gd name="T85" fmla="*/ T84 w 2121"/>
                              <a:gd name="T86" fmla="+- 0 2026 1093"/>
                              <a:gd name="T87" fmla="*/ 2026 h 1395"/>
                              <a:gd name="T88" fmla="+- 0 10586 8704"/>
                              <a:gd name="T89" fmla="*/ T88 w 2121"/>
                              <a:gd name="T90" fmla="+- 0 1987 1093"/>
                              <a:gd name="T91" fmla="*/ 1987 h 1395"/>
                              <a:gd name="T92" fmla="+- 0 10638 8704"/>
                              <a:gd name="T93" fmla="*/ T92 w 2121"/>
                              <a:gd name="T94" fmla="+- 0 1951 1093"/>
                              <a:gd name="T95" fmla="*/ 1951 h 1395"/>
                              <a:gd name="T96" fmla="+- 0 10685 8704"/>
                              <a:gd name="T97" fmla="*/ T96 w 2121"/>
                              <a:gd name="T98" fmla="+- 0 1908 1093"/>
                              <a:gd name="T99" fmla="*/ 1908 h 1395"/>
                              <a:gd name="T100" fmla="+- 0 10729 8704"/>
                              <a:gd name="T101" fmla="*/ T100 w 2121"/>
                              <a:gd name="T102" fmla="+- 0 1858 1093"/>
                              <a:gd name="T103" fmla="*/ 1858 h 1395"/>
                              <a:gd name="T104" fmla="+- 0 10766 8704"/>
                              <a:gd name="T105" fmla="*/ T104 w 2121"/>
                              <a:gd name="T106" fmla="+- 0 1802 1093"/>
                              <a:gd name="T107" fmla="*/ 1802 h 1395"/>
                              <a:gd name="T108" fmla="+- 0 10795 8704"/>
                              <a:gd name="T109" fmla="*/ T108 w 2121"/>
                              <a:gd name="T110" fmla="+- 0 1740 1093"/>
                              <a:gd name="T111" fmla="*/ 1740 h 1395"/>
                              <a:gd name="T112" fmla="+- 0 10815 8704"/>
                              <a:gd name="T113" fmla="*/ T112 w 2121"/>
                              <a:gd name="T114" fmla="+- 0 1674 1093"/>
                              <a:gd name="T115" fmla="*/ 1674 h 1395"/>
                              <a:gd name="T116" fmla="+- 0 10824 8704"/>
                              <a:gd name="T117" fmla="*/ T116 w 2121"/>
                              <a:gd name="T118" fmla="+- 0 1603 1093"/>
                              <a:gd name="T119" fmla="*/ 1603 h 1395"/>
                              <a:gd name="T120" fmla="+- 0 10825 8704"/>
                              <a:gd name="T121" fmla="*/ T120 w 2121"/>
                              <a:gd name="T122" fmla="+- 0 1565 1093"/>
                              <a:gd name="T123" fmla="*/ 1565 h 1395"/>
                              <a:gd name="T124" fmla="+- 0 10822 8704"/>
                              <a:gd name="T125" fmla="*/ T124 w 2121"/>
                              <a:gd name="T126" fmla="+- 0 1528 1093"/>
                              <a:gd name="T127" fmla="*/ 1528 h 1395"/>
                              <a:gd name="T128" fmla="+- 0 10794 8704"/>
                              <a:gd name="T129" fmla="*/ T128 w 2121"/>
                              <a:gd name="T130" fmla="+- 0 1420 1093"/>
                              <a:gd name="T131" fmla="*/ 1420 h 1395"/>
                              <a:gd name="T132" fmla="+- 0 10762 8704"/>
                              <a:gd name="T133" fmla="*/ T132 w 2121"/>
                              <a:gd name="T134" fmla="+- 0 1358 1093"/>
                              <a:gd name="T135" fmla="*/ 1358 h 1395"/>
                              <a:gd name="T136" fmla="+- 0 10718 8704"/>
                              <a:gd name="T137" fmla="*/ T136 w 2121"/>
                              <a:gd name="T138" fmla="+- 0 1302 1093"/>
                              <a:gd name="T139" fmla="*/ 1302 h 1395"/>
                              <a:gd name="T140" fmla="+- 0 10664 8704"/>
                              <a:gd name="T141" fmla="*/ T140 w 2121"/>
                              <a:gd name="T142" fmla="+- 0 1253 1093"/>
                              <a:gd name="T143" fmla="*/ 1253 h 1395"/>
                              <a:gd name="T144" fmla="+- 0 10601 8704"/>
                              <a:gd name="T145" fmla="*/ T144 w 2121"/>
                              <a:gd name="T146" fmla="+- 0 1211 1093"/>
                              <a:gd name="T147" fmla="*/ 1211 h 1395"/>
                              <a:gd name="T148" fmla="+- 0 10530 8704"/>
                              <a:gd name="T149" fmla="*/ T148 w 2121"/>
                              <a:gd name="T150" fmla="+- 0 1175 1093"/>
                              <a:gd name="T151" fmla="*/ 1175 h 1395"/>
                              <a:gd name="T152" fmla="+- 0 10508 8704"/>
                              <a:gd name="T153" fmla="*/ T152 w 2121"/>
                              <a:gd name="T154" fmla="+- 0 1166 1093"/>
                              <a:gd name="T155" fmla="*/ 1166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121" h="1395">
                                <a:moveTo>
                                  <a:pt x="1804" y="73"/>
                                </a:moveTo>
                                <a:lnTo>
                                  <a:pt x="1341" y="73"/>
                                </a:lnTo>
                                <a:lnTo>
                                  <a:pt x="1433" y="76"/>
                                </a:lnTo>
                                <a:lnTo>
                                  <a:pt x="1521" y="84"/>
                                </a:lnTo>
                                <a:lnTo>
                                  <a:pt x="1605" y="98"/>
                                </a:lnTo>
                                <a:lnTo>
                                  <a:pt x="1683" y="117"/>
                                </a:lnTo>
                                <a:lnTo>
                                  <a:pt x="1754" y="143"/>
                                </a:lnTo>
                                <a:lnTo>
                                  <a:pt x="1819" y="175"/>
                                </a:lnTo>
                                <a:lnTo>
                                  <a:pt x="1875" y="213"/>
                                </a:lnTo>
                                <a:lnTo>
                                  <a:pt x="1923" y="257"/>
                                </a:lnTo>
                                <a:lnTo>
                                  <a:pt x="1962" y="307"/>
                                </a:lnTo>
                                <a:lnTo>
                                  <a:pt x="1990" y="364"/>
                                </a:lnTo>
                                <a:lnTo>
                                  <a:pt x="2008" y="428"/>
                                </a:lnTo>
                                <a:lnTo>
                                  <a:pt x="2013" y="472"/>
                                </a:lnTo>
                                <a:lnTo>
                                  <a:pt x="2013" y="495"/>
                                </a:lnTo>
                                <a:lnTo>
                                  <a:pt x="2003" y="561"/>
                                </a:lnTo>
                                <a:lnTo>
                                  <a:pt x="1981" y="624"/>
                                </a:lnTo>
                                <a:lnTo>
                                  <a:pt x="1946" y="685"/>
                                </a:lnTo>
                                <a:lnTo>
                                  <a:pt x="1901" y="740"/>
                                </a:lnTo>
                                <a:lnTo>
                                  <a:pt x="1845" y="789"/>
                                </a:lnTo>
                                <a:lnTo>
                                  <a:pt x="1802" y="818"/>
                                </a:lnTo>
                                <a:lnTo>
                                  <a:pt x="1802" y="933"/>
                                </a:lnTo>
                                <a:lnTo>
                                  <a:pt x="1882" y="894"/>
                                </a:lnTo>
                                <a:lnTo>
                                  <a:pt x="1934" y="858"/>
                                </a:lnTo>
                                <a:lnTo>
                                  <a:pt x="1981" y="815"/>
                                </a:lnTo>
                                <a:lnTo>
                                  <a:pt x="2025" y="765"/>
                                </a:lnTo>
                                <a:lnTo>
                                  <a:pt x="2062" y="709"/>
                                </a:lnTo>
                                <a:lnTo>
                                  <a:pt x="2091" y="647"/>
                                </a:lnTo>
                                <a:lnTo>
                                  <a:pt x="2111" y="581"/>
                                </a:lnTo>
                                <a:lnTo>
                                  <a:pt x="2120" y="510"/>
                                </a:lnTo>
                                <a:lnTo>
                                  <a:pt x="2121" y="472"/>
                                </a:lnTo>
                                <a:lnTo>
                                  <a:pt x="2118" y="435"/>
                                </a:lnTo>
                                <a:lnTo>
                                  <a:pt x="2090" y="327"/>
                                </a:lnTo>
                                <a:lnTo>
                                  <a:pt x="2058" y="265"/>
                                </a:lnTo>
                                <a:lnTo>
                                  <a:pt x="2014" y="209"/>
                                </a:lnTo>
                                <a:lnTo>
                                  <a:pt x="1960" y="160"/>
                                </a:lnTo>
                                <a:lnTo>
                                  <a:pt x="1897" y="118"/>
                                </a:lnTo>
                                <a:lnTo>
                                  <a:pt x="1826" y="82"/>
                                </a:lnTo>
                                <a:lnTo>
                                  <a:pt x="1804" y="73"/>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62"/>
                        <wps:cNvSpPr>
                          <a:spLocks/>
                        </wps:cNvSpPr>
                        <wps:spPr bwMode="auto">
                          <a:xfrm>
                            <a:off x="8704" y="1093"/>
                            <a:ext cx="2121" cy="1395"/>
                          </a:xfrm>
                          <a:custGeom>
                            <a:avLst/>
                            <a:gdLst>
                              <a:gd name="T0" fmla="+- 0 10082 8704"/>
                              <a:gd name="T1" fmla="*/ T0 w 2121"/>
                              <a:gd name="T2" fmla="+- 0 1093 1093"/>
                              <a:gd name="T3" fmla="*/ 1093 h 1395"/>
                              <a:gd name="T4" fmla="+- 0 9980 8704"/>
                              <a:gd name="T5" fmla="*/ T4 w 2121"/>
                              <a:gd name="T6" fmla="+- 0 1096 1093"/>
                              <a:gd name="T7" fmla="*/ 1096 h 1395"/>
                              <a:gd name="T8" fmla="+- 0 9876 8704"/>
                              <a:gd name="T9" fmla="*/ T8 w 2121"/>
                              <a:gd name="T10" fmla="+- 0 1106 1093"/>
                              <a:gd name="T11" fmla="*/ 1106 h 1395"/>
                              <a:gd name="T12" fmla="+- 0 9771 8704"/>
                              <a:gd name="T13" fmla="*/ T12 w 2121"/>
                              <a:gd name="T14" fmla="+- 0 1121 1093"/>
                              <a:gd name="T15" fmla="*/ 1121 h 1395"/>
                              <a:gd name="T16" fmla="+- 0 9666 8704"/>
                              <a:gd name="T17" fmla="*/ T16 w 2121"/>
                              <a:gd name="T18" fmla="+- 0 1143 1093"/>
                              <a:gd name="T19" fmla="*/ 1143 h 1395"/>
                              <a:gd name="T20" fmla="+- 0 9561 8704"/>
                              <a:gd name="T21" fmla="*/ T20 w 2121"/>
                              <a:gd name="T22" fmla="+- 0 1171 1093"/>
                              <a:gd name="T23" fmla="*/ 1171 h 1395"/>
                              <a:gd name="T24" fmla="+- 0 9458 8704"/>
                              <a:gd name="T25" fmla="*/ T24 w 2121"/>
                              <a:gd name="T26" fmla="+- 0 1205 1093"/>
                              <a:gd name="T27" fmla="*/ 1205 h 1395"/>
                              <a:gd name="T28" fmla="+- 0 9357 8704"/>
                              <a:gd name="T29" fmla="*/ T28 w 2121"/>
                              <a:gd name="T30" fmla="+- 0 1245 1093"/>
                              <a:gd name="T31" fmla="*/ 1245 h 1395"/>
                              <a:gd name="T32" fmla="+- 0 9259 8704"/>
                              <a:gd name="T33" fmla="*/ T32 w 2121"/>
                              <a:gd name="T34" fmla="+- 0 1291 1093"/>
                              <a:gd name="T35" fmla="*/ 1291 h 1395"/>
                              <a:gd name="T36" fmla="+- 0 9166 8704"/>
                              <a:gd name="T37" fmla="*/ T36 w 2121"/>
                              <a:gd name="T38" fmla="+- 0 1344 1093"/>
                              <a:gd name="T39" fmla="*/ 1344 h 1395"/>
                              <a:gd name="T40" fmla="+- 0 9166 8704"/>
                              <a:gd name="T41" fmla="*/ T40 w 2121"/>
                              <a:gd name="T42" fmla="+- 0 1384 1093"/>
                              <a:gd name="T43" fmla="*/ 1384 h 1395"/>
                              <a:gd name="T44" fmla="+- 0 9259 8704"/>
                              <a:gd name="T45" fmla="*/ T44 w 2121"/>
                              <a:gd name="T46" fmla="+- 0 1340 1093"/>
                              <a:gd name="T47" fmla="*/ 1340 h 1395"/>
                              <a:gd name="T48" fmla="+- 0 9355 8704"/>
                              <a:gd name="T49" fmla="*/ T48 w 2121"/>
                              <a:gd name="T50" fmla="+- 0 1301 1093"/>
                              <a:gd name="T51" fmla="*/ 1301 h 1395"/>
                              <a:gd name="T52" fmla="+- 0 9453 8704"/>
                              <a:gd name="T53" fmla="*/ T52 w 2121"/>
                              <a:gd name="T54" fmla="+- 0 1266 1093"/>
                              <a:gd name="T55" fmla="*/ 1266 h 1395"/>
                              <a:gd name="T56" fmla="+- 0 9552 8704"/>
                              <a:gd name="T57" fmla="*/ T56 w 2121"/>
                              <a:gd name="T58" fmla="+- 0 1236 1093"/>
                              <a:gd name="T59" fmla="*/ 1236 h 1395"/>
                              <a:gd name="T60" fmla="+- 0 9653 8704"/>
                              <a:gd name="T61" fmla="*/ T60 w 2121"/>
                              <a:gd name="T62" fmla="+- 0 1212 1093"/>
                              <a:gd name="T63" fmla="*/ 1212 h 1395"/>
                              <a:gd name="T64" fmla="+- 0 9753 8704"/>
                              <a:gd name="T65" fmla="*/ T64 w 2121"/>
                              <a:gd name="T66" fmla="+- 0 1192 1093"/>
                              <a:gd name="T67" fmla="*/ 1192 h 1395"/>
                              <a:gd name="T68" fmla="+- 0 9852 8704"/>
                              <a:gd name="T69" fmla="*/ T68 w 2121"/>
                              <a:gd name="T70" fmla="+- 0 1178 1093"/>
                              <a:gd name="T71" fmla="*/ 1178 h 1395"/>
                              <a:gd name="T72" fmla="+- 0 9950 8704"/>
                              <a:gd name="T73" fmla="*/ T72 w 2121"/>
                              <a:gd name="T74" fmla="+- 0 1170 1093"/>
                              <a:gd name="T75" fmla="*/ 1170 h 1395"/>
                              <a:gd name="T76" fmla="+- 0 10045 8704"/>
                              <a:gd name="T77" fmla="*/ T76 w 2121"/>
                              <a:gd name="T78" fmla="+- 0 1166 1093"/>
                              <a:gd name="T79" fmla="*/ 1166 h 1395"/>
                              <a:gd name="T80" fmla="+- 0 10508 8704"/>
                              <a:gd name="T81" fmla="*/ T80 w 2121"/>
                              <a:gd name="T82" fmla="+- 0 1166 1093"/>
                              <a:gd name="T83" fmla="*/ 1166 h 1395"/>
                              <a:gd name="T84" fmla="+- 0 10452 8704"/>
                              <a:gd name="T85" fmla="*/ T84 w 2121"/>
                              <a:gd name="T86" fmla="+- 0 1146 1093"/>
                              <a:gd name="T87" fmla="*/ 1146 h 1395"/>
                              <a:gd name="T88" fmla="+- 0 10367 8704"/>
                              <a:gd name="T89" fmla="*/ T88 w 2121"/>
                              <a:gd name="T90" fmla="+- 0 1123 1093"/>
                              <a:gd name="T91" fmla="*/ 1123 h 1395"/>
                              <a:gd name="T92" fmla="+- 0 10276 8704"/>
                              <a:gd name="T93" fmla="*/ T92 w 2121"/>
                              <a:gd name="T94" fmla="+- 0 1107 1093"/>
                              <a:gd name="T95" fmla="*/ 1107 h 1395"/>
                              <a:gd name="T96" fmla="+- 0 10181 8704"/>
                              <a:gd name="T97" fmla="*/ T96 w 2121"/>
                              <a:gd name="T98" fmla="+- 0 1097 1093"/>
                              <a:gd name="T99" fmla="*/ 1097 h 1395"/>
                              <a:gd name="T100" fmla="+- 0 10082 8704"/>
                              <a:gd name="T101" fmla="*/ T100 w 2121"/>
                              <a:gd name="T102" fmla="+- 0 1093 1093"/>
                              <a:gd name="T103" fmla="*/ 10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121" h="1395">
                                <a:moveTo>
                                  <a:pt x="1378" y="0"/>
                                </a:moveTo>
                                <a:lnTo>
                                  <a:pt x="1276" y="3"/>
                                </a:lnTo>
                                <a:lnTo>
                                  <a:pt x="1172" y="13"/>
                                </a:lnTo>
                                <a:lnTo>
                                  <a:pt x="1067" y="28"/>
                                </a:lnTo>
                                <a:lnTo>
                                  <a:pt x="962" y="50"/>
                                </a:lnTo>
                                <a:lnTo>
                                  <a:pt x="857" y="78"/>
                                </a:lnTo>
                                <a:lnTo>
                                  <a:pt x="754" y="112"/>
                                </a:lnTo>
                                <a:lnTo>
                                  <a:pt x="653" y="152"/>
                                </a:lnTo>
                                <a:lnTo>
                                  <a:pt x="555" y="198"/>
                                </a:lnTo>
                                <a:lnTo>
                                  <a:pt x="462" y="251"/>
                                </a:lnTo>
                                <a:lnTo>
                                  <a:pt x="462" y="291"/>
                                </a:lnTo>
                                <a:lnTo>
                                  <a:pt x="555" y="247"/>
                                </a:lnTo>
                                <a:lnTo>
                                  <a:pt x="651" y="208"/>
                                </a:lnTo>
                                <a:lnTo>
                                  <a:pt x="749" y="173"/>
                                </a:lnTo>
                                <a:lnTo>
                                  <a:pt x="848" y="143"/>
                                </a:lnTo>
                                <a:lnTo>
                                  <a:pt x="949" y="119"/>
                                </a:lnTo>
                                <a:lnTo>
                                  <a:pt x="1049" y="99"/>
                                </a:lnTo>
                                <a:lnTo>
                                  <a:pt x="1148" y="85"/>
                                </a:lnTo>
                                <a:lnTo>
                                  <a:pt x="1246" y="77"/>
                                </a:lnTo>
                                <a:lnTo>
                                  <a:pt x="1341" y="73"/>
                                </a:lnTo>
                                <a:lnTo>
                                  <a:pt x="1804" y="73"/>
                                </a:lnTo>
                                <a:lnTo>
                                  <a:pt x="1748" y="53"/>
                                </a:lnTo>
                                <a:lnTo>
                                  <a:pt x="1663" y="30"/>
                                </a:lnTo>
                                <a:lnTo>
                                  <a:pt x="1572" y="14"/>
                                </a:lnTo>
                                <a:lnTo>
                                  <a:pt x="1477" y="4"/>
                                </a:lnTo>
                                <a:lnTo>
                                  <a:pt x="137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9" name="Group 63"/>
                      <wpg:cNvGrpSpPr>
                        <a:grpSpLocks/>
                      </wpg:cNvGrpSpPr>
                      <wpg:grpSpPr bwMode="auto">
                        <a:xfrm>
                          <a:off x="10321" y="1419"/>
                          <a:ext cx="110" cy="598"/>
                          <a:chOff x="10321" y="1419"/>
                          <a:chExt cx="110" cy="598"/>
                        </a:xfrm>
                      </wpg:grpSpPr>
                      <wps:wsp>
                        <wps:cNvPr id="180" name="Freeform 64"/>
                        <wps:cNvSpPr>
                          <a:spLocks/>
                        </wps:cNvSpPr>
                        <wps:spPr bwMode="auto">
                          <a:xfrm>
                            <a:off x="10321" y="1419"/>
                            <a:ext cx="110" cy="598"/>
                          </a:xfrm>
                          <a:custGeom>
                            <a:avLst/>
                            <a:gdLst>
                              <a:gd name="T0" fmla="+- 0 10431 10321"/>
                              <a:gd name="T1" fmla="*/ T0 w 110"/>
                              <a:gd name="T2" fmla="+- 0 1419 1419"/>
                              <a:gd name="T3" fmla="*/ 1419 h 598"/>
                              <a:gd name="T4" fmla="+- 0 10321 10321"/>
                              <a:gd name="T5" fmla="*/ T4 w 110"/>
                              <a:gd name="T6" fmla="+- 0 1419 1419"/>
                              <a:gd name="T7" fmla="*/ 1419 h 598"/>
                              <a:gd name="T8" fmla="+- 0 10321 10321"/>
                              <a:gd name="T9" fmla="*/ T8 w 110"/>
                              <a:gd name="T10" fmla="+- 0 1907 1419"/>
                              <a:gd name="T11" fmla="*/ 1907 h 598"/>
                              <a:gd name="T12" fmla="+- 0 10335 10321"/>
                              <a:gd name="T13" fmla="*/ T12 w 110"/>
                              <a:gd name="T14" fmla="+- 0 1967 1419"/>
                              <a:gd name="T15" fmla="*/ 1967 h 598"/>
                              <a:gd name="T16" fmla="+- 0 10380 10321"/>
                              <a:gd name="T17" fmla="*/ T16 w 110"/>
                              <a:gd name="T18" fmla="+- 0 2009 1419"/>
                              <a:gd name="T19" fmla="*/ 2009 h 598"/>
                              <a:gd name="T20" fmla="+- 0 10404 10321"/>
                              <a:gd name="T21" fmla="*/ T20 w 110"/>
                              <a:gd name="T22" fmla="+- 0 2017 1419"/>
                              <a:gd name="T23" fmla="*/ 2017 h 598"/>
                              <a:gd name="T24" fmla="+- 0 10431 10321"/>
                              <a:gd name="T25" fmla="*/ T24 w 110"/>
                              <a:gd name="T26" fmla="+- 0 1419 1419"/>
                              <a:gd name="T27" fmla="*/ 1419 h 598"/>
                            </a:gdLst>
                            <a:ahLst/>
                            <a:cxnLst>
                              <a:cxn ang="0">
                                <a:pos x="T1" y="T3"/>
                              </a:cxn>
                              <a:cxn ang="0">
                                <a:pos x="T5" y="T7"/>
                              </a:cxn>
                              <a:cxn ang="0">
                                <a:pos x="T9" y="T11"/>
                              </a:cxn>
                              <a:cxn ang="0">
                                <a:pos x="T13" y="T15"/>
                              </a:cxn>
                              <a:cxn ang="0">
                                <a:pos x="T17" y="T19"/>
                              </a:cxn>
                              <a:cxn ang="0">
                                <a:pos x="T21" y="T23"/>
                              </a:cxn>
                              <a:cxn ang="0">
                                <a:pos x="T25" y="T27"/>
                              </a:cxn>
                            </a:cxnLst>
                            <a:rect l="0" t="0" r="r" b="b"/>
                            <a:pathLst>
                              <a:path w="110" h="598">
                                <a:moveTo>
                                  <a:pt x="110" y="0"/>
                                </a:moveTo>
                                <a:lnTo>
                                  <a:pt x="0" y="0"/>
                                </a:lnTo>
                                <a:lnTo>
                                  <a:pt x="0" y="488"/>
                                </a:lnTo>
                                <a:lnTo>
                                  <a:pt x="14" y="548"/>
                                </a:lnTo>
                                <a:lnTo>
                                  <a:pt x="59" y="590"/>
                                </a:lnTo>
                                <a:lnTo>
                                  <a:pt x="83" y="598"/>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1" name="Group 65"/>
                      <wpg:cNvGrpSpPr>
                        <a:grpSpLocks/>
                      </wpg:cNvGrpSpPr>
                      <wpg:grpSpPr bwMode="auto">
                        <a:xfrm>
                          <a:off x="9013" y="1597"/>
                          <a:ext cx="110" cy="429"/>
                          <a:chOff x="9013" y="1597"/>
                          <a:chExt cx="110" cy="429"/>
                        </a:xfrm>
                      </wpg:grpSpPr>
                      <wps:wsp>
                        <wps:cNvPr id="182" name="Freeform 66"/>
                        <wps:cNvSpPr>
                          <a:spLocks/>
                        </wps:cNvSpPr>
                        <wps:spPr bwMode="auto">
                          <a:xfrm>
                            <a:off x="9013" y="1597"/>
                            <a:ext cx="110" cy="429"/>
                          </a:xfrm>
                          <a:custGeom>
                            <a:avLst/>
                            <a:gdLst>
                              <a:gd name="T0" fmla="+- 0 9123 9013"/>
                              <a:gd name="T1" fmla="*/ T0 w 110"/>
                              <a:gd name="T2" fmla="+- 0 1597 1597"/>
                              <a:gd name="T3" fmla="*/ 1597 h 429"/>
                              <a:gd name="T4" fmla="+- 0 9013 9013"/>
                              <a:gd name="T5" fmla="*/ T4 w 110"/>
                              <a:gd name="T6" fmla="+- 0 1597 1597"/>
                              <a:gd name="T7" fmla="*/ 1597 h 429"/>
                              <a:gd name="T8" fmla="+- 0 9013 9013"/>
                              <a:gd name="T9" fmla="*/ T8 w 110"/>
                              <a:gd name="T10" fmla="+- 0 1916 1597"/>
                              <a:gd name="T11" fmla="*/ 1916 h 429"/>
                              <a:gd name="T12" fmla="+- 0 9026 9013"/>
                              <a:gd name="T13" fmla="*/ T12 w 110"/>
                              <a:gd name="T14" fmla="+- 0 1976 1597"/>
                              <a:gd name="T15" fmla="*/ 1976 h 429"/>
                              <a:gd name="T16" fmla="+- 0 9071 9013"/>
                              <a:gd name="T17" fmla="*/ T16 w 110"/>
                              <a:gd name="T18" fmla="+- 0 2018 1597"/>
                              <a:gd name="T19" fmla="*/ 2018 h 429"/>
                              <a:gd name="T20" fmla="+- 0 9095 9013"/>
                              <a:gd name="T21" fmla="*/ T20 w 110"/>
                              <a:gd name="T22" fmla="+- 0 2026 1597"/>
                              <a:gd name="T23" fmla="*/ 2026 h 429"/>
                              <a:gd name="T24" fmla="+- 0 9123 9013"/>
                              <a:gd name="T25" fmla="*/ T24 w 110"/>
                              <a:gd name="T26" fmla="+- 0 1597 1597"/>
                              <a:gd name="T27" fmla="*/ 1597 h 429"/>
                            </a:gdLst>
                            <a:ahLst/>
                            <a:cxnLst>
                              <a:cxn ang="0">
                                <a:pos x="T1" y="T3"/>
                              </a:cxn>
                              <a:cxn ang="0">
                                <a:pos x="T5" y="T7"/>
                              </a:cxn>
                              <a:cxn ang="0">
                                <a:pos x="T9" y="T11"/>
                              </a:cxn>
                              <a:cxn ang="0">
                                <a:pos x="T13" y="T15"/>
                              </a:cxn>
                              <a:cxn ang="0">
                                <a:pos x="T17" y="T19"/>
                              </a:cxn>
                              <a:cxn ang="0">
                                <a:pos x="T21" y="T23"/>
                              </a:cxn>
                              <a:cxn ang="0">
                                <a:pos x="T25" y="T27"/>
                              </a:cxn>
                            </a:cxnLst>
                            <a:rect l="0" t="0" r="r" b="b"/>
                            <a:pathLst>
                              <a:path w="110" h="429">
                                <a:moveTo>
                                  <a:pt x="110" y="0"/>
                                </a:moveTo>
                                <a:lnTo>
                                  <a:pt x="0" y="0"/>
                                </a:lnTo>
                                <a:lnTo>
                                  <a:pt x="0" y="319"/>
                                </a:lnTo>
                                <a:lnTo>
                                  <a:pt x="13" y="379"/>
                                </a:lnTo>
                                <a:lnTo>
                                  <a:pt x="58" y="421"/>
                                </a:lnTo>
                                <a:lnTo>
                                  <a:pt x="82" y="429"/>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3" name="Group 67"/>
                      <wpg:cNvGrpSpPr>
                        <a:grpSpLocks/>
                      </wpg:cNvGrpSpPr>
                      <wpg:grpSpPr bwMode="auto">
                        <a:xfrm>
                          <a:off x="9013" y="1434"/>
                          <a:ext cx="110" cy="104"/>
                          <a:chOff x="9013" y="1434"/>
                          <a:chExt cx="110" cy="104"/>
                        </a:xfrm>
                      </wpg:grpSpPr>
                      <wps:wsp>
                        <wps:cNvPr id="184" name="Freeform 68"/>
                        <wps:cNvSpPr>
                          <a:spLocks/>
                        </wps:cNvSpPr>
                        <wps:spPr bwMode="auto">
                          <a:xfrm>
                            <a:off x="9013" y="1434"/>
                            <a:ext cx="110" cy="104"/>
                          </a:xfrm>
                          <a:custGeom>
                            <a:avLst/>
                            <a:gdLst>
                              <a:gd name="T0" fmla="+- 0 9013 9013"/>
                              <a:gd name="T1" fmla="*/ T0 w 110"/>
                              <a:gd name="T2" fmla="+- 0 1538 1434"/>
                              <a:gd name="T3" fmla="*/ 1538 h 104"/>
                              <a:gd name="T4" fmla="+- 0 9122 9013"/>
                              <a:gd name="T5" fmla="*/ T4 w 110"/>
                              <a:gd name="T6" fmla="+- 0 1538 1434"/>
                              <a:gd name="T7" fmla="*/ 1538 h 104"/>
                              <a:gd name="T8" fmla="+- 0 9122 9013"/>
                              <a:gd name="T9" fmla="*/ T8 w 110"/>
                              <a:gd name="T10" fmla="+- 0 1434 1434"/>
                              <a:gd name="T11" fmla="*/ 1434 h 104"/>
                              <a:gd name="T12" fmla="+- 0 9013 9013"/>
                              <a:gd name="T13" fmla="*/ T12 w 110"/>
                              <a:gd name="T14" fmla="+- 0 1434 1434"/>
                              <a:gd name="T15" fmla="*/ 1434 h 104"/>
                              <a:gd name="T16" fmla="+- 0 9013 9013"/>
                              <a:gd name="T17" fmla="*/ T16 w 110"/>
                              <a:gd name="T18" fmla="+- 0 1538 1434"/>
                              <a:gd name="T19" fmla="*/ 1538 h 104"/>
                            </a:gdLst>
                            <a:ahLst/>
                            <a:cxnLst>
                              <a:cxn ang="0">
                                <a:pos x="T1" y="T3"/>
                              </a:cxn>
                              <a:cxn ang="0">
                                <a:pos x="T5" y="T7"/>
                              </a:cxn>
                              <a:cxn ang="0">
                                <a:pos x="T9" y="T11"/>
                              </a:cxn>
                              <a:cxn ang="0">
                                <a:pos x="T13" y="T15"/>
                              </a:cxn>
                              <a:cxn ang="0">
                                <a:pos x="T17" y="T19"/>
                              </a:cxn>
                            </a:cxnLst>
                            <a:rect l="0" t="0" r="r" b="b"/>
                            <a:pathLst>
                              <a:path w="110" h="104">
                                <a:moveTo>
                                  <a:pt x="0" y="104"/>
                                </a:moveTo>
                                <a:lnTo>
                                  <a:pt x="109" y="104"/>
                                </a:lnTo>
                                <a:lnTo>
                                  <a:pt x="109" y="0"/>
                                </a:lnTo>
                                <a:lnTo>
                                  <a:pt x="0" y="0"/>
                                </a:lnTo>
                                <a:lnTo>
                                  <a:pt x="0" y="104"/>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5" name="Group 69"/>
                      <wpg:cNvGrpSpPr>
                        <a:grpSpLocks/>
                      </wpg:cNvGrpSpPr>
                      <wpg:grpSpPr bwMode="auto">
                        <a:xfrm>
                          <a:off x="9654" y="1480"/>
                          <a:ext cx="191" cy="546"/>
                          <a:chOff x="9654" y="1480"/>
                          <a:chExt cx="191" cy="546"/>
                        </a:xfrm>
                      </wpg:grpSpPr>
                      <wps:wsp>
                        <wps:cNvPr id="186" name="Freeform 70"/>
                        <wps:cNvSpPr>
                          <a:spLocks/>
                        </wps:cNvSpPr>
                        <wps:spPr bwMode="auto">
                          <a:xfrm>
                            <a:off x="9654" y="1480"/>
                            <a:ext cx="191" cy="546"/>
                          </a:xfrm>
                          <a:custGeom>
                            <a:avLst/>
                            <a:gdLst>
                              <a:gd name="T0" fmla="+- 0 9763 9654"/>
                              <a:gd name="T1" fmla="*/ T0 w 191"/>
                              <a:gd name="T2" fmla="+- 0 1480 1480"/>
                              <a:gd name="T3" fmla="*/ 1480 h 546"/>
                              <a:gd name="T4" fmla="+- 0 9654 9654"/>
                              <a:gd name="T5" fmla="*/ T4 w 191"/>
                              <a:gd name="T6" fmla="+- 0 1480 1480"/>
                              <a:gd name="T7" fmla="*/ 1480 h 546"/>
                              <a:gd name="T8" fmla="+- 0 9655 9654"/>
                              <a:gd name="T9" fmla="*/ T8 w 191"/>
                              <a:gd name="T10" fmla="+- 0 1920 1480"/>
                              <a:gd name="T11" fmla="*/ 1920 h 546"/>
                              <a:gd name="T12" fmla="+- 0 9677 9654"/>
                              <a:gd name="T13" fmla="*/ T12 w 191"/>
                              <a:gd name="T14" fmla="+- 0 1978 1480"/>
                              <a:gd name="T15" fmla="*/ 1978 h 546"/>
                              <a:gd name="T16" fmla="+- 0 9728 9654"/>
                              <a:gd name="T17" fmla="*/ T16 w 191"/>
                              <a:gd name="T18" fmla="+- 0 2017 1480"/>
                              <a:gd name="T19" fmla="*/ 2017 h 546"/>
                              <a:gd name="T20" fmla="+- 0 9781 9654"/>
                              <a:gd name="T21" fmla="*/ T20 w 191"/>
                              <a:gd name="T22" fmla="+- 0 2026 1480"/>
                              <a:gd name="T23" fmla="*/ 2026 h 546"/>
                              <a:gd name="T24" fmla="+- 0 9845 9654"/>
                              <a:gd name="T25" fmla="*/ T24 w 191"/>
                              <a:gd name="T26" fmla="+- 0 2026 1480"/>
                              <a:gd name="T27" fmla="*/ 2026 h 546"/>
                              <a:gd name="T28" fmla="+- 0 9845 9654"/>
                              <a:gd name="T29" fmla="*/ T28 w 191"/>
                              <a:gd name="T30" fmla="+- 0 1935 1480"/>
                              <a:gd name="T31" fmla="*/ 1935 h 546"/>
                              <a:gd name="T32" fmla="+- 0 9784 9654"/>
                              <a:gd name="T33" fmla="*/ T32 w 191"/>
                              <a:gd name="T34" fmla="+- 0 1933 1480"/>
                              <a:gd name="T35" fmla="*/ 1933 h 546"/>
                              <a:gd name="T36" fmla="+- 0 9768 9654"/>
                              <a:gd name="T37" fmla="*/ T36 w 191"/>
                              <a:gd name="T38" fmla="+- 0 1920 1480"/>
                              <a:gd name="T39" fmla="*/ 1920 h 546"/>
                              <a:gd name="T40" fmla="+- 0 9763 9654"/>
                              <a:gd name="T41" fmla="*/ T40 w 191"/>
                              <a:gd name="T42" fmla="+- 0 1897 1480"/>
                              <a:gd name="T43" fmla="*/ 1897 h 546"/>
                              <a:gd name="T44" fmla="+- 0 9763 9654"/>
                              <a:gd name="T45" fmla="*/ T44 w 191"/>
                              <a:gd name="T46" fmla="+- 0 1685 1480"/>
                              <a:gd name="T47" fmla="*/ 1685 h 546"/>
                              <a:gd name="T48" fmla="+- 0 9845 9654"/>
                              <a:gd name="T49" fmla="*/ T48 w 191"/>
                              <a:gd name="T50" fmla="+- 0 1685 1480"/>
                              <a:gd name="T51" fmla="*/ 1685 h 546"/>
                              <a:gd name="T52" fmla="+- 0 9845 9654"/>
                              <a:gd name="T53" fmla="*/ T52 w 191"/>
                              <a:gd name="T54" fmla="+- 0 1597 1480"/>
                              <a:gd name="T55" fmla="*/ 1597 h 546"/>
                              <a:gd name="T56" fmla="+- 0 9763 9654"/>
                              <a:gd name="T57" fmla="*/ T56 w 191"/>
                              <a:gd name="T58" fmla="+- 0 1597 1480"/>
                              <a:gd name="T59" fmla="*/ 1597 h 546"/>
                              <a:gd name="T60" fmla="+- 0 9763 9654"/>
                              <a:gd name="T61" fmla="*/ T60 w 191"/>
                              <a:gd name="T62" fmla="+- 0 1480 1480"/>
                              <a:gd name="T63" fmla="*/ 1480 h 5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1" h="546">
                                <a:moveTo>
                                  <a:pt x="109" y="0"/>
                                </a:moveTo>
                                <a:lnTo>
                                  <a:pt x="0" y="0"/>
                                </a:lnTo>
                                <a:lnTo>
                                  <a:pt x="1" y="440"/>
                                </a:lnTo>
                                <a:lnTo>
                                  <a:pt x="23" y="498"/>
                                </a:lnTo>
                                <a:lnTo>
                                  <a:pt x="74" y="537"/>
                                </a:lnTo>
                                <a:lnTo>
                                  <a:pt x="127" y="546"/>
                                </a:lnTo>
                                <a:lnTo>
                                  <a:pt x="191" y="546"/>
                                </a:lnTo>
                                <a:lnTo>
                                  <a:pt x="191" y="455"/>
                                </a:lnTo>
                                <a:lnTo>
                                  <a:pt x="130" y="453"/>
                                </a:lnTo>
                                <a:lnTo>
                                  <a:pt x="114" y="440"/>
                                </a:lnTo>
                                <a:lnTo>
                                  <a:pt x="109" y="417"/>
                                </a:lnTo>
                                <a:lnTo>
                                  <a:pt x="109" y="205"/>
                                </a:lnTo>
                                <a:lnTo>
                                  <a:pt x="191" y="205"/>
                                </a:lnTo>
                                <a:lnTo>
                                  <a:pt x="191" y="117"/>
                                </a:lnTo>
                                <a:lnTo>
                                  <a:pt x="109" y="117"/>
                                </a:lnTo>
                                <a:lnTo>
                                  <a:pt x="10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7" name="Group 71"/>
                      <wpg:cNvGrpSpPr>
                        <a:grpSpLocks/>
                      </wpg:cNvGrpSpPr>
                      <wpg:grpSpPr bwMode="auto">
                        <a:xfrm>
                          <a:off x="9873" y="1590"/>
                          <a:ext cx="385" cy="443"/>
                          <a:chOff x="9873" y="1590"/>
                          <a:chExt cx="385" cy="443"/>
                        </a:xfrm>
                      </wpg:grpSpPr>
                      <wps:wsp>
                        <wps:cNvPr id="188" name="Freeform 72"/>
                        <wps:cNvSpPr>
                          <a:spLocks/>
                        </wps:cNvSpPr>
                        <wps:spPr bwMode="auto">
                          <a:xfrm>
                            <a:off x="9873" y="1590"/>
                            <a:ext cx="385" cy="443"/>
                          </a:xfrm>
                          <a:custGeom>
                            <a:avLst/>
                            <a:gdLst>
                              <a:gd name="T0" fmla="+- 0 10071 9873"/>
                              <a:gd name="T1" fmla="*/ T0 w 385"/>
                              <a:gd name="T2" fmla="+- 0 1590 1590"/>
                              <a:gd name="T3" fmla="*/ 1590 h 443"/>
                              <a:gd name="T4" fmla="+- 0 10007 9873"/>
                              <a:gd name="T5" fmla="*/ T4 w 385"/>
                              <a:gd name="T6" fmla="+- 0 1600 1590"/>
                              <a:gd name="T7" fmla="*/ 1600 h 443"/>
                              <a:gd name="T8" fmla="+- 0 9953 9873"/>
                              <a:gd name="T9" fmla="*/ T8 w 385"/>
                              <a:gd name="T10" fmla="+- 0 1629 1590"/>
                              <a:gd name="T11" fmla="*/ 1629 h 443"/>
                              <a:gd name="T12" fmla="+- 0 9910 9873"/>
                              <a:gd name="T13" fmla="*/ T12 w 385"/>
                              <a:gd name="T14" fmla="+- 0 1675 1590"/>
                              <a:gd name="T15" fmla="*/ 1675 h 443"/>
                              <a:gd name="T16" fmla="+- 0 9883 9873"/>
                              <a:gd name="T17" fmla="*/ T16 w 385"/>
                              <a:gd name="T18" fmla="+- 0 1737 1590"/>
                              <a:gd name="T19" fmla="*/ 1737 h 443"/>
                              <a:gd name="T20" fmla="+- 0 9873 9873"/>
                              <a:gd name="T21" fmla="*/ T20 w 385"/>
                              <a:gd name="T22" fmla="+- 0 1816 1590"/>
                              <a:gd name="T23" fmla="*/ 1816 h 443"/>
                              <a:gd name="T24" fmla="+- 0 9875 9873"/>
                              <a:gd name="T25" fmla="*/ T24 w 385"/>
                              <a:gd name="T26" fmla="+- 0 1847 1590"/>
                              <a:gd name="T27" fmla="*/ 1847 h 443"/>
                              <a:gd name="T28" fmla="+- 0 9894 9873"/>
                              <a:gd name="T29" fmla="*/ T28 w 385"/>
                              <a:gd name="T30" fmla="+- 0 1924 1590"/>
                              <a:gd name="T31" fmla="*/ 1924 h 443"/>
                              <a:gd name="T32" fmla="+- 0 9930 9873"/>
                              <a:gd name="T33" fmla="*/ T32 w 385"/>
                              <a:gd name="T34" fmla="+- 0 1978 1590"/>
                              <a:gd name="T35" fmla="*/ 1978 h 443"/>
                              <a:gd name="T36" fmla="+- 0 9979 9873"/>
                              <a:gd name="T37" fmla="*/ T36 w 385"/>
                              <a:gd name="T38" fmla="+- 0 2013 1590"/>
                              <a:gd name="T39" fmla="*/ 2013 h 443"/>
                              <a:gd name="T40" fmla="+- 0 10038 9873"/>
                              <a:gd name="T41" fmla="*/ T40 w 385"/>
                              <a:gd name="T42" fmla="+- 0 2030 1590"/>
                              <a:gd name="T43" fmla="*/ 2030 h 443"/>
                              <a:gd name="T44" fmla="+- 0 10079 9873"/>
                              <a:gd name="T45" fmla="*/ T44 w 385"/>
                              <a:gd name="T46" fmla="+- 0 2033 1590"/>
                              <a:gd name="T47" fmla="*/ 2033 h 443"/>
                              <a:gd name="T48" fmla="+- 0 10104 9873"/>
                              <a:gd name="T49" fmla="*/ T48 w 385"/>
                              <a:gd name="T50" fmla="+- 0 2032 1590"/>
                              <a:gd name="T51" fmla="*/ 2032 h 443"/>
                              <a:gd name="T52" fmla="+- 0 10167 9873"/>
                              <a:gd name="T53" fmla="*/ T52 w 385"/>
                              <a:gd name="T54" fmla="+- 0 2019 1590"/>
                              <a:gd name="T55" fmla="*/ 2019 h 443"/>
                              <a:gd name="T56" fmla="+- 0 10231 9873"/>
                              <a:gd name="T57" fmla="*/ T56 w 385"/>
                              <a:gd name="T58" fmla="+- 0 1979 1590"/>
                              <a:gd name="T59" fmla="*/ 1979 h 443"/>
                              <a:gd name="T60" fmla="+- 0 10245 9873"/>
                              <a:gd name="T61" fmla="*/ T60 w 385"/>
                              <a:gd name="T62" fmla="+- 0 1965 1590"/>
                              <a:gd name="T63" fmla="*/ 1965 h 443"/>
                              <a:gd name="T64" fmla="+- 0 10215 9873"/>
                              <a:gd name="T65" fmla="*/ T64 w 385"/>
                              <a:gd name="T66" fmla="+- 0 1940 1590"/>
                              <a:gd name="T67" fmla="*/ 1940 h 443"/>
                              <a:gd name="T68" fmla="+- 0 10057 9873"/>
                              <a:gd name="T69" fmla="*/ T68 w 385"/>
                              <a:gd name="T70" fmla="+- 0 1940 1590"/>
                              <a:gd name="T71" fmla="*/ 1940 h 443"/>
                              <a:gd name="T72" fmla="+- 0 10034 9873"/>
                              <a:gd name="T73" fmla="*/ T72 w 385"/>
                              <a:gd name="T74" fmla="+- 0 1934 1590"/>
                              <a:gd name="T75" fmla="*/ 1934 h 443"/>
                              <a:gd name="T76" fmla="+- 0 9990 9873"/>
                              <a:gd name="T77" fmla="*/ T76 w 385"/>
                              <a:gd name="T78" fmla="+- 0 1890 1590"/>
                              <a:gd name="T79" fmla="*/ 1890 h 443"/>
                              <a:gd name="T80" fmla="+- 0 9982 9873"/>
                              <a:gd name="T81" fmla="*/ T80 w 385"/>
                              <a:gd name="T82" fmla="+- 0 1845 1590"/>
                              <a:gd name="T83" fmla="*/ 1845 h 443"/>
                              <a:gd name="T84" fmla="+- 0 10258 9873"/>
                              <a:gd name="T85" fmla="*/ T84 w 385"/>
                              <a:gd name="T86" fmla="+- 0 1845 1590"/>
                              <a:gd name="T87" fmla="*/ 1845 h 443"/>
                              <a:gd name="T88" fmla="+- 0 10258 9873"/>
                              <a:gd name="T89" fmla="*/ T88 w 385"/>
                              <a:gd name="T90" fmla="+- 0 1799 1590"/>
                              <a:gd name="T91" fmla="*/ 1799 h 443"/>
                              <a:gd name="T92" fmla="+- 0 10256 9873"/>
                              <a:gd name="T93" fmla="*/ T92 w 385"/>
                              <a:gd name="T94" fmla="+- 0 1774 1590"/>
                              <a:gd name="T95" fmla="*/ 1774 h 443"/>
                              <a:gd name="T96" fmla="+- 0 10256 9873"/>
                              <a:gd name="T97" fmla="*/ T96 w 385"/>
                              <a:gd name="T98" fmla="+- 0 1771 1590"/>
                              <a:gd name="T99" fmla="*/ 1771 h 443"/>
                              <a:gd name="T100" fmla="+- 0 10149 9873"/>
                              <a:gd name="T101" fmla="*/ T100 w 385"/>
                              <a:gd name="T102" fmla="+- 0 1771 1590"/>
                              <a:gd name="T103" fmla="*/ 1771 h 443"/>
                              <a:gd name="T104" fmla="+- 0 9983 9873"/>
                              <a:gd name="T105" fmla="*/ T104 w 385"/>
                              <a:gd name="T106" fmla="+- 0 1756 1590"/>
                              <a:gd name="T107" fmla="*/ 1756 h 443"/>
                              <a:gd name="T108" fmla="+- 0 10009 9873"/>
                              <a:gd name="T109" fmla="*/ T108 w 385"/>
                              <a:gd name="T110" fmla="+- 0 1702 1590"/>
                              <a:gd name="T111" fmla="*/ 1702 h 443"/>
                              <a:gd name="T112" fmla="+- 0 10070 9873"/>
                              <a:gd name="T113" fmla="*/ T112 w 385"/>
                              <a:gd name="T114" fmla="+- 0 1680 1590"/>
                              <a:gd name="T115" fmla="*/ 1680 h 443"/>
                              <a:gd name="T116" fmla="+- 0 10228 9873"/>
                              <a:gd name="T117" fmla="*/ T116 w 385"/>
                              <a:gd name="T118" fmla="+- 0 1680 1590"/>
                              <a:gd name="T119" fmla="*/ 1680 h 443"/>
                              <a:gd name="T120" fmla="+- 0 10220 9873"/>
                              <a:gd name="T121" fmla="*/ T120 w 385"/>
                              <a:gd name="T122" fmla="+- 0 1667 1590"/>
                              <a:gd name="T123" fmla="*/ 1667 h 443"/>
                              <a:gd name="T124" fmla="+- 0 10177 9873"/>
                              <a:gd name="T125" fmla="*/ T124 w 385"/>
                              <a:gd name="T126" fmla="+- 0 1622 1590"/>
                              <a:gd name="T127" fmla="*/ 1622 h 443"/>
                              <a:gd name="T128" fmla="+- 0 10118 9873"/>
                              <a:gd name="T129" fmla="*/ T128 w 385"/>
                              <a:gd name="T130" fmla="+- 0 1595 1590"/>
                              <a:gd name="T131" fmla="*/ 1595 h 443"/>
                              <a:gd name="T132" fmla="+- 0 10095 9873"/>
                              <a:gd name="T133" fmla="*/ T132 w 385"/>
                              <a:gd name="T134" fmla="+- 0 1591 1590"/>
                              <a:gd name="T135" fmla="*/ 1591 h 443"/>
                              <a:gd name="T136" fmla="+- 0 10071 9873"/>
                              <a:gd name="T137" fmla="*/ T136 w 385"/>
                              <a:gd name="T138" fmla="+- 0 1590 1590"/>
                              <a:gd name="T139" fmla="*/ 159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385" h="443">
                                <a:moveTo>
                                  <a:pt x="198" y="0"/>
                                </a:moveTo>
                                <a:lnTo>
                                  <a:pt x="134" y="10"/>
                                </a:lnTo>
                                <a:lnTo>
                                  <a:pt x="80" y="39"/>
                                </a:lnTo>
                                <a:lnTo>
                                  <a:pt x="37" y="85"/>
                                </a:lnTo>
                                <a:lnTo>
                                  <a:pt x="10" y="147"/>
                                </a:lnTo>
                                <a:lnTo>
                                  <a:pt x="0" y="226"/>
                                </a:lnTo>
                                <a:lnTo>
                                  <a:pt x="2" y="257"/>
                                </a:lnTo>
                                <a:lnTo>
                                  <a:pt x="21" y="334"/>
                                </a:lnTo>
                                <a:lnTo>
                                  <a:pt x="57" y="388"/>
                                </a:lnTo>
                                <a:lnTo>
                                  <a:pt x="106" y="423"/>
                                </a:lnTo>
                                <a:lnTo>
                                  <a:pt x="165" y="440"/>
                                </a:lnTo>
                                <a:lnTo>
                                  <a:pt x="206" y="443"/>
                                </a:lnTo>
                                <a:lnTo>
                                  <a:pt x="231" y="442"/>
                                </a:lnTo>
                                <a:lnTo>
                                  <a:pt x="294" y="429"/>
                                </a:lnTo>
                                <a:lnTo>
                                  <a:pt x="358" y="389"/>
                                </a:lnTo>
                                <a:lnTo>
                                  <a:pt x="372" y="375"/>
                                </a:lnTo>
                                <a:lnTo>
                                  <a:pt x="342" y="350"/>
                                </a:lnTo>
                                <a:lnTo>
                                  <a:pt x="184" y="350"/>
                                </a:lnTo>
                                <a:lnTo>
                                  <a:pt x="161" y="344"/>
                                </a:lnTo>
                                <a:lnTo>
                                  <a:pt x="117" y="300"/>
                                </a:lnTo>
                                <a:lnTo>
                                  <a:pt x="109" y="255"/>
                                </a:lnTo>
                                <a:lnTo>
                                  <a:pt x="385" y="255"/>
                                </a:lnTo>
                                <a:lnTo>
                                  <a:pt x="385" y="209"/>
                                </a:lnTo>
                                <a:lnTo>
                                  <a:pt x="383" y="184"/>
                                </a:lnTo>
                                <a:lnTo>
                                  <a:pt x="383" y="181"/>
                                </a:lnTo>
                                <a:lnTo>
                                  <a:pt x="276" y="181"/>
                                </a:lnTo>
                                <a:lnTo>
                                  <a:pt x="110" y="166"/>
                                </a:lnTo>
                                <a:lnTo>
                                  <a:pt x="136" y="112"/>
                                </a:lnTo>
                                <a:lnTo>
                                  <a:pt x="197" y="90"/>
                                </a:lnTo>
                                <a:lnTo>
                                  <a:pt x="355" y="90"/>
                                </a:lnTo>
                                <a:lnTo>
                                  <a:pt x="347" y="77"/>
                                </a:lnTo>
                                <a:lnTo>
                                  <a:pt x="304" y="32"/>
                                </a:lnTo>
                                <a:lnTo>
                                  <a:pt x="245" y="5"/>
                                </a:lnTo>
                                <a:lnTo>
                                  <a:pt x="222" y="1"/>
                                </a:lnTo>
                                <a:lnTo>
                                  <a:pt x="19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9" name="Freeform 73"/>
                        <wps:cNvSpPr>
                          <a:spLocks/>
                        </wps:cNvSpPr>
                        <wps:spPr bwMode="auto">
                          <a:xfrm>
                            <a:off x="9873" y="1590"/>
                            <a:ext cx="385" cy="443"/>
                          </a:xfrm>
                          <a:custGeom>
                            <a:avLst/>
                            <a:gdLst>
                              <a:gd name="T0" fmla="+- 0 10173 9873"/>
                              <a:gd name="T1" fmla="*/ T0 w 385"/>
                              <a:gd name="T2" fmla="+- 0 1906 1590"/>
                              <a:gd name="T3" fmla="*/ 1906 h 443"/>
                              <a:gd name="T4" fmla="+- 0 10110 9873"/>
                              <a:gd name="T5" fmla="*/ T4 w 385"/>
                              <a:gd name="T6" fmla="+- 0 1938 1590"/>
                              <a:gd name="T7" fmla="*/ 1938 h 443"/>
                              <a:gd name="T8" fmla="+- 0 10057 9873"/>
                              <a:gd name="T9" fmla="*/ T8 w 385"/>
                              <a:gd name="T10" fmla="+- 0 1940 1590"/>
                              <a:gd name="T11" fmla="*/ 1940 h 443"/>
                              <a:gd name="T12" fmla="+- 0 10215 9873"/>
                              <a:gd name="T13" fmla="*/ T12 w 385"/>
                              <a:gd name="T14" fmla="+- 0 1940 1590"/>
                              <a:gd name="T15" fmla="*/ 1940 h 443"/>
                              <a:gd name="T16" fmla="+- 0 10173 9873"/>
                              <a:gd name="T17" fmla="*/ T16 w 385"/>
                              <a:gd name="T18" fmla="+- 0 1906 1590"/>
                              <a:gd name="T19" fmla="*/ 1906 h 443"/>
                            </a:gdLst>
                            <a:ahLst/>
                            <a:cxnLst>
                              <a:cxn ang="0">
                                <a:pos x="T1" y="T3"/>
                              </a:cxn>
                              <a:cxn ang="0">
                                <a:pos x="T5" y="T7"/>
                              </a:cxn>
                              <a:cxn ang="0">
                                <a:pos x="T9" y="T11"/>
                              </a:cxn>
                              <a:cxn ang="0">
                                <a:pos x="T13" y="T15"/>
                              </a:cxn>
                              <a:cxn ang="0">
                                <a:pos x="T17" y="T19"/>
                              </a:cxn>
                            </a:cxnLst>
                            <a:rect l="0" t="0" r="r" b="b"/>
                            <a:pathLst>
                              <a:path w="385" h="443">
                                <a:moveTo>
                                  <a:pt x="300" y="316"/>
                                </a:moveTo>
                                <a:lnTo>
                                  <a:pt x="237" y="348"/>
                                </a:lnTo>
                                <a:lnTo>
                                  <a:pt x="184" y="350"/>
                                </a:lnTo>
                                <a:lnTo>
                                  <a:pt x="342" y="350"/>
                                </a:lnTo>
                                <a:lnTo>
                                  <a:pt x="300" y="3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74"/>
                        <wps:cNvSpPr>
                          <a:spLocks/>
                        </wps:cNvSpPr>
                        <wps:spPr bwMode="auto">
                          <a:xfrm>
                            <a:off x="9873" y="1590"/>
                            <a:ext cx="385" cy="443"/>
                          </a:xfrm>
                          <a:custGeom>
                            <a:avLst/>
                            <a:gdLst>
                              <a:gd name="T0" fmla="+- 0 10228 9873"/>
                              <a:gd name="T1" fmla="*/ T0 w 385"/>
                              <a:gd name="T2" fmla="+- 0 1680 1590"/>
                              <a:gd name="T3" fmla="*/ 1680 h 443"/>
                              <a:gd name="T4" fmla="+- 0 10070 9873"/>
                              <a:gd name="T5" fmla="*/ T4 w 385"/>
                              <a:gd name="T6" fmla="+- 0 1680 1590"/>
                              <a:gd name="T7" fmla="*/ 1680 h 443"/>
                              <a:gd name="T8" fmla="+- 0 10072 9873"/>
                              <a:gd name="T9" fmla="*/ T8 w 385"/>
                              <a:gd name="T10" fmla="+- 0 1680 1590"/>
                              <a:gd name="T11" fmla="*/ 1680 h 443"/>
                              <a:gd name="T12" fmla="+- 0 10096 9873"/>
                              <a:gd name="T13" fmla="*/ T12 w 385"/>
                              <a:gd name="T14" fmla="+- 0 1684 1590"/>
                              <a:gd name="T15" fmla="*/ 1684 h 443"/>
                              <a:gd name="T16" fmla="+- 0 10140 9873"/>
                              <a:gd name="T17" fmla="*/ T16 w 385"/>
                              <a:gd name="T18" fmla="+- 0 1727 1590"/>
                              <a:gd name="T19" fmla="*/ 1727 h 443"/>
                              <a:gd name="T20" fmla="+- 0 10149 9873"/>
                              <a:gd name="T21" fmla="*/ T20 w 385"/>
                              <a:gd name="T22" fmla="+- 0 1771 1590"/>
                              <a:gd name="T23" fmla="*/ 1771 h 443"/>
                              <a:gd name="T24" fmla="+- 0 10256 9873"/>
                              <a:gd name="T25" fmla="*/ T24 w 385"/>
                              <a:gd name="T26" fmla="+- 0 1771 1590"/>
                              <a:gd name="T27" fmla="*/ 1771 h 443"/>
                              <a:gd name="T28" fmla="+- 0 10253 9873"/>
                              <a:gd name="T29" fmla="*/ T28 w 385"/>
                              <a:gd name="T30" fmla="+- 0 1750 1590"/>
                              <a:gd name="T31" fmla="*/ 1750 h 443"/>
                              <a:gd name="T32" fmla="+- 0 10247 9873"/>
                              <a:gd name="T33" fmla="*/ T32 w 385"/>
                              <a:gd name="T34" fmla="+- 0 1727 1590"/>
                              <a:gd name="T35" fmla="*/ 1727 h 443"/>
                              <a:gd name="T36" fmla="+- 0 10240 9873"/>
                              <a:gd name="T37" fmla="*/ T36 w 385"/>
                              <a:gd name="T38" fmla="+- 0 1705 1590"/>
                              <a:gd name="T39" fmla="*/ 1705 h 443"/>
                              <a:gd name="T40" fmla="+- 0 10231 9873"/>
                              <a:gd name="T41" fmla="*/ T40 w 385"/>
                              <a:gd name="T42" fmla="+- 0 1685 1590"/>
                              <a:gd name="T43" fmla="*/ 1685 h 443"/>
                              <a:gd name="T44" fmla="+- 0 10228 9873"/>
                              <a:gd name="T45" fmla="*/ T44 w 385"/>
                              <a:gd name="T46" fmla="+- 0 1680 1590"/>
                              <a:gd name="T47" fmla="*/ 168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5" h="443">
                                <a:moveTo>
                                  <a:pt x="355" y="90"/>
                                </a:moveTo>
                                <a:lnTo>
                                  <a:pt x="197" y="90"/>
                                </a:lnTo>
                                <a:lnTo>
                                  <a:pt x="199" y="90"/>
                                </a:lnTo>
                                <a:lnTo>
                                  <a:pt x="223" y="94"/>
                                </a:lnTo>
                                <a:lnTo>
                                  <a:pt x="267" y="137"/>
                                </a:lnTo>
                                <a:lnTo>
                                  <a:pt x="276" y="181"/>
                                </a:lnTo>
                                <a:lnTo>
                                  <a:pt x="383" y="181"/>
                                </a:lnTo>
                                <a:lnTo>
                                  <a:pt x="380" y="160"/>
                                </a:lnTo>
                                <a:lnTo>
                                  <a:pt x="374" y="137"/>
                                </a:lnTo>
                                <a:lnTo>
                                  <a:pt x="367" y="115"/>
                                </a:lnTo>
                                <a:lnTo>
                                  <a:pt x="358" y="95"/>
                                </a:lnTo>
                                <a:lnTo>
                                  <a:pt x="355" y="9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1" name="Group 75"/>
                      <wpg:cNvGrpSpPr>
                        <a:grpSpLocks/>
                      </wpg:cNvGrpSpPr>
                      <wpg:grpSpPr bwMode="auto">
                        <a:xfrm>
                          <a:off x="9220" y="1597"/>
                          <a:ext cx="348" cy="429"/>
                          <a:chOff x="9220" y="1597"/>
                          <a:chExt cx="348" cy="429"/>
                        </a:xfrm>
                      </wpg:grpSpPr>
                      <wps:wsp>
                        <wps:cNvPr id="192" name="Freeform 76"/>
                        <wps:cNvSpPr>
                          <a:spLocks/>
                        </wps:cNvSpPr>
                        <wps:spPr bwMode="auto">
                          <a:xfrm>
                            <a:off x="9220" y="1597"/>
                            <a:ext cx="348" cy="429"/>
                          </a:xfrm>
                          <a:custGeom>
                            <a:avLst/>
                            <a:gdLst>
                              <a:gd name="T0" fmla="+- 0 9220 9220"/>
                              <a:gd name="T1" fmla="*/ T0 w 348"/>
                              <a:gd name="T2" fmla="+- 0 1597 1597"/>
                              <a:gd name="T3" fmla="*/ 1597 h 429"/>
                              <a:gd name="T4" fmla="+- 0 9220 9220"/>
                              <a:gd name="T5" fmla="*/ T4 w 348"/>
                              <a:gd name="T6" fmla="+- 0 2027 1597"/>
                              <a:gd name="T7" fmla="*/ 2027 h 429"/>
                              <a:gd name="T8" fmla="+- 0 9329 9220"/>
                              <a:gd name="T9" fmla="*/ T8 w 348"/>
                              <a:gd name="T10" fmla="+- 0 2027 1597"/>
                              <a:gd name="T11" fmla="*/ 2027 h 429"/>
                              <a:gd name="T12" fmla="+- 0 9329 9220"/>
                              <a:gd name="T13" fmla="*/ T12 w 348"/>
                              <a:gd name="T14" fmla="+- 0 1685 1597"/>
                              <a:gd name="T15" fmla="*/ 1685 h 429"/>
                              <a:gd name="T16" fmla="+- 0 9568 9220"/>
                              <a:gd name="T17" fmla="*/ T16 w 348"/>
                              <a:gd name="T18" fmla="+- 0 1685 1597"/>
                              <a:gd name="T19" fmla="*/ 1685 h 429"/>
                              <a:gd name="T20" fmla="+- 0 9538 9220"/>
                              <a:gd name="T21" fmla="*/ T20 w 348"/>
                              <a:gd name="T22" fmla="+- 0 1631 1597"/>
                              <a:gd name="T23" fmla="*/ 1631 h 429"/>
                              <a:gd name="T24" fmla="+- 0 9476 9220"/>
                              <a:gd name="T25" fmla="*/ T24 w 348"/>
                              <a:gd name="T26" fmla="+- 0 1600 1597"/>
                              <a:gd name="T27" fmla="*/ 1600 h 429"/>
                              <a:gd name="T28" fmla="+- 0 9447 9220"/>
                              <a:gd name="T29" fmla="*/ T28 w 348"/>
                              <a:gd name="T30" fmla="+- 0 1597 1597"/>
                              <a:gd name="T31" fmla="*/ 1597 h 429"/>
                              <a:gd name="T32" fmla="+- 0 9220 9220"/>
                              <a:gd name="T33" fmla="*/ T32 w 348"/>
                              <a:gd name="T34" fmla="+- 0 1597 1597"/>
                              <a:gd name="T35" fmla="*/ 1597 h 4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48" h="429">
                                <a:moveTo>
                                  <a:pt x="0" y="0"/>
                                </a:moveTo>
                                <a:lnTo>
                                  <a:pt x="0" y="430"/>
                                </a:lnTo>
                                <a:lnTo>
                                  <a:pt x="109" y="430"/>
                                </a:lnTo>
                                <a:lnTo>
                                  <a:pt x="109" y="88"/>
                                </a:lnTo>
                                <a:lnTo>
                                  <a:pt x="348" y="88"/>
                                </a:lnTo>
                                <a:lnTo>
                                  <a:pt x="318" y="34"/>
                                </a:lnTo>
                                <a:lnTo>
                                  <a:pt x="256" y="3"/>
                                </a:lnTo>
                                <a:lnTo>
                                  <a:pt x="227" y="0"/>
                                </a:lnTo>
                                <a:lnTo>
                                  <a:pt x="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3" name="Group 77"/>
                      <wpg:cNvGrpSpPr>
                        <a:grpSpLocks/>
                      </wpg:cNvGrpSpPr>
                      <wpg:grpSpPr bwMode="auto">
                        <a:xfrm>
                          <a:off x="9419" y="1685"/>
                          <a:ext cx="154" cy="342"/>
                          <a:chOff x="9419" y="1685"/>
                          <a:chExt cx="154" cy="342"/>
                        </a:xfrm>
                      </wpg:grpSpPr>
                      <wps:wsp>
                        <wps:cNvPr id="194" name="Freeform 78"/>
                        <wps:cNvSpPr>
                          <a:spLocks/>
                        </wps:cNvSpPr>
                        <wps:spPr bwMode="auto">
                          <a:xfrm>
                            <a:off x="9419" y="1685"/>
                            <a:ext cx="154" cy="342"/>
                          </a:xfrm>
                          <a:custGeom>
                            <a:avLst/>
                            <a:gdLst>
                              <a:gd name="T0" fmla="+- 0 9568 9419"/>
                              <a:gd name="T1" fmla="*/ T0 w 154"/>
                              <a:gd name="T2" fmla="+- 0 1685 1685"/>
                              <a:gd name="T3" fmla="*/ 1685 h 342"/>
                              <a:gd name="T4" fmla="+- 0 9419 9419"/>
                              <a:gd name="T5" fmla="*/ T4 w 154"/>
                              <a:gd name="T6" fmla="+- 0 1685 1685"/>
                              <a:gd name="T7" fmla="*/ 1685 h 342"/>
                              <a:gd name="T8" fmla="+- 0 9444 9419"/>
                              <a:gd name="T9" fmla="*/ T8 w 154"/>
                              <a:gd name="T10" fmla="+- 0 1690 1685"/>
                              <a:gd name="T11" fmla="*/ 1690 h 342"/>
                              <a:gd name="T12" fmla="+- 0 9459 9419"/>
                              <a:gd name="T13" fmla="*/ T12 w 154"/>
                              <a:gd name="T14" fmla="+- 0 1703 1685"/>
                              <a:gd name="T15" fmla="*/ 1703 h 342"/>
                              <a:gd name="T16" fmla="+- 0 9464 9419"/>
                              <a:gd name="T17" fmla="*/ T16 w 154"/>
                              <a:gd name="T18" fmla="+- 0 1725 1685"/>
                              <a:gd name="T19" fmla="*/ 1725 h 342"/>
                              <a:gd name="T20" fmla="+- 0 9464 9419"/>
                              <a:gd name="T21" fmla="*/ T20 w 154"/>
                              <a:gd name="T22" fmla="+- 0 2027 1685"/>
                              <a:gd name="T23" fmla="*/ 2027 h 342"/>
                              <a:gd name="T24" fmla="+- 0 9573 9419"/>
                              <a:gd name="T25" fmla="*/ T24 w 154"/>
                              <a:gd name="T26" fmla="+- 0 2027 1685"/>
                              <a:gd name="T27" fmla="*/ 2027 h 342"/>
                              <a:gd name="T28" fmla="+- 0 9573 9419"/>
                              <a:gd name="T29" fmla="*/ T28 w 154"/>
                              <a:gd name="T30" fmla="+- 0 1725 1685"/>
                              <a:gd name="T31" fmla="*/ 1725 h 342"/>
                              <a:gd name="T32" fmla="+- 0 9572 9419"/>
                              <a:gd name="T33" fmla="*/ T32 w 154"/>
                              <a:gd name="T34" fmla="+- 0 1705 1685"/>
                              <a:gd name="T35" fmla="*/ 1705 h 342"/>
                              <a:gd name="T36" fmla="+- 0 9568 9419"/>
                              <a:gd name="T37" fmla="*/ T36 w 154"/>
                              <a:gd name="T38" fmla="+- 0 1685 1685"/>
                              <a:gd name="T39" fmla="*/ 1685 h 342"/>
                              <a:gd name="T40" fmla="+- 0 9568 9419"/>
                              <a:gd name="T41" fmla="*/ T40 w 154"/>
                              <a:gd name="T42" fmla="+- 0 1685 1685"/>
                              <a:gd name="T43" fmla="*/ 1685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342">
                                <a:moveTo>
                                  <a:pt x="149" y="0"/>
                                </a:moveTo>
                                <a:lnTo>
                                  <a:pt x="0" y="0"/>
                                </a:lnTo>
                                <a:lnTo>
                                  <a:pt x="25" y="5"/>
                                </a:lnTo>
                                <a:lnTo>
                                  <a:pt x="40" y="18"/>
                                </a:lnTo>
                                <a:lnTo>
                                  <a:pt x="45" y="40"/>
                                </a:lnTo>
                                <a:lnTo>
                                  <a:pt x="45" y="342"/>
                                </a:lnTo>
                                <a:lnTo>
                                  <a:pt x="154" y="342"/>
                                </a:lnTo>
                                <a:lnTo>
                                  <a:pt x="154" y="40"/>
                                </a:lnTo>
                                <a:lnTo>
                                  <a:pt x="153" y="20"/>
                                </a:lnTo>
                                <a:lnTo>
                                  <a:pt x="14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5" name="Group 79"/>
                      <wpg:cNvGrpSpPr>
                        <a:grpSpLocks/>
                      </wpg:cNvGrpSpPr>
                      <wpg:grpSpPr bwMode="auto">
                        <a:xfrm>
                          <a:off x="10506" y="1419"/>
                          <a:ext cx="87" cy="87"/>
                          <a:chOff x="10506" y="1419"/>
                          <a:chExt cx="87" cy="87"/>
                        </a:xfrm>
                      </wpg:grpSpPr>
                      <wps:wsp>
                        <wps:cNvPr id="196" name="Freeform 80"/>
                        <wps:cNvSpPr>
                          <a:spLocks/>
                        </wps:cNvSpPr>
                        <wps:spPr bwMode="auto">
                          <a:xfrm>
                            <a:off x="10506" y="1419"/>
                            <a:ext cx="87" cy="87"/>
                          </a:xfrm>
                          <a:custGeom>
                            <a:avLst/>
                            <a:gdLst>
                              <a:gd name="T0" fmla="+- 0 10546 10506"/>
                              <a:gd name="T1" fmla="*/ T0 w 87"/>
                              <a:gd name="T2" fmla="+- 0 1419 1419"/>
                              <a:gd name="T3" fmla="*/ 1419 h 87"/>
                              <a:gd name="T4" fmla="+- 0 10526 10506"/>
                              <a:gd name="T5" fmla="*/ T4 w 87"/>
                              <a:gd name="T6" fmla="+- 0 1426 1419"/>
                              <a:gd name="T7" fmla="*/ 1426 h 87"/>
                              <a:gd name="T8" fmla="+- 0 10511 10506"/>
                              <a:gd name="T9" fmla="*/ T8 w 87"/>
                              <a:gd name="T10" fmla="+- 0 1442 1419"/>
                              <a:gd name="T11" fmla="*/ 1442 h 87"/>
                              <a:gd name="T12" fmla="+- 0 10506 10506"/>
                              <a:gd name="T13" fmla="*/ T12 w 87"/>
                              <a:gd name="T14" fmla="+- 0 1465 1419"/>
                              <a:gd name="T15" fmla="*/ 1465 h 87"/>
                              <a:gd name="T16" fmla="+- 0 10513 10506"/>
                              <a:gd name="T17" fmla="*/ T16 w 87"/>
                              <a:gd name="T18" fmla="+- 0 1486 1419"/>
                              <a:gd name="T19" fmla="*/ 1486 h 87"/>
                              <a:gd name="T20" fmla="+- 0 10528 10506"/>
                              <a:gd name="T21" fmla="*/ T20 w 87"/>
                              <a:gd name="T22" fmla="+- 0 1501 1419"/>
                              <a:gd name="T23" fmla="*/ 1501 h 87"/>
                              <a:gd name="T24" fmla="+- 0 10550 10506"/>
                              <a:gd name="T25" fmla="*/ T24 w 87"/>
                              <a:gd name="T26" fmla="+- 0 1506 1419"/>
                              <a:gd name="T27" fmla="*/ 1506 h 87"/>
                              <a:gd name="T28" fmla="+- 0 10556 10506"/>
                              <a:gd name="T29" fmla="*/ T28 w 87"/>
                              <a:gd name="T30" fmla="+- 0 1506 1419"/>
                              <a:gd name="T31" fmla="*/ 1506 h 87"/>
                              <a:gd name="T32" fmla="+- 0 10573 10506"/>
                              <a:gd name="T33" fmla="*/ T32 w 87"/>
                              <a:gd name="T34" fmla="+- 0 1499 1419"/>
                              <a:gd name="T35" fmla="*/ 1499 h 87"/>
                              <a:gd name="T36" fmla="+- 0 10548 10506"/>
                              <a:gd name="T37" fmla="*/ T36 w 87"/>
                              <a:gd name="T38" fmla="+- 0 1499 1419"/>
                              <a:gd name="T39" fmla="*/ 1499 h 87"/>
                              <a:gd name="T40" fmla="+- 0 10531 10506"/>
                              <a:gd name="T41" fmla="*/ T40 w 87"/>
                              <a:gd name="T42" fmla="+- 0 1493 1419"/>
                              <a:gd name="T43" fmla="*/ 1493 h 87"/>
                              <a:gd name="T44" fmla="+- 0 10519 10506"/>
                              <a:gd name="T45" fmla="*/ T44 w 87"/>
                              <a:gd name="T46" fmla="+- 0 1477 1419"/>
                              <a:gd name="T47" fmla="*/ 1477 h 87"/>
                              <a:gd name="T48" fmla="+- 0 10516 10506"/>
                              <a:gd name="T49" fmla="*/ T48 w 87"/>
                              <a:gd name="T50" fmla="+- 0 1450 1419"/>
                              <a:gd name="T51" fmla="*/ 1450 h 87"/>
                              <a:gd name="T52" fmla="+- 0 10529 10506"/>
                              <a:gd name="T53" fmla="*/ T52 w 87"/>
                              <a:gd name="T54" fmla="+- 0 1433 1419"/>
                              <a:gd name="T55" fmla="*/ 1433 h 87"/>
                              <a:gd name="T56" fmla="+- 0 10550 10506"/>
                              <a:gd name="T57" fmla="*/ T56 w 87"/>
                              <a:gd name="T58" fmla="+- 0 1426 1419"/>
                              <a:gd name="T59" fmla="*/ 1426 h 87"/>
                              <a:gd name="T60" fmla="+- 0 10572 10506"/>
                              <a:gd name="T61" fmla="*/ T60 w 87"/>
                              <a:gd name="T62" fmla="+- 0 1426 1419"/>
                              <a:gd name="T63" fmla="*/ 1426 h 87"/>
                              <a:gd name="T64" fmla="+- 0 10569 10506"/>
                              <a:gd name="T65" fmla="*/ T64 w 87"/>
                              <a:gd name="T66" fmla="+- 0 1424 1419"/>
                              <a:gd name="T67" fmla="*/ 1424 h 87"/>
                              <a:gd name="T68" fmla="+- 0 10546 10506"/>
                              <a:gd name="T69" fmla="*/ T68 w 87"/>
                              <a:gd name="T70" fmla="+- 0 1419 1419"/>
                              <a:gd name="T71" fmla="*/ 1419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7" h="87">
                                <a:moveTo>
                                  <a:pt x="40" y="0"/>
                                </a:moveTo>
                                <a:lnTo>
                                  <a:pt x="20" y="7"/>
                                </a:lnTo>
                                <a:lnTo>
                                  <a:pt x="5" y="23"/>
                                </a:lnTo>
                                <a:lnTo>
                                  <a:pt x="0" y="46"/>
                                </a:lnTo>
                                <a:lnTo>
                                  <a:pt x="7" y="67"/>
                                </a:lnTo>
                                <a:lnTo>
                                  <a:pt x="22" y="82"/>
                                </a:lnTo>
                                <a:lnTo>
                                  <a:pt x="44" y="87"/>
                                </a:lnTo>
                                <a:lnTo>
                                  <a:pt x="50" y="87"/>
                                </a:lnTo>
                                <a:lnTo>
                                  <a:pt x="67" y="80"/>
                                </a:lnTo>
                                <a:lnTo>
                                  <a:pt x="42" y="80"/>
                                </a:lnTo>
                                <a:lnTo>
                                  <a:pt x="25" y="74"/>
                                </a:lnTo>
                                <a:lnTo>
                                  <a:pt x="13" y="58"/>
                                </a:lnTo>
                                <a:lnTo>
                                  <a:pt x="10" y="31"/>
                                </a:lnTo>
                                <a:lnTo>
                                  <a:pt x="23" y="14"/>
                                </a:lnTo>
                                <a:lnTo>
                                  <a:pt x="44" y="7"/>
                                </a:lnTo>
                                <a:lnTo>
                                  <a:pt x="66" y="7"/>
                                </a:lnTo>
                                <a:lnTo>
                                  <a:pt x="63" y="5"/>
                                </a:lnTo>
                                <a:lnTo>
                                  <a:pt x="4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81"/>
                        <wps:cNvSpPr>
                          <a:spLocks/>
                        </wps:cNvSpPr>
                        <wps:spPr bwMode="auto">
                          <a:xfrm>
                            <a:off x="10506" y="1419"/>
                            <a:ext cx="87" cy="87"/>
                          </a:xfrm>
                          <a:custGeom>
                            <a:avLst/>
                            <a:gdLst>
                              <a:gd name="T0" fmla="+- 0 10572 10506"/>
                              <a:gd name="T1" fmla="*/ T0 w 87"/>
                              <a:gd name="T2" fmla="+- 0 1426 1419"/>
                              <a:gd name="T3" fmla="*/ 1426 h 87"/>
                              <a:gd name="T4" fmla="+- 0 10550 10506"/>
                              <a:gd name="T5" fmla="*/ T4 w 87"/>
                              <a:gd name="T6" fmla="+- 0 1426 1419"/>
                              <a:gd name="T7" fmla="*/ 1426 h 87"/>
                              <a:gd name="T8" fmla="+- 0 10553 10506"/>
                              <a:gd name="T9" fmla="*/ T8 w 87"/>
                              <a:gd name="T10" fmla="+- 0 1427 1419"/>
                              <a:gd name="T11" fmla="*/ 1427 h 87"/>
                              <a:gd name="T12" fmla="+- 0 10570 10506"/>
                              <a:gd name="T13" fmla="*/ T12 w 87"/>
                              <a:gd name="T14" fmla="+- 0 1433 1419"/>
                              <a:gd name="T15" fmla="*/ 1433 h 87"/>
                              <a:gd name="T16" fmla="+- 0 10581 10506"/>
                              <a:gd name="T17" fmla="*/ T16 w 87"/>
                              <a:gd name="T18" fmla="+- 0 1450 1419"/>
                              <a:gd name="T19" fmla="*/ 1450 h 87"/>
                              <a:gd name="T20" fmla="+- 0 10583 10506"/>
                              <a:gd name="T21" fmla="*/ T20 w 87"/>
                              <a:gd name="T22" fmla="+- 0 1476 1419"/>
                              <a:gd name="T23" fmla="*/ 1476 h 87"/>
                              <a:gd name="T24" fmla="+- 0 10570 10506"/>
                              <a:gd name="T25" fmla="*/ T24 w 87"/>
                              <a:gd name="T26" fmla="+- 0 1492 1419"/>
                              <a:gd name="T27" fmla="*/ 1492 h 87"/>
                              <a:gd name="T28" fmla="+- 0 10548 10506"/>
                              <a:gd name="T29" fmla="*/ T28 w 87"/>
                              <a:gd name="T30" fmla="+- 0 1499 1419"/>
                              <a:gd name="T31" fmla="*/ 1499 h 87"/>
                              <a:gd name="T32" fmla="+- 0 10573 10506"/>
                              <a:gd name="T33" fmla="*/ T32 w 87"/>
                              <a:gd name="T34" fmla="+- 0 1499 1419"/>
                              <a:gd name="T35" fmla="*/ 1499 h 87"/>
                              <a:gd name="T36" fmla="+- 0 10575 10506"/>
                              <a:gd name="T37" fmla="*/ T36 w 87"/>
                              <a:gd name="T38" fmla="+- 0 1498 1419"/>
                              <a:gd name="T39" fmla="*/ 1498 h 87"/>
                              <a:gd name="T40" fmla="+- 0 10588 10506"/>
                              <a:gd name="T41" fmla="*/ T40 w 87"/>
                              <a:gd name="T42" fmla="+- 0 1481 1419"/>
                              <a:gd name="T43" fmla="*/ 1481 h 87"/>
                              <a:gd name="T44" fmla="+- 0 10593 10506"/>
                              <a:gd name="T45" fmla="*/ T44 w 87"/>
                              <a:gd name="T46" fmla="+- 0 1458 1419"/>
                              <a:gd name="T47" fmla="*/ 1458 h 87"/>
                              <a:gd name="T48" fmla="+- 0 10586 10506"/>
                              <a:gd name="T49" fmla="*/ T48 w 87"/>
                              <a:gd name="T50" fmla="+- 0 1438 1419"/>
                              <a:gd name="T51" fmla="*/ 1438 h 87"/>
                              <a:gd name="T52" fmla="+- 0 10572 10506"/>
                              <a:gd name="T53" fmla="*/ T52 w 87"/>
                              <a:gd name="T54" fmla="+- 0 1426 1419"/>
                              <a:gd name="T55" fmla="*/ 1426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 h="87">
                                <a:moveTo>
                                  <a:pt x="66" y="7"/>
                                </a:moveTo>
                                <a:lnTo>
                                  <a:pt x="44" y="7"/>
                                </a:lnTo>
                                <a:lnTo>
                                  <a:pt x="47" y="8"/>
                                </a:lnTo>
                                <a:lnTo>
                                  <a:pt x="64" y="14"/>
                                </a:lnTo>
                                <a:lnTo>
                                  <a:pt x="75" y="31"/>
                                </a:lnTo>
                                <a:lnTo>
                                  <a:pt x="77" y="57"/>
                                </a:lnTo>
                                <a:lnTo>
                                  <a:pt x="64" y="73"/>
                                </a:lnTo>
                                <a:lnTo>
                                  <a:pt x="42" y="80"/>
                                </a:lnTo>
                                <a:lnTo>
                                  <a:pt x="67" y="80"/>
                                </a:lnTo>
                                <a:lnTo>
                                  <a:pt x="69" y="79"/>
                                </a:lnTo>
                                <a:lnTo>
                                  <a:pt x="82" y="62"/>
                                </a:lnTo>
                                <a:lnTo>
                                  <a:pt x="87" y="39"/>
                                </a:lnTo>
                                <a:lnTo>
                                  <a:pt x="80" y="19"/>
                                </a:lnTo>
                                <a:lnTo>
                                  <a:pt x="66" y="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82"/>
                        <wps:cNvSpPr>
                          <a:spLocks/>
                        </wps:cNvSpPr>
                        <wps:spPr bwMode="auto">
                          <a:xfrm>
                            <a:off x="10506" y="1419"/>
                            <a:ext cx="87" cy="87"/>
                          </a:xfrm>
                          <a:custGeom>
                            <a:avLst/>
                            <a:gdLst>
                              <a:gd name="T0" fmla="+- 0 10561 10506"/>
                              <a:gd name="T1" fmla="*/ T0 w 87"/>
                              <a:gd name="T2" fmla="+- 0 1435 1419"/>
                              <a:gd name="T3" fmla="*/ 1435 h 87"/>
                              <a:gd name="T4" fmla="+- 0 10543 10506"/>
                              <a:gd name="T5" fmla="*/ T4 w 87"/>
                              <a:gd name="T6" fmla="+- 0 1435 1419"/>
                              <a:gd name="T7" fmla="*/ 1435 h 87"/>
                              <a:gd name="T8" fmla="+- 0 10536 10506"/>
                              <a:gd name="T9" fmla="*/ T8 w 87"/>
                              <a:gd name="T10" fmla="+- 0 1435 1419"/>
                              <a:gd name="T11" fmla="*/ 1435 h 87"/>
                              <a:gd name="T12" fmla="+- 0 10534 10506"/>
                              <a:gd name="T13" fmla="*/ T12 w 87"/>
                              <a:gd name="T14" fmla="+- 0 1435 1419"/>
                              <a:gd name="T15" fmla="*/ 1435 h 87"/>
                              <a:gd name="T16" fmla="+- 0 10531 10506"/>
                              <a:gd name="T17" fmla="*/ T16 w 87"/>
                              <a:gd name="T18" fmla="+- 0 1436 1419"/>
                              <a:gd name="T19" fmla="*/ 1436 h 87"/>
                              <a:gd name="T20" fmla="+- 0 10531 10506"/>
                              <a:gd name="T21" fmla="*/ T20 w 87"/>
                              <a:gd name="T22" fmla="+- 0 1437 1419"/>
                              <a:gd name="T23" fmla="*/ 1437 h 87"/>
                              <a:gd name="T24" fmla="+- 0 10531 10506"/>
                              <a:gd name="T25" fmla="*/ T24 w 87"/>
                              <a:gd name="T26" fmla="+- 0 1488 1419"/>
                              <a:gd name="T27" fmla="*/ 1488 h 87"/>
                              <a:gd name="T28" fmla="+- 0 10531 10506"/>
                              <a:gd name="T29" fmla="*/ T28 w 87"/>
                              <a:gd name="T30" fmla="+- 0 1489 1419"/>
                              <a:gd name="T31" fmla="*/ 1489 h 87"/>
                              <a:gd name="T32" fmla="+- 0 10541 10506"/>
                              <a:gd name="T33" fmla="*/ T32 w 87"/>
                              <a:gd name="T34" fmla="+- 0 1489 1419"/>
                              <a:gd name="T35" fmla="*/ 1489 h 87"/>
                              <a:gd name="T36" fmla="+- 0 10541 10506"/>
                              <a:gd name="T37" fmla="*/ T36 w 87"/>
                              <a:gd name="T38" fmla="+- 0 1488 1419"/>
                              <a:gd name="T39" fmla="*/ 1488 h 87"/>
                              <a:gd name="T40" fmla="+- 0 10542 10506"/>
                              <a:gd name="T41" fmla="*/ T40 w 87"/>
                              <a:gd name="T42" fmla="+- 0 1468 1419"/>
                              <a:gd name="T43" fmla="*/ 1468 h 87"/>
                              <a:gd name="T44" fmla="+- 0 10560 10506"/>
                              <a:gd name="T45" fmla="*/ T44 w 87"/>
                              <a:gd name="T46" fmla="+- 0 1468 1419"/>
                              <a:gd name="T47" fmla="*/ 1468 h 87"/>
                              <a:gd name="T48" fmla="+- 0 10559 10506"/>
                              <a:gd name="T49" fmla="*/ T48 w 87"/>
                              <a:gd name="T50" fmla="+- 0 1466 1419"/>
                              <a:gd name="T51" fmla="*/ 1466 h 87"/>
                              <a:gd name="T52" fmla="+- 0 10565 10506"/>
                              <a:gd name="T53" fmla="*/ T52 w 87"/>
                              <a:gd name="T54" fmla="+- 0 1464 1419"/>
                              <a:gd name="T55" fmla="*/ 1464 h 87"/>
                              <a:gd name="T56" fmla="+- 0 10569 10506"/>
                              <a:gd name="T57" fmla="*/ T56 w 87"/>
                              <a:gd name="T58" fmla="+- 0 1460 1419"/>
                              <a:gd name="T59" fmla="*/ 1460 h 87"/>
                              <a:gd name="T60" fmla="+- 0 10569 10506"/>
                              <a:gd name="T61" fmla="*/ T60 w 87"/>
                              <a:gd name="T62" fmla="+- 0 1460 1419"/>
                              <a:gd name="T63" fmla="*/ 1460 h 87"/>
                              <a:gd name="T64" fmla="+- 0 10555 10506"/>
                              <a:gd name="T65" fmla="*/ T64 w 87"/>
                              <a:gd name="T66" fmla="+- 0 1460 1419"/>
                              <a:gd name="T67" fmla="*/ 1460 h 87"/>
                              <a:gd name="T68" fmla="+- 0 10541 10506"/>
                              <a:gd name="T69" fmla="*/ T68 w 87"/>
                              <a:gd name="T70" fmla="+- 0 1459 1419"/>
                              <a:gd name="T71" fmla="*/ 1459 h 87"/>
                              <a:gd name="T72" fmla="+- 0 10541 10506"/>
                              <a:gd name="T73" fmla="*/ T72 w 87"/>
                              <a:gd name="T74" fmla="+- 0 1444 1419"/>
                              <a:gd name="T75" fmla="*/ 1444 h 87"/>
                              <a:gd name="T76" fmla="+- 0 10569 10506"/>
                              <a:gd name="T77" fmla="*/ T76 w 87"/>
                              <a:gd name="T78" fmla="+- 0 1444 1419"/>
                              <a:gd name="T79" fmla="*/ 1444 h 87"/>
                              <a:gd name="T80" fmla="+- 0 10569 10506"/>
                              <a:gd name="T81" fmla="*/ T80 w 87"/>
                              <a:gd name="T82" fmla="+- 0 1439 1419"/>
                              <a:gd name="T83" fmla="*/ 1439 h 87"/>
                              <a:gd name="T84" fmla="+- 0 10561 10506"/>
                              <a:gd name="T85" fmla="*/ T84 w 87"/>
                              <a:gd name="T86" fmla="+- 0 1435 1419"/>
                              <a:gd name="T87" fmla="*/ 1435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 h="87">
                                <a:moveTo>
                                  <a:pt x="55" y="16"/>
                                </a:moveTo>
                                <a:lnTo>
                                  <a:pt x="37" y="16"/>
                                </a:lnTo>
                                <a:lnTo>
                                  <a:pt x="30" y="16"/>
                                </a:lnTo>
                                <a:lnTo>
                                  <a:pt x="28" y="16"/>
                                </a:lnTo>
                                <a:lnTo>
                                  <a:pt x="25" y="17"/>
                                </a:lnTo>
                                <a:lnTo>
                                  <a:pt x="25" y="18"/>
                                </a:lnTo>
                                <a:lnTo>
                                  <a:pt x="25" y="69"/>
                                </a:lnTo>
                                <a:lnTo>
                                  <a:pt x="25" y="70"/>
                                </a:lnTo>
                                <a:lnTo>
                                  <a:pt x="35" y="70"/>
                                </a:lnTo>
                                <a:lnTo>
                                  <a:pt x="35" y="69"/>
                                </a:lnTo>
                                <a:lnTo>
                                  <a:pt x="36" y="49"/>
                                </a:lnTo>
                                <a:lnTo>
                                  <a:pt x="54" y="49"/>
                                </a:lnTo>
                                <a:lnTo>
                                  <a:pt x="53" y="47"/>
                                </a:lnTo>
                                <a:lnTo>
                                  <a:pt x="59" y="45"/>
                                </a:lnTo>
                                <a:lnTo>
                                  <a:pt x="63" y="41"/>
                                </a:lnTo>
                                <a:lnTo>
                                  <a:pt x="49" y="41"/>
                                </a:lnTo>
                                <a:lnTo>
                                  <a:pt x="35" y="40"/>
                                </a:lnTo>
                                <a:lnTo>
                                  <a:pt x="35" y="25"/>
                                </a:lnTo>
                                <a:lnTo>
                                  <a:pt x="63" y="25"/>
                                </a:lnTo>
                                <a:lnTo>
                                  <a:pt x="63" y="20"/>
                                </a:lnTo>
                                <a:lnTo>
                                  <a:pt x="55" y="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83"/>
                        <wps:cNvSpPr>
                          <a:spLocks/>
                        </wps:cNvSpPr>
                        <wps:spPr bwMode="auto">
                          <a:xfrm>
                            <a:off x="10506" y="1419"/>
                            <a:ext cx="87" cy="87"/>
                          </a:xfrm>
                          <a:custGeom>
                            <a:avLst/>
                            <a:gdLst>
                              <a:gd name="T0" fmla="+- 0 10560 10506"/>
                              <a:gd name="T1" fmla="*/ T0 w 87"/>
                              <a:gd name="T2" fmla="+- 0 1468 1419"/>
                              <a:gd name="T3" fmla="*/ 1468 h 87"/>
                              <a:gd name="T4" fmla="+- 0 10547 10506"/>
                              <a:gd name="T5" fmla="*/ T4 w 87"/>
                              <a:gd name="T6" fmla="+- 0 1468 1419"/>
                              <a:gd name="T7" fmla="*/ 1468 h 87"/>
                              <a:gd name="T8" fmla="+- 0 10548 10506"/>
                              <a:gd name="T9" fmla="*/ T8 w 87"/>
                              <a:gd name="T10" fmla="+- 0 1469 1419"/>
                              <a:gd name="T11" fmla="*/ 1469 h 87"/>
                              <a:gd name="T12" fmla="+- 0 10548 10506"/>
                              <a:gd name="T13" fmla="*/ T12 w 87"/>
                              <a:gd name="T14" fmla="+- 0 1469 1419"/>
                              <a:gd name="T15" fmla="*/ 1469 h 87"/>
                              <a:gd name="T16" fmla="+- 0 10559 10506"/>
                              <a:gd name="T17" fmla="*/ T16 w 87"/>
                              <a:gd name="T18" fmla="+- 0 1488 1419"/>
                              <a:gd name="T19" fmla="*/ 1488 h 87"/>
                              <a:gd name="T20" fmla="+- 0 10560 10506"/>
                              <a:gd name="T21" fmla="*/ T20 w 87"/>
                              <a:gd name="T22" fmla="+- 0 1488 1419"/>
                              <a:gd name="T23" fmla="*/ 1488 h 87"/>
                              <a:gd name="T24" fmla="+- 0 10560 10506"/>
                              <a:gd name="T25" fmla="*/ T24 w 87"/>
                              <a:gd name="T26" fmla="+- 0 1489 1419"/>
                              <a:gd name="T27" fmla="*/ 1489 h 87"/>
                              <a:gd name="T28" fmla="+- 0 10570 10506"/>
                              <a:gd name="T29" fmla="*/ T28 w 87"/>
                              <a:gd name="T30" fmla="+- 0 1489 1419"/>
                              <a:gd name="T31" fmla="*/ 1489 h 87"/>
                              <a:gd name="T32" fmla="+- 0 10571 10506"/>
                              <a:gd name="T33" fmla="*/ T32 w 87"/>
                              <a:gd name="T34" fmla="+- 0 1488 1419"/>
                              <a:gd name="T35" fmla="*/ 1488 h 87"/>
                              <a:gd name="T36" fmla="+- 0 10571 10506"/>
                              <a:gd name="T37" fmla="*/ T36 w 87"/>
                              <a:gd name="T38" fmla="+- 0 1487 1419"/>
                              <a:gd name="T39" fmla="*/ 1487 h 87"/>
                              <a:gd name="T40" fmla="+- 0 10571 10506"/>
                              <a:gd name="T41" fmla="*/ T40 w 87"/>
                              <a:gd name="T42" fmla="+- 0 1486 1419"/>
                              <a:gd name="T43" fmla="*/ 1486 h 87"/>
                              <a:gd name="T44" fmla="+- 0 10560 10506"/>
                              <a:gd name="T45" fmla="*/ T44 w 87"/>
                              <a:gd name="T46" fmla="+- 0 1468 1419"/>
                              <a:gd name="T47" fmla="*/ 1468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7" h="87">
                                <a:moveTo>
                                  <a:pt x="54" y="49"/>
                                </a:moveTo>
                                <a:lnTo>
                                  <a:pt x="41" y="49"/>
                                </a:lnTo>
                                <a:lnTo>
                                  <a:pt x="42" y="50"/>
                                </a:lnTo>
                                <a:lnTo>
                                  <a:pt x="53" y="69"/>
                                </a:lnTo>
                                <a:lnTo>
                                  <a:pt x="54" y="69"/>
                                </a:lnTo>
                                <a:lnTo>
                                  <a:pt x="54" y="70"/>
                                </a:lnTo>
                                <a:lnTo>
                                  <a:pt x="64" y="70"/>
                                </a:lnTo>
                                <a:lnTo>
                                  <a:pt x="65" y="69"/>
                                </a:lnTo>
                                <a:lnTo>
                                  <a:pt x="65" y="68"/>
                                </a:lnTo>
                                <a:lnTo>
                                  <a:pt x="65" y="67"/>
                                </a:lnTo>
                                <a:lnTo>
                                  <a:pt x="54" y="49"/>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84"/>
                        <wps:cNvSpPr>
                          <a:spLocks/>
                        </wps:cNvSpPr>
                        <wps:spPr bwMode="auto">
                          <a:xfrm>
                            <a:off x="10506" y="1419"/>
                            <a:ext cx="87" cy="87"/>
                          </a:xfrm>
                          <a:custGeom>
                            <a:avLst/>
                            <a:gdLst>
                              <a:gd name="T0" fmla="+- 0 10569 10506"/>
                              <a:gd name="T1" fmla="*/ T0 w 87"/>
                              <a:gd name="T2" fmla="+- 0 1444 1419"/>
                              <a:gd name="T3" fmla="*/ 1444 h 87"/>
                              <a:gd name="T4" fmla="+- 0 10555 10506"/>
                              <a:gd name="T5" fmla="*/ T4 w 87"/>
                              <a:gd name="T6" fmla="+- 0 1444 1419"/>
                              <a:gd name="T7" fmla="*/ 1444 h 87"/>
                              <a:gd name="T8" fmla="+- 0 10558 10506"/>
                              <a:gd name="T9" fmla="*/ T8 w 87"/>
                              <a:gd name="T10" fmla="+- 0 1446 1419"/>
                              <a:gd name="T11" fmla="*/ 1446 h 87"/>
                              <a:gd name="T12" fmla="+- 0 10558 10506"/>
                              <a:gd name="T13" fmla="*/ T12 w 87"/>
                              <a:gd name="T14" fmla="+- 0 1457 1419"/>
                              <a:gd name="T15" fmla="*/ 1457 h 87"/>
                              <a:gd name="T16" fmla="+- 0 10555 10506"/>
                              <a:gd name="T17" fmla="*/ T16 w 87"/>
                              <a:gd name="T18" fmla="+- 0 1460 1419"/>
                              <a:gd name="T19" fmla="*/ 1460 h 87"/>
                              <a:gd name="T20" fmla="+- 0 10569 10506"/>
                              <a:gd name="T21" fmla="*/ T20 w 87"/>
                              <a:gd name="T22" fmla="+- 0 1460 1419"/>
                              <a:gd name="T23" fmla="*/ 1460 h 87"/>
                              <a:gd name="T24" fmla="+- 0 10569 10506"/>
                              <a:gd name="T25" fmla="*/ T24 w 87"/>
                              <a:gd name="T26" fmla="+- 0 1444 1419"/>
                              <a:gd name="T27" fmla="*/ 1444 h 87"/>
                            </a:gdLst>
                            <a:ahLst/>
                            <a:cxnLst>
                              <a:cxn ang="0">
                                <a:pos x="T1" y="T3"/>
                              </a:cxn>
                              <a:cxn ang="0">
                                <a:pos x="T5" y="T7"/>
                              </a:cxn>
                              <a:cxn ang="0">
                                <a:pos x="T9" y="T11"/>
                              </a:cxn>
                              <a:cxn ang="0">
                                <a:pos x="T13" y="T15"/>
                              </a:cxn>
                              <a:cxn ang="0">
                                <a:pos x="T17" y="T19"/>
                              </a:cxn>
                              <a:cxn ang="0">
                                <a:pos x="T21" y="T23"/>
                              </a:cxn>
                              <a:cxn ang="0">
                                <a:pos x="T25" y="T27"/>
                              </a:cxn>
                            </a:cxnLst>
                            <a:rect l="0" t="0" r="r" b="b"/>
                            <a:pathLst>
                              <a:path w="87" h="87">
                                <a:moveTo>
                                  <a:pt x="63" y="25"/>
                                </a:moveTo>
                                <a:lnTo>
                                  <a:pt x="49" y="25"/>
                                </a:lnTo>
                                <a:lnTo>
                                  <a:pt x="52" y="27"/>
                                </a:lnTo>
                                <a:lnTo>
                                  <a:pt x="52" y="38"/>
                                </a:lnTo>
                                <a:lnTo>
                                  <a:pt x="49" y="41"/>
                                </a:lnTo>
                                <a:lnTo>
                                  <a:pt x="63" y="41"/>
                                </a:lnTo>
                                <a:lnTo>
                                  <a:pt x="63" y="25"/>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15596E0" id="Group 57" o:spid="_x0000_s1026" style="position:absolute;margin-left:446.95pt;margin-top:20.4pt;width:90.6pt;height:52.85pt;z-index:-251655168;mso-position-horizontal-relative:page;mso-position-vertical-relative:page" coordorigin="8694,1083" coordsize="2141,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">
              <v:group id="Group 58" o:spid="_x0000_s1027" style="position:absolute;left:8704;top:1093;width:2121;height:1395" coordorigin="8704,1093" coordsize="2121,1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shape id="Freeform 59" o:spid="_x0000_s1028"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YKrMEA&#10;AADcAAAADwAAAGRycy9kb3ducmV2LnhtbERPS2sCMRC+C/6HMII3zaqtlnWjiNJie6u29DpsZh+4&#10;mSybdB//vikI3ubje06y700lWmpcaVnBYh6BIE6tLjlX8HV9nb2AcB5ZY2WZFAzkYL8bjxKMte34&#10;k9qLz0UIYRejgsL7OpbSpQUZdHNbEwcus41BH2CTS91gF8JNJZdRtJYGSw4NBdZ0LCi9XX6Ngid3&#10;yt5waD8G6rrvzbtZnW8/rNR00h+2IDz1/iG+u886zN88w/8z4QK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mCqzBAAAA3AAAAA8AAAAAAAAAAAAAAAAAmAIAAGRycy9kb3du&#10;cmV2LnhtbFBLBQYAAAAABAAEAPUAAACGAwAAAAA=&#10;" path="m231,400r-50,48l136,498,97,550,63,604,37,661,17,720,4,781,,845r,32l8,944r20,78l67,1102r56,72l196,1237r89,53l389,1333r58,17l509,1365r65,12l642,1386r72,6l789,1395r78,l948,1391r84,-6l1102,1377r73,-12l1251,1351r76,-16l1404,1315r77,-22l1556,1268r37,-14l819,1254r-62,l696,1251r-60,-4l521,1232,414,1206r-95,-36l236,1122r-67,-62l119,985,90,895,83,822r1,-24l93,725r20,-70l141,589r35,-61l217,474r14,-17l231,400e" fillcolor="#007cba" stroked="f">
                  <v:path arrowok="t" o:connecttype="custom" o:connectlocs="231,1493;181,1541;136,1591;97,1643;63,1697;37,1754;17,1813;4,1874;0,1938;0,1970;8,2037;28,2115;67,2195;123,2267;196,2330;285,2383;389,2426;447,2443;509,2458;574,2470;642,2479;714,2485;789,2488;867,2488;948,2484;1032,2478;1102,2470;1175,2458;1251,2444;1327,2428;1404,2408;1481,2386;1556,2361;1593,2347;819,2347;757,2347;696,2344;636,2340;521,2325;414,2299;319,2263;236,2215;169,2153;119,2078;90,1988;83,1915;84,1891;93,1818;113,1748;141,1682;176,1621;217,1567;231,1550;231,1493" o:connectangles="0,0,0,0,0,0,0,0,0,0,0,0,0,0,0,0,0,0,0,0,0,0,0,0,0,0,0,0,0,0,0,0,0,0,0,0,0,0,0,0,0,0,0,0,0,0,0,0,0,0,0,0,0,0"/>
                </v:shape>
                <v:shape id="Freeform 60" o:spid="_x0000_s1029"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U28AA&#10;AADcAAAADwAAAGRycy9kb3ducmV2LnhtbERPS4vCMBC+L/gfwgje1tQHulSjiKKot3V38To0Y1ts&#10;JqWJffx7Iwh7m4/vOct1awpRU+VyywpGwwgEcWJ1zqmC35/95xcI55E1FpZJQUcO1qvexxJjbRv+&#10;pvriUxFC2MWoIPO+jKV0SUYG3dCWxIG72cqgD7BKpa6wCeGmkOMomkmDOYeGDEvaZpTcLw+jYOp2&#10;twN29bmjpvmbn8zkeL+yUoN+u1mA8NT6f/HbfdRh/nwGr2fCB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SU28AAAADcAAAADwAAAAAAAAAAAAAAAACYAgAAZHJzL2Rvd25y&#10;ZXYueG1sUEsFBgAAAAAEAAQA9QAAAIUDAAAAAA==&#10;" path="m1761,1017r-59,33l1636,1081r-71,29l1489,1138r-78,25l1330,1186r-82,19l1167,1222r-81,13l1007,1244r-63,5l881,1252r-62,2l1593,1254r70,-29l1730,1194r31,-17l1761,1017e" fillcolor="#007cba" stroked="f">
                  <v:path arrowok="t" o:connecttype="custom" o:connectlocs="1761,2110;1702,2143;1636,2174;1565,2203;1489,2231;1411,2256;1330,2279;1248,2298;1167,2315;1086,2328;1007,2337;944,2342;881,2345;819,2347;1593,2347;1663,2318;1730,2287;1761,2270;1761,2110" o:connectangles="0,0,0,0,0,0,0,0,0,0,0,0,0,0,0,0,0,0,0"/>
                </v:shape>
                <v:shape id="Freeform 61" o:spid="_x0000_s1030"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gxQMEA&#10;AADcAAAADwAAAGRycy9kb3ducmV2LnhtbERPS2vCQBC+F/oflil4qxsfNBLdSKlUbG+1itchO3lg&#10;djZkt3n8+64geJuP7zmb7WBq0VHrKssKZtMIBHFmdcWFgtPv5+sKhPPIGmvLpGAkB9v0+WmDibY9&#10;/1B39IUIIewSVFB63yRSuqwkg25qG+LA5bY16ANsC6lb7EO4qeU8it6kwYpDQ4kNfZSUXY9/RsHS&#10;7fI9jt33SH1/jr/M4nC9sFKTl+F9DcLT4B/iu/ugw/w4htsz4QK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4MUDBAAAA3AAAAA8AAAAAAAAAAAAAAAAAmAIAAGRycy9kb3du&#10;cmV2LnhtbFBLBQYAAAAABAAEAPUAAACGAwAAAAA=&#10;" path="m1804,73r-463,l1433,76r88,8l1605,98r78,19l1754,143r65,32l1875,213r48,44l1962,307r28,57l2008,428r5,44l2013,495r-10,66l1981,624r-35,61l1901,740r-56,49l1802,818r,115l1882,894r52,-36l1981,815r44,-50l2062,709r29,-62l2111,581r9,-71l2121,472r-3,-37l2090,327r-32,-62l2014,209r-54,-49l1897,118,1826,82r-22,-9e" fillcolor="#007cba" stroked="f">
                  <v:path arrowok="t" o:connecttype="custom" o:connectlocs="1804,1166;1341,1166;1433,1169;1521,1177;1605,1191;1683,1210;1754,1236;1819,1268;1875,1306;1923,1350;1962,1400;1990,1457;2008,1521;2013,1565;2013,1588;2003,1654;1981,1717;1946,1778;1901,1833;1845,1882;1802,1911;1802,2026;1882,1987;1934,1951;1981,1908;2025,1858;2062,1802;2091,1740;2111,1674;2120,1603;2121,1565;2118,1528;2090,1420;2058,1358;2014,1302;1960,1253;1897,1211;1826,1175;1804,1166" o:connectangles="0,0,0,0,0,0,0,0,0,0,0,0,0,0,0,0,0,0,0,0,0,0,0,0,0,0,0,0,0,0,0,0,0,0,0,0,0,0,0"/>
                </v:shape>
                <v:shape id="Freeform 62" o:spid="_x0000_s1031"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elMsQA&#10;AADcAAAADwAAAGRycy9kb3ducmV2LnhtbESPT2vCQBDF74V+h2UK3uqmKlVSVykVRXurtfQ6ZMck&#10;mJ0N2TV/vr1zELzN8N6895vluneVaqkJpWcDb+MEFHHmbcm5gdPv9nUBKkRki5VnMjBQgPXq+WmJ&#10;qfUd/1B7jLmSEA4pGihirFOtQ1aQwzD2NbFoZ984jLI2ubYNdhLuKj1JknftsGRpKLCmr4Kyy/Hq&#10;DMzC5rzDof0eqOv+5gc33V/+2ZjRS//5ASpSHx/m+/XeCv5caOUZmUCv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npTLEAAAA3AAAAA8AAAAAAAAAAAAAAAAAmAIAAGRycy9k&#10;b3ducmV2LnhtbFBLBQYAAAAABAAEAPUAAACJAwAAAAA=&#10;" path="m1378,l1276,3,1172,13,1067,28,962,50,857,78,754,112,653,152r-98,46l462,251r,40l555,247r96,-39l749,173r99,-30l949,119,1049,99r99,-14l1246,77r95,-4l1804,73,1748,53,1663,30,1572,14,1477,4,1378,e" fillcolor="#007cba" stroked="f">
                  <v:path arrowok="t" o:connecttype="custom" o:connectlocs="1378,1093;1276,1096;1172,1106;1067,1121;962,1143;857,1171;754,1205;653,1245;555,1291;462,1344;462,1384;555,1340;651,1301;749,1266;848,1236;949,1212;1049,1192;1148,1178;1246,1170;1341,1166;1804,1166;1748,1146;1663,1123;1572,1107;1477,1097;1378,1093" o:connectangles="0,0,0,0,0,0,0,0,0,0,0,0,0,0,0,0,0,0,0,0,0,0,0,0,0,0"/>
                </v:shape>
              </v:group>
              <v:group id="Group 63" o:spid="_x0000_s1032" style="position:absolute;left:10321;top:1419;width:110;height:598" coordorigin="10321,1419" coordsize="110,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v:shape id="Freeform 64" o:spid="_x0000_s1033" style="position:absolute;left:10321;top:1419;width:110;height:598;visibility:visible;mso-wrap-style:square;v-text-anchor:top" coordsize="110,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3LusMA&#10;AADcAAAADwAAAGRycy9kb3ducmV2LnhtbESPQWvCQBCF7wX/wzKCt2ZjDzbErCIBoZce1JZep9kx&#10;CWZnQ3abxH/vHITeZnhv3vum2M+uUyMNofVsYJ2koIgrb1uuDXxdjq8ZqBCRLXaeycCdAux3i5cC&#10;c+snPtF4jrWSEA45Gmhi7HOtQ9WQw5D4nli0qx8cRlmHWtsBJwl3nX5L04122LI0NNhT2VB1O/85&#10;A/aHLgE/vw9tej1xvXkvf3VWGrNazoctqEhz/Dc/rz+s4GeCL8/IBHr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3LusMAAADcAAAADwAAAAAAAAAAAAAAAACYAgAAZHJzL2Rv&#10;d25yZXYueG1sUEsFBgAAAAAEAAQA9QAAAIgDAAAAAA==&#10;" path="m110,l,,,488r14,60l59,590r24,8l110,e" fillcolor="#007cba" stroked="f">
                  <v:path arrowok="t" o:connecttype="custom" o:connectlocs="110,1419;0,1419;0,1907;14,1967;59,2009;83,2017;110,1419" o:connectangles="0,0,0,0,0,0,0"/>
                </v:shape>
              </v:group>
              <v:group id="Group 65" o:spid="_x0000_s1034" style="position:absolute;left:9013;top:1597;width:110;height:429" coordorigin="9013,1597" coordsize="110,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Vs8ncEAAADcAAAADwAA&#10;AAAAAAAAAAAAAACqAgAAZHJzL2Rvd25yZXYueG1sUEsFBgAAAAAEAAQA+gAAAJgDAAAAAA==&#10;">
                <v:shape id="Freeform 66" o:spid="_x0000_s1035" style="position:absolute;left:9013;top:1597;width:110;height:429;visibility:visible;mso-wrap-style:square;v-text-anchor:top" coordsize="110,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UzmsIA&#10;AADcAAAADwAAAGRycy9kb3ducmV2LnhtbERP20rDQBB9L/gPywi+NZtECDXtNhRBCCJCm9LnMTu5&#10;0OxsyG7a+PeuIPg2h3OdXbGYQdxocr1lBUkUgyCure65VXCu3tYbEM4jaxwsk4JvclDsH1Y7zLW9&#10;85FuJ9+KEMIuRwWd92Mupas7MugiOxIHrrGTQR/g1Eo94T2Em0GmcZxJgz2Hhg5Heu2ovp5mo4Cz&#10;5rM018slw+f54/jyVenkvVLq6XE5bEF4Wvy/+M9d6jB/k8LvM+ECu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FTOawgAAANwAAAAPAAAAAAAAAAAAAAAAAJgCAABkcnMvZG93&#10;bnJldi54bWxQSwUGAAAAAAQABAD1AAAAhwMAAAAA&#10;" path="m110,l,,,319r13,60l58,421r24,8l110,e" fillcolor="#007cba" stroked="f">
                  <v:path arrowok="t" o:connecttype="custom" o:connectlocs="110,1597;0,1597;0,1916;13,1976;58,2018;82,2026;110,1597" o:connectangles="0,0,0,0,0,0,0"/>
                </v:shape>
              </v:group>
              <v:group id="Group 67" o:spid="_x0000_s1036" style="position:absolute;left:9013;top:1434;width:110;height:104" coordorigin="9013,1434" coordsize="110,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FB3HCAAAA3AAAAA8A&#10;AAAAAAAAAAAAAAAAqgIAAGRycy9kb3ducmV2LnhtbFBLBQYAAAAABAAEAPoAAACZAwAAAAA=&#10;">
                <v:shape id="Freeform 68" o:spid="_x0000_s1037" style="position:absolute;left:9013;top:1434;width:110;height:104;visibility:visible;mso-wrap-style:square;v-text-anchor:top" coordsize="11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0MyMUA&#10;AADcAAAADwAAAGRycy9kb3ducmV2LnhtbERPS2vCQBC+F/wPyxR6q5uqFImuUtKKeijUB6i3ITvN&#10;BrOzMbuN8d+7hUJv8/E9ZzrvbCVaanzpWMFLPwFBnDtdcqFgv1s8j0H4gKyxckwKbuRhPus9TDHV&#10;7sobarehEDGEfYoKTAh1KqXPDVn0fVcTR+7bNRZDhE0hdYPXGG4rOUiSV2mx5NhgsKbMUH7e/lgF&#10;h2N7Mevl+2rxdftcZuvsMPg4DZV6euzeJiACdeFf/Ode6Th/PILfZ+IF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nQzIxQAAANwAAAAPAAAAAAAAAAAAAAAAAJgCAABkcnMv&#10;ZG93bnJldi54bWxQSwUGAAAAAAQABAD1AAAAigMAAAAA&#10;" path="m,104r109,l109,,,,,104e" fillcolor="#007cba" stroked="f">
                  <v:path arrowok="t" o:connecttype="custom" o:connectlocs="0,1538;109,1538;109,1434;0,1434;0,1538" o:connectangles="0,0,0,0,0"/>
                </v:shape>
              </v:group>
              <v:group id="Group 69" o:spid="_x0000_s1038" style="position:absolute;left:9654;top:1480;width:191;height:546" coordorigin="9654,1480" coordsize="191,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shape id="Freeform 70" o:spid="_x0000_s1039" style="position:absolute;left:9654;top:1480;width:191;height:546;visibility:visible;mso-wrap-style:square;v-text-anchor:top" coordsize="191,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6Zdb8A&#10;AADcAAAADwAAAGRycy9kb3ducmV2LnhtbERPy6rCMBDdX/AfwghuLpqqIFqNooJw3fnC9dCMbbGZ&#10;lCbR+vc3guBuDuc5i1VrKvGgxpWWFQwHCQjizOqScwWX864/BeE8ssbKMil4kYPVsvOzwFTbJx/p&#10;cfK5iCHsUlRQeF+nUrqsIINuYGviyN1sY9BH2ORSN/iM4aaSoySZSIMlx4YCa9oWlN1PwSg4yFsI&#10;vz4PtAvjw3Wzd6NZmynV67brOQhPrf+KP+4/HedPJ/B+Jl4g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bpl1vwAAANwAAAAPAAAAAAAAAAAAAAAAAJgCAABkcnMvZG93bnJl&#10;di54bWxQSwUGAAAAAAQABAD1AAAAhAMAAAAA&#10;" path="m109,l,,1,440r22,58l74,537r53,9l191,546r,-91l130,453,114,440r-5,-23l109,205r82,l191,117r-82,l109,e" fillcolor="#007cba" stroked="f">
                  <v:path arrowok="t" o:connecttype="custom" o:connectlocs="109,1480;0,1480;1,1920;23,1978;74,2017;127,2026;191,2026;191,1935;130,1933;114,1920;109,1897;109,1685;191,1685;191,1597;109,1597;109,1480" o:connectangles="0,0,0,0,0,0,0,0,0,0,0,0,0,0,0,0"/>
                </v:shape>
              </v:group>
              <v:group id="Group 71" o:spid="_x0000_s1040" style="position:absolute;left:9873;top:1590;width:385;height:443" coordorigin="9873,1590" coordsize="385,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4BcsQAAADcAAAADwAAAGRycy9kb3ducmV2LnhtbERPS2uDQBC+F/Iflink&#10;1qwmtAk2q0hoQg+hkAeU3gZ3oqI7K+5Wzb/vFgq9zcf3nG02mVYM1LvasoJ4EYEgLqyuuVRwveyf&#10;NiCcR9bYWiYFd3KQpbOHLSbajnyi4exLEULYJaig8r5LpHRFRQbdwnbEgbvZ3qAPsC+l7nEM4aaV&#10;yyh6kQZrDg0VdrSrqGjO30bBYcQxX8Vvw7G57e5fl+ePz2NMSs0fp/wVhKfJ/4v/3O86zN+s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4BcsQAAADcAAAA&#10;DwAAAAAAAAAAAAAAAACqAgAAZHJzL2Rvd25yZXYueG1sUEsFBgAAAAAEAAQA+gAAAJsDAAAAAA==&#10;">
                <v:shape id="Freeform 72" o:spid="_x0000_s1041"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Es4sUA&#10;AADcAAAADwAAAGRycy9kb3ducmV2LnhtbESPT2sCQQzF7wW/wxChtzprkSKro6il2GPVQvGW3cn+&#10;wZ3MMjN1t9++ORR6S3gv7/2y3o6uU3cKsfVsYD7LQBGX3rZcG/i8vD0tQcWEbLHzTAZ+KMJ2M3lY&#10;Y279wCe6n1OtJIRjjgaalPpc61g25DDOfE8sWuWDwyRrqLUNOEi46/Rzlr1ohy1LQ4M9HRoqb+dv&#10;ZyAU87oqTv2iuLx+XYePat/hcTTmcTruVqASjenf/Hf9bgV/KbTyjEy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8SzixQAAANwAAAAPAAAAAAAAAAAAAAAAAJgCAABkcnMv&#10;ZG93bnJldi54bWxQSwUGAAAAAAQABAD1AAAAigMAAAAA&#10;" path="m198,l134,10,80,39,37,85,10,147,,226r2,31l21,334r36,54l106,423r59,17l206,443r25,-1l294,429r64,-40l372,375,342,350r-158,l161,344,117,300r-8,-45l385,255r,-46l383,184r,-3l276,181,110,166r26,-54l197,90r158,l347,77,304,32,245,5,222,1,198,e" fillcolor="#007cba" stroked="f">
                  <v:path arrowok="t" o:connecttype="custom" o:connectlocs="198,1590;134,1600;80,1629;37,1675;10,1737;0,1816;2,1847;21,1924;57,1978;106,2013;165,2030;206,2033;231,2032;294,2019;358,1979;372,1965;342,1940;184,1940;161,1934;117,1890;109,1845;385,1845;385,1799;383,1774;383,1771;276,1771;110,1756;136,1702;197,1680;355,1680;347,1667;304,1622;245,1595;222,1591;198,1590" o:connectangles="0,0,0,0,0,0,0,0,0,0,0,0,0,0,0,0,0,0,0,0,0,0,0,0,0,0,0,0,0,0,0,0,0,0,0"/>
                </v:shape>
                <v:shape id="Freeform 73" o:spid="_x0000_s1042"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2JecIA&#10;AADcAAAADwAAAGRycy9kb3ducmV2LnhtbERPS2vCQBC+F/oflil4q5uIFBtdg62IPVYtFG+T7OSB&#10;2dmwu5r477uFQm/z8T1nlY+mEzdyvrWsIJ0mIIhLq1uuFXydds8LED4ga+wsk4I7ecjXjw8rzLQd&#10;+EC3Y6hFDGGfoYImhD6T0pcNGfRT2xNHrrLOYIjQ1VI7HGK46eQsSV6kwZZjQ4M9vTdUXo5Xo8AV&#10;aV0Vh35enLbf5+GzeutwPyo1eRo3SxCBxvAv/nN/6Dh/8Qq/z8QL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vYl5wgAAANwAAAAPAAAAAAAAAAAAAAAAAJgCAABkcnMvZG93&#10;bnJldi54bWxQSwUGAAAAAAQABAD1AAAAhwMAAAAA&#10;" path="m300,316r-63,32l184,350r158,l300,316e" fillcolor="#007cba" stroked="f">
                  <v:path arrowok="t" o:connecttype="custom" o:connectlocs="300,1906;237,1938;184,1940;342,1940;300,1906" o:connectangles="0,0,0,0,0"/>
                </v:shape>
                <v:shape id="Freeform 74" o:spid="_x0000_s1043"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62OcUA&#10;AADcAAAADwAAAGRycy9kb3ducmV2LnhtbESPT2sCQQzF7wW/wxChtzprkdKujqIt0h6rFsRbdif7&#10;B3cyy8zU3X775lDoLeG9vPfLajO6Tt0oxNazgfksA0VcettybeDrtH94BhUTssXOMxn4oQib9eRu&#10;hbn1Ax/odky1khCOORpoUupzrWPZkMM48z2xaJUPDpOsodY24CDhrtOPWfakHbYsDQ329NpQeT1+&#10;OwOhmNdVcegXxentfBk+q12H76Mx99NxuwSVaEz/5r/rDyv4L4Ivz8gEe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XrY5xQAAANwAAAAPAAAAAAAAAAAAAAAAAJgCAABkcnMv&#10;ZG93bnJldi54bWxQSwUGAAAAAAQABAD1AAAAigMAAAAA&#10;" path="m355,90r-158,l199,90r24,4l267,137r9,44l383,181r-3,-21l374,137r-7,-22l358,95r-3,-5e" fillcolor="#007cba" stroked="f">
                  <v:path arrowok="t" o:connecttype="custom" o:connectlocs="355,1680;197,1680;199,1680;223,1684;267,1727;276,1771;383,1771;380,1750;374,1727;367,1705;358,1685;355,1680" o:connectangles="0,0,0,0,0,0,0,0,0,0,0,0"/>
                </v:shape>
              </v:group>
              <v:group id="Group 75" o:spid="_x0000_s1044" style="position:absolute;left:9220;top:1597;width:348;height:429" coordorigin="9220,1597" coordsize="348,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KqQMQAAADcAAAADwAAAGRycy9kb3ducmV2LnhtbERPS2vCQBC+F/wPywi9&#10;NZsoLTVmFZFaegiFqiDehuyYBLOzIbvN4993C4Xe5uN7TrYdTSN66lxtWUESxSCIC6trLhWcT4en&#10;VxDOI2tsLJOCiRxsN7OHDFNtB/6i/uhLEULYpaig8r5NpXRFRQZdZFviwN1sZ9AH2JVSdziEcNPI&#10;RRy/SIM1h4YKW9pXVNyP30bB+4DDbpm89fn9tp+up+fPS56QUo/zcbcG4Wn0/+I/94cO81c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IKqQMQAAADcAAAA&#10;DwAAAAAAAAAAAAAAAACqAgAAZHJzL2Rvd25yZXYueG1sUEsFBgAAAAAEAAQA+gAAAJsDAAAAAA==&#10;">
                <v:shape id="Freeform 76" o:spid="_x0000_s1045" style="position:absolute;left:9220;top:1597;width:348;height:429;visibility:visible;mso-wrap-style:square;v-text-anchor:top" coordsize="348,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xbAMMA&#10;AADcAAAADwAAAGRycy9kb3ducmV2LnhtbERPzWrCQBC+F/oOywi9lLppDtamrqEESxR6UfsAQ3aS&#10;DWZnQ3Yb49u7guBtPr7fWeWT7cRIg28dK3ifJyCIK6dbbhT8HX/eliB8QNbYOSYFF/KQr5+fVphp&#10;d+Y9jYfQiBjCPkMFJoQ+k9JXhiz6ueuJI1e7wWKIcGikHvAcw20n0yRZSIstxwaDPRWGqtPh3yoY&#10;S/Na9u6Dj/W0qYpkt6w3+1+lXmbT9xeIQFN4iO/urY7zP1O4PRMvkO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xbAMMAAADcAAAADwAAAAAAAAAAAAAAAACYAgAAZHJzL2Rv&#10;d25yZXYueG1sUEsFBgAAAAAEAAQA9QAAAIgDAAAAAA==&#10;" path="m,l,430r109,l109,88r239,l318,34,256,3,227,,,e" fillcolor="#007cba" stroked="f">
                  <v:path arrowok="t" o:connecttype="custom" o:connectlocs="0,1597;0,2027;109,2027;109,1685;348,1685;318,1631;256,1600;227,1597;0,1597" o:connectangles="0,0,0,0,0,0,0,0,0"/>
                </v:shape>
              </v:group>
              <v:group id="Group 77" o:spid="_x0000_s1046" style="position:absolute;left:9419;top:1685;width:154;height:342" coordorigin="9419,1685" coordsize="154,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RrMQAAADcAAAADwAAAGRycy9kb3ducmV2LnhtbERPS2vCQBC+C/0PyxR6&#10;M5s0VNo0q4jU0oMU1ELpbciOSTA7G7JrHv/eFQre5uN7Tr4aTSN66lxtWUESxSCIC6trLhX8HLfz&#10;VxDOI2tsLJOCiRyslg+zHDNtB95Tf/ClCCHsMlRQed9mUrqiIoMusi1x4E62M+gD7EqpOxxCuGnk&#10;cxwvpMGaQ0OFLW0qKs6Hi1HwOeCwTpOPfnc+baa/48v37y4hpZ4ex/U7CE+jv4v/3V86zH9L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xyRrMQAAADcAAAA&#10;DwAAAAAAAAAAAAAAAACqAgAAZHJzL2Rvd25yZXYueG1sUEsFBgAAAAAEAAQA+gAAAJsDAAAAAA==&#10;">
                <v:shape id="Freeform 78" o:spid="_x0000_s1047" style="position:absolute;left:9419;top:1685;width:154;height:342;visibility:visible;mso-wrap-style:square;v-text-anchor:top" coordsize="15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RTUMIA&#10;AADcAAAADwAAAGRycy9kb3ducmV2LnhtbERPTWvCQBC9C/0PyxR6002klTa6SiNtEW/GUq9DdpoN&#10;ZmdDdhPTf98VBG/zeJ+z2oy2EQN1vnasIJ0lIIhLp2uuFHwfP6evIHxA1tg4JgV/5GGzfpisMNPu&#10;wgcailCJGMI+QwUmhDaT0peGLPqZa4kj9+s6iyHCrpK6w0sMt42cJ8lCWqw5NhhsaWuoPBe9VcDH&#10;81C/nNLwoXuTtslX/jPuc6WeHsf3JYhAY7iLb+6djvPfnuH6TLx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ZFNQwgAAANwAAAAPAAAAAAAAAAAAAAAAAJgCAABkcnMvZG93&#10;bnJldi54bWxQSwUGAAAAAAQABAD1AAAAhwMAAAAA&#10;" path="m149,l,,25,5,40,18r5,22l45,342r109,l154,40,153,20,149,e" fillcolor="#007cba" stroked="f">
                  <v:path arrowok="t" o:connecttype="custom" o:connectlocs="149,1685;0,1685;25,1690;40,1703;45,1725;45,2027;154,2027;154,1725;153,1705;149,1685;149,1685" o:connectangles="0,0,0,0,0,0,0,0,0,0,0"/>
                </v:shape>
              </v:group>
              <v:group id="Group 79" o:spid="_x0000_s1048" style="position:absolute;left:10506;top:1419;width:87;height:87" coordorigin="10506,1419" coordsize="8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7msQ8MAAADcAAAADwAAAGRycy9kb3ducmV2LnhtbERPS4vCMBC+L/gfwgje&#10;NK2iuF2jiKh4EMEHLHsbmrEtNpPSxLb++82CsLf5+J6zWHWmFA3VrrCsIB5FIIhTqwvOFNyuu+Ec&#10;hPPIGkvLpOBFDlbL3scCE21bPlNz8ZkIIewSVJB7XyVSujQng25kK+LA3W1t0AdYZ1LX2IZwU8px&#10;FM2kwYJDQ44VbXJKH5enUbBvsV1P4m1zfNw3r5/r9PR9jEmpQb9bf4Hw1Pl/8dt90GH+5x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uaxDwwAAANwAAAAP&#10;AAAAAAAAAAAAAAAAAKoCAABkcnMvZG93bnJldi54bWxQSwUGAAAAAAQABAD6AAAAmgMAAAAA&#10;">
                <v:shape id="Freeform 80" o:spid="_x0000_s1049"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GGZsIA&#10;AADcAAAADwAAAGRycy9kb3ducmV2LnhtbERPTWvCQBC9F/oflil4qxsVrImuUkRRvGmLeByyYxLM&#10;zqbZNYn+elcoeJvH+5zZojOlaKh2hWUFg34Egji1uuBMwe/P+nMCwnlkjaVlUnAjB4v5+9sME21b&#10;3lNz8JkIIewSVJB7XyVSujQng65vK+LAnW1t0AdYZ1LX2IZwU8phFI2lwYJDQ44VLXNKL4erUTCa&#10;tDQ63rGJV1/Vaeei3WYf/ynV++i+pyA8df4l/ndvdZgfj+H5TLh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EYZmwgAAANwAAAAPAAAAAAAAAAAAAAAAAJgCAABkcnMvZG93&#10;bnJldi54bWxQSwUGAAAAAAQABAD1AAAAhwMAAAAA&#10;" path="m40,l20,7,5,23,,46,7,67,22,82r22,5l50,87,67,80r-25,l25,74,13,58,10,31,23,14,44,7r22,l63,5,40,e" fillcolor="#007cba" stroked="f">
                  <v:path arrowok="t" o:connecttype="custom" o:connectlocs="40,1419;20,1426;5,1442;0,1465;7,1486;22,1501;44,1506;50,1506;67,1499;42,1499;25,1493;13,1477;10,1450;23,1433;44,1426;66,1426;63,1424;40,1419" o:connectangles="0,0,0,0,0,0,0,0,0,0,0,0,0,0,0,0,0,0"/>
                </v:shape>
                <v:shape id="Freeform 81" o:spid="_x0000_s1050"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10j/cMA&#10;AADcAAAADwAAAGRycy9kb3ducmV2LnhtbERPTWvCQBC9F/wPywje6sYGqomuIqViyU1bxOOQHZNg&#10;djZmt0nsr+8WCt7m8T5ntRlMLTpqXWVZwWwagSDOra64UPD1uXtegHAeWWNtmRTcycFmPXpaYapt&#10;zwfqjr4QIYRdigpK75tUSpeXZNBNbUMcuIttDfoA20LqFvsQbmr5EkWv0mDFoaHEht5Kyq/Hb6Mg&#10;XvQUn36wS97nzTlzUbY/JDelJuNhuwThafAP8b/7Q4f5yRz+ngkXyP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10j/cMAAADcAAAADwAAAAAAAAAAAAAAAACYAgAAZHJzL2Rv&#10;d25yZXYueG1sUEsFBgAAAAAEAAQA9QAAAIgDAAAAAA==&#10;" path="m66,7l44,7r3,1l64,14,75,31r2,26l64,73,42,80r25,l69,79,82,62,87,39,80,19,66,7e" fillcolor="#007cba" stroked="f">
                  <v:path arrowok="t" o:connecttype="custom" o:connectlocs="66,1426;44,1426;47,1427;64,1433;75,1450;77,1476;64,1492;42,1499;67,1499;69,1498;82,1481;87,1458;80,1438;66,1426" o:connectangles="0,0,0,0,0,0,0,0,0,0,0,0,0,0"/>
                </v:shape>
                <v:shape id="Freeform 82" o:spid="_x0000_s1051"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K3j8YA&#10;AADcAAAADwAAAGRycy9kb3ducmV2LnhtbESPT2vCQBDF74V+h2UKvdVNFaxJXUWkRfHmH0qPQ3aa&#10;hGZnY3abRD+9cyh4m+G9ee838+XgatVRGyrPBl5HCSji3NuKCwOn4+fLDFSIyBZrz2TgQgGWi8eH&#10;OWbW97yn7hALJSEcMjRQxthkWoe8JIdh5Bti0X586zDK2hbatthLuKv1OEmm2mHF0lBiQ+uS8t/D&#10;nzMwmfU0+bpil368Nd+7kOw2+/RszPPTsHoHFWmId/P/9dYKfiq08oxMo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K3j8YAAADcAAAADwAAAAAAAAAAAAAAAACYAgAAZHJz&#10;L2Rvd25yZXYueG1sUEsFBgAAAAAEAAQA9QAAAIsDAAAAAA==&#10;" path="m55,16r-18,l30,16r-2,l25,17r,1l25,69r,1l35,70r,-1l36,49r18,l53,47r6,-2l63,41r-14,l35,40r,-15l63,25r,-5l55,16e" fillcolor="#007cba" stroked="f">
                  <v:path arrowok="t" o:connecttype="custom" o:connectlocs="55,1435;37,1435;30,1435;28,1435;25,1436;25,1437;25,1488;25,1489;35,1489;35,1488;36,1468;54,1468;53,1466;59,1464;63,1460;63,1460;49,1460;35,1459;35,1444;63,1444;63,1439;55,1435" o:connectangles="0,0,0,0,0,0,0,0,0,0,0,0,0,0,0,0,0,0,0,0,0,0"/>
                </v:shape>
                <v:shape id="Freeform 83" o:spid="_x0000_s1052"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4SFMIA&#10;AADcAAAADwAAAGRycy9kb3ducmV2LnhtbERPTWvCQBC9F/wPywje6sYKNUldRaSieFNL6XHIjkkw&#10;OxuzaxL767sFwds83ufMl72pREuNKy0rmIwjEMSZ1SXnCr5Om9cYhPPIGivLpOBODpaLwcscU207&#10;PlB79LkIIexSVFB4X6dSuqwgg25sa+LAnW1j0AfY5FI32IVwU8m3KHqXBksODQXWtC4ouxxvRsE0&#10;7mj6/Ytt8jmrf/Yu2m8PyVWp0bBffYDw1Pun+OHe6TA/SeD/mXCBX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jhIUwgAAANwAAAAPAAAAAAAAAAAAAAAAAJgCAABkcnMvZG93&#10;bnJldi54bWxQSwUGAAAAAAQABAD1AAAAhwMAAAAA&#10;" path="m54,49r-13,l42,50,53,69r1,l54,70r10,l65,69r,-1l65,67,54,49e" fillcolor="#007cba" stroked="f">
                  <v:path arrowok="t" o:connecttype="custom" o:connectlocs="54,1468;41,1468;42,1469;42,1469;53,1488;54,1488;54,1489;64,1489;65,1488;65,1487;65,1486;54,1468" o:connectangles="0,0,0,0,0,0,0,0,0,0,0,0"/>
                </v:shape>
                <v:shape id="Freeform 84" o:spid="_x0000_s1053"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tPcsQA&#10;AADcAAAADwAAAGRycy9kb3ducmV2LnhtbESPQWvCQBSE74L/YXmCN93YQKvRVaS0KLklLcXjI/ua&#10;hGbfptltEvvrXaHQ4zAz3zC7w2ga0VPnassKVssIBHFhdc2lgve318UahPPIGhvLpOBKDg776WSH&#10;ibYDZ9TnvhQBwi5BBZX3bSKlKyoy6Ja2JQ7ep+0M+iC7UuoOhwA3jXyIokdpsOawUGFLzxUVX/mP&#10;URCvB4o/frHfvDy1l9RF6SnbfCs1n43HLQhPo/8P/7XPWkEgwv1MOAJyf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T3LEAAAA3AAAAA8AAAAAAAAAAAAAAAAAmAIAAGRycy9k&#10;b3ducmV2LnhtbFBLBQYAAAAABAAEAPUAAACJAwAAAAA=&#10;" path="m63,25r-14,l52,27r,11l49,41r14,l63,25e" fillcolor="#007cba" stroked="f">
                  <v:path arrowok="t" o:connecttype="custom" o:connectlocs="63,1444;49,1444;52,1446;52,1457;49,1460;63,1460;63,1444" o:connectangles="0,0,0,0,0,0,0"/>
                </v:shape>
              </v:group>
              <w10:wrap anchorx="page" anchory="page"/>
            </v:group>
          </w:pict>
        </mc:Fallback>
      </mc:AlternateContent>
    </w:r>
    <w:r w:rsidRPr="00DD4DB2">
      <w:rPr>
        <w:rFonts w:ascii="Intel Clear" w:hAnsi="Intel Clear"/>
        <w:w w:val="100"/>
      </w:rPr>
      <w:br/>
    </w:r>
    <w:r w:rsidRPr="00DD4DB2">
      <w:rPr>
        <w:rFonts w:ascii="Intel Clear" w:hAnsi="Intel Clear"/>
        <w:w w:val="100"/>
        <w:sz w:val="16"/>
        <w:szCs w:val="16"/>
      </w:rPr>
      <w:t>Inte</w:t>
    </w:r>
    <w:r>
      <w:rPr>
        <w:rFonts w:ascii="Intel Clear" w:hAnsi="Intel Clear"/>
        <w:w w:val="100"/>
        <w:sz w:val="16"/>
        <w:szCs w:val="16"/>
      </w:rPr>
      <w:t>l®</w:t>
    </w:r>
    <w:r w:rsidRPr="00DD4DB2">
      <w:rPr>
        <w:rFonts w:ascii="Intel Clear" w:hAnsi="Intel Clear"/>
        <w:w w:val="100"/>
        <w:sz w:val="16"/>
        <w:szCs w:val="16"/>
      </w:rPr>
      <w:t xml:space="preserve"> Solid-State Drive </w:t>
    </w:r>
    <w:proofErr w:type="spellStart"/>
    <w:r>
      <w:rPr>
        <w:rFonts w:ascii="Intel Clear" w:hAnsi="Intel Clear"/>
        <w:w w:val="100"/>
        <w:sz w:val="16"/>
        <w:szCs w:val="16"/>
      </w:rPr>
      <w:t>PCIe</w:t>
    </w:r>
    <w:proofErr w:type="spellEnd"/>
    <w:r>
      <w:rPr>
        <w:rFonts w:ascii="Intel Clear" w:hAnsi="Intel Clear"/>
        <w:w w:val="100"/>
        <w:sz w:val="16"/>
        <w:szCs w:val="16"/>
      </w:rPr>
      <w:t>* Driver</w:t>
    </w:r>
  </w:p>
  <w:p w:rsidR="00A26FE8" w:rsidRDefault="00A26FE8" w:rsidP="00F12860">
    <w:pPr>
      <w:pStyle w:val="Header"/>
      <w:tabs>
        <w:tab w:val="clear" w:pos="4320"/>
        <w:tab w:val="clear" w:pos="8640"/>
        <w:tab w:val="center" w:pos="3290"/>
      </w:tabs>
      <w:spacing w:before="40" w:line="160" w:lineRule="atLeast"/>
      <w:ind w:left="20" w:right="60" w:hanging="13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FE8" w:rsidRDefault="00A26FE8">
    <w:pPr>
      <w:pStyle w:val="Header"/>
    </w:pPr>
    <w:r>
      <w:rPr>
        <w:noProof/>
      </w:rPr>
      <mc:AlternateContent>
        <mc:Choice Requires="wpg">
          <w:drawing>
            <wp:anchor distT="0" distB="0" distL="114300" distR="114300" simplePos="0" relativeHeight="251663360" behindDoc="1" locked="0" layoutInCell="1" allowOverlap="1" wp14:anchorId="45E78942" wp14:editId="5E89885C">
              <wp:simplePos x="0" y="0"/>
              <wp:positionH relativeFrom="page">
                <wp:posOffset>5520690</wp:posOffset>
              </wp:positionH>
              <wp:positionV relativeFrom="page">
                <wp:posOffset>325755</wp:posOffset>
              </wp:positionV>
              <wp:extent cx="1359535" cy="898525"/>
              <wp:effectExtent l="0" t="0" r="0" b="0"/>
              <wp:wrapNone/>
              <wp:docPr id="6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9535" cy="898525"/>
                        <a:chOff x="8694" y="1083"/>
                        <a:chExt cx="2141" cy="1415"/>
                      </a:xfrm>
                    </wpg:grpSpPr>
                    <wpg:grpSp>
                      <wpg:cNvPr id="62" name="Group 2"/>
                      <wpg:cNvGrpSpPr>
                        <a:grpSpLocks/>
                      </wpg:cNvGrpSpPr>
                      <wpg:grpSpPr bwMode="auto">
                        <a:xfrm>
                          <a:off x="8704" y="1093"/>
                          <a:ext cx="2121" cy="1395"/>
                          <a:chOff x="8704" y="1093"/>
                          <a:chExt cx="2121" cy="1395"/>
                        </a:xfrm>
                      </wpg:grpSpPr>
                      <wps:wsp>
                        <wps:cNvPr id="63" name="Freeform 3"/>
                        <wps:cNvSpPr>
                          <a:spLocks/>
                        </wps:cNvSpPr>
                        <wps:spPr bwMode="auto">
                          <a:xfrm>
                            <a:off x="8704" y="1093"/>
                            <a:ext cx="2121" cy="1395"/>
                          </a:xfrm>
                          <a:custGeom>
                            <a:avLst/>
                            <a:gdLst>
                              <a:gd name="T0" fmla="+- 0 8935 8704"/>
                              <a:gd name="T1" fmla="*/ T0 w 2121"/>
                              <a:gd name="T2" fmla="+- 0 1493 1093"/>
                              <a:gd name="T3" fmla="*/ 1493 h 1395"/>
                              <a:gd name="T4" fmla="+- 0 8885 8704"/>
                              <a:gd name="T5" fmla="*/ T4 w 2121"/>
                              <a:gd name="T6" fmla="+- 0 1541 1093"/>
                              <a:gd name="T7" fmla="*/ 1541 h 1395"/>
                              <a:gd name="T8" fmla="+- 0 8840 8704"/>
                              <a:gd name="T9" fmla="*/ T8 w 2121"/>
                              <a:gd name="T10" fmla="+- 0 1591 1093"/>
                              <a:gd name="T11" fmla="*/ 1591 h 1395"/>
                              <a:gd name="T12" fmla="+- 0 8801 8704"/>
                              <a:gd name="T13" fmla="*/ T12 w 2121"/>
                              <a:gd name="T14" fmla="+- 0 1643 1093"/>
                              <a:gd name="T15" fmla="*/ 1643 h 1395"/>
                              <a:gd name="T16" fmla="+- 0 8767 8704"/>
                              <a:gd name="T17" fmla="*/ T16 w 2121"/>
                              <a:gd name="T18" fmla="+- 0 1697 1093"/>
                              <a:gd name="T19" fmla="*/ 1697 h 1395"/>
                              <a:gd name="T20" fmla="+- 0 8741 8704"/>
                              <a:gd name="T21" fmla="*/ T20 w 2121"/>
                              <a:gd name="T22" fmla="+- 0 1754 1093"/>
                              <a:gd name="T23" fmla="*/ 1754 h 1395"/>
                              <a:gd name="T24" fmla="+- 0 8721 8704"/>
                              <a:gd name="T25" fmla="*/ T24 w 2121"/>
                              <a:gd name="T26" fmla="+- 0 1813 1093"/>
                              <a:gd name="T27" fmla="*/ 1813 h 1395"/>
                              <a:gd name="T28" fmla="+- 0 8708 8704"/>
                              <a:gd name="T29" fmla="*/ T28 w 2121"/>
                              <a:gd name="T30" fmla="+- 0 1874 1093"/>
                              <a:gd name="T31" fmla="*/ 1874 h 1395"/>
                              <a:gd name="T32" fmla="+- 0 8704 8704"/>
                              <a:gd name="T33" fmla="*/ T32 w 2121"/>
                              <a:gd name="T34" fmla="+- 0 1938 1093"/>
                              <a:gd name="T35" fmla="*/ 1938 h 1395"/>
                              <a:gd name="T36" fmla="+- 0 8704 8704"/>
                              <a:gd name="T37" fmla="*/ T36 w 2121"/>
                              <a:gd name="T38" fmla="+- 0 1970 1093"/>
                              <a:gd name="T39" fmla="*/ 1970 h 1395"/>
                              <a:gd name="T40" fmla="+- 0 8712 8704"/>
                              <a:gd name="T41" fmla="*/ T40 w 2121"/>
                              <a:gd name="T42" fmla="+- 0 2037 1093"/>
                              <a:gd name="T43" fmla="*/ 2037 h 1395"/>
                              <a:gd name="T44" fmla="+- 0 8732 8704"/>
                              <a:gd name="T45" fmla="*/ T44 w 2121"/>
                              <a:gd name="T46" fmla="+- 0 2115 1093"/>
                              <a:gd name="T47" fmla="*/ 2115 h 1395"/>
                              <a:gd name="T48" fmla="+- 0 8771 8704"/>
                              <a:gd name="T49" fmla="*/ T48 w 2121"/>
                              <a:gd name="T50" fmla="+- 0 2195 1093"/>
                              <a:gd name="T51" fmla="*/ 2195 h 1395"/>
                              <a:gd name="T52" fmla="+- 0 8827 8704"/>
                              <a:gd name="T53" fmla="*/ T52 w 2121"/>
                              <a:gd name="T54" fmla="+- 0 2267 1093"/>
                              <a:gd name="T55" fmla="*/ 2267 h 1395"/>
                              <a:gd name="T56" fmla="+- 0 8900 8704"/>
                              <a:gd name="T57" fmla="*/ T56 w 2121"/>
                              <a:gd name="T58" fmla="+- 0 2330 1093"/>
                              <a:gd name="T59" fmla="*/ 2330 h 1395"/>
                              <a:gd name="T60" fmla="+- 0 8989 8704"/>
                              <a:gd name="T61" fmla="*/ T60 w 2121"/>
                              <a:gd name="T62" fmla="+- 0 2383 1093"/>
                              <a:gd name="T63" fmla="*/ 2383 h 1395"/>
                              <a:gd name="T64" fmla="+- 0 9093 8704"/>
                              <a:gd name="T65" fmla="*/ T64 w 2121"/>
                              <a:gd name="T66" fmla="+- 0 2426 1093"/>
                              <a:gd name="T67" fmla="*/ 2426 h 1395"/>
                              <a:gd name="T68" fmla="+- 0 9151 8704"/>
                              <a:gd name="T69" fmla="*/ T68 w 2121"/>
                              <a:gd name="T70" fmla="+- 0 2443 1093"/>
                              <a:gd name="T71" fmla="*/ 2443 h 1395"/>
                              <a:gd name="T72" fmla="+- 0 9213 8704"/>
                              <a:gd name="T73" fmla="*/ T72 w 2121"/>
                              <a:gd name="T74" fmla="+- 0 2458 1093"/>
                              <a:gd name="T75" fmla="*/ 2458 h 1395"/>
                              <a:gd name="T76" fmla="+- 0 9278 8704"/>
                              <a:gd name="T77" fmla="*/ T76 w 2121"/>
                              <a:gd name="T78" fmla="+- 0 2470 1093"/>
                              <a:gd name="T79" fmla="*/ 2470 h 1395"/>
                              <a:gd name="T80" fmla="+- 0 9346 8704"/>
                              <a:gd name="T81" fmla="*/ T80 w 2121"/>
                              <a:gd name="T82" fmla="+- 0 2479 1093"/>
                              <a:gd name="T83" fmla="*/ 2479 h 1395"/>
                              <a:gd name="T84" fmla="+- 0 9418 8704"/>
                              <a:gd name="T85" fmla="*/ T84 w 2121"/>
                              <a:gd name="T86" fmla="+- 0 2485 1093"/>
                              <a:gd name="T87" fmla="*/ 2485 h 1395"/>
                              <a:gd name="T88" fmla="+- 0 9493 8704"/>
                              <a:gd name="T89" fmla="*/ T88 w 2121"/>
                              <a:gd name="T90" fmla="+- 0 2488 1093"/>
                              <a:gd name="T91" fmla="*/ 2488 h 1395"/>
                              <a:gd name="T92" fmla="+- 0 9571 8704"/>
                              <a:gd name="T93" fmla="*/ T92 w 2121"/>
                              <a:gd name="T94" fmla="+- 0 2488 1093"/>
                              <a:gd name="T95" fmla="*/ 2488 h 1395"/>
                              <a:gd name="T96" fmla="+- 0 9652 8704"/>
                              <a:gd name="T97" fmla="*/ T96 w 2121"/>
                              <a:gd name="T98" fmla="+- 0 2484 1093"/>
                              <a:gd name="T99" fmla="*/ 2484 h 1395"/>
                              <a:gd name="T100" fmla="+- 0 9736 8704"/>
                              <a:gd name="T101" fmla="*/ T100 w 2121"/>
                              <a:gd name="T102" fmla="+- 0 2478 1093"/>
                              <a:gd name="T103" fmla="*/ 2478 h 1395"/>
                              <a:gd name="T104" fmla="+- 0 9806 8704"/>
                              <a:gd name="T105" fmla="*/ T104 w 2121"/>
                              <a:gd name="T106" fmla="+- 0 2470 1093"/>
                              <a:gd name="T107" fmla="*/ 2470 h 1395"/>
                              <a:gd name="T108" fmla="+- 0 9879 8704"/>
                              <a:gd name="T109" fmla="*/ T108 w 2121"/>
                              <a:gd name="T110" fmla="+- 0 2458 1093"/>
                              <a:gd name="T111" fmla="*/ 2458 h 1395"/>
                              <a:gd name="T112" fmla="+- 0 9955 8704"/>
                              <a:gd name="T113" fmla="*/ T112 w 2121"/>
                              <a:gd name="T114" fmla="+- 0 2444 1093"/>
                              <a:gd name="T115" fmla="*/ 2444 h 1395"/>
                              <a:gd name="T116" fmla="+- 0 10031 8704"/>
                              <a:gd name="T117" fmla="*/ T116 w 2121"/>
                              <a:gd name="T118" fmla="+- 0 2428 1093"/>
                              <a:gd name="T119" fmla="*/ 2428 h 1395"/>
                              <a:gd name="T120" fmla="+- 0 10108 8704"/>
                              <a:gd name="T121" fmla="*/ T120 w 2121"/>
                              <a:gd name="T122" fmla="+- 0 2408 1093"/>
                              <a:gd name="T123" fmla="*/ 2408 h 1395"/>
                              <a:gd name="T124" fmla="+- 0 10185 8704"/>
                              <a:gd name="T125" fmla="*/ T124 w 2121"/>
                              <a:gd name="T126" fmla="+- 0 2386 1093"/>
                              <a:gd name="T127" fmla="*/ 2386 h 1395"/>
                              <a:gd name="T128" fmla="+- 0 10260 8704"/>
                              <a:gd name="T129" fmla="*/ T128 w 2121"/>
                              <a:gd name="T130" fmla="+- 0 2361 1093"/>
                              <a:gd name="T131" fmla="*/ 2361 h 1395"/>
                              <a:gd name="T132" fmla="+- 0 10297 8704"/>
                              <a:gd name="T133" fmla="*/ T132 w 2121"/>
                              <a:gd name="T134" fmla="+- 0 2347 1093"/>
                              <a:gd name="T135" fmla="*/ 2347 h 1395"/>
                              <a:gd name="T136" fmla="+- 0 9523 8704"/>
                              <a:gd name="T137" fmla="*/ T136 w 2121"/>
                              <a:gd name="T138" fmla="+- 0 2347 1093"/>
                              <a:gd name="T139" fmla="*/ 2347 h 1395"/>
                              <a:gd name="T140" fmla="+- 0 9461 8704"/>
                              <a:gd name="T141" fmla="*/ T140 w 2121"/>
                              <a:gd name="T142" fmla="+- 0 2347 1093"/>
                              <a:gd name="T143" fmla="*/ 2347 h 1395"/>
                              <a:gd name="T144" fmla="+- 0 9400 8704"/>
                              <a:gd name="T145" fmla="*/ T144 w 2121"/>
                              <a:gd name="T146" fmla="+- 0 2344 1093"/>
                              <a:gd name="T147" fmla="*/ 2344 h 1395"/>
                              <a:gd name="T148" fmla="+- 0 9340 8704"/>
                              <a:gd name="T149" fmla="*/ T148 w 2121"/>
                              <a:gd name="T150" fmla="+- 0 2340 1093"/>
                              <a:gd name="T151" fmla="*/ 2340 h 1395"/>
                              <a:gd name="T152" fmla="+- 0 9225 8704"/>
                              <a:gd name="T153" fmla="*/ T152 w 2121"/>
                              <a:gd name="T154" fmla="+- 0 2325 1093"/>
                              <a:gd name="T155" fmla="*/ 2325 h 1395"/>
                              <a:gd name="T156" fmla="+- 0 9118 8704"/>
                              <a:gd name="T157" fmla="*/ T156 w 2121"/>
                              <a:gd name="T158" fmla="+- 0 2299 1093"/>
                              <a:gd name="T159" fmla="*/ 2299 h 1395"/>
                              <a:gd name="T160" fmla="+- 0 9023 8704"/>
                              <a:gd name="T161" fmla="*/ T160 w 2121"/>
                              <a:gd name="T162" fmla="+- 0 2263 1093"/>
                              <a:gd name="T163" fmla="*/ 2263 h 1395"/>
                              <a:gd name="T164" fmla="+- 0 8940 8704"/>
                              <a:gd name="T165" fmla="*/ T164 w 2121"/>
                              <a:gd name="T166" fmla="+- 0 2215 1093"/>
                              <a:gd name="T167" fmla="*/ 2215 h 1395"/>
                              <a:gd name="T168" fmla="+- 0 8873 8704"/>
                              <a:gd name="T169" fmla="*/ T168 w 2121"/>
                              <a:gd name="T170" fmla="+- 0 2153 1093"/>
                              <a:gd name="T171" fmla="*/ 2153 h 1395"/>
                              <a:gd name="T172" fmla="+- 0 8823 8704"/>
                              <a:gd name="T173" fmla="*/ T172 w 2121"/>
                              <a:gd name="T174" fmla="+- 0 2078 1093"/>
                              <a:gd name="T175" fmla="*/ 2078 h 1395"/>
                              <a:gd name="T176" fmla="+- 0 8794 8704"/>
                              <a:gd name="T177" fmla="*/ T176 w 2121"/>
                              <a:gd name="T178" fmla="+- 0 1988 1093"/>
                              <a:gd name="T179" fmla="*/ 1988 h 1395"/>
                              <a:gd name="T180" fmla="+- 0 8787 8704"/>
                              <a:gd name="T181" fmla="*/ T180 w 2121"/>
                              <a:gd name="T182" fmla="+- 0 1915 1093"/>
                              <a:gd name="T183" fmla="*/ 1915 h 1395"/>
                              <a:gd name="T184" fmla="+- 0 8788 8704"/>
                              <a:gd name="T185" fmla="*/ T184 w 2121"/>
                              <a:gd name="T186" fmla="+- 0 1891 1093"/>
                              <a:gd name="T187" fmla="*/ 1891 h 1395"/>
                              <a:gd name="T188" fmla="+- 0 8797 8704"/>
                              <a:gd name="T189" fmla="*/ T188 w 2121"/>
                              <a:gd name="T190" fmla="+- 0 1818 1093"/>
                              <a:gd name="T191" fmla="*/ 1818 h 1395"/>
                              <a:gd name="T192" fmla="+- 0 8817 8704"/>
                              <a:gd name="T193" fmla="*/ T192 w 2121"/>
                              <a:gd name="T194" fmla="+- 0 1748 1093"/>
                              <a:gd name="T195" fmla="*/ 1748 h 1395"/>
                              <a:gd name="T196" fmla="+- 0 8845 8704"/>
                              <a:gd name="T197" fmla="*/ T196 w 2121"/>
                              <a:gd name="T198" fmla="+- 0 1682 1093"/>
                              <a:gd name="T199" fmla="*/ 1682 h 1395"/>
                              <a:gd name="T200" fmla="+- 0 8880 8704"/>
                              <a:gd name="T201" fmla="*/ T200 w 2121"/>
                              <a:gd name="T202" fmla="+- 0 1621 1093"/>
                              <a:gd name="T203" fmla="*/ 1621 h 1395"/>
                              <a:gd name="T204" fmla="+- 0 8921 8704"/>
                              <a:gd name="T205" fmla="*/ T204 w 2121"/>
                              <a:gd name="T206" fmla="+- 0 1567 1093"/>
                              <a:gd name="T207" fmla="*/ 1567 h 1395"/>
                              <a:gd name="T208" fmla="+- 0 8935 8704"/>
                              <a:gd name="T209" fmla="*/ T208 w 2121"/>
                              <a:gd name="T210" fmla="+- 0 1550 1093"/>
                              <a:gd name="T211" fmla="*/ 1550 h 1395"/>
                              <a:gd name="T212" fmla="+- 0 8935 8704"/>
                              <a:gd name="T213" fmla="*/ T212 w 2121"/>
                              <a:gd name="T214" fmla="+- 0 1493 1093"/>
                              <a:gd name="T215" fmla="*/ 14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121" h="1395">
                                <a:moveTo>
                                  <a:pt x="231" y="400"/>
                                </a:moveTo>
                                <a:lnTo>
                                  <a:pt x="181" y="448"/>
                                </a:lnTo>
                                <a:lnTo>
                                  <a:pt x="136" y="498"/>
                                </a:lnTo>
                                <a:lnTo>
                                  <a:pt x="97" y="550"/>
                                </a:lnTo>
                                <a:lnTo>
                                  <a:pt x="63" y="604"/>
                                </a:lnTo>
                                <a:lnTo>
                                  <a:pt x="37" y="661"/>
                                </a:lnTo>
                                <a:lnTo>
                                  <a:pt x="17" y="720"/>
                                </a:lnTo>
                                <a:lnTo>
                                  <a:pt x="4" y="781"/>
                                </a:lnTo>
                                <a:lnTo>
                                  <a:pt x="0" y="845"/>
                                </a:lnTo>
                                <a:lnTo>
                                  <a:pt x="0" y="877"/>
                                </a:lnTo>
                                <a:lnTo>
                                  <a:pt x="8" y="944"/>
                                </a:lnTo>
                                <a:lnTo>
                                  <a:pt x="28" y="1022"/>
                                </a:lnTo>
                                <a:lnTo>
                                  <a:pt x="67" y="1102"/>
                                </a:lnTo>
                                <a:lnTo>
                                  <a:pt x="123" y="1174"/>
                                </a:lnTo>
                                <a:lnTo>
                                  <a:pt x="196" y="1237"/>
                                </a:lnTo>
                                <a:lnTo>
                                  <a:pt x="285" y="1290"/>
                                </a:lnTo>
                                <a:lnTo>
                                  <a:pt x="389" y="1333"/>
                                </a:lnTo>
                                <a:lnTo>
                                  <a:pt x="447" y="1350"/>
                                </a:lnTo>
                                <a:lnTo>
                                  <a:pt x="509" y="1365"/>
                                </a:lnTo>
                                <a:lnTo>
                                  <a:pt x="574" y="1377"/>
                                </a:lnTo>
                                <a:lnTo>
                                  <a:pt x="642" y="1386"/>
                                </a:lnTo>
                                <a:lnTo>
                                  <a:pt x="714" y="1392"/>
                                </a:lnTo>
                                <a:lnTo>
                                  <a:pt x="789" y="1395"/>
                                </a:lnTo>
                                <a:lnTo>
                                  <a:pt x="867" y="1395"/>
                                </a:lnTo>
                                <a:lnTo>
                                  <a:pt x="948" y="1391"/>
                                </a:lnTo>
                                <a:lnTo>
                                  <a:pt x="1032" y="1385"/>
                                </a:lnTo>
                                <a:lnTo>
                                  <a:pt x="1102" y="1377"/>
                                </a:lnTo>
                                <a:lnTo>
                                  <a:pt x="1175" y="1365"/>
                                </a:lnTo>
                                <a:lnTo>
                                  <a:pt x="1251" y="1351"/>
                                </a:lnTo>
                                <a:lnTo>
                                  <a:pt x="1327" y="1335"/>
                                </a:lnTo>
                                <a:lnTo>
                                  <a:pt x="1404" y="1315"/>
                                </a:lnTo>
                                <a:lnTo>
                                  <a:pt x="1481" y="1293"/>
                                </a:lnTo>
                                <a:lnTo>
                                  <a:pt x="1556" y="1268"/>
                                </a:lnTo>
                                <a:lnTo>
                                  <a:pt x="1593" y="1254"/>
                                </a:lnTo>
                                <a:lnTo>
                                  <a:pt x="819" y="1254"/>
                                </a:lnTo>
                                <a:lnTo>
                                  <a:pt x="757" y="1254"/>
                                </a:lnTo>
                                <a:lnTo>
                                  <a:pt x="696" y="1251"/>
                                </a:lnTo>
                                <a:lnTo>
                                  <a:pt x="636" y="1247"/>
                                </a:lnTo>
                                <a:lnTo>
                                  <a:pt x="521" y="1232"/>
                                </a:lnTo>
                                <a:lnTo>
                                  <a:pt x="414" y="1206"/>
                                </a:lnTo>
                                <a:lnTo>
                                  <a:pt x="319" y="1170"/>
                                </a:lnTo>
                                <a:lnTo>
                                  <a:pt x="236" y="1122"/>
                                </a:lnTo>
                                <a:lnTo>
                                  <a:pt x="169" y="1060"/>
                                </a:lnTo>
                                <a:lnTo>
                                  <a:pt x="119" y="985"/>
                                </a:lnTo>
                                <a:lnTo>
                                  <a:pt x="90" y="895"/>
                                </a:lnTo>
                                <a:lnTo>
                                  <a:pt x="83" y="822"/>
                                </a:lnTo>
                                <a:lnTo>
                                  <a:pt x="84" y="798"/>
                                </a:lnTo>
                                <a:lnTo>
                                  <a:pt x="93" y="725"/>
                                </a:lnTo>
                                <a:lnTo>
                                  <a:pt x="113" y="655"/>
                                </a:lnTo>
                                <a:lnTo>
                                  <a:pt x="141" y="589"/>
                                </a:lnTo>
                                <a:lnTo>
                                  <a:pt x="176" y="528"/>
                                </a:lnTo>
                                <a:lnTo>
                                  <a:pt x="217" y="474"/>
                                </a:lnTo>
                                <a:lnTo>
                                  <a:pt x="231" y="457"/>
                                </a:lnTo>
                                <a:lnTo>
                                  <a:pt x="231" y="40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4"/>
                        <wps:cNvSpPr>
                          <a:spLocks/>
                        </wps:cNvSpPr>
                        <wps:spPr bwMode="auto">
                          <a:xfrm>
                            <a:off x="8704" y="1093"/>
                            <a:ext cx="2121" cy="1395"/>
                          </a:xfrm>
                          <a:custGeom>
                            <a:avLst/>
                            <a:gdLst>
                              <a:gd name="T0" fmla="+- 0 10465 8704"/>
                              <a:gd name="T1" fmla="*/ T0 w 2121"/>
                              <a:gd name="T2" fmla="+- 0 2110 1093"/>
                              <a:gd name="T3" fmla="*/ 2110 h 1395"/>
                              <a:gd name="T4" fmla="+- 0 10406 8704"/>
                              <a:gd name="T5" fmla="*/ T4 w 2121"/>
                              <a:gd name="T6" fmla="+- 0 2143 1093"/>
                              <a:gd name="T7" fmla="*/ 2143 h 1395"/>
                              <a:gd name="T8" fmla="+- 0 10340 8704"/>
                              <a:gd name="T9" fmla="*/ T8 w 2121"/>
                              <a:gd name="T10" fmla="+- 0 2174 1093"/>
                              <a:gd name="T11" fmla="*/ 2174 h 1395"/>
                              <a:gd name="T12" fmla="+- 0 10269 8704"/>
                              <a:gd name="T13" fmla="*/ T12 w 2121"/>
                              <a:gd name="T14" fmla="+- 0 2203 1093"/>
                              <a:gd name="T15" fmla="*/ 2203 h 1395"/>
                              <a:gd name="T16" fmla="+- 0 10193 8704"/>
                              <a:gd name="T17" fmla="*/ T16 w 2121"/>
                              <a:gd name="T18" fmla="+- 0 2231 1093"/>
                              <a:gd name="T19" fmla="*/ 2231 h 1395"/>
                              <a:gd name="T20" fmla="+- 0 10115 8704"/>
                              <a:gd name="T21" fmla="*/ T20 w 2121"/>
                              <a:gd name="T22" fmla="+- 0 2256 1093"/>
                              <a:gd name="T23" fmla="*/ 2256 h 1395"/>
                              <a:gd name="T24" fmla="+- 0 10034 8704"/>
                              <a:gd name="T25" fmla="*/ T24 w 2121"/>
                              <a:gd name="T26" fmla="+- 0 2279 1093"/>
                              <a:gd name="T27" fmla="*/ 2279 h 1395"/>
                              <a:gd name="T28" fmla="+- 0 9952 8704"/>
                              <a:gd name="T29" fmla="*/ T28 w 2121"/>
                              <a:gd name="T30" fmla="+- 0 2298 1093"/>
                              <a:gd name="T31" fmla="*/ 2298 h 1395"/>
                              <a:gd name="T32" fmla="+- 0 9871 8704"/>
                              <a:gd name="T33" fmla="*/ T32 w 2121"/>
                              <a:gd name="T34" fmla="+- 0 2315 1093"/>
                              <a:gd name="T35" fmla="*/ 2315 h 1395"/>
                              <a:gd name="T36" fmla="+- 0 9790 8704"/>
                              <a:gd name="T37" fmla="*/ T36 w 2121"/>
                              <a:gd name="T38" fmla="+- 0 2328 1093"/>
                              <a:gd name="T39" fmla="*/ 2328 h 1395"/>
                              <a:gd name="T40" fmla="+- 0 9711 8704"/>
                              <a:gd name="T41" fmla="*/ T40 w 2121"/>
                              <a:gd name="T42" fmla="+- 0 2337 1093"/>
                              <a:gd name="T43" fmla="*/ 2337 h 1395"/>
                              <a:gd name="T44" fmla="+- 0 9648 8704"/>
                              <a:gd name="T45" fmla="*/ T44 w 2121"/>
                              <a:gd name="T46" fmla="+- 0 2342 1093"/>
                              <a:gd name="T47" fmla="*/ 2342 h 1395"/>
                              <a:gd name="T48" fmla="+- 0 9585 8704"/>
                              <a:gd name="T49" fmla="*/ T48 w 2121"/>
                              <a:gd name="T50" fmla="+- 0 2345 1093"/>
                              <a:gd name="T51" fmla="*/ 2345 h 1395"/>
                              <a:gd name="T52" fmla="+- 0 9523 8704"/>
                              <a:gd name="T53" fmla="*/ T52 w 2121"/>
                              <a:gd name="T54" fmla="+- 0 2347 1093"/>
                              <a:gd name="T55" fmla="*/ 2347 h 1395"/>
                              <a:gd name="T56" fmla="+- 0 10297 8704"/>
                              <a:gd name="T57" fmla="*/ T56 w 2121"/>
                              <a:gd name="T58" fmla="+- 0 2347 1093"/>
                              <a:gd name="T59" fmla="*/ 2347 h 1395"/>
                              <a:gd name="T60" fmla="+- 0 10367 8704"/>
                              <a:gd name="T61" fmla="*/ T60 w 2121"/>
                              <a:gd name="T62" fmla="+- 0 2318 1093"/>
                              <a:gd name="T63" fmla="*/ 2318 h 1395"/>
                              <a:gd name="T64" fmla="+- 0 10434 8704"/>
                              <a:gd name="T65" fmla="*/ T64 w 2121"/>
                              <a:gd name="T66" fmla="+- 0 2287 1093"/>
                              <a:gd name="T67" fmla="*/ 2287 h 1395"/>
                              <a:gd name="T68" fmla="+- 0 10465 8704"/>
                              <a:gd name="T69" fmla="*/ T68 w 2121"/>
                              <a:gd name="T70" fmla="+- 0 2270 1093"/>
                              <a:gd name="T71" fmla="*/ 2270 h 1395"/>
                              <a:gd name="T72" fmla="+- 0 10465 8704"/>
                              <a:gd name="T73" fmla="*/ T72 w 2121"/>
                              <a:gd name="T74" fmla="+- 0 2110 1093"/>
                              <a:gd name="T75" fmla="*/ 2110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121" h="1395">
                                <a:moveTo>
                                  <a:pt x="1761" y="1017"/>
                                </a:moveTo>
                                <a:lnTo>
                                  <a:pt x="1702" y="1050"/>
                                </a:lnTo>
                                <a:lnTo>
                                  <a:pt x="1636" y="1081"/>
                                </a:lnTo>
                                <a:lnTo>
                                  <a:pt x="1565" y="1110"/>
                                </a:lnTo>
                                <a:lnTo>
                                  <a:pt x="1489" y="1138"/>
                                </a:lnTo>
                                <a:lnTo>
                                  <a:pt x="1411" y="1163"/>
                                </a:lnTo>
                                <a:lnTo>
                                  <a:pt x="1330" y="1186"/>
                                </a:lnTo>
                                <a:lnTo>
                                  <a:pt x="1248" y="1205"/>
                                </a:lnTo>
                                <a:lnTo>
                                  <a:pt x="1167" y="1222"/>
                                </a:lnTo>
                                <a:lnTo>
                                  <a:pt x="1086" y="1235"/>
                                </a:lnTo>
                                <a:lnTo>
                                  <a:pt x="1007" y="1244"/>
                                </a:lnTo>
                                <a:lnTo>
                                  <a:pt x="944" y="1249"/>
                                </a:lnTo>
                                <a:lnTo>
                                  <a:pt x="881" y="1252"/>
                                </a:lnTo>
                                <a:lnTo>
                                  <a:pt x="819" y="1254"/>
                                </a:lnTo>
                                <a:lnTo>
                                  <a:pt x="1593" y="1254"/>
                                </a:lnTo>
                                <a:lnTo>
                                  <a:pt x="1663" y="1225"/>
                                </a:lnTo>
                                <a:lnTo>
                                  <a:pt x="1730" y="1194"/>
                                </a:lnTo>
                                <a:lnTo>
                                  <a:pt x="1761" y="1177"/>
                                </a:lnTo>
                                <a:lnTo>
                                  <a:pt x="1761" y="101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5"/>
                        <wps:cNvSpPr>
                          <a:spLocks/>
                        </wps:cNvSpPr>
                        <wps:spPr bwMode="auto">
                          <a:xfrm>
                            <a:off x="8704" y="1093"/>
                            <a:ext cx="2121" cy="1395"/>
                          </a:xfrm>
                          <a:custGeom>
                            <a:avLst/>
                            <a:gdLst>
                              <a:gd name="T0" fmla="+- 0 10508 8704"/>
                              <a:gd name="T1" fmla="*/ T0 w 2121"/>
                              <a:gd name="T2" fmla="+- 0 1166 1093"/>
                              <a:gd name="T3" fmla="*/ 1166 h 1395"/>
                              <a:gd name="T4" fmla="+- 0 10045 8704"/>
                              <a:gd name="T5" fmla="*/ T4 w 2121"/>
                              <a:gd name="T6" fmla="+- 0 1166 1093"/>
                              <a:gd name="T7" fmla="*/ 1166 h 1395"/>
                              <a:gd name="T8" fmla="+- 0 10137 8704"/>
                              <a:gd name="T9" fmla="*/ T8 w 2121"/>
                              <a:gd name="T10" fmla="+- 0 1169 1093"/>
                              <a:gd name="T11" fmla="*/ 1169 h 1395"/>
                              <a:gd name="T12" fmla="+- 0 10225 8704"/>
                              <a:gd name="T13" fmla="*/ T12 w 2121"/>
                              <a:gd name="T14" fmla="+- 0 1177 1093"/>
                              <a:gd name="T15" fmla="*/ 1177 h 1395"/>
                              <a:gd name="T16" fmla="+- 0 10309 8704"/>
                              <a:gd name="T17" fmla="*/ T16 w 2121"/>
                              <a:gd name="T18" fmla="+- 0 1191 1093"/>
                              <a:gd name="T19" fmla="*/ 1191 h 1395"/>
                              <a:gd name="T20" fmla="+- 0 10387 8704"/>
                              <a:gd name="T21" fmla="*/ T20 w 2121"/>
                              <a:gd name="T22" fmla="+- 0 1210 1093"/>
                              <a:gd name="T23" fmla="*/ 1210 h 1395"/>
                              <a:gd name="T24" fmla="+- 0 10458 8704"/>
                              <a:gd name="T25" fmla="*/ T24 w 2121"/>
                              <a:gd name="T26" fmla="+- 0 1236 1093"/>
                              <a:gd name="T27" fmla="*/ 1236 h 1395"/>
                              <a:gd name="T28" fmla="+- 0 10523 8704"/>
                              <a:gd name="T29" fmla="*/ T28 w 2121"/>
                              <a:gd name="T30" fmla="+- 0 1268 1093"/>
                              <a:gd name="T31" fmla="*/ 1268 h 1395"/>
                              <a:gd name="T32" fmla="+- 0 10579 8704"/>
                              <a:gd name="T33" fmla="*/ T32 w 2121"/>
                              <a:gd name="T34" fmla="+- 0 1306 1093"/>
                              <a:gd name="T35" fmla="*/ 1306 h 1395"/>
                              <a:gd name="T36" fmla="+- 0 10627 8704"/>
                              <a:gd name="T37" fmla="*/ T36 w 2121"/>
                              <a:gd name="T38" fmla="+- 0 1350 1093"/>
                              <a:gd name="T39" fmla="*/ 1350 h 1395"/>
                              <a:gd name="T40" fmla="+- 0 10666 8704"/>
                              <a:gd name="T41" fmla="*/ T40 w 2121"/>
                              <a:gd name="T42" fmla="+- 0 1400 1093"/>
                              <a:gd name="T43" fmla="*/ 1400 h 1395"/>
                              <a:gd name="T44" fmla="+- 0 10694 8704"/>
                              <a:gd name="T45" fmla="*/ T44 w 2121"/>
                              <a:gd name="T46" fmla="+- 0 1457 1093"/>
                              <a:gd name="T47" fmla="*/ 1457 h 1395"/>
                              <a:gd name="T48" fmla="+- 0 10712 8704"/>
                              <a:gd name="T49" fmla="*/ T48 w 2121"/>
                              <a:gd name="T50" fmla="+- 0 1521 1093"/>
                              <a:gd name="T51" fmla="*/ 1521 h 1395"/>
                              <a:gd name="T52" fmla="+- 0 10717 8704"/>
                              <a:gd name="T53" fmla="*/ T52 w 2121"/>
                              <a:gd name="T54" fmla="+- 0 1565 1093"/>
                              <a:gd name="T55" fmla="*/ 1565 h 1395"/>
                              <a:gd name="T56" fmla="+- 0 10717 8704"/>
                              <a:gd name="T57" fmla="*/ T56 w 2121"/>
                              <a:gd name="T58" fmla="+- 0 1588 1093"/>
                              <a:gd name="T59" fmla="*/ 1588 h 1395"/>
                              <a:gd name="T60" fmla="+- 0 10707 8704"/>
                              <a:gd name="T61" fmla="*/ T60 w 2121"/>
                              <a:gd name="T62" fmla="+- 0 1654 1093"/>
                              <a:gd name="T63" fmla="*/ 1654 h 1395"/>
                              <a:gd name="T64" fmla="+- 0 10685 8704"/>
                              <a:gd name="T65" fmla="*/ T64 w 2121"/>
                              <a:gd name="T66" fmla="+- 0 1717 1093"/>
                              <a:gd name="T67" fmla="*/ 1717 h 1395"/>
                              <a:gd name="T68" fmla="+- 0 10650 8704"/>
                              <a:gd name="T69" fmla="*/ T68 w 2121"/>
                              <a:gd name="T70" fmla="+- 0 1778 1093"/>
                              <a:gd name="T71" fmla="*/ 1778 h 1395"/>
                              <a:gd name="T72" fmla="+- 0 10605 8704"/>
                              <a:gd name="T73" fmla="*/ T72 w 2121"/>
                              <a:gd name="T74" fmla="+- 0 1833 1093"/>
                              <a:gd name="T75" fmla="*/ 1833 h 1395"/>
                              <a:gd name="T76" fmla="+- 0 10549 8704"/>
                              <a:gd name="T77" fmla="*/ T76 w 2121"/>
                              <a:gd name="T78" fmla="+- 0 1882 1093"/>
                              <a:gd name="T79" fmla="*/ 1882 h 1395"/>
                              <a:gd name="T80" fmla="+- 0 10506 8704"/>
                              <a:gd name="T81" fmla="*/ T80 w 2121"/>
                              <a:gd name="T82" fmla="+- 0 1911 1093"/>
                              <a:gd name="T83" fmla="*/ 1911 h 1395"/>
                              <a:gd name="T84" fmla="+- 0 10506 8704"/>
                              <a:gd name="T85" fmla="*/ T84 w 2121"/>
                              <a:gd name="T86" fmla="+- 0 2026 1093"/>
                              <a:gd name="T87" fmla="*/ 2026 h 1395"/>
                              <a:gd name="T88" fmla="+- 0 10586 8704"/>
                              <a:gd name="T89" fmla="*/ T88 w 2121"/>
                              <a:gd name="T90" fmla="+- 0 1987 1093"/>
                              <a:gd name="T91" fmla="*/ 1987 h 1395"/>
                              <a:gd name="T92" fmla="+- 0 10638 8704"/>
                              <a:gd name="T93" fmla="*/ T92 w 2121"/>
                              <a:gd name="T94" fmla="+- 0 1951 1093"/>
                              <a:gd name="T95" fmla="*/ 1951 h 1395"/>
                              <a:gd name="T96" fmla="+- 0 10685 8704"/>
                              <a:gd name="T97" fmla="*/ T96 w 2121"/>
                              <a:gd name="T98" fmla="+- 0 1908 1093"/>
                              <a:gd name="T99" fmla="*/ 1908 h 1395"/>
                              <a:gd name="T100" fmla="+- 0 10729 8704"/>
                              <a:gd name="T101" fmla="*/ T100 w 2121"/>
                              <a:gd name="T102" fmla="+- 0 1858 1093"/>
                              <a:gd name="T103" fmla="*/ 1858 h 1395"/>
                              <a:gd name="T104" fmla="+- 0 10766 8704"/>
                              <a:gd name="T105" fmla="*/ T104 w 2121"/>
                              <a:gd name="T106" fmla="+- 0 1802 1093"/>
                              <a:gd name="T107" fmla="*/ 1802 h 1395"/>
                              <a:gd name="T108" fmla="+- 0 10795 8704"/>
                              <a:gd name="T109" fmla="*/ T108 w 2121"/>
                              <a:gd name="T110" fmla="+- 0 1740 1093"/>
                              <a:gd name="T111" fmla="*/ 1740 h 1395"/>
                              <a:gd name="T112" fmla="+- 0 10815 8704"/>
                              <a:gd name="T113" fmla="*/ T112 w 2121"/>
                              <a:gd name="T114" fmla="+- 0 1674 1093"/>
                              <a:gd name="T115" fmla="*/ 1674 h 1395"/>
                              <a:gd name="T116" fmla="+- 0 10824 8704"/>
                              <a:gd name="T117" fmla="*/ T116 w 2121"/>
                              <a:gd name="T118" fmla="+- 0 1603 1093"/>
                              <a:gd name="T119" fmla="*/ 1603 h 1395"/>
                              <a:gd name="T120" fmla="+- 0 10825 8704"/>
                              <a:gd name="T121" fmla="*/ T120 w 2121"/>
                              <a:gd name="T122" fmla="+- 0 1565 1093"/>
                              <a:gd name="T123" fmla="*/ 1565 h 1395"/>
                              <a:gd name="T124" fmla="+- 0 10822 8704"/>
                              <a:gd name="T125" fmla="*/ T124 w 2121"/>
                              <a:gd name="T126" fmla="+- 0 1528 1093"/>
                              <a:gd name="T127" fmla="*/ 1528 h 1395"/>
                              <a:gd name="T128" fmla="+- 0 10794 8704"/>
                              <a:gd name="T129" fmla="*/ T128 w 2121"/>
                              <a:gd name="T130" fmla="+- 0 1420 1093"/>
                              <a:gd name="T131" fmla="*/ 1420 h 1395"/>
                              <a:gd name="T132" fmla="+- 0 10762 8704"/>
                              <a:gd name="T133" fmla="*/ T132 w 2121"/>
                              <a:gd name="T134" fmla="+- 0 1358 1093"/>
                              <a:gd name="T135" fmla="*/ 1358 h 1395"/>
                              <a:gd name="T136" fmla="+- 0 10718 8704"/>
                              <a:gd name="T137" fmla="*/ T136 w 2121"/>
                              <a:gd name="T138" fmla="+- 0 1302 1093"/>
                              <a:gd name="T139" fmla="*/ 1302 h 1395"/>
                              <a:gd name="T140" fmla="+- 0 10664 8704"/>
                              <a:gd name="T141" fmla="*/ T140 w 2121"/>
                              <a:gd name="T142" fmla="+- 0 1253 1093"/>
                              <a:gd name="T143" fmla="*/ 1253 h 1395"/>
                              <a:gd name="T144" fmla="+- 0 10601 8704"/>
                              <a:gd name="T145" fmla="*/ T144 w 2121"/>
                              <a:gd name="T146" fmla="+- 0 1211 1093"/>
                              <a:gd name="T147" fmla="*/ 1211 h 1395"/>
                              <a:gd name="T148" fmla="+- 0 10530 8704"/>
                              <a:gd name="T149" fmla="*/ T148 w 2121"/>
                              <a:gd name="T150" fmla="+- 0 1175 1093"/>
                              <a:gd name="T151" fmla="*/ 1175 h 1395"/>
                              <a:gd name="T152" fmla="+- 0 10508 8704"/>
                              <a:gd name="T153" fmla="*/ T152 w 2121"/>
                              <a:gd name="T154" fmla="+- 0 1166 1093"/>
                              <a:gd name="T155" fmla="*/ 1166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121" h="1395">
                                <a:moveTo>
                                  <a:pt x="1804" y="73"/>
                                </a:moveTo>
                                <a:lnTo>
                                  <a:pt x="1341" y="73"/>
                                </a:lnTo>
                                <a:lnTo>
                                  <a:pt x="1433" y="76"/>
                                </a:lnTo>
                                <a:lnTo>
                                  <a:pt x="1521" y="84"/>
                                </a:lnTo>
                                <a:lnTo>
                                  <a:pt x="1605" y="98"/>
                                </a:lnTo>
                                <a:lnTo>
                                  <a:pt x="1683" y="117"/>
                                </a:lnTo>
                                <a:lnTo>
                                  <a:pt x="1754" y="143"/>
                                </a:lnTo>
                                <a:lnTo>
                                  <a:pt x="1819" y="175"/>
                                </a:lnTo>
                                <a:lnTo>
                                  <a:pt x="1875" y="213"/>
                                </a:lnTo>
                                <a:lnTo>
                                  <a:pt x="1923" y="257"/>
                                </a:lnTo>
                                <a:lnTo>
                                  <a:pt x="1962" y="307"/>
                                </a:lnTo>
                                <a:lnTo>
                                  <a:pt x="1990" y="364"/>
                                </a:lnTo>
                                <a:lnTo>
                                  <a:pt x="2008" y="428"/>
                                </a:lnTo>
                                <a:lnTo>
                                  <a:pt x="2013" y="472"/>
                                </a:lnTo>
                                <a:lnTo>
                                  <a:pt x="2013" y="495"/>
                                </a:lnTo>
                                <a:lnTo>
                                  <a:pt x="2003" y="561"/>
                                </a:lnTo>
                                <a:lnTo>
                                  <a:pt x="1981" y="624"/>
                                </a:lnTo>
                                <a:lnTo>
                                  <a:pt x="1946" y="685"/>
                                </a:lnTo>
                                <a:lnTo>
                                  <a:pt x="1901" y="740"/>
                                </a:lnTo>
                                <a:lnTo>
                                  <a:pt x="1845" y="789"/>
                                </a:lnTo>
                                <a:lnTo>
                                  <a:pt x="1802" y="818"/>
                                </a:lnTo>
                                <a:lnTo>
                                  <a:pt x="1802" y="933"/>
                                </a:lnTo>
                                <a:lnTo>
                                  <a:pt x="1882" y="894"/>
                                </a:lnTo>
                                <a:lnTo>
                                  <a:pt x="1934" y="858"/>
                                </a:lnTo>
                                <a:lnTo>
                                  <a:pt x="1981" y="815"/>
                                </a:lnTo>
                                <a:lnTo>
                                  <a:pt x="2025" y="765"/>
                                </a:lnTo>
                                <a:lnTo>
                                  <a:pt x="2062" y="709"/>
                                </a:lnTo>
                                <a:lnTo>
                                  <a:pt x="2091" y="647"/>
                                </a:lnTo>
                                <a:lnTo>
                                  <a:pt x="2111" y="581"/>
                                </a:lnTo>
                                <a:lnTo>
                                  <a:pt x="2120" y="510"/>
                                </a:lnTo>
                                <a:lnTo>
                                  <a:pt x="2121" y="472"/>
                                </a:lnTo>
                                <a:lnTo>
                                  <a:pt x="2118" y="435"/>
                                </a:lnTo>
                                <a:lnTo>
                                  <a:pt x="2090" y="327"/>
                                </a:lnTo>
                                <a:lnTo>
                                  <a:pt x="2058" y="265"/>
                                </a:lnTo>
                                <a:lnTo>
                                  <a:pt x="2014" y="209"/>
                                </a:lnTo>
                                <a:lnTo>
                                  <a:pt x="1960" y="160"/>
                                </a:lnTo>
                                <a:lnTo>
                                  <a:pt x="1897" y="118"/>
                                </a:lnTo>
                                <a:lnTo>
                                  <a:pt x="1826" y="82"/>
                                </a:lnTo>
                                <a:lnTo>
                                  <a:pt x="1804" y="73"/>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6"/>
                        <wps:cNvSpPr>
                          <a:spLocks/>
                        </wps:cNvSpPr>
                        <wps:spPr bwMode="auto">
                          <a:xfrm>
                            <a:off x="8704" y="1093"/>
                            <a:ext cx="2121" cy="1395"/>
                          </a:xfrm>
                          <a:custGeom>
                            <a:avLst/>
                            <a:gdLst>
                              <a:gd name="T0" fmla="+- 0 10082 8704"/>
                              <a:gd name="T1" fmla="*/ T0 w 2121"/>
                              <a:gd name="T2" fmla="+- 0 1093 1093"/>
                              <a:gd name="T3" fmla="*/ 1093 h 1395"/>
                              <a:gd name="T4" fmla="+- 0 9980 8704"/>
                              <a:gd name="T5" fmla="*/ T4 w 2121"/>
                              <a:gd name="T6" fmla="+- 0 1096 1093"/>
                              <a:gd name="T7" fmla="*/ 1096 h 1395"/>
                              <a:gd name="T8" fmla="+- 0 9876 8704"/>
                              <a:gd name="T9" fmla="*/ T8 w 2121"/>
                              <a:gd name="T10" fmla="+- 0 1106 1093"/>
                              <a:gd name="T11" fmla="*/ 1106 h 1395"/>
                              <a:gd name="T12" fmla="+- 0 9771 8704"/>
                              <a:gd name="T13" fmla="*/ T12 w 2121"/>
                              <a:gd name="T14" fmla="+- 0 1121 1093"/>
                              <a:gd name="T15" fmla="*/ 1121 h 1395"/>
                              <a:gd name="T16" fmla="+- 0 9666 8704"/>
                              <a:gd name="T17" fmla="*/ T16 w 2121"/>
                              <a:gd name="T18" fmla="+- 0 1143 1093"/>
                              <a:gd name="T19" fmla="*/ 1143 h 1395"/>
                              <a:gd name="T20" fmla="+- 0 9561 8704"/>
                              <a:gd name="T21" fmla="*/ T20 w 2121"/>
                              <a:gd name="T22" fmla="+- 0 1171 1093"/>
                              <a:gd name="T23" fmla="*/ 1171 h 1395"/>
                              <a:gd name="T24" fmla="+- 0 9458 8704"/>
                              <a:gd name="T25" fmla="*/ T24 w 2121"/>
                              <a:gd name="T26" fmla="+- 0 1205 1093"/>
                              <a:gd name="T27" fmla="*/ 1205 h 1395"/>
                              <a:gd name="T28" fmla="+- 0 9357 8704"/>
                              <a:gd name="T29" fmla="*/ T28 w 2121"/>
                              <a:gd name="T30" fmla="+- 0 1245 1093"/>
                              <a:gd name="T31" fmla="*/ 1245 h 1395"/>
                              <a:gd name="T32" fmla="+- 0 9259 8704"/>
                              <a:gd name="T33" fmla="*/ T32 w 2121"/>
                              <a:gd name="T34" fmla="+- 0 1291 1093"/>
                              <a:gd name="T35" fmla="*/ 1291 h 1395"/>
                              <a:gd name="T36" fmla="+- 0 9166 8704"/>
                              <a:gd name="T37" fmla="*/ T36 w 2121"/>
                              <a:gd name="T38" fmla="+- 0 1344 1093"/>
                              <a:gd name="T39" fmla="*/ 1344 h 1395"/>
                              <a:gd name="T40" fmla="+- 0 9166 8704"/>
                              <a:gd name="T41" fmla="*/ T40 w 2121"/>
                              <a:gd name="T42" fmla="+- 0 1384 1093"/>
                              <a:gd name="T43" fmla="*/ 1384 h 1395"/>
                              <a:gd name="T44" fmla="+- 0 9259 8704"/>
                              <a:gd name="T45" fmla="*/ T44 w 2121"/>
                              <a:gd name="T46" fmla="+- 0 1340 1093"/>
                              <a:gd name="T47" fmla="*/ 1340 h 1395"/>
                              <a:gd name="T48" fmla="+- 0 9355 8704"/>
                              <a:gd name="T49" fmla="*/ T48 w 2121"/>
                              <a:gd name="T50" fmla="+- 0 1301 1093"/>
                              <a:gd name="T51" fmla="*/ 1301 h 1395"/>
                              <a:gd name="T52" fmla="+- 0 9453 8704"/>
                              <a:gd name="T53" fmla="*/ T52 w 2121"/>
                              <a:gd name="T54" fmla="+- 0 1266 1093"/>
                              <a:gd name="T55" fmla="*/ 1266 h 1395"/>
                              <a:gd name="T56" fmla="+- 0 9552 8704"/>
                              <a:gd name="T57" fmla="*/ T56 w 2121"/>
                              <a:gd name="T58" fmla="+- 0 1236 1093"/>
                              <a:gd name="T59" fmla="*/ 1236 h 1395"/>
                              <a:gd name="T60" fmla="+- 0 9653 8704"/>
                              <a:gd name="T61" fmla="*/ T60 w 2121"/>
                              <a:gd name="T62" fmla="+- 0 1212 1093"/>
                              <a:gd name="T63" fmla="*/ 1212 h 1395"/>
                              <a:gd name="T64" fmla="+- 0 9753 8704"/>
                              <a:gd name="T65" fmla="*/ T64 w 2121"/>
                              <a:gd name="T66" fmla="+- 0 1192 1093"/>
                              <a:gd name="T67" fmla="*/ 1192 h 1395"/>
                              <a:gd name="T68" fmla="+- 0 9852 8704"/>
                              <a:gd name="T69" fmla="*/ T68 w 2121"/>
                              <a:gd name="T70" fmla="+- 0 1178 1093"/>
                              <a:gd name="T71" fmla="*/ 1178 h 1395"/>
                              <a:gd name="T72" fmla="+- 0 9950 8704"/>
                              <a:gd name="T73" fmla="*/ T72 w 2121"/>
                              <a:gd name="T74" fmla="+- 0 1170 1093"/>
                              <a:gd name="T75" fmla="*/ 1170 h 1395"/>
                              <a:gd name="T76" fmla="+- 0 10045 8704"/>
                              <a:gd name="T77" fmla="*/ T76 w 2121"/>
                              <a:gd name="T78" fmla="+- 0 1166 1093"/>
                              <a:gd name="T79" fmla="*/ 1166 h 1395"/>
                              <a:gd name="T80" fmla="+- 0 10508 8704"/>
                              <a:gd name="T81" fmla="*/ T80 w 2121"/>
                              <a:gd name="T82" fmla="+- 0 1166 1093"/>
                              <a:gd name="T83" fmla="*/ 1166 h 1395"/>
                              <a:gd name="T84" fmla="+- 0 10452 8704"/>
                              <a:gd name="T85" fmla="*/ T84 w 2121"/>
                              <a:gd name="T86" fmla="+- 0 1146 1093"/>
                              <a:gd name="T87" fmla="*/ 1146 h 1395"/>
                              <a:gd name="T88" fmla="+- 0 10367 8704"/>
                              <a:gd name="T89" fmla="*/ T88 w 2121"/>
                              <a:gd name="T90" fmla="+- 0 1123 1093"/>
                              <a:gd name="T91" fmla="*/ 1123 h 1395"/>
                              <a:gd name="T92" fmla="+- 0 10276 8704"/>
                              <a:gd name="T93" fmla="*/ T92 w 2121"/>
                              <a:gd name="T94" fmla="+- 0 1107 1093"/>
                              <a:gd name="T95" fmla="*/ 1107 h 1395"/>
                              <a:gd name="T96" fmla="+- 0 10181 8704"/>
                              <a:gd name="T97" fmla="*/ T96 w 2121"/>
                              <a:gd name="T98" fmla="+- 0 1097 1093"/>
                              <a:gd name="T99" fmla="*/ 1097 h 1395"/>
                              <a:gd name="T100" fmla="+- 0 10082 8704"/>
                              <a:gd name="T101" fmla="*/ T100 w 2121"/>
                              <a:gd name="T102" fmla="+- 0 1093 1093"/>
                              <a:gd name="T103" fmla="*/ 10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121" h="1395">
                                <a:moveTo>
                                  <a:pt x="1378" y="0"/>
                                </a:moveTo>
                                <a:lnTo>
                                  <a:pt x="1276" y="3"/>
                                </a:lnTo>
                                <a:lnTo>
                                  <a:pt x="1172" y="13"/>
                                </a:lnTo>
                                <a:lnTo>
                                  <a:pt x="1067" y="28"/>
                                </a:lnTo>
                                <a:lnTo>
                                  <a:pt x="962" y="50"/>
                                </a:lnTo>
                                <a:lnTo>
                                  <a:pt x="857" y="78"/>
                                </a:lnTo>
                                <a:lnTo>
                                  <a:pt x="754" y="112"/>
                                </a:lnTo>
                                <a:lnTo>
                                  <a:pt x="653" y="152"/>
                                </a:lnTo>
                                <a:lnTo>
                                  <a:pt x="555" y="198"/>
                                </a:lnTo>
                                <a:lnTo>
                                  <a:pt x="462" y="251"/>
                                </a:lnTo>
                                <a:lnTo>
                                  <a:pt x="462" y="291"/>
                                </a:lnTo>
                                <a:lnTo>
                                  <a:pt x="555" y="247"/>
                                </a:lnTo>
                                <a:lnTo>
                                  <a:pt x="651" y="208"/>
                                </a:lnTo>
                                <a:lnTo>
                                  <a:pt x="749" y="173"/>
                                </a:lnTo>
                                <a:lnTo>
                                  <a:pt x="848" y="143"/>
                                </a:lnTo>
                                <a:lnTo>
                                  <a:pt x="949" y="119"/>
                                </a:lnTo>
                                <a:lnTo>
                                  <a:pt x="1049" y="99"/>
                                </a:lnTo>
                                <a:lnTo>
                                  <a:pt x="1148" y="85"/>
                                </a:lnTo>
                                <a:lnTo>
                                  <a:pt x="1246" y="77"/>
                                </a:lnTo>
                                <a:lnTo>
                                  <a:pt x="1341" y="73"/>
                                </a:lnTo>
                                <a:lnTo>
                                  <a:pt x="1804" y="73"/>
                                </a:lnTo>
                                <a:lnTo>
                                  <a:pt x="1748" y="53"/>
                                </a:lnTo>
                                <a:lnTo>
                                  <a:pt x="1663" y="30"/>
                                </a:lnTo>
                                <a:lnTo>
                                  <a:pt x="1572" y="14"/>
                                </a:lnTo>
                                <a:lnTo>
                                  <a:pt x="1477" y="4"/>
                                </a:lnTo>
                                <a:lnTo>
                                  <a:pt x="137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7" name="Group 7"/>
                      <wpg:cNvGrpSpPr>
                        <a:grpSpLocks/>
                      </wpg:cNvGrpSpPr>
                      <wpg:grpSpPr bwMode="auto">
                        <a:xfrm>
                          <a:off x="10321" y="1419"/>
                          <a:ext cx="110" cy="598"/>
                          <a:chOff x="10321" y="1419"/>
                          <a:chExt cx="110" cy="598"/>
                        </a:xfrm>
                      </wpg:grpSpPr>
                      <wps:wsp>
                        <wps:cNvPr id="68" name="Freeform 8"/>
                        <wps:cNvSpPr>
                          <a:spLocks/>
                        </wps:cNvSpPr>
                        <wps:spPr bwMode="auto">
                          <a:xfrm>
                            <a:off x="10321" y="1419"/>
                            <a:ext cx="110" cy="598"/>
                          </a:xfrm>
                          <a:custGeom>
                            <a:avLst/>
                            <a:gdLst>
                              <a:gd name="T0" fmla="+- 0 10431 10321"/>
                              <a:gd name="T1" fmla="*/ T0 w 110"/>
                              <a:gd name="T2" fmla="+- 0 1419 1419"/>
                              <a:gd name="T3" fmla="*/ 1419 h 598"/>
                              <a:gd name="T4" fmla="+- 0 10321 10321"/>
                              <a:gd name="T5" fmla="*/ T4 w 110"/>
                              <a:gd name="T6" fmla="+- 0 1419 1419"/>
                              <a:gd name="T7" fmla="*/ 1419 h 598"/>
                              <a:gd name="T8" fmla="+- 0 10321 10321"/>
                              <a:gd name="T9" fmla="*/ T8 w 110"/>
                              <a:gd name="T10" fmla="+- 0 1907 1419"/>
                              <a:gd name="T11" fmla="*/ 1907 h 598"/>
                              <a:gd name="T12" fmla="+- 0 10335 10321"/>
                              <a:gd name="T13" fmla="*/ T12 w 110"/>
                              <a:gd name="T14" fmla="+- 0 1967 1419"/>
                              <a:gd name="T15" fmla="*/ 1967 h 598"/>
                              <a:gd name="T16" fmla="+- 0 10380 10321"/>
                              <a:gd name="T17" fmla="*/ T16 w 110"/>
                              <a:gd name="T18" fmla="+- 0 2009 1419"/>
                              <a:gd name="T19" fmla="*/ 2009 h 598"/>
                              <a:gd name="T20" fmla="+- 0 10404 10321"/>
                              <a:gd name="T21" fmla="*/ T20 w 110"/>
                              <a:gd name="T22" fmla="+- 0 2017 1419"/>
                              <a:gd name="T23" fmla="*/ 2017 h 598"/>
                              <a:gd name="T24" fmla="+- 0 10431 10321"/>
                              <a:gd name="T25" fmla="*/ T24 w 110"/>
                              <a:gd name="T26" fmla="+- 0 1419 1419"/>
                              <a:gd name="T27" fmla="*/ 1419 h 598"/>
                            </a:gdLst>
                            <a:ahLst/>
                            <a:cxnLst>
                              <a:cxn ang="0">
                                <a:pos x="T1" y="T3"/>
                              </a:cxn>
                              <a:cxn ang="0">
                                <a:pos x="T5" y="T7"/>
                              </a:cxn>
                              <a:cxn ang="0">
                                <a:pos x="T9" y="T11"/>
                              </a:cxn>
                              <a:cxn ang="0">
                                <a:pos x="T13" y="T15"/>
                              </a:cxn>
                              <a:cxn ang="0">
                                <a:pos x="T17" y="T19"/>
                              </a:cxn>
                              <a:cxn ang="0">
                                <a:pos x="T21" y="T23"/>
                              </a:cxn>
                              <a:cxn ang="0">
                                <a:pos x="T25" y="T27"/>
                              </a:cxn>
                            </a:cxnLst>
                            <a:rect l="0" t="0" r="r" b="b"/>
                            <a:pathLst>
                              <a:path w="110" h="598">
                                <a:moveTo>
                                  <a:pt x="110" y="0"/>
                                </a:moveTo>
                                <a:lnTo>
                                  <a:pt x="0" y="0"/>
                                </a:lnTo>
                                <a:lnTo>
                                  <a:pt x="0" y="488"/>
                                </a:lnTo>
                                <a:lnTo>
                                  <a:pt x="14" y="548"/>
                                </a:lnTo>
                                <a:lnTo>
                                  <a:pt x="59" y="590"/>
                                </a:lnTo>
                                <a:lnTo>
                                  <a:pt x="83" y="598"/>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9" name="Group 9"/>
                      <wpg:cNvGrpSpPr>
                        <a:grpSpLocks/>
                      </wpg:cNvGrpSpPr>
                      <wpg:grpSpPr bwMode="auto">
                        <a:xfrm>
                          <a:off x="9013" y="1597"/>
                          <a:ext cx="110" cy="429"/>
                          <a:chOff x="9013" y="1597"/>
                          <a:chExt cx="110" cy="429"/>
                        </a:xfrm>
                      </wpg:grpSpPr>
                      <wps:wsp>
                        <wps:cNvPr id="70" name="Freeform 10"/>
                        <wps:cNvSpPr>
                          <a:spLocks/>
                        </wps:cNvSpPr>
                        <wps:spPr bwMode="auto">
                          <a:xfrm>
                            <a:off x="9013" y="1597"/>
                            <a:ext cx="110" cy="429"/>
                          </a:xfrm>
                          <a:custGeom>
                            <a:avLst/>
                            <a:gdLst>
                              <a:gd name="T0" fmla="+- 0 9123 9013"/>
                              <a:gd name="T1" fmla="*/ T0 w 110"/>
                              <a:gd name="T2" fmla="+- 0 1597 1597"/>
                              <a:gd name="T3" fmla="*/ 1597 h 429"/>
                              <a:gd name="T4" fmla="+- 0 9013 9013"/>
                              <a:gd name="T5" fmla="*/ T4 w 110"/>
                              <a:gd name="T6" fmla="+- 0 1597 1597"/>
                              <a:gd name="T7" fmla="*/ 1597 h 429"/>
                              <a:gd name="T8" fmla="+- 0 9013 9013"/>
                              <a:gd name="T9" fmla="*/ T8 w 110"/>
                              <a:gd name="T10" fmla="+- 0 1916 1597"/>
                              <a:gd name="T11" fmla="*/ 1916 h 429"/>
                              <a:gd name="T12" fmla="+- 0 9026 9013"/>
                              <a:gd name="T13" fmla="*/ T12 w 110"/>
                              <a:gd name="T14" fmla="+- 0 1976 1597"/>
                              <a:gd name="T15" fmla="*/ 1976 h 429"/>
                              <a:gd name="T16" fmla="+- 0 9071 9013"/>
                              <a:gd name="T17" fmla="*/ T16 w 110"/>
                              <a:gd name="T18" fmla="+- 0 2018 1597"/>
                              <a:gd name="T19" fmla="*/ 2018 h 429"/>
                              <a:gd name="T20" fmla="+- 0 9095 9013"/>
                              <a:gd name="T21" fmla="*/ T20 w 110"/>
                              <a:gd name="T22" fmla="+- 0 2026 1597"/>
                              <a:gd name="T23" fmla="*/ 2026 h 429"/>
                              <a:gd name="T24" fmla="+- 0 9123 9013"/>
                              <a:gd name="T25" fmla="*/ T24 w 110"/>
                              <a:gd name="T26" fmla="+- 0 1597 1597"/>
                              <a:gd name="T27" fmla="*/ 1597 h 429"/>
                            </a:gdLst>
                            <a:ahLst/>
                            <a:cxnLst>
                              <a:cxn ang="0">
                                <a:pos x="T1" y="T3"/>
                              </a:cxn>
                              <a:cxn ang="0">
                                <a:pos x="T5" y="T7"/>
                              </a:cxn>
                              <a:cxn ang="0">
                                <a:pos x="T9" y="T11"/>
                              </a:cxn>
                              <a:cxn ang="0">
                                <a:pos x="T13" y="T15"/>
                              </a:cxn>
                              <a:cxn ang="0">
                                <a:pos x="T17" y="T19"/>
                              </a:cxn>
                              <a:cxn ang="0">
                                <a:pos x="T21" y="T23"/>
                              </a:cxn>
                              <a:cxn ang="0">
                                <a:pos x="T25" y="T27"/>
                              </a:cxn>
                            </a:cxnLst>
                            <a:rect l="0" t="0" r="r" b="b"/>
                            <a:pathLst>
                              <a:path w="110" h="429">
                                <a:moveTo>
                                  <a:pt x="110" y="0"/>
                                </a:moveTo>
                                <a:lnTo>
                                  <a:pt x="0" y="0"/>
                                </a:lnTo>
                                <a:lnTo>
                                  <a:pt x="0" y="319"/>
                                </a:lnTo>
                                <a:lnTo>
                                  <a:pt x="13" y="379"/>
                                </a:lnTo>
                                <a:lnTo>
                                  <a:pt x="58" y="421"/>
                                </a:lnTo>
                                <a:lnTo>
                                  <a:pt x="82" y="429"/>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1" name="Group 11"/>
                      <wpg:cNvGrpSpPr>
                        <a:grpSpLocks/>
                      </wpg:cNvGrpSpPr>
                      <wpg:grpSpPr bwMode="auto">
                        <a:xfrm>
                          <a:off x="9013" y="1434"/>
                          <a:ext cx="110" cy="104"/>
                          <a:chOff x="9013" y="1434"/>
                          <a:chExt cx="110" cy="104"/>
                        </a:xfrm>
                      </wpg:grpSpPr>
                      <wps:wsp>
                        <wps:cNvPr id="72" name="Freeform 12"/>
                        <wps:cNvSpPr>
                          <a:spLocks/>
                        </wps:cNvSpPr>
                        <wps:spPr bwMode="auto">
                          <a:xfrm>
                            <a:off x="9013" y="1434"/>
                            <a:ext cx="110" cy="104"/>
                          </a:xfrm>
                          <a:custGeom>
                            <a:avLst/>
                            <a:gdLst>
                              <a:gd name="T0" fmla="+- 0 9013 9013"/>
                              <a:gd name="T1" fmla="*/ T0 w 110"/>
                              <a:gd name="T2" fmla="+- 0 1538 1434"/>
                              <a:gd name="T3" fmla="*/ 1538 h 104"/>
                              <a:gd name="T4" fmla="+- 0 9122 9013"/>
                              <a:gd name="T5" fmla="*/ T4 w 110"/>
                              <a:gd name="T6" fmla="+- 0 1538 1434"/>
                              <a:gd name="T7" fmla="*/ 1538 h 104"/>
                              <a:gd name="T8" fmla="+- 0 9122 9013"/>
                              <a:gd name="T9" fmla="*/ T8 w 110"/>
                              <a:gd name="T10" fmla="+- 0 1434 1434"/>
                              <a:gd name="T11" fmla="*/ 1434 h 104"/>
                              <a:gd name="T12" fmla="+- 0 9013 9013"/>
                              <a:gd name="T13" fmla="*/ T12 w 110"/>
                              <a:gd name="T14" fmla="+- 0 1434 1434"/>
                              <a:gd name="T15" fmla="*/ 1434 h 104"/>
                              <a:gd name="T16" fmla="+- 0 9013 9013"/>
                              <a:gd name="T17" fmla="*/ T16 w 110"/>
                              <a:gd name="T18" fmla="+- 0 1538 1434"/>
                              <a:gd name="T19" fmla="*/ 1538 h 104"/>
                            </a:gdLst>
                            <a:ahLst/>
                            <a:cxnLst>
                              <a:cxn ang="0">
                                <a:pos x="T1" y="T3"/>
                              </a:cxn>
                              <a:cxn ang="0">
                                <a:pos x="T5" y="T7"/>
                              </a:cxn>
                              <a:cxn ang="0">
                                <a:pos x="T9" y="T11"/>
                              </a:cxn>
                              <a:cxn ang="0">
                                <a:pos x="T13" y="T15"/>
                              </a:cxn>
                              <a:cxn ang="0">
                                <a:pos x="T17" y="T19"/>
                              </a:cxn>
                            </a:cxnLst>
                            <a:rect l="0" t="0" r="r" b="b"/>
                            <a:pathLst>
                              <a:path w="110" h="104">
                                <a:moveTo>
                                  <a:pt x="0" y="104"/>
                                </a:moveTo>
                                <a:lnTo>
                                  <a:pt x="109" y="104"/>
                                </a:lnTo>
                                <a:lnTo>
                                  <a:pt x="109" y="0"/>
                                </a:lnTo>
                                <a:lnTo>
                                  <a:pt x="0" y="0"/>
                                </a:lnTo>
                                <a:lnTo>
                                  <a:pt x="0" y="104"/>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3" name="Group 13"/>
                      <wpg:cNvGrpSpPr>
                        <a:grpSpLocks/>
                      </wpg:cNvGrpSpPr>
                      <wpg:grpSpPr bwMode="auto">
                        <a:xfrm>
                          <a:off x="9654" y="1480"/>
                          <a:ext cx="191" cy="546"/>
                          <a:chOff x="9654" y="1480"/>
                          <a:chExt cx="191" cy="546"/>
                        </a:xfrm>
                      </wpg:grpSpPr>
                      <wps:wsp>
                        <wps:cNvPr id="74" name="Freeform 14"/>
                        <wps:cNvSpPr>
                          <a:spLocks/>
                        </wps:cNvSpPr>
                        <wps:spPr bwMode="auto">
                          <a:xfrm>
                            <a:off x="9654" y="1480"/>
                            <a:ext cx="191" cy="546"/>
                          </a:xfrm>
                          <a:custGeom>
                            <a:avLst/>
                            <a:gdLst>
                              <a:gd name="T0" fmla="+- 0 9763 9654"/>
                              <a:gd name="T1" fmla="*/ T0 w 191"/>
                              <a:gd name="T2" fmla="+- 0 1480 1480"/>
                              <a:gd name="T3" fmla="*/ 1480 h 546"/>
                              <a:gd name="T4" fmla="+- 0 9654 9654"/>
                              <a:gd name="T5" fmla="*/ T4 w 191"/>
                              <a:gd name="T6" fmla="+- 0 1480 1480"/>
                              <a:gd name="T7" fmla="*/ 1480 h 546"/>
                              <a:gd name="T8" fmla="+- 0 9655 9654"/>
                              <a:gd name="T9" fmla="*/ T8 w 191"/>
                              <a:gd name="T10" fmla="+- 0 1920 1480"/>
                              <a:gd name="T11" fmla="*/ 1920 h 546"/>
                              <a:gd name="T12" fmla="+- 0 9677 9654"/>
                              <a:gd name="T13" fmla="*/ T12 w 191"/>
                              <a:gd name="T14" fmla="+- 0 1978 1480"/>
                              <a:gd name="T15" fmla="*/ 1978 h 546"/>
                              <a:gd name="T16" fmla="+- 0 9728 9654"/>
                              <a:gd name="T17" fmla="*/ T16 w 191"/>
                              <a:gd name="T18" fmla="+- 0 2017 1480"/>
                              <a:gd name="T19" fmla="*/ 2017 h 546"/>
                              <a:gd name="T20" fmla="+- 0 9781 9654"/>
                              <a:gd name="T21" fmla="*/ T20 w 191"/>
                              <a:gd name="T22" fmla="+- 0 2026 1480"/>
                              <a:gd name="T23" fmla="*/ 2026 h 546"/>
                              <a:gd name="T24" fmla="+- 0 9845 9654"/>
                              <a:gd name="T25" fmla="*/ T24 w 191"/>
                              <a:gd name="T26" fmla="+- 0 2026 1480"/>
                              <a:gd name="T27" fmla="*/ 2026 h 546"/>
                              <a:gd name="T28" fmla="+- 0 9845 9654"/>
                              <a:gd name="T29" fmla="*/ T28 w 191"/>
                              <a:gd name="T30" fmla="+- 0 1935 1480"/>
                              <a:gd name="T31" fmla="*/ 1935 h 546"/>
                              <a:gd name="T32" fmla="+- 0 9784 9654"/>
                              <a:gd name="T33" fmla="*/ T32 w 191"/>
                              <a:gd name="T34" fmla="+- 0 1933 1480"/>
                              <a:gd name="T35" fmla="*/ 1933 h 546"/>
                              <a:gd name="T36" fmla="+- 0 9768 9654"/>
                              <a:gd name="T37" fmla="*/ T36 w 191"/>
                              <a:gd name="T38" fmla="+- 0 1920 1480"/>
                              <a:gd name="T39" fmla="*/ 1920 h 546"/>
                              <a:gd name="T40" fmla="+- 0 9763 9654"/>
                              <a:gd name="T41" fmla="*/ T40 w 191"/>
                              <a:gd name="T42" fmla="+- 0 1897 1480"/>
                              <a:gd name="T43" fmla="*/ 1897 h 546"/>
                              <a:gd name="T44" fmla="+- 0 9763 9654"/>
                              <a:gd name="T45" fmla="*/ T44 w 191"/>
                              <a:gd name="T46" fmla="+- 0 1685 1480"/>
                              <a:gd name="T47" fmla="*/ 1685 h 546"/>
                              <a:gd name="T48" fmla="+- 0 9845 9654"/>
                              <a:gd name="T49" fmla="*/ T48 w 191"/>
                              <a:gd name="T50" fmla="+- 0 1685 1480"/>
                              <a:gd name="T51" fmla="*/ 1685 h 546"/>
                              <a:gd name="T52" fmla="+- 0 9845 9654"/>
                              <a:gd name="T53" fmla="*/ T52 w 191"/>
                              <a:gd name="T54" fmla="+- 0 1597 1480"/>
                              <a:gd name="T55" fmla="*/ 1597 h 546"/>
                              <a:gd name="T56" fmla="+- 0 9763 9654"/>
                              <a:gd name="T57" fmla="*/ T56 w 191"/>
                              <a:gd name="T58" fmla="+- 0 1597 1480"/>
                              <a:gd name="T59" fmla="*/ 1597 h 546"/>
                              <a:gd name="T60" fmla="+- 0 9763 9654"/>
                              <a:gd name="T61" fmla="*/ T60 w 191"/>
                              <a:gd name="T62" fmla="+- 0 1480 1480"/>
                              <a:gd name="T63" fmla="*/ 1480 h 5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1" h="546">
                                <a:moveTo>
                                  <a:pt x="109" y="0"/>
                                </a:moveTo>
                                <a:lnTo>
                                  <a:pt x="0" y="0"/>
                                </a:lnTo>
                                <a:lnTo>
                                  <a:pt x="1" y="440"/>
                                </a:lnTo>
                                <a:lnTo>
                                  <a:pt x="23" y="498"/>
                                </a:lnTo>
                                <a:lnTo>
                                  <a:pt x="74" y="537"/>
                                </a:lnTo>
                                <a:lnTo>
                                  <a:pt x="127" y="546"/>
                                </a:lnTo>
                                <a:lnTo>
                                  <a:pt x="191" y="546"/>
                                </a:lnTo>
                                <a:lnTo>
                                  <a:pt x="191" y="455"/>
                                </a:lnTo>
                                <a:lnTo>
                                  <a:pt x="130" y="453"/>
                                </a:lnTo>
                                <a:lnTo>
                                  <a:pt x="114" y="440"/>
                                </a:lnTo>
                                <a:lnTo>
                                  <a:pt x="109" y="417"/>
                                </a:lnTo>
                                <a:lnTo>
                                  <a:pt x="109" y="205"/>
                                </a:lnTo>
                                <a:lnTo>
                                  <a:pt x="191" y="205"/>
                                </a:lnTo>
                                <a:lnTo>
                                  <a:pt x="191" y="117"/>
                                </a:lnTo>
                                <a:lnTo>
                                  <a:pt x="109" y="117"/>
                                </a:lnTo>
                                <a:lnTo>
                                  <a:pt x="10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5" name="Group 15"/>
                      <wpg:cNvGrpSpPr>
                        <a:grpSpLocks/>
                      </wpg:cNvGrpSpPr>
                      <wpg:grpSpPr bwMode="auto">
                        <a:xfrm>
                          <a:off x="9873" y="1590"/>
                          <a:ext cx="385" cy="443"/>
                          <a:chOff x="9873" y="1590"/>
                          <a:chExt cx="385" cy="443"/>
                        </a:xfrm>
                      </wpg:grpSpPr>
                      <wps:wsp>
                        <wps:cNvPr id="76" name="Freeform 16"/>
                        <wps:cNvSpPr>
                          <a:spLocks/>
                        </wps:cNvSpPr>
                        <wps:spPr bwMode="auto">
                          <a:xfrm>
                            <a:off x="9873" y="1590"/>
                            <a:ext cx="385" cy="443"/>
                          </a:xfrm>
                          <a:custGeom>
                            <a:avLst/>
                            <a:gdLst>
                              <a:gd name="T0" fmla="+- 0 10071 9873"/>
                              <a:gd name="T1" fmla="*/ T0 w 385"/>
                              <a:gd name="T2" fmla="+- 0 1590 1590"/>
                              <a:gd name="T3" fmla="*/ 1590 h 443"/>
                              <a:gd name="T4" fmla="+- 0 10007 9873"/>
                              <a:gd name="T5" fmla="*/ T4 w 385"/>
                              <a:gd name="T6" fmla="+- 0 1600 1590"/>
                              <a:gd name="T7" fmla="*/ 1600 h 443"/>
                              <a:gd name="T8" fmla="+- 0 9953 9873"/>
                              <a:gd name="T9" fmla="*/ T8 w 385"/>
                              <a:gd name="T10" fmla="+- 0 1629 1590"/>
                              <a:gd name="T11" fmla="*/ 1629 h 443"/>
                              <a:gd name="T12" fmla="+- 0 9910 9873"/>
                              <a:gd name="T13" fmla="*/ T12 w 385"/>
                              <a:gd name="T14" fmla="+- 0 1675 1590"/>
                              <a:gd name="T15" fmla="*/ 1675 h 443"/>
                              <a:gd name="T16" fmla="+- 0 9883 9873"/>
                              <a:gd name="T17" fmla="*/ T16 w 385"/>
                              <a:gd name="T18" fmla="+- 0 1737 1590"/>
                              <a:gd name="T19" fmla="*/ 1737 h 443"/>
                              <a:gd name="T20" fmla="+- 0 9873 9873"/>
                              <a:gd name="T21" fmla="*/ T20 w 385"/>
                              <a:gd name="T22" fmla="+- 0 1816 1590"/>
                              <a:gd name="T23" fmla="*/ 1816 h 443"/>
                              <a:gd name="T24" fmla="+- 0 9875 9873"/>
                              <a:gd name="T25" fmla="*/ T24 w 385"/>
                              <a:gd name="T26" fmla="+- 0 1847 1590"/>
                              <a:gd name="T27" fmla="*/ 1847 h 443"/>
                              <a:gd name="T28" fmla="+- 0 9894 9873"/>
                              <a:gd name="T29" fmla="*/ T28 w 385"/>
                              <a:gd name="T30" fmla="+- 0 1924 1590"/>
                              <a:gd name="T31" fmla="*/ 1924 h 443"/>
                              <a:gd name="T32" fmla="+- 0 9930 9873"/>
                              <a:gd name="T33" fmla="*/ T32 w 385"/>
                              <a:gd name="T34" fmla="+- 0 1978 1590"/>
                              <a:gd name="T35" fmla="*/ 1978 h 443"/>
                              <a:gd name="T36" fmla="+- 0 9979 9873"/>
                              <a:gd name="T37" fmla="*/ T36 w 385"/>
                              <a:gd name="T38" fmla="+- 0 2013 1590"/>
                              <a:gd name="T39" fmla="*/ 2013 h 443"/>
                              <a:gd name="T40" fmla="+- 0 10038 9873"/>
                              <a:gd name="T41" fmla="*/ T40 w 385"/>
                              <a:gd name="T42" fmla="+- 0 2030 1590"/>
                              <a:gd name="T43" fmla="*/ 2030 h 443"/>
                              <a:gd name="T44" fmla="+- 0 10079 9873"/>
                              <a:gd name="T45" fmla="*/ T44 w 385"/>
                              <a:gd name="T46" fmla="+- 0 2033 1590"/>
                              <a:gd name="T47" fmla="*/ 2033 h 443"/>
                              <a:gd name="T48" fmla="+- 0 10104 9873"/>
                              <a:gd name="T49" fmla="*/ T48 w 385"/>
                              <a:gd name="T50" fmla="+- 0 2032 1590"/>
                              <a:gd name="T51" fmla="*/ 2032 h 443"/>
                              <a:gd name="T52" fmla="+- 0 10167 9873"/>
                              <a:gd name="T53" fmla="*/ T52 w 385"/>
                              <a:gd name="T54" fmla="+- 0 2019 1590"/>
                              <a:gd name="T55" fmla="*/ 2019 h 443"/>
                              <a:gd name="T56" fmla="+- 0 10231 9873"/>
                              <a:gd name="T57" fmla="*/ T56 w 385"/>
                              <a:gd name="T58" fmla="+- 0 1979 1590"/>
                              <a:gd name="T59" fmla="*/ 1979 h 443"/>
                              <a:gd name="T60" fmla="+- 0 10245 9873"/>
                              <a:gd name="T61" fmla="*/ T60 w 385"/>
                              <a:gd name="T62" fmla="+- 0 1965 1590"/>
                              <a:gd name="T63" fmla="*/ 1965 h 443"/>
                              <a:gd name="T64" fmla="+- 0 10215 9873"/>
                              <a:gd name="T65" fmla="*/ T64 w 385"/>
                              <a:gd name="T66" fmla="+- 0 1940 1590"/>
                              <a:gd name="T67" fmla="*/ 1940 h 443"/>
                              <a:gd name="T68" fmla="+- 0 10057 9873"/>
                              <a:gd name="T69" fmla="*/ T68 w 385"/>
                              <a:gd name="T70" fmla="+- 0 1940 1590"/>
                              <a:gd name="T71" fmla="*/ 1940 h 443"/>
                              <a:gd name="T72" fmla="+- 0 10034 9873"/>
                              <a:gd name="T73" fmla="*/ T72 w 385"/>
                              <a:gd name="T74" fmla="+- 0 1934 1590"/>
                              <a:gd name="T75" fmla="*/ 1934 h 443"/>
                              <a:gd name="T76" fmla="+- 0 9990 9873"/>
                              <a:gd name="T77" fmla="*/ T76 w 385"/>
                              <a:gd name="T78" fmla="+- 0 1890 1590"/>
                              <a:gd name="T79" fmla="*/ 1890 h 443"/>
                              <a:gd name="T80" fmla="+- 0 9982 9873"/>
                              <a:gd name="T81" fmla="*/ T80 w 385"/>
                              <a:gd name="T82" fmla="+- 0 1845 1590"/>
                              <a:gd name="T83" fmla="*/ 1845 h 443"/>
                              <a:gd name="T84" fmla="+- 0 10258 9873"/>
                              <a:gd name="T85" fmla="*/ T84 w 385"/>
                              <a:gd name="T86" fmla="+- 0 1845 1590"/>
                              <a:gd name="T87" fmla="*/ 1845 h 443"/>
                              <a:gd name="T88" fmla="+- 0 10258 9873"/>
                              <a:gd name="T89" fmla="*/ T88 w 385"/>
                              <a:gd name="T90" fmla="+- 0 1799 1590"/>
                              <a:gd name="T91" fmla="*/ 1799 h 443"/>
                              <a:gd name="T92" fmla="+- 0 10256 9873"/>
                              <a:gd name="T93" fmla="*/ T92 w 385"/>
                              <a:gd name="T94" fmla="+- 0 1774 1590"/>
                              <a:gd name="T95" fmla="*/ 1774 h 443"/>
                              <a:gd name="T96" fmla="+- 0 10256 9873"/>
                              <a:gd name="T97" fmla="*/ T96 w 385"/>
                              <a:gd name="T98" fmla="+- 0 1771 1590"/>
                              <a:gd name="T99" fmla="*/ 1771 h 443"/>
                              <a:gd name="T100" fmla="+- 0 10149 9873"/>
                              <a:gd name="T101" fmla="*/ T100 w 385"/>
                              <a:gd name="T102" fmla="+- 0 1771 1590"/>
                              <a:gd name="T103" fmla="*/ 1771 h 443"/>
                              <a:gd name="T104" fmla="+- 0 9983 9873"/>
                              <a:gd name="T105" fmla="*/ T104 w 385"/>
                              <a:gd name="T106" fmla="+- 0 1756 1590"/>
                              <a:gd name="T107" fmla="*/ 1756 h 443"/>
                              <a:gd name="T108" fmla="+- 0 10009 9873"/>
                              <a:gd name="T109" fmla="*/ T108 w 385"/>
                              <a:gd name="T110" fmla="+- 0 1702 1590"/>
                              <a:gd name="T111" fmla="*/ 1702 h 443"/>
                              <a:gd name="T112" fmla="+- 0 10070 9873"/>
                              <a:gd name="T113" fmla="*/ T112 w 385"/>
                              <a:gd name="T114" fmla="+- 0 1680 1590"/>
                              <a:gd name="T115" fmla="*/ 1680 h 443"/>
                              <a:gd name="T116" fmla="+- 0 10228 9873"/>
                              <a:gd name="T117" fmla="*/ T116 w 385"/>
                              <a:gd name="T118" fmla="+- 0 1680 1590"/>
                              <a:gd name="T119" fmla="*/ 1680 h 443"/>
                              <a:gd name="T120" fmla="+- 0 10220 9873"/>
                              <a:gd name="T121" fmla="*/ T120 w 385"/>
                              <a:gd name="T122" fmla="+- 0 1667 1590"/>
                              <a:gd name="T123" fmla="*/ 1667 h 443"/>
                              <a:gd name="T124" fmla="+- 0 10177 9873"/>
                              <a:gd name="T125" fmla="*/ T124 w 385"/>
                              <a:gd name="T126" fmla="+- 0 1622 1590"/>
                              <a:gd name="T127" fmla="*/ 1622 h 443"/>
                              <a:gd name="T128" fmla="+- 0 10118 9873"/>
                              <a:gd name="T129" fmla="*/ T128 w 385"/>
                              <a:gd name="T130" fmla="+- 0 1595 1590"/>
                              <a:gd name="T131" fmla="*/ 1595 h 443"/>
                              <a:gd name="T132" fmla="+- 0 10095 9873"/>
                              <a:gd name="T133" fmla="*/ T132 w 385"/>
                              <a:gd name="T134" fmla="+- 0 1591 1590"/>
                              <a:gd name="T135" fmla="*/ 1591 h 443"/>
                              <a:gd name="T136" fmla="+- 0 10071 9873"/>
                              <a:gd name="T137" fmla="*/ T136 w 385"/>
                              <a:gd name="T138" fmla="+- 0 1590 1590"/>
                              <a:gd name="T139" fmla="*/ 159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385" h="443">
                                <a:moveTo>
                                  <a:pt x="198" y="0"/>
                                </a:moveTo>
                                <a:lnTo>
                                  <a:pt x="134" y="10"/>
                                </a:lnTo>
                                <a:lnTo>
                                  <a:pt x="80" y="39"/>
                                </a:lnTo>
                                <a:lnTo>
                                  <a:pt x="37" y="85"/>
                                </a:lnTo>
                                <a:lnTo>
                                  <a:pt x="10" y="147"/>
                                </a:lnTo>
                                <a:lnTo>
                                  <a:pt x="0" y="226"/>
                                </a:lnTo>
                                <a:lnTo>
                                  <a:pt x="2" y="257"/>
                                </a:lnTo>
                                <a:lnTo>
                                  <a:pt x="21" y="334"/>
                                </a:lnTo>
                                <a:lnTo>
                                  <a:pt x="57" y="388"/>
                                </a:lnTo>
                                <a:lnTo>
                                  <a:pt x="106" y="423"/>
                                </a:lnTo>
                                <a:lnTo>
                                  <a:pt x="165" y="440"/>
                                </a:lnTo>
                                <a:lnTo>
                                  <a:pt x="206" y="443"/>
                                </a:lnTo>
                                <a:lnTo>
                                  <a:pt x="231" y="442"/>
                                </a:lnTo>
                                <a:lnTo>
                                  <a:pt x="294" y="429"/>
                                </a:lnTo>
                                <a:lnTo>
                                  <a:pt x="358" y="389"/>
                                </a:lnTo>
                                <a:lnTo>
                                  <a:pt x="372" y="375"/>
                                </a:lnTo>
                                <a:lnTo>
                                  <a:pt x="342" y="350"/>
                                </a:lnTo>
                                <a:lnTo>
                                  <a:pt x="184" y="350"/>
                                </a:lnTo>
                                <a:lnTo>
                                  <a:pt x="161" y="344"/>
                                </a:lnTo>
                                <a:lnTo>
                                  <a:pt x="117" y="300"/>
                                </a:lnTo>
                                <a:lnTo>
                                  <a:pt x="109" y="255"/>
                                </a:lnTo>
                                <a:lnTo>
                                  <a:pt x="385" y="255"/>
                                </a:lnTo>
                                <a:lnTo>
                                  <a:pt x="385" y="209"/>
                                </a:lnTo>
                                <a:lnTo>
                                  <a:pt x="383" y="184"/>
                                </a:lnTo>
                                <a:lnTo>
                                  <a:pt x="383" y="181"/>
                                </a:lnTo>
                                <a:lnTo>
                                  <a:pt x="276" y="181"/>
                                </a:lnTo>
                                <a:lnTo>
                                  <a:pt x="110" y="166"/>
                                </a:lnTo>
                                <a:lnTo>
                                  <a:pt x="136" y="112"/>
                                </a:lnTo>
                                <a:lnTo>
                                  <a:pt x="197" y="90"/>
                                </a:lnTo>
                                <a:lnTo>
                                  <a:pt x="355" y="90"/>
                                </a:lnTo>
                                <a:lnTo>
                                  <a:pt x="347" y="77"/>
                                </a:lnTo>
                                <a:lnTo>
                                  <a:pt x="304" y="32"/>
                                </a:lnTo>
                                <a:lnTo>
                                  <a:pt x="245" y="5"/>
                                </a:lnTo>
                                <a:lnTo>
                                  <a:pt x="222" y="1"/>
                                </a:lnTo>
                                <a:lnTo>
                                  <a:pt x="19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17"/>
                        <wps:cNvSpPr>
                          <a:spLocks/>
                        </wps:cNvSpPr>
                        <wps:spPr bwMode="auto">
                          <a:xfrm>
                            <a:off x="9873" y="1590"/>
                            <a:ext cx="385" cy="443"/>
                          </a:xfrm>
                          <a:custGeom>
                            <a:avLst/>
                            <a:gdLst>
                              <a:gd name="T0" fmla="+- 0 10173 9873"/>
                              <a:gd name="T1" fmla="*/ T0 w 385"/>
                              <a:gd name="T2" fmla="+- 0 1906 1590"/>
                              <a:gd name="T3" fmla="*/ 1906 h 443"/>
                              <a:gd name="T4" fmla="+- 0 10110 9873"/>
                              <a:gd name="T5" fmla="*/ T4 w 385"/>
                              <a:gd name="T6" fmla="+- 0 1938 1590"/>
                              <a:gd name="T7" fmla="*/ 1938 h 443"/>
                              <a:gd name="T8" fmla="+- 0 10057 9873"/>
                              <a:gd name="T9" fmla="*/ T8 w 385"/>
                              <a:gd name="T10" fmla="+- 0 1940 1590"/>
                              <a:gd name="T11" fmla="*/ 1940 h 443"/>
                              <a:gd name="T12" fmla="+- 0 10215 9873"/>
                              <a:gd name="T13" fmla="*/ T12 w 385"/>
                              <a:gd name="T14" fmla="+- 0 1940 1590"/>
                              <a:gd name="T15" fmla="*/ 1940 h 443"/>
                              <a:gd name="T16" fmla="+- 0 10173 9873"/>
                              <a:gd name="T17" fmla="*/ T16 w 385"/>
                              <a:gd name="T18" fmla="+- 0 1906 1590"/>
                              <a:gd name="T19" fmla="*/ 1906 h 443"/>
                            </a:gdLst>
                            <a:ahLst/>
                            <a:cxnLst>
                              <a:cxn ang="0">
                                <a:pos x="T1" y="T3"/>
                              </a:cxn>
                              <a:cxn ang="0">
                                <a:pos x="T5" y="T7"/>
                              </a:cxn>
                              <a:cxn ang="0">
                                <a:pos x="T9" y="T11"/>
                              </a:cxn>
                              <a:cxn ang="0">
                                <a:pos x="T13" y="T15"/>
                              </a:cxn>
                              <a:cxn ang="0">
                                <a:pos x="T17" y="T19"/>
                              </a:cxn>
                            </a:cxnLst>
                            <a:rect l="0" t="0" r="r" b="b"/>
                            <a:pathLst>
                              <a:path w="385" h="443">
                                <a:moveTo>
                                  <a:pt x="300" y="316"/>
                                </a:moveTo>
                                <a:lnTo>
                                  <a:pt x="237" y="348"/>
                                </a:lnTo>
                                <a:lnTo>
                                  <a:pt x="184" y="350"/>
                                </a:lnTo>
                                <a:lnTo>
                                  <a:pt x="342" y="350"/>
                                </a:lnTo>
                                <a:lnTo>
                                  <a:pt x="300" y="3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18"/>
                        <wps:cNvSpPr>
                          <a:spLocks/>
                        </wps:cNvSpPr>
                        <wps:spPr bwMode="auto">
                          <a:xfrm>
                            <a:off x="9873" y="1590"/>
                            <a:ext cx="385" cy="443"/>
                          </a:xfrm>
                          <a:custGeom>
                            <a:avLst/>
                            <a:gdLst>
                              <a:gd name="T0" fmla="+- 0 10228 9873"/>
                              <a:gd name="T1" fmla="*/ T0 w 385"/>
                              <a:gd name="T2" fmla="+- 0 1680 1590"/>
                              <a:gd name="T3" fmla="*/ 1680 h 443"/>
                              <a:gd name="T4" fmla="+- 0 10070 9873"/>
                              <a:gd name="T5" fmla="*/ T4 w 385"/>
                              <a:gd name="T6" fmla="+- 0 1680 1590"/>
                              <a:gd name="T7" fmla="*/ 1680 h 443"/>
                              <a:gd name="T8" fmla="+- 0 10072 9873"/>
                              <a:gd name="T9" fmla="*/ T8 w 385"/>
                              <a:gd name="T10" fmla="+- 0 1680 1590"/>
                              <a:gd name="T11" fmla="*/ 1680 h 443"/>
                              <a:gd name="T12" fmla="+- 0 10096 9873"/>
                              <a:gd name="T13" fmla="*/ T12 w 385"/>
                              <a:gd name="T14" fmla="+- 0 1684 1590"/>
                              <a:gd name="T15" fmla="*/ 1684 h 443"/>
                              <a:gd name="T16" fmla="+- 0 10140 9873"/>
                              <a:gd name="T17" fmla="*/ T16 w 385"/>
                              <a:gd name="T18" fmla="+- 0 1727 1590"/>
                              <a:gd name="T19" fmla="*/ 1727 h 443"/>
                              <a:gd name="T20" fmla="+- 0 10149 9873"/>
                              <a:gd name="T21" fmla="*/ T20 w 385"/>
                              <a:gd name="T22" fmla="+- 0 1771 1590"/>
                              <a:gd name="T23" fmla="*/ 1771 h 443"/>
                              <a:gd name="T24" fmla="+- 0 10256 9873"/>
                              <a:gd name="T25" fmla="*/ T24 w 385"/>
                              <a:gd name="T26" fmla="+- 0 1771 1590"/>
                              <a:gd name="T27" fmla="*/ 1771 h 443"/>
                              <a:gd name="T28" fmla="+- 0 10253 9873"/>
                              <a:gd name="T29" fmla="*/ T28 w 385"/>
                              <a:gd name="T30" fmla="+- 0 1750 1590"/>
                              <a:gd name="T31" fmla="*/ 1750 h 443"/>
                              <a:gd name="T32" fmla="+- 0 10247 9873"/>
                              <a:gd name="T33" fmla="*/ T32 w 385"/>
                              <a:gd name="T34" fmla="+- 0 1727 1590"/>
                              <a:gd name="T35" fmla="*/ 1727 h 443"/>
                              <a:gd name="T36" fmla="+- 0 10240 9873"/>
                              <a:gd name="T37" fmla="*/ T36 w 385"/>
                              <a:gd name="T38" fmla="+- 0 1705 1590"/>
                              <a:gd name="T39" fmla="*/ 1705 h 443"/>
                              <a:gd name="T40" fmla="+- 0 10231 9873"/>
                              <a:gd name="T41" fmla="*/ T40 w 385"/>
                              <a:gd name="T42" fmla="+- 0 1685 1590"/>
                              <a:gd name="T43" fmla="*/ 1685 h 443"/>
                              <a:gd name="T44" fmla="+- 0 10228 9873"/>
                              <a:gd name="T45" fmla="*/ T44 w 385"/>
                              <a:gd name="T46" fmla="+- 0 1680 1590"/>
                              <a:gd name="T47" fmla="*/ 168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5" h="443">
                                <a:moveTo>
                                  <a:pt x="355" y="90"/>
                                </a:moveTo>
                                <a:lnTo>
                                  <a:pt x="197" y="90"/>
                                </a:lnTo>
                                <a:lnTo>
                                  <a:pt x="199" y="90"/>
                                </a:lnTo>
                                <a:lnTo>
                                  <a:pt x="223" y="94"/>
                                </a:lnTo>
                                <a:lnTo>
                                  <a:pt x="267" y="137"/>
                                </a:lnTo>
                                <a:lnTo>
                                  <a:pt x="276" y="181"/>
                                </a:lnTo>
                                <a:lnTo>
                                  <a:pt x="383" y="181"/>
                                </a:lnTo>
                                <a:lnTo>
                                  <a:pt x="380" y="160"/>
                                </a:lnTo>
                                <a:lnTo>
                                  <a:pt x="374" y="137"/>
                                </a:lnTo>
                                <a:lnTo>
                                  <a:pt x="367" y="115"/>
                                </a:lnTo>
                                <a:lnTo>
                                  <a:pt x="358" y="95"/>
                                </a:lnTo>
                                <a:lnTo>
                                  <a:pt x="355" y="9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9" name="Group 19"/>
                      <wpg:cNvGrpSpPr>
                        <a:grpSpLocks/>
                      </wpg:cNvGrpSpPr>
                      <wpg:grpSpPr bwMode="auto">
                        <a:xfrm>
                          <a:off x="9220" y="1597"/>
                          <a:ext cx="348" cy="429"/>
                          <a:chOff x="9220" y="1597"/>
                          <a:chExt cx="348" cy="429"/>
                        </a:xfrm>
                      </wpg:grpSpPr>
                      <wps:wsp>
                        <wps:cNvPr id="80" name="Freeform 20"/>
                        <wps:cNvSpPr>
                          <a:spLocks/>
                        </wps:cNvSpPr>
                        <wps:spPr bwMode="auto">
                          <a:xfrm>
                            <a:off x="9220" y="1597"/>
                            <a:ext cx="348" cy="429"/>
                          </a:xfrm>
                          <a:custGeom>
                            <a:avLst/>
                            <a:gdLst>
                              <a:gd name="T0" fmla="+- 0 9220 9220"/>
                              <a:gd name="T1" fmla="*/ T0 w 348"/>
                              <a:gd name="T2" fmla="+- 0 1597 1597"/>
                              <a:gd name="T3" fmla="*/ 1597 h 429"/>
                              <a:gd name="T4" fmla="+- 0 9220 9220"/>
                              <a:gd name="T5" fmla="*/ T4 w 348"/>
                              <a:gd name="T6" fmla="+- 0 2027 1597"/>
                              <a:gd name="T7" fmla="*/ 2027 h 429"/>
                              <a:gd name="T8" fmla="+- 0 9329 9220"/>
                              <a:gd name="T9" fmla="*/ T8 w 348"/>
                              <a:gd name="T10" fmla="+- 0 2027 1597"/>
                              <a:gd name="T11" fmla="*/ 2027 h 429"/>
                              <a:gd name="T12" fmla="+- 0 9329 9220"/>
                              <a:gd name="T13" fmla="*/ T12 w 348"/>
                              <a:gd name="T14" fmla="+- 0 1685 1597"/>
                              <a:gd name="T15" fmla="*/ 1685 h 429"/>
                              <a:gd name="T16" fmla="+- 0 9568 9220"/>
                              <a:gd name="T17" fmla="*/ T16 w 348"/>
                              <a:gd name="T18" fmla="+- 0 1685 1597"/>
                              <a:gd name="T19" fmla="*/ 1685 h 429"/>
                              <a:gd name="T20" fmla="+- 0 9538 9220"/>
                              <a:gd name="T21" fmla="*/ T20 w 348"/>
                              <a:gd name="T22" fmla="+- 0 1631 1597"/>
                              <a:gd name="T23" fmla="*/ 1631 h 429"/>
                              <a:gd name="T24" fmla="+- 0 9476 9220"/>
                              <a:gd name="T25" fmla="*/ T24 w 348"/>
                              <a:gd name="T26" fmla="+- 0 1600 1597"/>
                              <a:gd name="T27" fmla="*/ 1600 h 429"/>
                              <a:gd name="T28" fmla="+- 0 9447 9220"/>
                              <a:gd name="T29" fmla="*/ T28 w 348"/>
                              <a:gd name="T30" fmla="+- 0 1597 1597"/>
                              <a:gd name="T31" fmla="*/ 1597 h 429"/>
                              <a:gd name="T32" fmla="+- 0 9220 9220"/>
                              <a:gd name="T33" fmla="*/ T32 w 348"/>
                              <a:gd name="T34" fmla="+- 0 1597 1597"/>
                              <a:gd name="T35" fmla="*/ 1597 h 4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48" h="429">
                                <a:moveTo>
                                  <a:pt x="0" y="0"/>
                                </a:moveTo>
                                <a:lnTo>
                                  <a:pt x="0" y="430"/>
                                </a:lnTo>
                                <a:lnTo>
                                  <a:pt x="109" y="430"/>
                                </a:lnTo>
                                <a:lnTo>
                                  <a:pt x="109" y="88"/>
                                </a:lnTo>
                                <a:lnTo>
                                  <a:pt x="348" y="88"/>
                                </a:lnTo>
                                <a:lnTo>
                                  <a:pt x="318" y="34"/>
                                </a:lnTo>
                                <a:lnTo>
                                  <a:pt x="256" y="3"/>
                                </a:lnTo>
                                <a:lnTo>
                                  <a:pt x="227" y="0"/>
                                </a:lnTo>
                                <a:lnTo>
                                  <a:pt x="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1" name="Group 21"/>
                      <wpg:cNvGrpSpPr>
                        <a:grpSpLocks/>
                      </wpg:cNvGrpSpPr>
                      <wpg:grpSpPr bwMode="auto">
                        <a:xfrm>
                          <a:off x="9419" y="1685"/>
                          <a:ext cx="154" cy="342"/>
                          <a:chOff x="9419" y="1685"/>
                          <a:chExt cx="154" cy="342"/>
                        </a:xfrm>
                      </wpg:grpSpPr>
                      <wps:wsp>
                        <wps:cNvPr id="82" name="Freeform 22"/>
                        <wps:cNvSpPr>
                          <a:spLocks/>
                        </wps:cNvSpPr>
                        <wps:spPr bwMode="auto">
                          <a:xfrm>
                            <a:off x="9419" y="1685"/>
                            <a:ext cx="154" cy="342"/>
                          </a:xfrm>
                          <a:custGeom>
                            <a:avLst/>
                            <a:gdLst>
                              <a:gd name="T0" fmla="+- 0 9568 9419"/>
                              <a:gd name="T1" fmla="*/ T0 w 154"/>
                              <a:gd name="T2" fmla="+- 0 1685 1685"/>
                              <a:gd name="T3" fmla="*/ 1685 h 342"/>
                              <a:gd name="T4" fmla="+- 0 9419 9419"/>
                              <a:gd name="T5" fmla="*/ T4 w 154"/>
                              <a:gd name="T6" fmla="+- 0 1685 1685"/>
                              <a:gd name="T7" fmla="*/ 1685 h 342"/>
                              <a:gd name="T8" fmla="+- 0 9444 9419"/>
                              <a:gd name="T9" fmla="*/ T8 w 154"/>
                              <a:gd name="T10" fmla="+- 0 1690 1685"/>
                              <a:gd name="T11" fmla="*/ 1690 h 342"/>
                              <a:gd name="T12" fmla="+- 0 9459 9419"/>
                              <a:gd name="T13" fmla="*/ T12 w 154"/>
                              <a:gd name="T14" fmla="+- 0 1703 1685"/>
                              <a:gd name="T15" fmla="*/ 1703 h 342"/>
                              <a:gd name="T16" fmla="+- 0 9464 9419"/>
                              <a:gd name="T17" fmla="*/ T16 w 154"/>
                              <a:gd name="T18" fmla="+- 0 1725 1685"/>
                              <a:gd name="T19" fmla="*/ 1725 h 342"/>
                              <a:gd name="T20" fmla="+- 0 9464 9419"/>
                              <a:gd name="T21" fmla="*/ T20 w 154"/>
                              <a:gd name="T22" fmla="+- 0 2027 1685"/>
                              <a:gd name="T23" fmla="*/ 2027 h 342"/>
                              <a:gd name="T24" fmla="+- 0 9573 9419"/>
                              <a:gd name="T25" fmla="*/ T24 w 154"/>
                              <a:gd name="T26" fmla="+- 0 2027 1685"/>
                              <a:gd name="T27" fmla="*/ 2027 h 342"/>
                              <a:gd name="T28" fmla="+- 0 9573 9419"/>
                              <a:gd name="T29" fmla="*/ T28 w 154"/>
                              <a:gd name="T30" fmla="+- 0 1725 1685"/>
                              <a:gd name="T31" fmla="*/ 1725 h 342"/>
                              <a:gd name="T32" fmla="+- 0 9572 9419"/>
                              <a:gd name="T33" fmla="*/ T32 w 154"/>
                              <a:gd name="T34" fmla="+- 0 1705 1685"/>
                              <a:gd name="T35" fmla="*/ 1705 h 342"/>
                              <a:gd name="T36" fmla="+- 0 9568 9419"/>
                              <a:gd name="T37" fmla="*/ T36 w 154"/>
                              <a:gd name="T38" fmla="+- 0 1685 1685"/>
                              <a:gd name="T39" fmla="*/ 1685 h 342"/>
                              <a:gd name="T40" fmla="+- 0 9568 9419"/>
                              <a:gd name="T41" fmla="*/ T40 w 154"/>
                              <a:gd name="T42" fmla="+- 0 1685 1685"/>
                              <a:gd name="T43" fmla="*/ 1685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342">
                                <a:moveTo>
                                  <a:pt x="149" y="0"/>
                                </a:moveTo>
                                <a:lnTo>
                                  <a:pt x="0" y="0"/>
                                </a:lnTo>
                                <a:lnTo>
                                  <a:pt x="25" y="5"/>
                                </a:lnTo>
                                <a:lnTo>
                                  <a:pt x="40" y="18"/>
                                </a:lnTo>
                                <a:lnTo>
                                  <a:pt x="45" y="40"/>
                                </a:lnTo>
                                <a:lnTo>
                                  <a:pt x="45" y="342"/>
                                </a:lnTo>
                                <a:lnTo>
                                  <a:pt x="154" y="342"/>
                                </a:lnTo>
                                <a:lnTo>
                                  <a:pt x="154" y="40"/>
                                </a:lnTo>
                                <a:lnTo>
                                  <a:pt x="153" y="20"/>
                                </a:lnTo>
                                <a:lnTo>
                                  <a:pt x="14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3" name="Group 23"/>
                      <wpg:cNvGrpSpPr>
                        <a:grpSpLocks/>
                      </wpg:cNvGrpSpPr>
                      <wpg:grpSpPr bwMode="auto">
                        <a:xfrm>
                          <a:off x="10506" y="1419"/>
                          <a:ext cx="87" cy="87"/>
                          <a:chOff x="10506" y="1419"/>
                          <a:chExt cx="87" cy="87"/>
                        </a:xfrm>
                      </wpg:grpSpPr>
                      <wps:wsp>
                        <wps:cNvPr id="84" name="Freeform 24"/>
                        <wps:cNvSpPr>
                          <a:spLocks/>
                        </wps:cNvSpPr>
                        <wps:spPr bwMode="auto">
                          <a:xfrm>
                            <a:off x="10506" y="1419"/>
                            <a:ext cx="87" cy="87"/>
                          </a:xfrm>
                          <a:custGeom>
                            <a:avLst/>
                            <a:gdLst>
                              <a:gd name="T0" fmla="+- 0 10546 10506"/>
                              <a:gd name="T1" fmla="*/ T0 w 87"/>
                              <a:gd name="T2" fmla="+- 0 1419 1419"/>
                              <a:gd name="T3" fmla="*/ 1419 h 87"/>
                              <a:gd name="T4" fmla="+- 0 10526 10506"/>
                              <a:gd name="T5" fmla="*/ T4 w 87"/>
                              <a:gd name="T6" fmla="+- 0 1426 1419"/>
                              <a:gd name="T7" fmla="*/ 1426 h 87"/>
                              <a:gd name="T8" fmla="+- 0 10511 10506"/>
                              <a:gd name="T9" fmla="*/ T8 w 87"/>
                              <a:gd name="T10" fmla="+- 0 1442 1419"/>
                              <a:gd name="T11" fmla="*/ 1442 h 87"/>
                              <a:gd name="T12" fmla="+- 0 10506 10506"/>
                              <a:gd name="T13" fmla="*/ T12 w 87"/>
                              <a:gd name="T14" fmla="+- 0 1465 1419"/>
                              <a:gd name="T15" fmla="*/ 1465 h 87"/>
                              <a:gd name="T16" fmla="+- 0 10513 10506"/>
                              <a:gd name="T17" fmla="*/ T16 w 87"/>
                              <a:gd name="T18" fmla="+- 0 1486 1419"/>
                              <a:gd name="T19" fmla="*/ 1486 h 87"/>
                              <a:gd name="T20" fmla="+- 0 10528 10506"/>
                              <a:gd name="T21" fmla="*/ T20 w 87"/>
                              <a:gd name="T22" fmla="+- 0 1501 1419"/>
                              <a:gd name="T23" fmla="*/ 1501 h 87"/>
                              <a:gd name="T24" fmla="+- 0 10550 10506"/>
                              <a:gd name="T25" fmla="*/ T24 w 87"/>
                              <a:gd name="T26" fmla="+- 0 1506 1419"/>
                              <a:gd name="T27" fmla="*/ 1506 h 87"/>
                              <a:gd name="T28" fmla="+- 0 10556 10506"/>
                              <a:gd name="T29" fmla="*/ T28 w 87"/>
                              <a:gd name="T30" fmla="+- 0 1506 1419"/>
                              <a:gd name="T31" fmla="*/ 1506 h 87"/>
                              <a:gd name="T32" fmla="+- 0 10573 10506"/>
                              <a:gd name="T33" fmla="*/ T32 w 87"/>
                              <a:gd name="T34" fmla="+- 0 1499 1419"/>
                              <a:gd name="T35" fmla="*/ 1499 h 87"/>
                              <a:gd name="T36" fmla="+- 0 10548 10506"/>
                              <a:gd name="T37" fmla="*/ T36 w 87"/>
                              <a:gd name="T38" fmla="+- 0 1499 1419"/>
                              <a:gd name="T39" fmla="*/ 1499 h 87"/>
                              <a:gd name="T40" fmla="+- 0 10531 10506"/>
                              <a:gd name="T41" fmla="*/ T40 w 87"/>
                              <a:gd name="T42" fmla="+- 0 1493 1419"/>
                              <a:gd name="T43" fmla="*/ 1493 h 87"/>
                              <a:gd name="T44" fmla="+- 0 10519 10506"/>
                              <a:gd name="T45" fmla="*/ T44 w 87"/>
                              <a:gd name="T46" fmla="+- 0 1477 1419"/>
                              <a:gd name="T47" fmla="*/ 1477 h 87"/>
                              <a:gd name="T48" fmla="+- 0 10516 10506"/>
                              <a:gd name="T49" fmla="*/ T48 w 87"/>
                              <a:gd name="T50" fmla="+- 0 1450 1419"/>
                              <a:gd name="T51" fmla="*/ 1450 h 87"/>
                              <a:gd name="T52" fmla="+- 0 10529 10506"/>
                              <a:gd name="T53" fmla="*/ T52 w 87"/>
                              <a:gd name="T54" fmla="+- 0 1433 1419"/>
                              <a:gd name="T55" fmla="*/ 1433 h 87"/>
                              <a:gd name="T56" fmla="+- 0 10550 10506"/>
                              <a:gd name="T57" fmla="*/ T56 w 87"/>
                              <a:gd name="T58" fmla="+- 0 1426 1419"/>
                              <a:gd name="T59" fmla="*/ 1426 h 87"/>
                              <a:gd name="T60" fmla="+- 0 10572 10506"/>
                              <a:gd name="T61" fmla="*/ T60 w 87"/>
                              <a:gd name="T62" fmla="+- 0 1426 1419"/>
                              <a:gd name="T63" fmla="*/ 1426 h 87"/>
                              <a:gd name="T64" fmla="+- 0 10569 10506"/>
                              <a:gd name="T65" fmla="*/ T64 w 87"/>
                              <a:gd name="T66" fmla="+- 0 1424 1419"/>
                              <a:gd name="T67" fmla="*/ 1424 h 87"/>
                              <a:gd name="T68" fmla="+- 0 10546 10506"/>
                              <a:gd name="T69" fmla="*/ T68 w 87"/>
                              <a:gd name="T70" fmla="+- 0 1419 1419"/>
                              <a:gd name="T71" fmla="*/ 1419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7" h="87">
                                <a:moveTo>
                                  <a:pt x="40" y="0"/>
                                </a:moveTo>
                                <a:lnTo>
                                  <a:pt x="20" y="7"/>
                                </a:lnTo>
                                <a:lnTo>
                                  <a:pt x="5" y="23"/>
                                </a:lnTo>
                                <a:lnTo>
                                  <a:pt x="0" y="46"/>
                                </a:lnTo>
                                <a:lnTo>
                                  <a:pt x="7" y="67"/>
                                </a:lnTo>
                                <a:lnTo>
                                  <a:pt x="22" y="82"/>
                                </a:lnTo>
                                <a:lnTo>
                                  <a:pt x="44" y="87"/>
                                </a:lnTo>
                                <a:lnTo>
                                  <a:pt x="50" y="87"/>
                                </a:lnTo>
                                <a:lnTo>
                                  <a:pt x="67" y="80"/>
                                </a:lnTo>
                                <a:lnTo>
                                  <a:pt x="42" y="80"/>
                                </a:lnTo>
                                <a:lnTo>
                                  <a:pt x="25" y="74"/>
                                </a:lnTo>
                                <a:lnTo>
                                  <a:pt x="13" y="58"/>
                                </a:lnTo>
                                <a:lnTo>
                                  <a:pt x="10" y="31"/>
                                </a:lnTo>
                                <a:lnTo>
                                  <a:pt x="23" y="14"/>
                                </a:lnTo>
                                <a:lnTo>
                                  <a:pt x="44" y="7"/>
                                </a:lnTo>
                                <a:lnTo>
                                  <a:pt x="66" y="7"/>
                                </a:lnTo>
                                <a:lnTo>
                                  <a:pt x="63" y="5"/>
                                </a:lnTo>
                                <a:lnTo>
                                  <a:pt x="4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25"/>
                        <wps:cNvSpPr>
                          <a:spLocks/>
                        </wps:cNvSpPr>
                        <wps:spPr bwMode="auto">
                          <a:xfrm>
                            <a:off x="10506" y="1419"/>
                            <a:ext cx="87" cy="87"/>
                          </a:xfrm>
                          <a:custGeom>
                            <a:avLst/>
                            <a:gdLst>
                              <a:gd name="T0" fmla="+- 0 10572 10506"/>
                              <a:gd name="T1" fmla="*/ T0 w 87"/>
                              <a:gd name="T2" fmla="+- 0 1426 1419"/>
                              <a:gd name="T3" fmla="*/ 1426 h 87"/>
                              <a:gd name="T4" fmla="+- 0 10550 10506"/>
                              <a:gd name="T5" fmla="*/ T4 w 87"/>
                              <a:gd name="T6" fmla="+- 0 1426 1419"/>
                              <a:gd name="T7" fmla="*/ 1426 h 87"/>
                              <a:gd name="T8" fmla="+- 0 10553 10506"/>
                              <a:gd name="T9" fmla="*/ T8 w 87"/>
                              <a:gd name="T10" fmla="+- 0 1427 1419"/>
                              <a:gd name="T11" fmla="*/ 1427 h 87"/>
                              <a:gd name="T12" fmla="+- 0 10570 10506"/>
                              <a:gd name="T13" fmla="*/ T12 w 87"/>
                              <a:gd name="T14" fmla="+- 0 1433 1419"/>
                              <a:gd name="T15" fmla="*/ 1433 h 87"/>
                              <a:gd name="T16" fmla="+- 0 10581 10506"/>
                              <a:gd name="T17" fmla="*/ T16 w 87"/>
                              <a:gd name="T18" fmla="+- 0 1450 1419"/>
                              <a:gd name="T19" fmla="*/ 1450 h 87"/>
                              <a:gd name="T20" fmla="+- 0 10583 10506"/>
                              <a:gd name="T21" fmla="*/ T20 w 87"/>
                              <a:gd name="T22" fmla="+- 0 1476 1419"/>
                              <a:gd name="T23" fmla="*/ 1476 h 87"/>
                              <a:gd name="T24" fmla="+- 0 10570 10506"/>
                              <a:gd name="T25" fmla="*/ T24 w 87"/>
                              <a:gd name="T26" fmla="+- 0 1492 1419"/>
                              <a:gd name="T27" fmla="*/ 1492 h 87"/>
                              <a:gd name="T28" fmla="+- 0 10548 10506"/>
                              <a:gd name="T29" fmla="*/ T28 w 87"/>
                              <a:gd name="T30" fmla="+- 0 1499 1419"/>
                              <a:gd name="T31" fmla="*/ 1499 h 87"/>
                              <a:gd name="T32" fmla="+- 0 10573 10506"/>
                              <a:gd name="T33" fmla="*/ T32 w 87"/>
                              <a:gd name="T34" fmla="+- 0 1499 1419"/>
                              <a:gd name="T35" fmla="*/ 1499 h 87"/>
                              <a:gd name="T36" fmla="+- 0 10575 10506"/>
                              <a:gd name="T37" fmla="*/ T36 w 87"/>
                              <a:gd name="T38" fmla="+- 0 1498 1419"/>
                              <a:gd name="T39" fmla="*/ 1498 h 87"/>
                              <a:gd name="T40" fmla="+- 0 10588 10506"/>
                              <a:gd name="T41" fmla="*/ T40 w 87"/>
                              <a:gd name="T42" fmla="+- 0 1481 1419"/>
                              <a:gd name="T43" fmla="*/ 1481 h 87"/>
                              <a:gd name="T44" fmla="+- 0 10593 10506"/>
                              <a:gd name="T45" fmla="*/ T44 w 87"/>
                              <a:gd name="T46" fmla="+- 0 1458 1419"/>
                              <a:gd name="T47" fmla="*/ 1458 h 87"/>
                              <a:gd name="T48" fmla="+- 0 10586 10506"/>
                              <a:gd name="T49" fmla="*/ T48 w 87"/>
                              <a:gd name="T50" fmla="+- 0 1438 1419"/>
                              <a:gd name="T51" fmla="*/ 1438 h 87"/>
                              <a:gd name="T52" fmla="+- 0 10572 10506"/>
                              <a:gd name="T53" fmla="*/ T52 w 87"/>
                              <a:gd name="T54" fmla="+- 0 1426 1419"/>
                              <a:gd name="T55" fmla="*/ 1426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 h="87">
                                <a:moveTo>
                                  <a:pt x="66" y="7"/>
                                </a:moveTo>
                                <a:lnTo>
                                  <a:pt x="44" y="7"/>
                                </a:lnTo>
                                <a:lnTo>
                                  <a:pt x="47" y="8"/>
                                </a:lnTo>
                                <a:lnTo>
                                  <a:pt x="64" y="14"/>
                                </a:lnTo>
                                <a:lnTo>
                                  <a:pt x="75" y="31"/>
                                </a:lnTo>
                                <a:lnTo>
                                  <a:pt x="77" y="57"/>
                                </a:lnTo>
                                <a:lnTo>
                                  <a:pt x="64" y="73"/>
                                </a:lnTo>
                                <a:lnTo>
                                  <a:pt x="42" y="80"/>
                                </a:lnTo>
                                <a:lnTo>
                                  <a:pt x="67" y="80"/>
                                </a:lnTo>
                                <a:lnTo>
                                  <a:pt x="69" y="79"/>
                                </a:lnTo>
                                <a:lnTo>
                                  <a:pt x="82" y="62"/>
                                </a:lnTo>
                                <a:lnTo>
                                  <a:pt x="87" y="39"/>
                                </a:lnTo>
                                <a:lnTo>
                                  <a:pt x="80" y="19"/>
                                </a:lnTo>
                                <a:lnTo>
                                  <a:pt x="66" y="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26"/>
                        <wps:cNvSpPr>
                          <a:spLocks/>
                        </wps:cNvSpPr>
                        <wps:spPr bwMode="auto">
                          <a:xfrm>
                            <a:off x="10506" y="1419"/>
                            <a:ext cx="87" cy="87"/>
                          </a:xfrm>
                          <a:custGeom>
                            <a:avLst/>
                            <a:gdLst>
                              <a:gd name="T0" fmla="+- 0 10561 10506"/>
                              <a:gd name="T1" fmla="*/ T0 w 87"/>
                              <a:gd name="T2" fmla="+- 0 1435 1419"/>
                              <a:gd name="T3" fmla="*/ 1435 h 87"/>
                              <a:gd name="T4" fmla="+- 0 10543 10506"/>
                              <a:gd name="T5" fmla="*/ T4 w 87"/>
                              <a:gd name="T6" fmla="+- 0 1435 1419"/>
                              <a:gd name="T7" fmla="*/ 1435 h 87"/>
                              <a:gd name="T8" fmla="+- 0 10536 10506"/>
                              <a:gd name="T9" fmla="*/ T8 w 87"/>
                              <a:gd name="T10" fmla="+- 0 1435 1419"/>
                              <a:gd name="T11" fmla="*/ 1435 h 87"/>
                              <a:gd name="T12" fmla="+- 0 10534 10506"/>
                              <a:gd name="T13" fmla="*/ T12 w 87"/>
                              <a:gd name="T14" fmla="+- 0 1435 1419"/>
                              <a:gd name="T15" fmla="*/ 1435 h 87"/>
                              <a:gd name="T16" fmla="+- 0 10531 10506"/>
                              <a:gd name="T17" fmla="*/ T16 w 87"/>
                              <a:gd name="T18" fmla="+- 0 1436 1419"/>
                              <a:gd name="T19" fmla="*/ 1436 h 87"/>
                              <a:gd name="T20" fmla="+- 0 10531 10506"/>
                              <a:gd name="T21" fmla="*/ T20 w 87"/>
                              <a:gd name="T22" fmla="+- 0 1437 1419"/>
                              <a:gd name="T23" fmla="*/ 1437 h 87"/>
                              <a:gd name="T24" fmla="+- 0 10531 10506"/>
                              <a:gd name="T25" fmla="*/ T24 w 87"/>
                              <a:gd name="T26" fmla="+- 0 1488 1419"/>
                              <a:gd name="T27" fmla="*/ 1488 h 87"/>
                              <a:gd name="T28" fmla="+- 0 10531 10506"/>
                              <a:gd name="T29" fmla="*/ T28 w 87"/>
                              <a:gd name="T30" fmla="+- 0 1489 1419"/>
                              <a:gd name="T31" fmla="*/ 1489 h 87"/>
                              <a:gd name="T32" fmla="+- 0 10541 10506"/>
                              <a:gd name="T33" fmla="*/ T32 w 87"/>
                              <a:gd name="T34" fmla="+- 0 1489 1419"/>
                              <a:gd name="T35" fmla="*/ 1489 h 87"/>
                              <a:gd name="T36" fmla="+- 0 10541 10506"/>
                              <a:gd name="T37" fmla="*/ T36 w 87"/>
                              <a:gd name="T38" fmla="+- 0 1488 1419"/>
                              <a:gd name="T39" fmla="*/ 1488 h 87"/>
                              <a:gd name="T40" fmla="+- 0 10542 10506"/>
                              <a:gd name="T41" fmla="*/ T40 w 87"/>
                              <a:gd name="T42" fmla="+- 0 1468 1419"/>
                              <a:gd name="T43" fmla="*/ 1468 h 87"/>
                              <a:gd name="T44" fmla="+- 0 10560 10506"/>
                              <a:gd name="T45" fmla="*/ T44 w 87"/>
                              <a:gd name="T46" fmla="+- 0 1468 1419"/>
                              <a:gd name="T47" fmla="*/ 1468 h 87"/>
                              <a:gd name="T48" fmla="+- 0 10559 10506"/>
                              <a:gd name="T49" fmla="*/ T48 w 87"/>
                              <a:gd name="T50" fmla="+- 0 1466 1419"/>
                              <a:gd name="T51" fmla="*/ 1466 h 87"/>
                              <a:gd name="T52" fmla="+- 0 10565 10506"/>
                              <a:gd name="T53" fmla="*/ T52 w 87"/>
                              <a:gd name="T54" fmla="+- 0 1464 1419"/>
                              <a:gd name="T55" fmla="*/ 1464 h 87"/>
                              <a:gd name="T56" fmla="+- 0 10569 10506"/>
                              <a:gd name="T57" fmla="*/ T56 w 87"/>
                              <a:gd name="T58" fmla="+- 0 1460 1419"/>
                              <a:gd name="T59" fmla="*/ 1460 h 87"/>
                              <a:gd name="T60" fmla="+- 0 10569 10506"/>
                              <a:gd name="T61" fmla="*/ T60 w 87"/>
                              <a:gd name="T62" fmla="+- 0 1460 1419"/>
                              <a:gd name="T63" fmla="*/ 1460 h 87"/>
                              <a:gd name="T64" fmla="+- 0 10555 10506"/>
                              <a:gd name="T65" fmla="*/ T64 w 87"/>
                              <a:gd name="T66" fmla="+- 0 1460 1419"/>
                              <a:gd name="T67" fmla="*/ 1460 h 87"/>
                              <a:gd name="T68" fmla="+- 0 10541 10506"/>
                              <a:gd name="T69" fmla="*/ T68 w 87"/>
                              <a:gd name="T70" fmla="+- 0 1459 1419"/>
                              <a:gd name="T71" fmla="*/ 1459 h 87"/>
                              <a:gd name="T72" fmla="+- 0 10541 10506"/>
                              <a:gd name="T73" fmla="*/ T72 w 87"/>
                              <a:gd name="T74" fmla="+- 0 1444 1419"/>
                              <a:gd name="T75" fmla="*/ 1444 h 87"/>
                              <a:gd name="T76" fmla="+- 0 10569 10506"/>
                              <a:gd name="T77" fmla="*/ T76 w 87"/>
                              <a:gd name="T78" fmla="+- 0 1444 1419"/>
                              <a:gd name="T79" fmla="*/ 1444 h 87"/>
                              <a:gd name="T80" fmla="+- 0 10569 10506"/>
                              <a:gd name="T81" fmla="*/ T80 w 87"/>
                              <a:gd name="T82" fmla="+- 0 1439 1419"/>
                              <a:gd name="T83" fmla="*/ 1439 h 87"/>
                              <a:gd name="T84" fmla="+- 0 10561 10506"/>
                              <a:gd name="T85" fmla="*/ T84 w 87"/>
                              <a:gd name="T86" fmla="+- 0 1435 1419"/>
                              <a:gd name="T87" fmla="*/ 1435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 h="87">
                                <a:moveTo>
                                  <a:pt x="55" y="16"/>
                                </a:moveTo>
                                <a:lnTo>
                                  <a:pt x="37" y="16"/>
                                </a:lnTo>
                                <a:lnTo>
                                  <a:pt x="30" y="16"/>
                                </a:lnTo>
                                <a:lnTo>
                                  <a:pt x="28" y="16"/>
                                </a:lnTo>
                                <a:lnTo>
                                  <a:pt x="25" y="17"/>
                                </a:lnTo>
                                <a:lnTo>
                                  <a:pt x="25" y="18"/>
                                </a:lnTo>
                                <a:lnTo>
                                  <a:pt x="25" y="69"/>
                                </a:lnTo>
                                <a:lnTo>
                                  <a:pt x="25" y="70"/>
                                </a:lnTo>
                                <a:lnTo>
                                  <a:pt x="35" y="70"/>
                                </a:lnTo>
                                <a:lnTo>
                                  <a:pt x="35" y="69"/>
                                </a:lnTo>
                                <a:lnTo>
                                  <a:pt x="36" y="49"/>
                                </a:lnTo>
                                <a:lnTo>
                                  <a:pt x="54" y="49"/>
                                </a:lnTo>
                                <a:lnTo>
                                  <a:pt x="53" y="47"/>
                                </a:lnTo>
                                <a:lnTo>
                                  <a:pt x="59" y="45"/>
                                </a:lnTo>
                                <a:lnTo>
                                  <a:pt x="63" y="41"/>
                                </a:lnTo>
                                <a:lnTo>
                                  <a:pt x="49" y="41"/>
                                </a:lnTo>
                                <a:lnTo>
                                  <a:pt x="35" y="40"/>
                                </a:lnTo>
                                <a:lnTo>
                                  <a:pt x="35" y="25"/>
                                </a:lnTo>
                                <a:lnTo>
                                  <a:pt x="63" y="25"/>
                                </a:lnTo>
                                <a:lnTo>
                                  <a:pt x="63" y="20"/>
                                </a:lnTo>
                                <a:lnTo>
                                  <a:pt x="55" y="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27"/>
                        <wps:cNvSpPr>
                          <a:spLocks/>
                        </wps:cNvSpPr>
                        <wps:spPr bwMode="auto">
                          <a:xfrm>
                            <a:off x="10506" y="1419"/>
                            <a:ext cx="87" cy="87"/>
                          </a:xfrm>
                          <a:custGeom>
                            <a:avLst/>
                            <a:gdLst>
                              <a:gd name="T0" fmla="+- 0 10560 10506"/>
                              <a:gd name="T1" fmla="*/ T0 w 87"/>
                              <a:gd name="T2" fmla="+- 0 1468 1419"/>
                              <a:gd name="T3" fmla="*/ 1468 h 87"/>
                              <a:gd name="T4" fmla="+- 0 10547 10506"/>
                              <a:gd name="T5" fmla="*/ T4 w 87"/>
                              <a:gd name="T6" fmla="+- 0 1468 1419"/>
                              <a:gd name="T7" fmla="*/ 1468 h 87"/>
                              <a:gd name="T8" fmla="+- 0 10548 10506"/>
                              <a:gd name="T9" fmla="*/ T8 w 87"/>
                              <a:gd name="T10" fmla="+- 0 1469 1419"/>
                              <a:gd name="T11" fmla="*/ 1469 h 87"/>
                              <a:gd name="T12" fmla="+- 0 10548 10506"/>
                              <a:gd name="T13" fmla="*/ T12 w 87"/>
                              <a:gd name="T14" fmla="+- 0 1469 1419"/>
                              <a:gd name="T15" fmla="*/ 1469 h 87"/>
                              <a:gd name="T16" fmla="+- 0 10559 10506"/>
                              <a:gd name="T17" fmla="*/ T16 w 87"/>
                              <a:gd name="T18" fmla="+- 0 1488 1419"/>
                              <a:gd name="T19" fmla="*/ 1488 h 87"/>
                              <a:gd name="T20" fmla="+- 0 10560 10506"/>
                              <a:gd name="T21" fmla="*/ T20 w 87"/>
                              <a:gd name="T22" fmla="+- 0 1488 1419"/>
                              <a:gd name="T23" fmla="*/ 1488 h 87"/>
                              <a:gd name="T24" fmla="+- 0 10560 10506"/>
                              <a:gd name="T25" fmla="*/ T24 w 87"/>
                              <a:gd name="T26" fmla="+- 0 1489 1419"/>
                              <a:gd name="T27" fmla="*/ 1489 h 87"/>
                              <a:gd name="T28" fmla="+- 0 10570 10506"/>
                              <a:gd name="T29" fmla="*/ T28 w 87"/>
                              <a:gd name="T30" fmla="+- 0 1489 1419"/>
                              <a:gd name="T31" fmla="*/ 1489 h 87"/>
                              <a:gd name="T32" fmla="+- 0 10571 10506"/>
                              <a:gd name="T33" fmla="*/ T32 w 87"/>
                              <a:gd name="T34" fmla="+- 0 1488 1419"/>
                              <a:gd name="T35" fmla="*/ 1488 h 87"/>
                              <a:gd name="T36" fmla="+- 0 10571 10506"/>
                              <a:gd name="T37" fmla="*/ T36 w 87"/>
                              <a:gd name="T38" fmla="+- 0 1487 1419"/>
                              <a:gd name="T39" fmla="*/ 1487 h 87"/>
                              <a:gd name="T40" fmla="+- 0 10571 10506"/>
                              <a:gd name="T41" fmla="*/ T40 w 87"/>
                              <a:gd name="T42" fmla="+- 0 1486 1419"/>
                              <a:gd name="T43" fmla="*/ 1486 h 87"/>
                              <a:gd name="T44" fmla="+- 0 10560 10506"/>
                              <a:gd name="T45" fmla="*/ T44 w 87"/>
                              <a:gd name="T46" fmla="+- 0 1468 1419"/>
                              <a:gd name="T47" fmla="*/ 1468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7" h="87">
                                <a:moveTo>
                                  <a:pt x="54" y="49"/>
                                </a:moveTo>
                                <a:lnTo>
                                  <a:pt x="41" y="49"/>
                                </a:lnTo>
                                <a:lnTo>
                                  <a:pt x="42" y="50"/>
                                </a:lnTo>
                                <a:lnTo>
                                  <a:pt x="53" y="69"/>
                                </a:lnTo>
                                <a:lnTo>
                                  <a:pt x="54" y="69"/>
                                </a:lnTo>
                                <a:lnTo>
                                  <a:pt x="54" y="70"/>
                                </a:lnTo>
                                <a:lnTo>
                                  <a:pt x="64" y="70"/>
                                </a:lnTo>
                                <a:lnTo>
                                  <a:pt x="65" y="69"/>
                                </a:lnTo>
                                <a:lnTo>
                                  <a:pt x="65" y="68"/>
                                </a:lnTo>
                                <a:lnTo>
                                  <a:pt x="65" y="67"/>
                                </a:lnTo>
                                <a:lnTo>
                                  <a:pt x="54" y="49"/>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28"/>
                        <wps:cNvSpPr>
                          <a:spLocks/>
                        </wps:cNvSpPr>
                        <wps:spPr bwMode="auto">
                          <a:xfrm>
                            <a:off x="10506" y="1419"/>
                            <a:ext cx="87" cy="87"/>
                          </a:xfrm>
                          <a:custGeom>
                            <a:avLst/>
                            <a:gdLst>
                              <a:gd name="T0" fmla="+- 0 10569 10506"/>
                              <a:gd name="T1" fmla="*/ T0 w 87"/>
                              <a:gd name="T2" fmla="+- 0 1444 1419"/>
                              <a:gd name="T3" fmla="*/ 1444 h 87"/>
                              <a:gd name="T4" fmla="+- 0 10555 10506"/>
                              <a:gd name="T5" fmla="*/ T4 w 87"/>
                              <a:gd name="T6" fmla="+- 0 1444 1419"/>
                              <a:gd name="T7" fmla="*/ 1444 h 87"/>
                              <a:gd name="T8" fmla="+- 0 10558 10506"/>
                              <a:gd name="T9" fmla="*/ T8 w 87"/>
                              <a:gd name="T10" fmla="+- 0 1446 1419"/>
                              <a:gd name="T11" fmla="*/ 1446 h 87"/>
                              <a:gd name="T12" fmla="+- 0 10558 10506"/>
                              <a:gd name="T13" fmla="*/ T12 w 87"/>
                              <a:gd name="T14" fmla="+- 0 1457 1419"/>
                              <a:gd name="T15" fmla="*/ 1457 h 87"/>
                              <a:gd name="T16" fmla="+- 0 10555 10506"/>
                              <a:gd name="T17" fmla="*/ T16 w 87"/>
                              <a:gd name="T18" fmla="+- 0 1460 1419"/>
                              <a:gd name="T19" fmla="*/ 1460 h 87"/>
                              <a:gd name="T20" fmla="+- 0 10569 10506"/>
                              <a:gd name="T21" fmla="*/ T20 w 87"/>
                              <a:gd name="T22" fmla="+- 0 1460 1419"/>
                              <a:gd name="T23" fmla="*/ 1460 h 87"/>
                              <a:gd name="T24" fmla="+- 0 10569 10506"/>
                              <a:gd name="T25" fmla="*/ T24 w 87"/>
                              <a:gd name="T26" fmla="+- 0 1444 1419"/>
                              <a:gd name="T27" fmla="*/ 1444 h 87"/>
                            </a:gdLst>
                            <a:ahLst/>
                            <a:cxnLst>
                              <a:cxn ang="0">
                                <a:pos x="T1" y="T3"/>
                              </a:cxn>
                              <a:cxn ang="0">
                                <a:pos x="T5" y="T7"/>
                              </a:cxn>
                              <a:cxn ang="0">
                                <a:pos x="T9" y="T11"/>
                              </a:cxn>
                              <a:cxn ang="0">
                                <a:pos x="T13" y="T15"/>
                              </a:cxn>
                              <a:cxn ang="0">
                                <a:pos x="T17" y="T19"/>
                              </a:cxn>
                              <a:cxn ang="0">
                                <a:pos x="T21" y="T23"/>
                              </a:cxn>
                              <a:cxn ang="0">
                                <a:pos x="T25" y="T27"/>
                              </a:cxn>
                            </a:cxnLst>
                            <a:rect l="0" t="0" r="r" b="b"/>
                            <a:pathLst>
                              <a:path w="87" h="87">
                                <a:moveTo>
                                  <a:pt x="63" y="25"/>
                                </a:moveTo>
                                <a:lnTo>
                                  <a:pt x="49" y="25"/>
                                </a:lnTo>
                                <a:lnTo>
                                  <a:pt x="52" y="27"/>
                                </a:lnTo>
                                <a:lnTo>
                                  <a:pt x="52" y="38"/>
                                </a:lnTo>
                                <a:lnTo>
                                  <a:pt x="49" y="41"/>
                                </a:lnTo>
                                <a:lnTo>
                                  <a:pt x="63" y="41"/>
                                </a:lnTo>
                                <a:lnTo>
                                  <a:pt x="63" y="25"/>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FE2D5E2" id="Group 1" o:spid="_x0000_s1026" style="position:absolute;margin-left:434.7pt;margin-top:25.65pt;width:107.05pt;height:70.75pt;z-index:-251653120;mso-position-horizontal-relative:page;mso-position-vertical-relative:page" coordorigin="8694,1083" coordsize="2141,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">
              <v:group id="Group 2" o:spid="_x0000_s1027" style="position:absolute;left:8704;top:1093;width:2121;height:1395" coordorigin="8704,1093" coordsize="2121,1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Freeform 3" o:spid="_x0000_s1028"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CRisIA&#10;AADbAAAADwAAAGRycy9kb3ducmV2LnhtbESPS4vCQBCE74L/YWjB2zpxXVSio8guLro3X3htMm0S&#10;zPSEzGwe/94RBI9FVX1FLdetKURNlcstKxiPIhDEidU5pwrOp+3HHITzyBoLy6SgIwfrVb+3xFjb&#10;hg9UH30qAoRdjAoy78tYSpdkZNCNbEkcvJutDPogq1TqCpsAN4X8jKKpNJhzWMiwpO+Mkvvx3yj4&#10;cj+3X+zqv46a5jLbm8nufmWlhoN2swDhqfXv8Ku90wqmE3h+CT9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kJGKwgAAANsAAAAPAAAAAAAAAAAAAAAAAJgCAABkcnMvZG93&#10;bnJldi54bWxQSwUGAAAAAAQABAD1AAAAhwMAAAAA&#10;" path="m231,400r-50,48l136,498,97,550,63,604,37,661,17,720,4,781,,845r,32l8,944r20,78l67,1102r56,72l196,1237r89,53l389,1333r58,17l509,1365r65,12l642,1386r72,6l789,1395r78,l948,1391r84,-6l1102,1377r73,-12l1251,1351r76,-16l1404,1315r77,-22l1556,1268r37,-14l819,1254r-62,l696,1251r-60,-4l521,1232,414,1206r-95,-36l236,1122r-67,-62l119,985,90,895,83,822r1,-24l93,725r20,-70l141,589r35,-61l217,474r14,-17l231,400e" fillcolor="#007cba" stroked="f">
                  <v:path arrowok="t" o:connecttype="custom" o:connectlocs="231,1493;181,1541;136,1591;97,1643;63,1697;37,1754;17,1813;4,1874;0,1938;0,1970;8,2037;28,2115;67,2195;123,2267;196,2330;285,2383;389,2426;447,2443;509,2458;574,2470;642,2479;714,2485;789,2488;867,2488;948,2484;1032,2478;1102,2470;1175,2458;1251,2444;1327,2428;1404,2408;1481,2386;1556,2361;1593,2347;819,2347;757,2347;696,2344;636,2340;521,2325;414,2299;319,2263;236,2215;169,2153;119,2078;90,1988;83,1915;84,1891;93,1818;113,1748;141,1682;176,1621;217,1567;231,1550;231,1493" o:connectangles="0,0,0,0,0,0,0,0,0,0,0,0,0,0,0,0,0,0,0,0,0,0,0,0,0,0,0,0,0,0,0,0,0,0,0,0,0,0,0,0,0,0,0,0,0,0,0,0,0,0,0,0,0,0"/>
                </v:shape>
                <v:shape id="Freeform 4" o:spid="_x0000_s1029"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kJ/sIA&#10;AADbAAAADwAAAGRycy9kb3ducmV2LnhtbESPS4vCQBCE74L/YWjBm0584C7RUURR1Nu6u3htMm0S&#10;zPSEzJjHv3cWFjwWVfUVtdq0phA1VS63rGAyjkAQJ1bnnCr4+T6MPkE4j6yxsEwKOnKwWfd7K4y1&#10;bfiL6qtPRYCwi1FB5n0ZS+mSjAy6sS2Jg3e3lUEfZJVKXWET4KaQ0yhaSIM5h4UMS9pllDyuT6Ng&#10;7vb3I3b1paOm+f04m9npcWOlhoN2uwThqfXv8H/7pBUs5vD3JfwA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Qn+wgAAANsAAAAPAAAAAAAAAAAAAAAAAJgCAABkcnMvZG93&#10;bnJldi54bWxQSwUGAAAAAAQABAD1AAAAhwMAAAAA&#10;" path="m1761,1017r-59,33l1636,1081r-71,29l1489,1138r-78,25l1330,1186r-82,19l1167,1222r-81,13l1007,1244r-63,5l881,1252r-62,2l1593,1254r70,-29l1730,1194r31,-17l1761,1017e" fillcolor="#007cba" stroked="f">
                  <v:path arrowok="t" o:connecttype="custom" o:connectlocs="1761,2110;1702,2143;1636,2174;1565,2203;1489,2231;1411,2256;1330,2279;1248,2298;1167,2315;1086,2328;1007,2337;944,2342;881,2345;819,2347;1593,2347;1663,2318;1730,2287;1761,2270;1761,2110" o:connectangles="0,0,0,0,0,0,0,0,0,0,0,0,0,0,0,0,0,0,0"/>
                </v:shape>
                <v:shape id="Freeform 5" o:spid="_x0000_s1030"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sZcMA&#10;AADbAAAADwAAAGRycy9kb3ducmV2LnhtbESPS2sCQRCE74L/YWjBm86qiYZ1RxElweQWTci12el9&#10;4E7PsjPZx7/PBASPRVV9RSX73lSipcaVlhUs5hEI4tTqknMFX9fX2QsI55E1VpZJwUAO9rvxKMFY&#10;244/qb34XAQIuxgVFN7XsZQuLcigm9uaOHiZbQz6IJtc6ga7ADeVXEbRWhosOSwUWNOxoPR2+TUK&#10;ntwpe8Oh/Rio674372Z1vv2wUtNJf9iC8NT7R/jePmsF62f4/xJ+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sZcMAAADbAAAADwAAAAAAAAAAAAAAAACYAgAAZHJzL2Rv&#10;d25yZXYueG1sUEsFBgAAAAAEAAQA9QAAAIgDAAAAAA==&#10;" path="m1804,73r-463,l1433,76r88,8l1605,98r78,19l1754,143r65,32l1875,213r48,44l1962,307r28,57l2008,428r5,44l2013,495r-10,66l1981,624r-35,61l1901,740r-56,49l1802,818r,115l1882,894r52,-36l1981,815r44,-50l2062,709r29,-62l2111,581r9,-71l2121,472r-3,-37l2090,327r-32,-62l2014,209r-54,-49l1897,118,1826,82r-22,-9e" fillcolor="#007cba" stroked="f">
                  <v:path arrowok="t" o:connecttype="custom" o:connectlocs="1804,1166;1341,1166;1433,1169;1521,1177;1605,1191;1683,1210;1754,1236;1819,1268;1875,1306;1923,1350;1962,1400;1990,1457;2008,1521;2013,1565;2013,1588;2003,1654;1981,1717;1946,1778;1901,1833;1845,1882;1802,1911;1802,2026;1882,1987;1934,1951;1981,1908;2025,1858;2062,1802;2091,1740;2111,1674;2120,1603;2121,1565;2118,1528;2090,1420;2058,1358;2014,1302;1960,1253;1897,1211;1826,1175;1804,1166" o:connectangles="0,0,0,0,0,0,0,0,0,0,0,0,0,0,0,0,0,0,0,0,0,0,0,0,0,0,0,0,0,0,0,0,0,0,0,0,0,0,0"/>
                </v:shape>
                <v:shape id="Freeform 6" o:spid="_x0000_s1031"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cyEsMA&#10;AADbAAAADwAAAGRycy9kb3ducmV2LnhtbESPS2vDMBCE74H+B7GF3ho5aXGDEzmUhpa0t7gJuS7W&#10;+kGslbFUP/59FQjkOMzMN8xmO5pG9NS52rKCxTwCQZxbXXOp4Pj7+bwC4TyyxsYyKZjIwTZ9mG0w&#10;0XbgA/WZL0WAsEtQQeV9m0jp8ooMurltiYNX2M6gD7Irpe5wCHDTyGUUxdJgzWGhwpY+Ksov2Z9R&#10;8Op2xRdO/c9Ew3B6+zYv+8uZlXp6HN/XIDyN/h6+tfdaQRzD9Uv4AT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OcyEsMAAADbAAAADwAAAAAAAAAAAAAAAACYAgAAZHJzL2Rv&#10;d25yZXYueG1sUEsFBgAAAAAEAAQA9QAAAIgDAAAAAA==&#10;" path="m1378,l1276,3,1172,13,1067,28,962,50,857,78,754,112,653,152r-98,46l462,251r,40l555,247r96,-39l749,173r99,-30l949,119,1049,99r99,-14l1246,77r95,-4l1804,73,1748,53,1663,30,1572,14,1477,4,1378,e" fillcolor="#007cba" stroked="f">
                  <v:path arrowok="t" o:connecttype="custom" o:connectlocs="1378,1093;1276,1096;1172,1106;1067,1121;962,1143;857,1171;754,1205;653,1245;555,1291;462,1344;462,1384;555,1340;651,1301;749,1266;848,1236;949,1212;1049,1192;1148,1178;1246,1170;1341,1166;1804,1166;1748,1146;1663,1123;1572,1107;1477,1097;1378,1093" o:connectangles="0,0,0,0,0,0,0,0,0,0,0,0,0,0,0,0,0,0,0,0,0,0,0,0,0,0"/>
                </v:shape>
              </v:group>
              <v:group id="Group 7" o:spid="_x0000_s1032" style="position:absolute;left:10321;top:1419;width:110;height:598" coordorigin="10321,1419" coordsize="110,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shape id="Freeform 8" o:spid="_x0000_s1033" style="position:absolute;left:10321;top:1419;width:110;height:598;visibility:visible;mso-wrap-style:square;v-text-anchor:top" coordsize="110,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kVbsA&#10;AADbAAAADwAAAGRycy9kb3ducmV2LnhtbERPuwrCMBTdBf8hXMFNUx2qVGMpBcHFwReu1+baFpub&#10;0kStf28GwfFw3uu0N414Uedqywpm0wgEcWF1zaWC82k7WYJwHlljY5kUfMhBuhkO1pho++YDvY6+&#10;FCGEXYIKKu/bREpXVGTQTW1LHLi77Qz6ALtS6g7fIdw0ch5FsTRYc2iosKW8ouJxfBoF+konh/tL&#10;Vkf3A5fxIr/JZa7UeNRnKxCeev8X/9w7rSAOY8OX8APk5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Po+5FW7AAAA2wAAAA8AAAAAAAAAAAAAAAAAmAIAAGRycy9kb3ducmV2Lnht&#10;bFBLBQYAAAAABAAEAPUAAACAAwAAAAA=&#10;" path="m110,l,,,488r14,60l59,590r24,8l110,e" fillcolor="#007cba" stroked="f">
                  <v:path arrowok="t" o:connecttype="custom" o:connectlocs="110,1419;0,1419;0,1907;14,1967;59,2009;83,2017;110,1419" o:connectangles="0,0,0,0,0,0,0"/>
                </v:shape>
              </v:group>
              <v:group id="Group 9" o:spid="_x0000_s1034" style="position:absolute;left:9013;top:1597;width:110;height:429" coordorigin="9013,1597" coordsize="110,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shape id="Freeform 10" o:spid="_x0000_s1035" style="position:absolute;left:9013;top:1597;width:110;height:429;visibility:visible;mso-wrap-style:square;v-text-anchor:top" coordsize="110,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FPQcEA&#10;AADbAAAADwAAAGRycy9kb3ducmV2LnhtbERPTWvCQBC9F/wPywje6iYVUhtdgwgFKVIwKZ7H7JgE&#10;s7Mhu4npv3cPhR4f73ubTaYVI/WusawgXkYgiEurG64U/BSfr2sQziNrbC2Tgl9ykO1mL1tMtX3w&#10;mcbcVyKEsEtRQe19l0rpypoMuqXtiAN3s71BH2BfSd3jI4SbVr5FUSINNhwaauzoUFN5zwejgJPb&#10;99HcL5cEV8Pp/HEtdPxVKLWYT/sNCE+T/xf/uY9awXtYH76EHyB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BT0HBAAAA2wAAAA8AAAAAAAAAAAAAAAAAmAIAAGRycy9kb3du&#10;cmV2LnhtbFBLBQYAAAAABAAEAPUAAACGAwAAAAA=&#10;" path="m110,l,,,319r13,60l58,421r24,8l110,e" fillcolor="#007cba" stroked="f">
                  <v:path arrowok="t" o:connecttype="custom" o:connectlocs="110,1597;0,1597;0,1916;13,1976;58,2018;82,2026;110,1597" o:connectangles="0,0,0,0,0,0,0"/>
                </v:shape>
              </v:group>
              <v:group id="Group 11" o:spid="_x0000_s1036" style="position:absolute;left:9013;top:1434;width:110;height:104" coordorigin="9013,1434" coordsize="110,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shape id="Freeform 12" o:spid="_x0000_s1037" style="position:absolute;left:9013;top:1434;width:110;height:104;visibility:visible;mso-wrap-style:square;v-text-anchor:top" coordsize="11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6rEscA&#10;AADbAAAADwAAAGRycy9kb3ducmV2LnhtbESPQWvCQBSE7wX/w/KE3uqmKbQSXaXEinooqC2ot0f2&#10;mQ1m36bZbYz/vlso9DjMzDfMdN7bWnTU+sqxgsdRAoK4cLriUsHnx/JhDMIHZI21Y1JwIw/z2eBu&#10;ipl2V95Rtw+liBD2GSowITSZlL4wZNGPXEMcvbNrLYYo21LqFq8RbmuZJsmztFhxXDDYUG6ouOy/&#10;rYLDsfsym9Vivdze3lf5Jj+kb6cnpe6H/esERKA+/If/2mut4CWF3y/xB8jZ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qxLHAAAA2wAAAA8AAAAAAAAAAAAAAAAAmAIAAGRy&#10;cy9kb3ducmV2LnhtbFBLBQYAAAAABAAEAPUAAACMAwAAAAA=&#10;" path="m,104r109,l109,,,,,104e" fillcolor="#007cba" stroked="f">
                  <v:path arrowok="t" o:connecttype="custom" o:connectlocs="0,1538;109,1538;109,1434;0,1434;0,1538" o:connectangles="0,0,0,0,0"/>
                </v:shape>
              </v:group>
              <v:group id="Group 13" o:spid="_x0000_s1038" style="position:absolute;left:9654;top:1480;width:191;height:546" coordorigin="9654,1480" coordsize="191,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Freeform 14" o:spid="_x0000_s1039" style="position:absolute;left:9654;top:1480;width:191;height:546;visibility:visible;mso-wrap-style:square;v-text-anchor:top" coordsize="191,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f7jcQA&#10;AADbAAAADwAAAGRycy9kb3ducmV2LnhtbESPzWrDMBCE74W8g9hAL6WR45akcaKEpGBob/kpPS/W&#10;xjaxVsaSbPftq0Ihx2FmvmE2u9E0oqfO1ZYVzGcJCOLC6ppLBV+X/PkNhPPIGhvLpOCHHOy2k4cN&#10;ZtoOfKL+7EsRIewyVFB532ZSuqIig25mW+LoXW1n0EfZlVJ3OES4aWSaJAtpsOa4UGFL7xUVt3Mw&#10;Co7yGsKTLwPl4eX4ffh06WoslHqcjvs1CE+jv4f/2x9awfIV/r7EH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3+43EAAAA2wAAAA8AAAAAAAAAAAAAAAAAmAIAAGRycy9k&#10;b3ducmV2LnhtbFBLBQYAAAAABAAEAPUAAACJAwAAAAA=&#10;" path="m109,l,,1,440r22,58l74,537r53,9l191,546r,-91l130,453,114,440r-5,-23l109,205r82,l191,117r-82,l109,e" fillcolor="#007cba" stroked="f">
                  <v:path arrowok="t" o:connecttype="custom" o:connectlocs="109,1480;0,1480;1,1920;23,1978;74,2017;127,2026;191,2026;191,1935;130,1933;114,1920;109,1897;109,1685;191,1685;191,1597;109,1597;109,1480" o:connectangles="0,0,0,0,0,0,0,0,0,0,0,0,0,0,0,0"/>
                </v:shape>
              </v:group>
              <v:group id="Group 15" o:spid="_x0000_s1040" style="position:absolute;left:9873;top:1590;width:385;height:443" coordorigin="9873,1590" coordsize="385,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Freeform 16" o:spid="_x0000_s1041"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fwVMMA&#10;AADbAAAADwAAAGRycy9kb3ducmV2LnhtbESPW2sCMRSE3wX/QzhC3zRrKSpbo1RLqY/eQPp2dnP2&#10;QjcnS5K6239vBMHHYWa+YZbr3jTiSs7XlhVMJwkI4tzqmksF59PXeAHCB2SNjWVS8E8e1qvhYImp&#10;th0f6HoMpYgQ9ikqqEJoUyl9XpFBP7EtcfQK6wyGKF0ptcMuwk0jX5NkJg3WHBcqbGlbUf57/DMK&#10;XDYti+zQvmWnz8tPty82DX73Sr2M+o93EIH68Aw/2jutYD6D+5f4A+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fwVMMAAADbAAAADwAAAAAAAAAAAAAAAACYAgAAZHJzL2Rv&#10;d25yZXYueG1sUEsFBgAAAAAEAAQA9QAAAIgDAAAAAA==&#10;" path="m198,l134,10,80,39,37,85,10,147,,226r2,31l21,334r36,54l106,423r59,17l206,443r25,-1l294,429r64,-40l372,375,342,350r-158,l161,344,117,300r-8,-45l385,255r,-46l383,184r,-3l276,181,110,166r26,-54l197,90r158,l347,77,304,32,245,5,222,1,198,e" fillcolor="#007cba" stroked="f">
                  <v:path arrowok="t" o:connecttype="custom" o:connectlocs="198,1590;134,1600;80,1629;37,1675;10,1737;0,1816;2,1847;21,1924;57,1978;106,2013;165,2030;206,2033;231,2032;294,2019;358,1979;372,1965;342,1940;184,1940;161,1934;117,1890;109,1845;385,1845;385,1799;383,1774;383,1771;276,1771;110,1756;136,1702;197,1680;355,1680;347,1667;304,1622;245,1595;222,1591;198,1590" o:connectangles="0,0,0,0,0,0,0,0,0,0,0,0,0,0,0,0,0,0,0,0,0,0,0,0,0,0,0,0,0,0,0,0,0,0,0"/>
                </v:shape>
                <v:shape id="Freeform 17" o:spid="_x0000_s1042"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tVz8MA&#10;AADbAAAADwAAAGRycy9kb3ducmV2LnhtbESPW2sCMRSE3wX/QzhC3zRrKSpbo1RLqY/eQPp2dnP2&#10;QjcnS5K6239vBMHHYWa+YZbr3jTiSs7XlhVMJwkI4tzqmksF59PXeAHCB2SNjWVS8E8e1qvhYImp&#10;th0f6HoMpYgQ9ikqqEJoUyl9XpFBP7EtcfQK6wyGKF0ptcMuwk0jX5NkJg3WHBcqbGlbUf57/DMK&#10;XDYti+zQvmWnz8tPty82DX73Sr2M+o93EIH68Aw/2jutYD6H+5f4A+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ntVz8MAAADbAAAADwAAAAAAAAAAAAAAAACYAgAAZHJzL2Rv&#10;d25yZXYueG1sUEsFBgAAAAAEAAQA9QAAAIgDAAAAAA==&#10;" path="m300,316r-63,32l184,350r158,l300,316e" fillcolor="#007cba" stroked="f">
                  <v:path arrowok="t" o:connecttype="custom" o:connectlocs="300,1906;237,1938;184,1940;342,1940;300,1906" o:connectangles="0,0,0,0,0"/>
                </v:shape>
                <v:shape id="Freeform 18" o:spid="_x0000_s1043"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BvcEA&#10;AADbAAAADwAAAGRycy9kb3ducmV2LnhtbERPy2rCQBTdC/2H4Rbc6SSlVImOoa0Uu6xRKN3dZG4e&#10;mLkTZkaT/n1nUXB5OO9tPple3Mj5zrKCdJmAIK6s7rhRcD59LNYgfEDW2FsmBb/kId89zLaYaTvy&#10;kW5FaEQMYZ+hgjaEIZPSVy0Z9Es7EEeuts5giNA1UjscY7jp5VOSvEiDHceGFgd6b6m6FFejwJVp&#10;U5fH4bk87b9/xq/6rcfDpNT8cXrdgAg0hbv43/2pFazi2Pgl/g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kwb3BAAAA2wAAAA8AAAAAAAAAAAAAAAAAmAIAAGRycy9kb3du&#10;cmV2LnhtbFBLBQYAAAAABAAEAPUAAACGAwAAAAA=&#10;" path="m355,90r-158,l199,90r24,4l267,137r9,44l383,181r-3,-21l374,137r-7,-22l358,95r-3,-5e" fillcolor="#007cba" stroked="f">
                  <v:path arrowok="t" o:connecttype="custom" o:connectlocs="355,1680;197,1680;199,1680;223,1684;267,1727;276,1771;383,1771;380,1750;374,1727;367,1705;358,1685;355,1680" o:connectangles="0,0,0,0,0,0,0,0,0,0,0,0"/>
                </v:shape>
              </v:group>
              <v:group id="Group 19" o:spid="_x0000_s1044" style="position:absolute;left:9220;top:1597;width:348;height:429" coordorigin="9220,1597" coordsize="348,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shape id="Freeform 20" o:spid="_x0000_s1045" style="position:absolute;left:9220;top:1597;width:348;height:429;visibility:visible;mso-wrap-style:square;v-text-anchor:top" coordsize="348,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ZQKsEA&#10;AADbAAAADwAAAGRycy9kb3ducmV2LnhtbERPzWrCQBC+F3yHZQQvRTf20IboKiKWtNCLiQ8wZCfZ&#10;YHY2ZNckvn33UOjx4/vfH2fbiZEG3zpWsN0kIIgrp1tuFNzKz3UKwgdkjZ1jUvAkD8fD4mWPmXYT&#10;X2ksQiNiCPsMFZgQ+kxKXxmy6DeuJ45c7QaLIcKhkXrAKYbbTr4lybu02HJsMNjT2VB1Lx5WwZib&#10;17x3H1zW86U6J99pfbn+KLVazqcdiEBz+Bf/ub+0gjSuj1/iD5CH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GUCrBAAAA2wAAAA8AAAAAAAAAAAAAAAAAmAIAAGRycy9kb3du&#10;cmV2LnhtbFBLBQYAAAAABAAEAPUAAACGAwAAAAA=&#10;" path="m,l,430r109,l109,88r239,l318,34,256,3,227,,,e" fillcolor="#007cba" stroked="f">
                  <v:path arrowok="t" o:connecttype="custom" o:connectlocs="0,1597;0,2027;109,2027;109,1685;348,1685;318,1631;256,1600;227,1597;0,1597" o:connectangles="0,0,0,0,0,0,0,0,0"/>
                </v:shape>
              </v:group>
              <v:group id="Group 21" o:spid="_x0000_s1046" style="position:absolute;left:9419;top:1685;width:154;height:342" coordorigin="9419,1685" coordsize="154,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shape id="Freeform 22" o:spid="_x0000_s1047" style="position:absolute;left:9419;top:1685;width:154;height:342;visibility:visible;mso-wrap-style:square;v-text-anchor:top" coordsize="15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nI8EA&#10;AADbAAAADwAAAGRycy9kb3ducmV2LnhtbESPQYvCMBSE78L+h/AEb5pWWJGuUXTRRbxpZff6aN42&#10;xealNLHWf28EweMwM98wi1Vva9FR6yvHCtJJAoK4cLriUsE5343nIHxA1lg7JgV38rBafgwWmGl3&#10;4yN1p1CKCGGfoQITQpNJ6QtDFv3ENcTR+3etxRBlW0rd4i3CbS2nSTKTFiuOCwYb+jZUXE5Xq4Dz&#10;S1d9/qVhq68mbZKfzW9/2Cg1GvbrLxCB+vAOv9p7rWA+heeX+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vpyPBAAAA2wAAAA8AAAAAAAAAAAAAAAAAmAIAAGRycy9kb3du&#10;cmV2LnhtbFBLBQYAAAAABAAEAPUAAACGAwAAAAA=&#10;" path="m149,l,,25,5,40,18r5,22l45,342r109,l154,40,153,20,149,e" fillcolor="#007cba" stroked="f">
                  <v:path arrowok="t" o:connecttype="custom" o:connectlocs="149,1685;0,1685;25,1690;40,1703;45,1725;45,2027;154,2027;154,1725;153,1705;149,1685;149,1685" o:connectangles="0,0,0,0,0,0,0,0,0,0,0"/>
                </v:shape>
              </v:group>
              <v:group id="Group 23" o:spid="_x0000_s1048" style="position:absolute;left:10506;top:1419;width:87;height:87" coordorigin="10506,1419" coordsize="8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Freeform 24" o:spid="_x0000_s1049"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XJQsQA&#10;AADbAAAADwAAAGRycy9kb3ducmV2LnhtbESPQWvCQBSE74L/YXlCb7qpSo1pNiKlYvGmLeLxkX1N&#10;QrNv0+yapP313YLgcZiZb5h0M5hadNS6yrKCx1kEgji3uuJCwcf7bhqDcB5ZY22ZFPyQg002HqWY&#10;aNvzkbqTL0SAsEtQQel9k0jp8pIMupltiIP3aVuDPsi2kLrFPsBNLedR9CQNVhwWSmzopaT863Q1&#10;ChZxT4vzL3br11VzObjosD+uv5V6mAzbZxCeBn8P39pvWkG8hP8v4Qf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lyULEAAAA2wAAAA8AAAAAAAAAAAAAAAAAmAIAAGRycy9k&#10;b3ducmV2LnhtbFBLBQYAAAAABAAEAPUAAACJAwAAAAA=&#10;" path="m40,l20,7,5,23,,46,7,67,22,82r22,5l50,87,67,80r-25,l25,74,13,58,10,31,23,14,44,7r22,l63,5,40,e" fillcolor="#007cba" stroked="f">
                  <v:path arrowok="t" o:connecttype="custom" o:connectlocs="40,1419;20,1426;5,1442;0,1465;7,1486;22,1501;44,1506;50,1506;67,1499;42,1499;25,1493;13,1477;10,1450;23,1433;44,1426;66,1426;63,1424;40,1419" o:connectangles="0,0,0,0,0,0,0,0,0,0,0,0,0,0,0,0,0,0"/>
                </v:shape>
                <v:shape id="Freeform 25" o:spid="_x0000_s1050"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ls2cQA&#10;AADbAAAADwAAAGRycy9kb3ducmV2LnhtbESPQWvCQBSE74L/YXlCb7qpYo1pNiKlYvGmLeLxkX1N&#10;QrNv0+yapP313YLgcZiZb5h0M5hadNS6yrKCx1kEgji3uuJCwcf7bhqDcB5ZY22ZFPyQg002HqWY&#10;aNvzkbqTL0SAsEtQQel9k0jp8pIMupltiIP3aVuDPsi2kLrFPsBNLedR9CQNVhwWSmzopaT863Q1&#10;ChZxT4vzL3br11VzObjosD+uv5V6mAzbZxCeBn8P39pvWkG8hP8v4Qf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pbNnEAAAA2wAAAA8AAAAAAAAAAAAAAAAAmAIAAGRycy9k&#10;b3ducmV2LnhtbFBLBQYAAAAABAAEAPUAAACJAwAAAAA=&#10;" path="m66,7l44,7r3,1l64,14,75,31r2,26l64,73,42,80r25,l69,79,82,62,87,39,80,19,66,7e" fillcolor="#007cba" stroked="f">
                  <v:path arrowok="t" o:connecttype="custom" o:connectlocs="66,1426;44,1426;47,1427;64,1433;75,1450;77,1476;64,1492;42,1499;67,1499;69,1498;82,1481;87,1458;80,1438;66,1426" o:connectangles="0,0,0,0,0,0,0,0,0,0,0,0,0,0"/>
                </v:shape>
                <v:shape id="Freeform 26" o:spid="_x0000_s1051"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vyrsMA&#10;AADbAAAADwAAAGRycy9kb3ducmV2LnhtbESPQWvCQBSE74X+h+UVvNWNCjZGVymiKN60RTw+ss8k&#10;mH2bZtck+utdoeBxmJlvmNmiM6VoqHaFZQWDfgSCOLW64EzB78/6MwbhPLLG0jIpuJGDxfz9bYaJ&#10;ti3vqTn4TAQIuwQV5N5XiZQuzcmg69uKOHhnWxv0QdaZ1DW2AW5KOYyisTRYcFjIsaJlTunlcDUK&#10;RnFLo+Mdm8nqqzrtXLTb7Cd/SvU+uu8pCE+df4X/21utIB7D80v4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nvyrsMAAADbAAAADwAAAAAAAAAAAAAAAACYAgAAZHJzL2Rv&#10;d25yZXYueG1sUEsFBgAAAAAEAAQA9QAAAIgDAAAAAA==&#10;" path="m55,16r-18,l30,16r-2,l25,17r,1l25,69r,1l35,70r,-1l36,49r18,l53,47r6,-2l63,41r-14,l35,40r,-15l63,25r,-5l55,16e" fillcolor="#007cba" stroked="f">
                  <v:path arrowok="t" o:connecttype="custom" o:connectlocs="55,1435;37,1435;30,1435;28,1435;25,1436;25,1437;25,1488;25,1489;35,1489;35,1488;36,1468;54,1468;53,1466;59,1464;63,1460;63,1460;49,1460;35,1459;35,1444;63,1444;63,1439;55,1435" o:connectangles="0,0,0,0,0,0,0,0,0,0,0,0,0,0,0,0,0,0,0,0,0,0"/>
                </v:shape>
                <v:shape id="Freeform 27" o:spid="_x0000_s1052"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dXNcQA&#10;AADbAAAADwAAAGRycy9kb3ducmV2LnhtbESPQWvCQBSE7wX/w/IEb3VjAzVGV5FSseSmLeLxkX0m&#10;wezbmN0msb++Wyh4HGbmG2a1GUwtOmpdZVnBbBqBIM6trrhQ8PW5e05AOI+ssbZMCu7kYLMePa0w&#10;1bbnA3VHX4gAYZeigtL7JpXS5SUZdFPbEAfvYluDPsi2kLrFPsBNLV+i6FUarDgslNjQW0n59fht&#10;FMRJT/HpB7vF+7w5Zy7K9ofFTanJeNguQXga/CP83/7QCpI5/H0JP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3VzXEAAAA2wAAAA8AAAAAAAAAAAAAAAAAmAIAAGRycy9k&#10;b3ducmV2LnhtbFBLBQYAAAAABAAEAPUAAACJAwAAAAA=&#10;" path="m54,49r-13,l42,50,53,69r1,l54,70r10,l65,69r,-1l65,67,54,49e" fillcolor="#007cba" stroked="f">
                  <v:path arrowok="t" o:connecttype="custom" o:connectlocs="54,1468;41,1468;42,1469;42,1469;53,1488;54,1488;54,1489;64,1489;65,1488;65,1487;65,1486;54,1468" o:connectangles="0,0,0,0,0,0,0,0,0,0,0,0"/>
                </v:shape>
                <v:shape id="Freeform 28" o:spid="_x0000_s1053"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jDR8AA&#10;AADbAAAADwAAAGRycy9kb3ducmV2LnhtbERPy4rCMBTdD/gP4QruxlQFp3aMIqIo7nwwzPLS3GmL&#10;zU1tYlv9erMYcHk47/myM6VoqHaFZQWjYQSCOLW64EzB5bz9jEE4j6yxtEwKHuRgueh9zDHRtuUj&#10;NSefiRDCLkEFufdVIqVLczLohrYiDtyfrQ36AOtM6hrbEG5KOY6iqTRYcGjIsaJ1Tun1dDcKJnFL&#10;k58nNrPNV/V7cNFhd5zdlBr0u9U3CE+df4v/3XutIA5jw5fwA+Ti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KjDR8AAAADbAAAADwAAAAAAAAAAAAAAAACYAgAAZHJzL2Rvd25y&#10;ZXYueG1sUEsFBgAAAAAEAAQA9QAAAIUDAAAAAA==&#10;" path="m63,25r-14,l52,27r,11l49,41r14,l63,25e" fillcolor="#007cba" stroked="f">
                  <v:path arrowok="t" o:connecttype="custom" o:connectlocs="63,1444;49,1444;52,1446;52,1457;49,1460;63,1460;63,1444" o:connectangles="0,0,0,0,0,0,0"/>
                </v:shape>
              </v:group>
              <w10:wrap anchorx="page" anchory="page"/>
            </v:group>
          </w:pict>
        </mc:Fallback>
      </mc:AlternateContent>
    </w:r>
  </w:p>
  <w:p w:rsidR="00A26FE8" w:rsidRDefault="00A26FE8">
    <w:pPr>
      <w:pStyle w:val="Header"/>
    </w:pPr>
  </w:p>
  <w:p w:rsidR="00A26FE8" w:rsidRDefault="00A26FE8">
    <w:pPr>
      <w:pStyle w:val="Header"/>
    </w:pPr>
  </w:p>
  <w:p w:rsidR="00A26FE8" w:rsidRDefault="00A26FE8">
    <w:pPr>
      <w:pStyle w:val="Header"/>
    </w:pPr>
  </w:p>
  <w:p w:rsidR="00A26FE8" w:rsidRDefault="00A26F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FFA4642"/>
    <w:lvl w:ilvl="0">
      <w:numFmt w:val="bullet"/>
      <w:pStyle w:val="FeatureBullet"/>
      <w:lvlText w:val="*"/>
      <w:lvlJc w:val="left"/>
    </w:lvl>
  </w:abstractNum>
  <w:abstractNum w:abstractNumId="1" w15:restartNumberingAfterBreak="0">
    <w:nsid w:val="04014BE8"/>
    <w:multiLevelType w:val="multilevel"/>
    <w:tmpl w:val="310633D0"/>
    <w:lvl w:ilvl="0">
      <w:start w:val="1"/>
      <w:numFmt w:val="decimal"/>
      <w:pStyle w:val="Heading1"/>
      <w:lvlText w:val="%1"/>
      <w:lvlJc w:val="left"/>
      <w:pPr>
        <w:tabs>
          <w:tab w:val="num" w:pos="0"/>
        </w:tabs>
        <w:ind w:left="0" w:hanging="1300"/>
      </w:pPr>
      <w:rPr>
        <w:rFonts w:hint="default"/>
      </w:rPr>
    </w:lvl>
    <w:lvl w:ilvl="1">
      <w:start w:val="1"/>
      <w:numFmt w:val="decimal"/>
      <w:pStyle w:val="Heading2"/>
      <w:lvlText w:val="%1.%2"/>
      <w:lvlJc w:val="left"/>
      <w:pPr>
        <w:tabs>
          <w:tab w:val="num" w:pos="0"/>
        </w:tabs>
        <w:ind w:left="0" w:hanging="1300"/>
      </w:pPr>
      <w:rPr>
        <w:rFonts w:hint="default"/>
      </w:rPr>
    </w:lvl>
    <w:lvl w:ilvl="2">
      <w:start w:val="1"/>
      <w:numFmt w:val="decimal"/>
      <w:pStyle w:val="Heading3"/>
      <w:lvlText w:val="%1.%2.%3"/>
      <w:lvlJc w:val="left"/>
      <w:pPr>
        <w:tabs>
          <w:tab w:val="num" w:pos="0"/>
        </w:tabs>
        <w:ind w:left="0" w:hanging="1300"/>
      </w:pPr>
      <w:rPr>
        <w:rFonts w:hint="default"/>
      </w:rPr>
    </w:lvl>
    <w:lvl w:ilvl="3">
      <w:start w:val="1"/>
      <w:numFmt w:val="decimal"/>
      <w:pStyle w:val="Heading4"/>
      <w:lvlText w:val="%1.%2.%3.%4"/>
      <w:lvlJc w:val="left"/>
      <w:pPr>
        <w:tabs>
          <w:tab w:val="num" w:pos="500"/>
        </w:tabs>
        <w:ind w:left="0" w:hanging="1300"/>
      </w:pPr>
      <w:rPr>
        <w:rFonts w:hint="default"/>
      </w:rPr>
    </w:lvl>
    <w:lvl w:ilvl="4">
      <w:start w:val="1"/>
      <w:numFmt w:val="decimal"/>
      <w:pStyle w:val="Heading5"/>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2" w15:restartNumberingAfterBreak="0">
    <w:nsid w:val="05053B56"/>
    <w:multiLevelType w:val="hybridMultilevel"/>
    <w:tmpl w:val="4ECE8F44"/>
    <w:lvl w:ilvl="0" w:tplc="CF50CD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935C5D"/>
    <w:multiLevelType w:val="multilevel"/>
    <w:tmpl w:val="1F0ED128"/>
    <w:lvl w:ilvl="0">
      <w:start w:val="1"/>
      <w:numFmt w:val="decimal"/>
      <w:pStyle w:val="ListNumberedList"/>
      <w:lvlText w:val="%1."/>
      <w:lvlJc w:val="left"/>
      <w:pPr>
        <w:tabs>
          <w:tab w:val="num" w:pos="72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3."/>
      <w:lvlJc w:val="left"/>
      <w:pPr>
        <w:tabs>
          <w:tab w:val="num" w:pos="1224"/>
        </w:tabs>
        <w:ind w:left="1224" w:hanging="504"/>
      </w:pPr>
      <w:rPr>
        <w:rFonts w:hint="default"/>
      </w:rPr>
    </w:lvl>
    <w:lvl w:ilvl="3">
      <w:start w:val="1"/>
      <w:numFmt w:val="decimal"/>
      <w:lvlText w:val="%2."/>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0A63BA9"/>
    <w:multiLevelType w:val="singleLevel"/>
    <w:tmpl w:val="22B83A44"/>
    <w:lvl w:ilvl="0">
      <w:start w:val="1"/>
      <w:numFmt w:val="bullet"/>
      <w:pStyle w:val="CellBodyBulletSub"/>
      <w:lvlText w:val=""/>
      <w:lvlJc w:val="left"/>
      <w:pPr>
        <w:tabs>
          <w:tab w:val="num" w:pos="936"/>
        </w:tabs>
        <w:ind w:left="0" w:firstLine="216"/>
      </w:pPr>
      <w:rPr>
        <w:rFonts w:ascii="Symbol" w:hAnsi="Symbol" w:hint="default"/>
      </w:rPr>
    </w:lvl>
  </w:abstractNum>
  <w:abstractNum w:abstractNumId="5" w15:restartNumberingAfterBreak="0">
    <w:nsid w:val="23B87209"/>
    <w:multiLevelType w:val="hybridMultilevel"/>
    <w:tmpl w:val="17185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46430F"/>
    <w:multiLevelType w:val="multilevel"/>
    <w:tmpl w:val="FF949D7E"/>
    <w:lvl w:ilvl="0">
      <w:start w:val="1"/>
      <w:numFmt w:val="none"/>
      <w:pStyle w:val="NoteTable"/>
      <w:lvlText w:val="NOTE:"/>
      <w:lvlJc w:val="left"/>
      <w:pPr>
        <w:tabs>
          <w:tab w:val="num" w:pos="720"/>
        </w:tabs>
        <w:ind w:left="360" w:hanging="360"/>
      </w:pPr>
      <w:rPr>
        <w:rFonts w:ascii="Verdana" w:hAnsi="Verdana" w:hint="default"/>
        <w:b/>
        <w:i w:val="0"/>
        <w:caps/>
        <w:sz w:val="16"/>
      </w:rPr>
    </w:lvl>
    <w:lvl w:ilvl="1">
      <w:start w:val="1"/>
      <w:numFmt w:val="decimal"/>
      <w:lvlText w:val="%2."/>
      <w:lvlJc w:val="left"/>
      <w:pPr>
        <w:tabs>
          <w:tab w:val="num" w:pos="792"/>
        </w:tabs>
        <w:ind w:left="792" w:hanging="432"/>
      </w:pPr>
      <w:rPr>
        <w:rFonts w:ascii="Helvetica" w:hAnsi="Helvetic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54C10DD"/>
    <w:multiLevelType w:val="multilevel"/>
    <w:tmpl w:val="FE84CCC4"/>
    <w:lvl w:ilvl="0">
      <w:start w:val="1"/>
      <w:numFmt w:val="none"/>
      <w:pStyle w:val="CellBitSet"/>
      <w:lvlText w:val="1 = "/>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27C779B"/>
    <w:multiLevelType w:val="hybridMultilevel"/>
    <w:tmpl w:val="D97016C2"/>
    <w:lvl w:ilvl="0" w:tplc="96EEC41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A8139B2"/>
    <w:multiLevelType w:val="multilevel"/>
    <w:tmpl w:val="B888D0CA"/>
    <w:lvl w:ilvl="0">
      <w:start w:val="1"/>
      <w:numFmt w:val="none"/>
      <w:pStyle w:val="Note"/>
      <w:lvlText w:val="Note:"/>
      <w:lvlJc w:val="left"/>
      <w:pPr>
        <w:tabs>
          <w:tab w:val="num" w:pos="76"/>
        </w:tabs>
        <w:ind w:left="-644" w:firstLine="0"/>
      </w:pPr>
      <w:rPr>
        <w:rFonts w:ascii="Verdana" w:hAnsi="Verdana" w:hint="default"/>
        <w:b/>
        <w:i/>
        <w:sz w:val="18"/>
      </w:rPr>
    </w:lvl>
    <w:lvl w:ilvl="1">
      <w:start w:val="1"/>
      <w:numFmt w:val="decimalZero"/>
      <w:isLgl/>
      <w:lvlText w:val="Section %1.%2"/>
      <w:lvlJc w:val="left"/>
      <w:pPr>
        <w:tabs>
          <w:tab w:val="num" w:pos="436"/>
        </w:tabs>
        <w:ind w:left="-644" w:firstLine="0"/>
      </w:pPr>
      <w:rPr>
        <w:rFonts w:hint="default"/>
      </w:rPr>
    </w:lvl>
    <w:lvl w:ilvl="2">
      <w:start w:val="1"/>
      <w:numFmt w:val="lowerLetter"/>
      <w:lvlText w:val="(%3)"/>
      <w:lvlJc w:val="left"/>
      <w:pPr>
        <w:tabs>
          <w:tab w:val="num" w:pos="76"/>
        </w:tabs>
        <w:ind w:left="76" w:hanging="432"/>
      </w:pPr>
      <w:rPr>
        <w:rFonts w:hint="default"/>
      </w:rPr>
    </w:lvl>
    <w:lvl w:ilvl="3">
      <w:start w:val="1"/>
      <w:numFmt w:val="lowerRoman"/>
      <w:lvlText w:val="(%4)"/>
      <w:lvlJc w:val="right"/>
      <w:pPr>
        <w:tabs>
          <w:tab w:val="num" w:pos="220"/>
        </w:tabs>
        <w:ind w:left="220" w:hanging="144"/>
      </w:pPr>
      <w:rPr>
        <w:rFonts w:hint="default"/>
      </w:rPr>
    </w:lvl>
    <w:lvl w:ilvl="4">
      <w:start w:val="1"/>
      <w:numFmt w:val="decimal"/>
      <w:lvlText w:val="%5)"/>
      <w:lvlJc w:val="left"/>
      <w:pPr>
        <w:tabs>
          <w:tab w:val="num" w:pos="364"/>
        </w:tabs>
        <w:ind w:left="364" w:hanging="432"/>
      </w:pPr>
      <w:rPr>
        <w:rFonts w:hint="default"/>
      </w:rPr>
    </w:lvl>
    <w:lvl w:ilvl="5">
      <w:start w:val="1"/>
      <w:numFmt w:val="lowerLetter"/>
      <w:lvlText w:val="%6)"/>
      <w:lvlJc w:val="left"/>
      <w:pPr>
        <w:tabs>
          <w:tab w:val="num" w:pos="508"/>
        </w:tabs>
        <w:ind w:left="508" w:hanging="432"/>
      </w:pPr>
      <w:rPr>
        <w:rFonts w:hint="default"/>
      </w:rPr>
    </w:lvl>
    <w:lvl w:ilvl="6">
      <w:start w:val="1"/>
      <w:numFmt w:val="lowerRoman"/>
      <w:lvlText w:val="%7)"/>
      <w:lvlJc w:val="right"/>
      <w:pPr>
        <w:tabs>
          <w:tab w:val="num" w:pos="652"/>
        </w:tabs>
        <w:ind w:left="652" w:hanging="288"/>
      </w:pPr>
      <w:rPr>
        <w:rFonts w:hint="default"/>
      </w:rPr>
    </w:lvl>
    <w:lvl w:ilvl="7">
      <w:start w:val="1"/>
      <w:numFmt w:val="lowerLetter"/>
      <w:lvlText w:val="%8."/>
      <w:lvlJc w:val="left"/>
      <w:pPr>
        <w:tabs>
          <w:tab w:val="num" w:pos="796"/>
        </w:tabs>
        <w:ind w:left="796" w:hanging="432"/>
      </w:pPr>
      <w:rPr>
        <w:rFonts w:hint="default"/>
      </w:rPr>
    </w:lvl>
    <w:lvl w:ilvl="8">
      <w:start w:val="1"/>
      <w:numFmt w:val="lowerRoman"/>
      <w:lvlText w:val="%9."/>
      <w:lvlJc w:val="right"/>
      <w:pPr>
        <w:tabs>
          <w:tab w:val="num" w:pos="940"/>
        </w:tabs>
        <w:ind w:left="940" w:hanging="144"/>
      </w:pPr>
      <w:rPr>
        <w:rFonts w:hint="default"/>
      </w:rPr>
    </w:lvl>
  </w:abstractNum>
  <w:abstractNum w:abstractNumId="10" w15:restartNumberingAfterBreak="0">
    <w:nsid w:val="4710056D"/>
    <w:multiLevelType w:val="hybridMultilevel"/>
    <w:tmpl w:val="F35A818A"/>
    <w:lvl w:ilvl="0" w:tplc="F89E6110">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A3487A"/>
    <w:multiLevelType w:val="singleLevel"/>
    <w:tmpl w:val="6CB01E6C"/>
    <w:lvl w:ilvl="0">
      <w:start w:val="1"/>
      <w:numFmt w:val="bullet"/>
      <w:pStyle w:val="CellBodyBullet"/>
      <w:lvlText w:val=""/>
      <w:lvlJc w:val="left"/>
      <w:pPr>
        <w:tabs>
          <w:tab w:val="num" w:pos="360"/>
        </w:tabs>
        <w:ind w:left="120" w:hanging="120"/>
      </w:pPr>
      <w:rPr>
        <w:rFonts w:ascii="Symbol" w:hAnsi="Symbol" w:hint="default"/>
      </w:rPr>
    </w:lvl>
  </w:abstractNum>
  <w:abstractNum w:abstractNumId="12" w15:restartNumberingAfterBreak="0">
    <w:nsid w:val="53925564"/>
    <w:multiLevelType w:val="singleLevel"/>
    <w:tmpl w:val="FF389898"/>
    <w:lvl w:ilvl="0">
      <w:start w:val="1"/>
      <w:numFmt w:val="bullet"/>
      <w:pStyle w:val="Bullet"/>
      <w:lvlText w:val=""/>
      <w:lvlJc w:val="left"/>
      <w:pPr>
        <w:tabs>
          <w:tab w:val="num" w:pos="360"/>
        </w:tabs>
        <w:ind w:left="216" w:hanging="216"/>
      </w:pPr>
      <w:rPr>
        <w:rFonts w:ascii="Symbol" w:hAnsi="Symbol" w:hint="default"/>
      </w:rPr>
    </w:lvl>
  </w:abstractNum>
  <w:abstractNum w:abstractNumId="13" w15:restartNumberingAfterBreak="0">
    <w:nsid w:val="54BE32D3"/>
    <w:multiLevelType w:val="singleLevel"/>
    <w:tmpl w:val="32AC6512"/>
    <w:lvl w:ilvl="0">
      <w:start w:val="1"/>
      <w:numFmt w:val="none"/>
      <w:pStyle w:val="Caution"/>
      <w:lvlText w:val="Caution:"/>
      <w:lvlJc w:val="left"/>
      <w:pPr>
        <w:tabs>
          <w:tab w:val="num" w:pos="240"/>
        </w:tabs>
        <w:ind w:left="-480" w:hanging="360"/>
      </w:pPr>
      <w:rPr>
        <w:rFonts w:ascii="Verdana" w:hAnsi="Verdana" w:hint="default"/>
        <w:b/>
        <w:i/>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5FB52CF"/>
    <w:multiLevelType w:val="singleLevel"/>
    <w:tmpl w:val="695EA88A"/>
    <w:lvl w:ilvl="0">
      <w:start w:val="1"/>
      <w:numFmt w:val="bullet"/>
      <w:pStyle w:val="BulletSub"/>
      <w:lvlText w:val=""/>
      <w:lvlJc w:val="left"/>
      <w:pPr>
        <w:tabs>
          <w:tab w:val="num" w:pos="720"/>
        </w:tabs>
        <w:ind w:left="360" w:hanging="360"/>
      </w:pPr>
      <w:rPr>
        <w:rFonts w:ascii="Symbol" w:hAnsi="Symbol" w:hint="default"/>
      </w:rPr>
    </w:lvl>
  </w:abstractNum>
  <w:abstractNum w:abstractNumId="15" w15:restartNumberingAfterBreak="0">
    <w:nsid w:val="561E756B"/>
    <w:multiLevelType w:val="multilevel"/>
    <w:tmpl w:val="AF20DD84"/>
    <w:lvl w:ilvl="0">
      <w:start w:val="1"/>
      <w:numFmt w:val="none"/>
      <w:lvlText w:val="NOTES:"/>
      <w:lvlJc w:val="left"/>
      <w:pPr>
        <w:tabs>
          <w:tab w:val="num" w:pos="720"/>
        </w:tabs>
        <w:ind w:left="360" w:hanging="360"/>
      </w:pPr>
      <w:rPr>
        <w:rFonts w:ascii="Verdana" w:hAnsi="Verdana" w:hint="default"/>
        <w:b/>
        <w:i w:val="0"/>
        <w:caps/>
        <w:sz w:val="16"/>
      </w:rPr>
    </w:lvl>
    <w:lvl w:ilvl="1">
      <w:start w:val="1"/>
      <w:numFmt w:val="decimal"/>
      <w:lvlText w:val="%2."/>
      <w:lvlJc w:val="left"/>
      <w:pPr>
        <w:tabs>
          <w:tab w:val="num" w:pos="792"/>
        </w:tabs>
        <w:ind w:left="792" w:hanging="432"/>
      </w:pPr>
      <w:rPr>
        <w:rFonts w:ascii="Verdana" w:hAnsi="Verdan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5AB645B4"/>
    <w:multiLevelType w:val="hybridMultilevel"/>
    <w:tmpl w:val="861EA296"/>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17" w15:restartNumberingAfterBreak="0">
    <w:nsid w:val="5C7B2809"/>
    <w:multiLevelType w:val="multilevel"/>
    <w:tmpl w:val="AF20DD84"/>
    <w:lvl w:ilvl="0">
      <w:start w:val="1"/>
      <w:numFmt w:val="none"/>
      <w:pStyle w:val="NotesTable"/>
      <w:lvlText w:val="NOTES:"/>
      <w:lvlJc w:val="left"/>
      <w:pPr>
        <w:tabs>
          <w:tab w:val="num" w:pos="720"/>
        </w:tabs>
        <w:ind w:left="360" w:hanging="360"/>
      </w:pPr>
      <w:rPr>
        <w:rFonts w:ascii="Verdana" w:hAnsi="Verdana" w:hint="default"/>
        <w:b/>
        <w:i w:val="0"/>
        <w:caps/>
        <w:sz w:val="16"/>
      </w:rPr>
    </w:lvl>
    <w:lvl w:ilvl="1">
      <w:start w:val="1"/>
      <w:numFmt w:val="decimal"/>
      <w:pStyle w:val="NotesTableNumberedList"/>
      <w:lvlText w:val="%2."/>
      <w:lvlJc w:val="left"/>
      <w:pPr>
        <w:tabs>
          <w:tab w:val="num" w:pos="792"/>
        </w:tabs>
        <w:ind w:left="792" w:hanging="432"/>
      </w:pPr>
      <w:rPr>
        <w:rFonts w:ascii="Verdana" w:hAnsi="Verdan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5EED6331"/>
    <w:multiLevelType w:val="multilevel"/>
    <w:tmpl w:val="EF0E8A74"/>
    <w:lvl w:ilvl="0">
      <w:start w:val="1"/>
      <w:numFmt w:val="upperLetter"/>
      <w:pStyle w:val="zHeading1Appendix"/>
      <w:lvlText w:val="Appendix %1"/>
      <w:lvlJc w:val="left"/>
      <w:pPr>
        <w:tabs>
          <w:tab w:val="num" w:pos="2880"/>
        </w:tabs>
        <w:ind w:left="360" w:hanging="360"/>
      </w:pPr>
      <w:rPr>
        <w:rFonts w:hint="default"/>
      </w:rPr>
    </w:lvl>
    <w:lvl w:ilvl="1">
      <w:start w:val="1"/>
      <w:numFmt w:val="decimal"/>
      <w:pStyle w:val="zHeading2Appendix"/>
      <w:lvlText w:val="%1.%2"/>
      <w:lvlJc w:val="left"/>
      <w:pPr>
        <w:tabs>
          <w:tab w:val="num" w:pos="0"/>
        </w:tabs>
        <w:ind w:left="0" w:hanging="1300"/>
      </w:pPr>
      <w:rPr>
        <w:rFonts w:hint="default"/>
      </w:rPr>
    </w:lvl>
    <w:lvl w:ilvl="2">
      <w:start w:val="1"/>
      <w:numFmt w:val="decimal"/>
      <w:pStyle w:val="zHeading3Appendix"/>
      <w:lvlText w:val="%1.%2.%3"/>
      <w:lvlJc w:val="left"/>
      <w:pPr>
        <w:tabs>
          <w:tab w:val="num" w:pos="0"/>
        </w:tabs>
        <w:ind w:left="0" w:hanging="1300"/>
      </w:pPr>
      <w:rPr>
        <w:rFonts w:hint="default"/>
      </w:rPr>
    </w:lvl>
    <w:lvl w:ilvl="3">
      <w:start w:val="1"/>
      <w:numFmt w:val="decimal"/>
      <w:pStyle w:val="zHeading4Appendix"/>
      <w:lvlText w:val="%1.%2.%3.%4"/>
      <w:lvlJc w:val="left"/>
      <w:pPr>
        <w:tabs>
          <w:tab w:val="num" w:pos="500"/>
        </w:tabs>
        <w:ind w:left="0" w:hanging="1300"/>
      </w:pPr>
      <w:rPr>
        <w:rFonts w:hint="default"/>
      </w:rPr>
    </w:lvl>
    <w:lvl w:ilvl="4">
      <w:start w:val="1"/>
      <w:numFmt w:val="decimal"/>
      <w:pStyle w:val="zHeading5Appendix"/>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19" w15:restartNumberingAfterBreak="0">
    <w:nsid w:val="6635598C"/>
    <w:multiLevelType w:val="multilevel"/>
    <w:tmpl w:val="61F8BD62"/>
    <w:lvl w:ilvl="0">
      <w:start w:val="1"/>
      <w:numFmt w:val="none"/>
      <w:pStyle w:val="Spacer"/>
      <w:suff w:val="space"/>
      <w:lvlText w:val=""/>
      <w:lvlJc w:val="left"/>
      <w:pPr>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none"/>
      <w:lvlText w:val=""/>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F462A22"/>
    <w:multiLevelType w:val="singleLevel"/>
    <w:tmpl w:val="F2E24984"/>
    <w:lvl w:ilvl="0">
      <w:start w:val="1"/>
      <w:numFmt w:val="none"/>
      <w:pStyle w:val="Warning"/>
      <w:lvlText w:val="Warning:"/>
      <w:lvlJc w:val="left"/>
      <w:pPr>
        <w:tabs>
          <w:tab w:val="num" w:pos="120"/>
        </w:tabs>
        <w:ind w:left="-600" w:hanging="360"/>
      </w:pPr>
      <w:rPr>
        <w:rFonts w:ascii="Verdana" w:hAnsi="Verdana" w:hint="default"/>
        <w:b/>
        <w:i/>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71FE7E23"/>
    <w:multiLevelType w:val="multilevel"/>
    <w:tmpl w:val="E3F0F79C"/>
    <w:lvl w:ilvl="0">
      <w:start w:val="1"/>
      <w:numFmt w:val="none"/>
      <w:pStyle w:val="EndOfChapter"/>
      <w:suff w:val="nothing"/>
      <w:lvlText w:val="§"/>
      <w:lvlJc w:val="center"/>
      <w:pPr>
        <w:ind w:left="0" w:firstLine="0"/>
      </w:pPr>
      <w:rPr>
        <w:rFonts w:ascii="Verdana" w:hAnsi="Verdana" w:hint="default"/>
        <w:b w:val="0"/>
        <w:i w:val="0"/>
        <w:caps/>
        <w:sz w:val="22"/>
        <w:vertAlign w:val="superscript"/>
      </w:rPr>
    </w:lvl>
    <w:lvl w:ilvl="1">
      <w:start w:val="1"/>
      <w:numFmt w:val="none"/>
      <w:suff w:val="nothing"/>
      <w:lvlText w:val=""/>
      <w:lvlJc w:val="left"/>
      <w:pPr>
        <w:ind w:left="882" w:hanging="432"/>
      </w:pPr>
      <w:rPr>
        <w:rFonts w:ascii="Verdana" w:hAnsi="Verdana" w:hint="default"/>
        <w:b w:val="0"/>
        <w:i/>
        <w:sz w:val="16"/>
        <w:szCs w:val="20"/>
        <w:vertAlign w:val="superscript"/>
      </w:rPr>
    </w:lvl>
    <w:lvl w:ilvl="2">
      <w:start w:val="1"/>
      <w:numFmt w:val="decimal"/>
      <w:lvlText w:val="%1.%2.%3."/>
      <w:lvlJc w:val="left"/>
      <w:pPr>
        <w:tabs>
          <w:tab w:val="num" w:pos="1224"/>
        </w:tabs>
        <w:ind w:left="1224" w:hanging="504"/>
      </w:pPr>
      <w:rPr>
        <w:rFonts w:hint="default"/>
        <w:b w:val="0"/>
        <w:i/>
        <w:iCs/>
        <w:sz w:val="20"/>
        <w:szCs w:val="20"/>
        <w:vertAlign w:val="superscript"/>
      </w:rPr>
    </w:lvl>
    <w:lvl w:ilvl="3">
      <w:start w:val="1"/>
      <w:numFmt w:val="decimal"/>
      <w:lvlText w:val="%1.%2.%3.%4."/>
      <w:lvlJc w:val="left"/>
      <w:pPr>
        <w:tabs>
          <w:tab w:val="num" w:pos="1728"/>
        </w:tabs>
        <w:ind w:left="1728" w:hanging="648"/>
      </w:pPr>
      <w:rPr>
        <w:rFonts w:hint="default"/>
        <w:b w:val="0"/>
        <w:i w:val="0"/>
        <w:sz w:val="20"/>
        <w:szCs w:val="20"/>
        <w:vertAlign w:val="superscrip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20"/>
  </w:num>
  <w:num w:numId="2">
    <w:abstractNumId w:val="12"/>
  </w:num>
  <w:num w:numId="3">
    <w:abstractNumId w:val="14"/>
  </w:num>
  <w:num w:numId="4">
    <w:abstractNumId w:val="13"/>
  </w:num>
  <w:num w:numId="5">
    <w:abstractNumId w:val="7"/>
  </w:num>
  <w:num w:numId="6">
    <w:abstractNumId w:val="11"/>
  </w:num>
  <w:num w:numId="7">
    <w:abstractNumId w:val="4"/>
  </w:num>
  <w:num w:numId="8">
    <w:abstractNumId w:val="9"/>
  </w:num>
  <w:num w:numId="9">
    <w:abstractNumId w:val="19"/>
  </w:num>
  <w:num w:numId="10">
    <w:abstractNumId w:val="3"/>
  </w:num>
  <w:num w:numId="11">
    <w:abstractNumId w:val="18"/>
  </w:num>
  <w:num w:numId="12">
    <w:abstractNumId w:val="6"/>
  </w:num>
  <w:num w:numId="13">
    <w:abstractNumId w:val="1"/>
  </w:num>
  <w:num w:numId="14">
    <w:abstractNumId w:val="17"/>
  </w:num>
  <w:num w:numId="15">
    <w:abstractNumId w:val="21"/>
  </w:num>
  <w:num w:numId="16">
    <w:abstractNumId w:val="0"/>
    <w:lvlOverride w:ilvl="0">
      <w:lvl w:ilvl="0">
        <w:start w:val="1"/>
        <w:numFmt w:val="bullet"/>
        <w:pStyle w:val="FeatureBullet"/>
        <w:lvlText w:val=" "/>
        <w:legacy w:legacy="1" w:legacySpace="0" w:legacyIndent="0"/>
        <w:lvlJc w:val="left"/>
        <w:pPr>
          <w:ind w:left="0" w:firstLine="0"/>
        </w:pPr>
        <w:rPr>
          <w:rFonts w:ascii="Wingdings" w:hAnsi="Wingdings" w:hint="default"/>
          <w:b w:val="0"/>
          <w:i w:val="0"/>
          <w:color w:val="0860A8"/>
          <w:sz w:val="14"/>
        </w:rPr>
      </w:lvl>
    </w:lvlOverride>
  </w:num>
  <w:num w:numId="17">
    <w:abstractNumId w:val="16"/>
  </w:num>
  <w:num w:numId="18">
    <w:abstractNumId w:val="5"/>
  </w:num>
  <w:num w:numId="19">
    <w:abstractNumId w:val="10"/>
  </w:num>
  <w:num w:numId="20">
    <w:abstractNumId w:val="8"/>
  </w:num>
  <w:num w:numId="21">
    <w:abstractNumId w:val="8"/>
  </w:num>
  <w:num w:numId="22">
    <w:abstractNumId w:val="15"/>
  </w:num>
  <w:num w:numId="23">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6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4A7"/>
    <w:rsid w:val="00002865"/>
    <w:rsid w:val="00003596"/>
    <w:rsid w:val="000111A8"/>
    <w:rsid w:val="000116AF"/>
    <w:rsid w:val="00016951"/>
    <w:rsid w:val="00017383"/>
    <w:rsid w:val="00020CC9"/>
    <w:rsid w:val="00021EB0"/>
    <w:rsid w:val="00022729"/>
    <w:rsid w:val="00024528"/>
    <w:rsid w:val="00025719"/>
    <w:rsid w:val="00025F35"/>
    <w:rsid w:val="000279A4"/>
    <w:rsid w:val="00031E5B"/>
    <w:rsid w:val="00034E44"/>
    <w:rsid w:val="00037012"/>
    <w:rsid w:val="00037A53"/>
    <w:rsid w:val="0004775F"/>
    <w:rsid w:val="0005083C"/>
    <w:rsid w:val="00052C2D"/>
    <w:rsid w:val="000571F2"/>
    <w:rsid w:val="00064575"/>
    <w:rsid w:val="0006557C"/>
    <w:rsid w:val="00073BF2"/>
    <w:rsid w:val="000757EC"/>
    <w:rsid w:val="00075B03"/>
    <w:rsid w:val="00077241"/>
    <w:rsid w:val="000775E2"/>
    <w:rsid w:val="00081722"/>
    <w:rsid w:val="000825C2"/>
    <w:rsid w:val="00083946"/>
    <w:rsid w:val="0009544C"/>
    <w:rsid w:val="0009777B"/>
    <w:rsid w:val="000A3756"/>
    <w:rsid w:val="000A70ED"/>
    <w:rsid w:val="000B28BD"/>
    <w:rsid w:val="000B6653"/>
    <w:rsid w:val="000B6A5C"/>
    <w:rsid w:val="000C11F3"/>
    <w:rsid w:val="000C3075"/>
    <w:rsid w:val="000C383E"/>
    <w:rsid w:val="000C6CCE"/>
    <w:rsid w:val="000C7817"/>
    <w:rsid w:val="000D009D"/>
    <w:rsid w:val="000D2A1B"/>
    <w:rsid w:val="000D395D"/>
    <w:rsid w:val="000E5C47"/>
    <w:rsid w:val="000F34CF"/>
    <w:rsid w:val="000F70E6"/>
    <w:rsid w:val="00103E29"/>
    <w:rsid w:val="00107C80"/>
    <w:rsid w:val="00111E6F"/>
    <w:rsid w:val="0012280D"/>
    <w:rsid w:val="0012310B"/>
    <w:rsid w:val="0013193E"/>
    <w:rsid w:val="00143401"/>
    <w:rsid w:val="00143710"/>
    <w:rsid w:val="00144138"/>
    <w:rsid w:val="00150B25"/>
    <w:rsid w:val="00155DD2"/>
    <w:rsid w:val="001700A2"/>
    <w:rsid w:val="001735F6"/>
    <w:rsid w:val="0017505E"/>
    <w:rsid w:val="001773B6"/>
    <w:rsid w:val="00181D50"/>
    <w:rsid w:val="00184CC0"/>
    <w:rsid w:val="00185CF4"/>
    <w:rsid w:val="00191357"/>
    <w:rsid w:val="0019492B"/>
    <w:rsid w:val="00197EED"/>
    <w:rsid w:val="001A0522"/>
    <w:rsid w:val="001A4F59"/>
    <w:rsid w:val="001A6ACA"/>
    <w:rsid w:val="001B0F35"/>
    <w:rsid w:val="001B3FDB"/>
    <w:rsid w:val="001B7D09"/>
    <w:rsid w:val="001C1CDB"/>
    <w:rsid w:val="001C1F40"/>
    <w:rsid w:val="001C23D0"/>
    <w:rsid w:val="001C3D7C"/>
    <w:rsid w:val="001C65C2"/>
    <w:rsid w:val="001C668E"/>
    <w:rsid w:val="001C7BCB"/>
    <w:rsid w:val="001D12F2"/>
    <w:rsid w:val="001D2EA1"/>
    <w:rsid w:val="001D4E8D"/>
    <w:rsid w:val="001D6A12"/>
    <w:rsid w:val="001D7E36"/>
    <w:rsid w:val="001E16AB"/>
    <w:rsid w:val="001E1A7F"/>
    <w:rsid w:val="001E33B8"/>
    <w:rsid w:val="00200A0C"/>
    <w:rsid w:val="002050F8"/>
    <w:rsid w:val="00205817"/>
    <w:rsid w:val="002107E9"/>
    <w:rsid w:val="00213BBB"/>
    <w:rsid w:val="00213D57"/>
    <w:rsid w:val="00213E73"/>
    <w:rsid w:val="00220AA5"/>
    <w:rsid w:val="0023310B"/>
    <w:rsid w:val="00233870"/>
    <w:rsid w:val="0023452B"/>
    <w:rsid w:val="00234A5C"/>
    <w:rsid w:val="00234DC6"/>
    <w:rsid w:val="0023610F"/>
    <w:rsid w:val="00240677"/>
    <w:rsid w:val="00245A37"/>
    <w:rsid w:val="00253C62"/>
    <w:rsid w:val="00254A59"/>
    <w:rsid w:val="002633DA"/>
    <w:rsid w:val="00275AE3"/>
    <w:rsid w:val="00290724"/>
    <w:rsid w:val="00291654"/>
    <w:rsid w:val="00291FE3"/>
    <w:rsid w:val="00295640"/>
    <w:rsid w:val="00296CDE"/>
    <w:rsid w:val="00297F03"/>
    <w:rsid w:val="002A1CDF"/>
    <w:rsid w:val="002A26E6"/>
    <w:rsid w:val="002A44C5"/>
    <w:rsid w:val="002A5988"/>
    <w:rsid w:val="002B513F"/>
    <w:rsid w:val="002B631A"/>
    <w:rsid w:val="002B768C"/>
    <w:rsid w:val="002C039C"/>
    <w:rsid w:val="002C3EB2"/>
    <w:rsid w:val="002D1F15"/>
    <w:rsid w:val="002D2A09"/>
    <w:rsid w:val="002D5CC6"/>
    <w:rsid w:val="002D5DAF"/>
    <w:rsid w:val="002D6258"/>
    <w:rsid w:val="002E01FB"/>
    <w:rsid w:val="002E2EEB"/>
    <w:rsid w:val="002E794E"/>
    <w:rsid w:val="002F30CA"/>
    <w:rsid w:val="003038B3"/>
    <w:rsid w:val="00315717"/>
    <w:rsid w:val="003168EA"/>
    <w:rsid w:val="003200B0"/>
    <w:rsid w:val="00323695"/>
    <w:rsid w:val="0032450F"/>
    <w:rsid w:val="00325897"/>
    <w:rsid w:val="0033011A"/>
    <w:rsid w:val="00330AC5"/>
    <w:rsid w:val="00331ACE"/>
    <w:rsid w:val="00342510"/>
    <w:rsid w:val="0034745C"/>
    <w:rsid w:val="00350D0A"/>
    <w:rsid w:val="0035136C"/>
    <w:rsid w:val="00351B9E"/>
    <w:rsid w:val="003520E0"/>
    <w:rsid w:val="00354159"/>
    <w:rsid w:val="00365DA0"/>
    <w:rsid w:val="003661BC"/>
    <w:rsid w:val="00370928"/>
    <w:rsid w:val="00370DC1"/>
    <w:rsid w:val="00374605"/>
    <w:rsid w:val="00377DAE"/>
    <w:rsid w:val="00385B6A"/>
    <w:rsid w:val="00393449"/>
    <w:rsid w:val="00395A01"/>
    <w:rsid w:val="0039753D"/>
    <w:rsid w:val="003A6F63"/>
    <w:rsid w:val="003B33B6"/>
    <w:rsid w:val="003B3843"/>
    <w:rsid w:val="003B3EA1"/>
    <w:rsid w:val="003B691D"/>
    <w:rsid w:val="003C0A29"/>
    <w:rsid w:val="003C18DE"/>
    <w:rsid w:val="003C2CCC"/>
    <w:rsid w:val="003D0E71"/>
    <w:rsid w:val="003D5992"/>
    <w:rsid w:val="003D68B1"/>
    <w:rsid w:val="003E0C42"/>
    <w:rsid w:val="003F7644"/>
    <w:rsid w:val="00402016"/>
    <w:rsid w:val="004027E8"/>
    <w:rsid w:val="00420998"/>
    <w:rsid w:val="004244D7"/>
    <w:rsid w:val="00435E52"/>
    <w:rsid w:val="00436AC9"/>
    <w:rsid w:val="0044521D"/>
    <w:rsid w:val="0044531C"/>
    <w:rsid w:val="00452502"/>
    <w:rsid w:val="004540AD"/>
    <w:rsid w:val="004559BE"/>
    <w:rsid w:val="004569AD"/>
    <w:rsid w:val="00465DD6"/>
    <w:rsid w:val="0047027E"/>
    <w:rsid w:val="004803D5"/>
    <w:rsid w:val="00482082"/>
    <w:rsid w:val="0048261A"/>
    <w:rsid w:val="00483E5E"/>
    <w:rsid w:val="0049439B"/>
    <w:rsid w:val="00495F9F"/>
    <w:rsid w:val="004A15E1"/>
    <w:rsid w:val="004A2A98"/>
    <w:rsid w:val="004A2F1E"/>
    <w:rsid w:val="004A673A"/>
    <w:rsid w:val="004B1A48"/>
    <w:rsid w:val="004C1568"/>
    <w:rsid w:val="004C1E43"/>
    <w:rsid w:val="004C7D38"/>
    <w:rsid w:val="004D0EF3"/>
    <w:rsid w:val="004D3540"/>
    <w:rsid w:val="004E3341"/>
    <w:rsid w:val="004E36A5"/>
    <w:rsid w:val="004E38F4"/>
    <w:rsid w:val="004E51A5"/>
    <w:rsid w:val="004F3795"/>
    <w:rsid w:val="004F3FF5"/>
    <w:rsid w:val="00501F80"/>
    <w:rsid w:val="00504B41"/>
    <w:rsid w:val="005050CC"/>
    <w:rsid w:val="00522581"/>
    <w:rsid w:val="0052363A"/>
    <w:rsid w:val="0052597D"/>
    <w:rsid w:val="00525C3F"/>
    <w:rsid w:val="005278B7"/>
    <w:rsid w:val="005302D1"/>
    <w:rsid w:val="005340D9"/>
    <w:rsid w:val="005356D8"/>
    <w:rsid w:val="00537D73"/>
    <w:rsid w:val="0054570B"/>
    <w:rsid w:val="0055044C"/>
    <w:rsid w:val="005540F8"/>
    <w:rsid w:val="00570A74"/>
    <w:rsid w:val="00572F57"/>
    <w:rsid w:val="005750FA"/>
    <w:rsid w:val="0057715C"/>
    <w:rsid w:val="0058110F"/>
    <w:rsid w:val="00586AFE"/>
    <w:rsid w:val="00587050"/>
    <w:rsid w:val="005944BF"/>
    <w:rsid w:val="00594F8C"/>
    <w:rsid w:val="00597A21"/>
    <w:rsid w:val="005A3165"/>
    <w:rsid w:val="005A7413"/>
    <w:rsid w:val="005A7956"/>
    <w:rsid w:val="005A7D1E"/>
    <w:rsid w:val="005B272D"/>
    <w:rsid w:val="005B2893"/>
    <w:rsid w:val="005C0C96"/>
    <w:rsid w:val="005C5E89"/>
    <w:rsid w:val="005D10F8"/>
    <w:rsid w:val="005D2E63"/>
    <w:rsid w:val="005F1401"/>
    <w:rsid w:val="005F4727"/>
    <w:rsid w:val="005F47BD"/>
    <w:rsid w:val="005F604C"/>
    <w:rsid w:val="005F7653"/>
    <w:rsid w:val="0060716A"/>
    <w:rsid w:val="0060719B"/>
    <w:rsid w:val="006073B4"/>
    <w:rsid w:val="006206F1"/>
    <w:rsid w:val="00621A3A"/>
    <w:rsid w:val="0062276C"/>
    <w:rsid w:val="006243E7"/>
    <w:rsid w:val="006262D3"/>
    <w:rsid w:val="00626515"/>
    <w:rsid w:val="00633777"/>
    <w:rsid w:val="00634255"/>
    <w:rsid w:val="00635E40"/>
    <w:rsid w:val="00636864"/>
    <w:rsid w:val="00637EE9"/>
    <w:rsid w:val="00640E3C"/>
    <w:rsid w:val="0064751A"/>
    <w:rsid w:val="00656796"/>
    <w:rsid w:val="00660B64"/>
    <w:rsid w:val="006617A7"/>
    <w:rsid w:val="006631B6"/>
    <w:rsid w:val="00665467"/>
    <w:rsid w:val="00672619"/>
    <w:rsid w:val="00673142"/>
    <w:rsid w:val="00675C85"/>
    <w:rsid w:val="00675D28"/>
    <w:rsid w:val="0068142D"/>
    <w:rsid w:val="00682A45"/>
    <w:rsid w:val="006840DD"/>
    <w:rsid w:val="00685DD7"/>
    <w:rsid w:val="0068796B"/>
    <w:rsid w:val="00690668"/>
    <w:rsid w:val="00693B90"/>
    <w:rsid w:val="006A2637"/>
    <w:rsid w:val="006A60DB"/>
    <w:rsid w:val="006B1ACB"/>
    <w:rsid w:val="006B4430"/>
    <w:rsid w:val="006C05B7"/>
    <w:rsid w:val="006C0932"/>
    <w:rsid w:val="006C1A20"/>
    <w:rsid w:val="006C416B"/>
    <w:rsid w:val="006C6368"/>
    <w:rsid w:val="006D6C49"/>
    <w:rsid w:val="006E08A7"/>
    <w:rsid w:val="006E1D20"/>
    <w:rsid w:val="006E33C2"/>
    <w:rsid w:val="006E4CC2"/>
    <w:rsid w:val="006E5FE0"/>
    <w:rsid w:val="006E7E33"/>
    <w:rsid w:val="006F519C"/>
    <w:rsid w:val="006F5728"/>
    <w:rsid w:val="006F7382"/>
    <w:rsid w:val="0070165C"/>
    <w:rsid w:val="007048B9"/>
    <w:rsid w:val="0070647F"/>
    <w:rsid w:val="00707119"/>
    <w:rsid w:val="007075A4"/>
    <w:rsid w:val="00710A25"/>
    <w:rsid w:val="00713A22"/>
    <w:rsid w:val="00720387"/>
    <w:rsid w:val="0072404E"/>
    <w:rsid w:val="007276C8"/>
    <w:rsid w:val="00732167"/>
    <w:rsid w:val="00732C6D"/>
    <w:rsid w:val="0073329B"/>
    <w:rsid w:val="007414DC"/>
    <w:rsid w:val="00742402"/>
    <w:rsid w:val="00742C14"/>
    <w:rsid w:val="00742CF0"/>
    <w:rsid w:val="00752FB7"/>
    <w:rsid w:val="007541A1"/>
    <w:rsid w:val="00755D30"/>
    <w:rsid w:val="00756E43"/>
    <w:rsid w:val="00764AA2"/>
    <w:rsid w:val="0076534E"/>
    <w:rsid w:val="007666BF"/>
    <w:rsid w:val="0076718F"/>
    <w:rsid w:val="00767534"/>
    <w:rsid w:val="00770F00"/>
    <w:rsid w:val="00771B8D"/>
    <w:rsid w:val="007774D1"/>
    <w:rsid w:val="00780CC7"/>
    <w:rsid w:val="00785CA1"/>
    <w:rsid w:val="0078734B"/>
    <w:rsid w:val="007879B5"/>
    <w:rsid w:val="00790338"/>
    <w:rsid w:val="007A0DC3"/>
    <w:rsid w:val="007B07B2"/>
    <w:rsid w:val="007B6661"/>
    <w:rsid w:val="007B7665"/>
    <w:rsid w:val="007B7F45"/>
    <w:rsid w:val="007C174E"/>
    <w:rsid w:val="007C1967"/>
    <w:rsid w:val="007C523B"/>
    <w:rsid w:val="007D50DC"/>
    <w:rsid w:val="007D5A87"/>
    <w:rsid w:val="007D6977"/>
    <w:rsid w:val="007D6EEC"/>
    <w:rsid w:val="007D786F"/>
    <w:rsid w:val="007E5EB8"/>
    <w:rsid w:val="007E676A"/>
    <w:rsid w:val="007F599C"/>
    <w:rsid w:val="007F6C86"/>
    <w:rsid w:val="00801937"/>
    <w:rsid w:val="008043CE"/>
    <w:rsid w:val="00814242"/>
    <w:rsid w:val="00814A5D"/>
    <w:rsid w:val="0081530D"/>
    <w:rsid w:val="00822AB1"/>
    <w:rsid w:val="00825F0F"/>
    <w:rsid w:val="00833B18"/>
    <w:rsid w:val="00834A8E"/>
    <w:rsid w:val="00835D89"/>
    <w:rsid w:val="008373D3"/>
    <w:rsid w:val="0084283F"/>
    <w:rsid w:val="00842E1C"/>
    <w:rsid w:val="00843709"/>
    <w:rsid w:val="0085019A"/>
    <w:rsid w:val="00854C9B"/>
    <w:rsid w:val="00855306"/>
    <w:rsid w:val="00855AF3"/>
    <w:rsid w:val="0085771D"/>
    <w:rsid w:val="00860512"/>
    <w:rsid w:val="00860DD2"/>
    <w:rsid w:val="00864160"/>
    <w:rsid w:val="00865A78"/>
    <w:rsid w:val="00866684"/>
    <w:rsid w:val="008766FA"/>
    <w:rsid w:val="00882C94"/>
    <w:rsid w:val="00883466"/>
    <w:rsid w:val="00884DE4"/>
    <w:rsid w:val="0088508A"/>
    <w:rsid w:val="00887882"/>
    <w:rsid w:val="008A07F9"/>
    <w:rsid w:val="008A1B1C"/>
    <w:rsid w:val="008A325B"/>
    <w:rsid w:val="008A3C79"/>
    <w:rsid w:val="008A636F"/>
    <w:rsid w:val="008B2625"/>
    <w:rsid w:val="008B2652"/>
    <w:rsid w:val="008B49F5"/>
    <w:rsid w:val="008B4B11"/>
    <w:rsid w:val="008B4B4D"/>
    <w:rsid w:val="008B5BAA"/>
    <w:rsid w:val="008B6093"/>
    <w:rsid w:val="008B65A5"/>
    <w:rsid w:val="008C228E"/>
    <w:rsid w:val="008C240C"/>
    <w:rsid w:val="008C2467"/>
    <w:rsid w:val="008C7887"/>
    <w:rsid w:val="008D5052"/>
    <w:rsid w:val="008E1614"/>
    <w:rsid w:val="008E2948"/>
    <w:rsid w:val="008F039B"/>
    <w:rsid w:val="00906025"/>
    <w:rsid w:val="00906F21"/>
    <w:rsid w:val="00907BCC"/>
    <w:rsid w:val="0091134E"/>
    <w:rsid w:val="00915DC1"/>
    <w:rsid w:val="00921AF0"/>
    <w:rsid w:val="00922D3B"/>
    <w:rsid w:val="00923E0C"/>
    <w:rsid w:val="009252A9"/>
    <w:rsid w:val="0092532B"/>
    <w:rsid w:val="0092587D"/>
    <w:rsid w:val="00925B8A"/>
    <w:rsid w:val="00925CB5"/>
    <w:rsid w:val="00927749"/>
    <w:rsid w:val="00931521"/>
    <w:rsid w:val="009333C6"/>
    <w:rsid w:val="00934903"/>
    <w:rsid w:val="00943A7E"/>
    <w:rsid w:val="00943DE1"/>
    <w:rsid w:val="009457B3"/>
    <w:rsid w:val="0094603A"/>
    <w:rsid w:val="00947062"/>
    <w:rsid w:val="009507FF"/>
    <w:rsid w:val="009523E4"/>
    <w:rsid w:val="00952AA1"/>
    <w:rsid w:val="0095304A"/>
    <w:rsid w:val="00953FC6"/>
    <w:rsid w:val="009561E0"/>
    <w:rsid w:val="00956786"/>
    <w:rsid w:val="009570D0"/>
    <w:rsid w:val="00960DD5"/>
    <w:rsid w:val="0096418F"/>
    <w:rsid w:val="00964CE5"/>
    <w:rsid w:val="009675CD"/>
    <w:rsid w:val="00972229"/>
    <w:rsid w:val="00973D5D"/>
    <w:rsid w:val="0097407E"/>
    <w:rsid w:val="00976A06"/>
    <w:rsid w:val="0098057E"/>
    <w:rsid w:val="00981537"/>
    <w:rsid w:val="00981BE1"/>
    <w:rsid w:val="009874FF"/>
    <w:rsid w:val="009909BF"/>
    <w:rsid w:val="00991092"/>
    <w:rsid w:val="00992017"/>
    <w:rsid w:val="009925B3"/>
    <w:rsid w:val="00995348"/>
    <w:rsid w:val="0099576F"/>
    <w:rsid w:val="009A2299"/>
    <w:rsid w:val="009A3B65"/>
    <w:rsid w:val="009A5633"/>
    <w:rsid w:val="009B02A6"/>
    <w:rsid w:val="009B10A0"/>
    <w:rsid w:val="009B19EC"/>
    <w:rsid w:val="009B1A08"/>
    <w:rsid w:val="009B22DB"/>
    <w:rsid w:val="009B2BA9"/>
    <w:rsid w:val="009B303A"/>
    <w:rsid w:val="009B38A8"/>
    <w:rsid w:val="009B4BC2"/>
    <w:rsid w:val="009B746A"/>
    <w:rsid w:val="009C2419"/>
    <w:rsid w:val="009C2B84"/>
    <w:rsid w:val="009C46B9"/>
    <w:rsid w:val="009D0ED4"/>
    <w:rsid w:val="009D1BCA"/>
    <w:rsid w:val="009E1E3A"/>
    <w:rsid w:val="009E1E9B"/>
    <w:rsid w:val="009E3F4A"/>
    <w:rsid w:val="009F00F8"/>
    <w:rsid w:val="009F0C13"/>
    <w:rsid w:val="009F6BA2"/>
    <w:rsid w:val="00A003E4"/>
    <w:rsid w:val="00A00BC5"/>
    <w:rsid w:val="00A03445"/>
    <w:rsid w:val="00A0349E"/>
    <w:rsid w:val="00A034B2"/>
    <w:rsid w:val="00A07526"/>
    <w:rsid w:val="00A11D1E"/>
    <w:rsid w:val="00A217A4"/>
    <w:rsid w:val="00A23FA3"/>
    <w:rsid w:val="00A245CC"/>
    <w:rsid w:val="00A26FE8"/>
    <w:rsid w:val="00A36C6C"/>
    <w:rsid w:val="00A41369"/>
    <w:rsid w:val="00A4224E"/>
    <w:rsid w:val="00A51599"/>
    <w:rsid w:val="00A5262E"/>
    <w:rsid w:val="00A544D2"/>
    <w:rsid w:val="00A66D99"/>
    <w:rsid w:val="00A717A7"/>
    <w:rsid w:val="00A71B13"/>
    <w:rsid w:val="00A72414"/>
    <w:rsid w:val="00A72BA6"/>
    <w:rsid w:val="00A82110"/>
    <w:rsid w:val="00A847D0"/>
    <w:rsid w:val="00A8482D"/>
    <w:rsid w:val="00A907BE"/>
    <w:rsid w:val="00A93BDF"/>
    <w:rsid w:val="00A94075"/>
    <w:rsid w:val="00A97943"/>
    <w:rsid w:val="00AA5237"/>
    <w:rsid w:val="00AB11CB"/>
    <w:rsid w:val="00AB2258"/>
    <w:rsid w:val="00AB3289"/>
    <w:rsid w:val="00AB53FB"/>
    <w:rsid w:val="00AB7318"/>
    <w:rsid w:val="00AB7628"/>
    <w:rsid w:val="00AC6612"/>
    <w:rsid w:val="00AD28FA"/>
    <w:rsid w:val="00AE118F"/>
    <w:rsid w:val="00AE2DB3"/>
    <w:rsid w:val="00AE34A7"/>
    <w:rsid w:val="00AE4103"/>
    <w:rsid w:val="00AF013A"/>
    <w:rsid w:val="00AF38B2"/>
    <w:rsid w:val="00AF4242"/>
    <w:rsid w:val="00AF7FD9"/>
    <w:rsid w:val="00B01956"/>
    <w:rsid w:val="00B026F2"/>
    <w:rsid w:val="00B02EF8"/>
    <w:rsid w:val="00B03632"/>
    <w:rsid w:val="00B0758F"/>
    <w:rsid w:val="00B07E33"/>
    <w:rsid w:val="00B15F33"/>
    <w:rsid w:val="00B203B9"/>
    <w:rsid w:val="00B2531A"/>
    <w:rsid w:val="00B2594A"/>
    <w:rsid w:val="00B25AF6"/>
    <w:rsid w:val="00B33A7B"/>
    <w:rsid w:val="00B35544"/>
    <w:rsid w:val="00B4188A"/>
    <w:rsid w:val="00B423F4"/>
    <w:rsid w:val="00B46DEA"/>
    <w:rsid w:val="00B52589"/>
    <w:rsid w:val="00B53A71"/>
    <w:rsid w:val="00B55B92"/>
    <w:rsid w:val="00B602F8"/>
    <w:rsid w:val="00B67476"/>
    <w:rsid w:val="00B7142E"/>
    <w:rsid w:val="00B72F06"/>
    <w:rsid w:val="00B736A0"/>
    <w:rsid w:val="00B7472F"/>
    <w:rsid w:val="00B81AE2"/>
    <w:rsid w:val="00B81E1B"/>
    <w:rsid w:val="00B86305"/>
    <w:rsid w:val="00B87188"/>
    <w:rsid w:val="00B908A5"/>
    <w:rsid w:val="00B91B5A"/>
    <w:rsid w:val="00BA0DDD"/>
    <w:rsid w:val="00BA248C"/>
    <w:rsid w:val="00BA336F"/>
    <w:rsid w:val="00BA5F08"/>
    <w:rsid w:val="00BA662A"/>
    <w:rsid w:val="00BB2888"/>
    <w:rsid w:val="00BB6587"/>
    <w:rsid w:val="00BB7A0A"/>
    <w:rsid w:val="00BC4A2F"/>
    <w:rsid w:val="00BC58F5"/>
    <w:rsid w:val="00BC69B5"/>
    <w:rsid w:val="00BC6E56"/>
    <w:rsid w:val="00BD1CA3"/>
    <w:rsid w:val="00BD4B15"/>
    <w:rsid w:val="00BD539D"/>
    <w:rsid w:val="00BD728C"/>
    <w:rsid w:val="00BE1042"/>
    <w:rsid w:val="00BE4EAF"/>
    <w:rsid w:val="00BF0E18"/>
    <w:rsid w:val="00BF41A2"/>
    <w:rsid w:val="00BF5C42"/>
    <w:rsid w:val="00BF65FD"/>
    <w:rsid w:val="00BF73C0"/>
    <w:rsid w:val="00C00188"/>
    <w:rsid w:val="00C003FD"/>
    <w:rsid w:val="00C018C5"/>
    <w:rsid w:val="00C026CD"/>
    <w:rsid w:val="00C02964"/>
    <w:rsid w:val="00C04CE9"/>
    <w:rsid w:val="00C0700A"/>
    <w:rsid w:val="00C132C4"/>
    <w:rsid w:val="00C17880"/>
    <w:rsid w:val="00C218B9"/>
    <w:rsid w:val="00C40AD5"/>
    <w:rsid w:val="00C4134E"/>
    <w:rsid w:val="00C456FB"/>
    <w:rsid w:val="00C53594"/>
    <w:rsid w:val="00C5482A"/>
    <w:rsid w:val="00C63190"/>
    <w:rsid w:val="00C65740"/>
    <w:rsid w:val="00C65FAC"/>
    <w:rsid w:val="00C66B26"/>
    <w:rsid w:val="00C67690"/>
    <w:rsid w:val="00C760C6"/>
    <w:rsid w:val="00C8045A"/>
    <w:rsid w:val="00C80D51"/>
    <w:rsid w:val="00C81ADB"/>
    <w:rsid w:val="00C87F36"/>
    <w:rsid w:val="00CA0A0C"/>
    <w:rsid w:val="00CA1E90"/>
    <w:rsid w:val="00CA27FF"/>
    <w:rsid w:val="00CC05EE"/>
    <w:rsid w:val="00CC0C7F"/>
    <w:rsid w:val="00CD0CC5"/>
    <w:rsid w:val="00CD3081"/>
    <w:rsid w:val="00CD44E1"/>
    <w:rsid w:val="00CD4962"/>
    <w:rsid w:val="00D021B7"/>
    <w:rsid w:val="00D02B37"/>
    <w:rsid w:val="00D06919"/>
    <w:rsid w:val="00D06C91"/>
    <w:rsid w:val="00D0750C"/>
    <w:rsid w:val="00D1256B"/>
    <w:rsid w:val="00D141B6"/>
    <w:rsid w:val="00D1487C"/>
    <w:rsid w:val="00D17612"/>
    <w:rsid w:val="00D21D96"/>
    <w:rsid w:val="00D25FBE"/>
    <w:rsid w:val="00D26712"/>
    <w:rsid w:val="00D31A01"/>
    <w:rsid w:val="00D31CCC"/>
    <w:rsid w:val="00D35B41"/>
    <w:rsid w:val="00D56C82"/>
    <w:rsid w:val="00D57116"/>
    <w:rsid w:val="00D60082"/>
    <w:rsid w:val="00D61172"/>
    <w:rsid w:val="00D632D7"/>
    <w:rsid w:val="00D67143"/>
    <w:rsid w:val="00D7103D"/>
    <w:rsid w:val="00D75760"/>
    <w:rsid w:val="00D806CE"/>
    <w:rsid w:val="00D822FF"/>
    <w:rsid w:val="00D8288A"/>
    <w:rsid w:val="00D83CD1"/>
    <w:rsid w:val="00D92BA4"/>
    <w:rsid w:val="00D93B43"/>
    <w:rsid w:val="00D9402B"/>
    <w:rsid w:val="00D95D67"/>
    <w:rsid w:val="00DA301E"/>
    <w:rsid w:val="00DA45D2"/>
    <w:rsid w:val="00DA7925"/>
    <w:rsid w:val="00DB0AAD"/>
    <w:rsid w:val="00DB4055"/>
    <w:rsid w:val="00DB411D"/>
    <w:rsid w:val="00DC3D19"/>
    <w:rsid w:val="00DC4887"/>
    <w:rsid w:val="00DC5EFA"/>
    <w:rsid w:val="00DD2487"/>
    <w:rsid w:val="00DD2567"/>
    <w:rsid w:val="00DD4DB2"/>
    <w:rsid w:val="00DD4EB5"/>
    <w:rsid w:val="00DD7BCA"/>
    <w:rsid w:val="00DE2BEA"/>
    <w:rsid w:val="00DE33E5"/>
    <w:rsid w:val="00DE475A"/>
    <w:rsid w:val="00DE66DB"/>
    <w:rsid w:val="00DE7CD3"/>
    <w:rsid w:val="00DF366D"/>
    <w:rsid w:val="00DF37F7"/>
    <w:rsid w:val="00DF46A6"/>
    <w:rsid w:val="00DF64AD"/>
    <w:rsid w:val="00DF66DC"/>
    <w:rsid w:val="00DF6919"/>
    <w:rsid w:val="00DF725E"/>
    <w:rsid w:val="00E01A1D"/>
    <w:rsid w:val="00E02260"/>
    <w:rsid w:val="00E025E8"/>
    <w:rsid w:val="00E0330C"/>
    <w:rsid w:val="00E03E3B"/>
    <w:rsid w:val="00E03F94"/>
    <w:rsid w:val="00E07F0C"/>
    <w:rsid w:val="00E257DC"/>
    <w:rsid w:val="00E25878"/>
    <w:rsid w:val="00E263C7"/>
    <w:rsid w:val="00E27483"/>
    <w:rsid w:val="00E30843"/>
    <w:rsid w:val="00E30C93"/>
    <w:rsid w:val="00E349B9"/>
    <w:rsid w:val="00E356F8"/>
    <w:rsid w:val="00E35C6D"/>
    <w:rsid w:val="00E375B7"/>
    <w:rsid w:val="00E3782A"/>
    <w:rsid w:val="00E426FE"/>
    <w:rsid w:val="00E43960"/>
    <w:rsid w:val="00E457D6"/>
    <w:rsid w:val="00E46C4B"/>
    <w:rsid w:val="00E52FA3"/>
    <w:rsid w:val="00E5352B"/>
    <w:rsid w:val="00E53D74"/>
    <w:rsid w:val="00E53F6C"/>
    <w:rsid w:val="00E54B56"/>
    <w:rsid w:val="00E56045"/>
    <w:rsid w:val="00E606C2"/>
    <w:rsid w:val="00E63EE5"/>
    <w:rsid w:val="00E70B01"/>
    <w:rsid w:val="00E71EE7"/>
    <w:rsid w:val="00E77BD4"/>
    <w:rsid w:val="00E825D9"/>
    <w:rsid w:val="00E850D0"/>
    <w:rsid w:val="00E86284"/>
    <w:rsid w:val="00E905CA"/>
    <w:rsid w:val="00E9318A"/>
    <w:rsid w:val="00E94CCC"/>
    <w:rsid w:val="00E97585"/>
    <w:rsid w:val="00E97904"/>
    <w:rsid w:val="00EA1EB1"/>
    <w:rsid w:val="00EA4EFB"/>
    <w:rsid w:val="00EA6EBA"/>
    <w:rsid w:val="00EB216D"/>
    <w:rsid w:val="00EC4DBD"/>
    <w:rsid w:val="00ED0410"/>
    <w:rsid w:val="00ED1499"/>
    <w:rsid w:val="00ED3772"/>
    <w:rsid w:val="00EE09A0"/>
    <w:rsid w:val="00EE0E7D"/>
    <w:rsid w:val="00EE1BB8"/>
    <w:rsid w:val="00EE2121"/>
    <w:rsid w:val="00EE3543"/>
    <w:rsid w:val="00EE59BB"/>
    <w:rsid w:val="00EF0F65"/>
    <w:rsid w:val="00EF1D26"/>
    <w:rsid w:val="00EF2077"/>
    <w:rsid w:val="00EF21C5"/>
    <w:rsid w:val="00EF343C"/>
    <w:rsid w:val="00EF7CB5"/>
    <w:rsid w:val="00F05C00"/>
    <w:rsid w:val="00F1006B"/>
    <w:rsid w:val="00F12860"/>
    <w:rsid w:val="00F14DD3"/>
    <w:rsid w:val="00F16867"/>
    <w:rsid w:val="00F17158"/>
    <w:rsid w:val="00F23A5F"/>
    <w:rsid w:val="00F269B1"/>
    <w:rsid w:val="00F3229A"/>
    <w:rsid w:val="00F32B41"/>
    <w:rsid w:val="00F32B9E"/>
    <w:rsid w:val="00F335B6"/>
    <w:rsid w:val="00F347C2"/>
    <w:rsid w:val="00F35A49"/>
    <w:rsid w:val="00F368FA"/>
    <w:rsid w:val="00F403AF"/>
    <w:rsid w:val="00F418F1"/>
    <w:rsid w:val="00F46162"/>
    <w:rsid w:val="00F47F60"/>
    <w:rsid w:val="00F557A3"/>
    <w:rsid w:val="00F567A6"/>
    <w:rsid w:val="00F610E1"/>
    <w:rsid w:val="00F629AB"/>
    <w:rsid w:val="00F65F74"/>
    <w:rsid w:val="00F71B4D"/>
    <w:rsid w:val="00F723B8"/>
    <w:rsid w:val="00F7335C"/>
    <w:rsid w:val="00F84C0F"/>
    <w:rsid w:val="00F903DC"/>
    <w:rsid w:val="00F90426"/>
    <w:rsid w:val="00F94120"/>
    <w:rsid w:val="00F955BA"/>
    <w:rsid w:val="00F96BE9"/>
    <w:rsid w:val="00FA2569"/>
    <w:rsid w:val="00FA3B50"/>
    <w:rsid w:val="00FA52F2"/>
    <w:rsid w:val="00FA6D56"/>
    <w:rsid w:val="00FB20A2"/>
    <w:rsid w:val="00FB2567"/>
    <w:rsid w:val="00FB3F6C"/>
    <w:rsid w:val="00FB583F"/>
    <w:rsid w:val="00FB61A3"/>
    <w:rsid w:val="00FB684B"/>
    <w:rsid w:val="00FB7B3F"/>
    <w:rsid w:val="00FC0C27"/>
    <w:rsid w:val="00FC57DA"/>
    <w:rsid w:val="00FD1142"/>
    <w:rsid w:val="00FD6C55"/>
    <w:rsid w:val="00FD7E04"/>
    <w:rsid w:val="00FE020B"/>
    <w:rsid w:val="00FE126F"/>
    <w:rsid w:val="00FE38BB"/>
    <w:rsid w:val="00FE4694"/>
    <w:rsid w:val="00FE5314"/>
    <w:rsid w:val="00FF0286"/>
    <w:rsid w:val="00FF22A1"/>
    <w:rsid w:val="00FF4220"/>
    <w:rsid w:val="00FF48DE"/>
    <w:rsid w:val="00FF64CF"/>
    <w:rsid w:val="00FF6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3D5036A-16E8-4651-B7AA-8EDFD5182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D1E"/>
    <w:pPr>
      <w:spacing w:before="200"/>
    </w:pPr>
    <w:rPr>
      <w:rFonts w:ascii="Intel Clear" w:hAnsi="Intel Clear"/>
      <w:sz w:val="18"/>
    </w:rPr>
  </w:style>
  <w:style w:type="paragraph" w:styleId="Heading1">
    <w:name w:val="heading 1"/>
    <w:basedOn w:val="Normal"/>
    <w:next w:val="Normal"/>
    <w:qFormat/>
    <w:rsid w:val="005A7956"/>
    <w:pPr>
      <w:keepNext/>
      <w:keepLines/>
      <w:pageBreakBefore/>
      <w:numPr>
        <w:numId w:val="13"/>
      </w:numPr>
      <w:pBdr>
        <w:bottom w:val="single" w:sz="8" w:space="6" w:color="auto"/>
      </w:pBdr>
      <w:suppressAutoHyphens/>
      <w:spacing w:before="480" w:after="60" w:line="580" w:lineRule="exact"/>
      <w:ind w:left="1296" w:hanging="1296"/>
      <w:outlineLvl w:val="0"/>
    </w:pPr>
    <w:rPr>
      <w:b/>
      <w:i/>
      <w:color w:val="0860A8"/>
      <w:sz w:val="44"/>
    </w:rPr>
  </w:style>
  <w:style w:type="paragraph" w:styleId="Heading2">
    <w:name w:val="heading 2"/>
    <w:basedOn w:val="Normal"/>
    <w:next w:val="Normal"/>
    <w:qFormat/>
    <w:rsid w:val="005A7956"/>
    <w:pPr>
      <w:keepNext/>
      <w:keepLines/>
      <w:numPr>
        <w:ilvl w:val="1"/>
        <w:numId w:val="13"/>
      </w:numPr>
      <w:suppressAutoHyphens/>
      <w:spacing w:before="400" w:after="60" w:line="340" w:lineRule="exact"/>
      <w:ind w:left="1296" w:hanging="1296"/>
      <w:outlineLvl w:val="1"/>
    </w:pPr>
    <w:rPr>
      <w:b/>
      <w:color w:val="0860A8"/>
      <w:sz w:val="28"/>
    </w:rPr>
  </w:style>
  <w:style w:type="paragraph" w:styleId="Heading3">
    <w:name w:val="heading 3"/>
    <w:basedOn w:val="Normal"/>
    <w:next w:val="Normal"/>
    <w:qFormat/>
    <w:rsid w:val="005A7956"/>
    <w:pPr>
      <w:keepNext/>
      <w:keepLines/>
      <w:numPr>
        <w:ilvl w:val="2"/>
        <w:numId w:val="13"/>
      </w:numPr>
      <w:suppressAutoHyphens/>
      <w:spacing w:before="360" w:after="60" w:line="300" w:lineRule="exact"/>
      <w:ind w:left="1296" w:hanging="1296"/>
      <w:outlineLvl w:val="2"/>
    </w:pPr>
    <w:rPr>
      <w:b/>
      <w:color w:val="0860A8"/>
      <w:sz w:val="24"/>
    </w:rPr>
  </w:style>
  <w:style w:type="paragraph" w:styleId="Heading4">
    <w:name w:val="heading 4"/>
    <w:basedOn w:val="Normal"/>
    <w:next w:val="Normal"/>
    <w:qFormat/>
    <w:rsid w:val="005A7956"/>
    <w:pPr>
      <w:keepNext/>
      <w:keepLines/>
      <w:numPr>
        <w:ilvl w:val="3"/>
        <w:numId w:val="13"/>
      </w:numPr>
      <w:tabs>
        <w:tab w:val="left" w:pos="0"/>
      </w:tabs>
      <w:suppressAutoHyphens/>
      <w:spacing w:before="300" w:line="260" w:lineRule="exact"/>
      <w:ind w:left="1296" w:hanging="1296"/>
      <w:outlineLvl w:val="3"/>
    </w:pPr>
    <w:rPr>
      <w:b/>
      <w:color w:val="0860A8"/>
      <w:sz w:val="22"/>
    </w:rPr>
  </w:style>
  <w:style w:type="paragraph" w:styleId="Heading5">
    <w:name w:val="heading 5"/>
    <w:basedOn w:val="Normal"/>
    <w:next w:val="Normal"/>
    <w:qFormat/>
    <w:rsid w:val="005A7956"/>
    <w:pPr>
      <w:keepNext/>
      <w:keepLines/>
      <w:numPr>
        <w:ilvl w:val="4"/>
        <w:numId w:val="13"/>
      </w:numPr>
      <w:tabs>
        <w:tab w:val="clear" w:pos="860"/>
        <w:tab w:val="left" w:pos="0"/>
      </w:tabs>
      <w:suppressAutoHyphens/>
      <w:spacing w:before="300" w:after="100" w:line="240" w:lineRule="exact"/>
      <w:ind w:left="1296" w:hanging="1296"/>
      <w:outlineLvl w:val="4"/>
    </w:pPr>
    <w:rPr>
      <w:b/>
      <w:color w:val="0860A8"/>
      <w:sz w:val="20"/>
    </w:rPr>
  </w:style>
  <w:style w:type="paragraph" w:styleId="Heading6">
    <w:name w:val="heading 6"/>
    <w:basedOn w:val="Normal"/>
    <w:next w:val="Normal"/>
    <w:qFormat/>
    <w:rsid w:val="00C0700A"/>
    <w:pPr>
      <w:keepNext/>
      <w:keepLines/>
      <w:tabs>
        <w:tab w:val="left" w:pos="0"/>
      </w:tabs>
      <w:spacing w:before="300"/>
      <w:outlineLvl w:val="5"/>
    </w:pPr>
    <w:rPr>
      <w:b/>
    </w:rPr>
  </w:style>
  <w:style w:type="paragraph" w:styleId="Heading7">
    <w:name w:val="heading 7"/>
    <w:aliases w:val="(Do Not Use)"/>
    <w:basedOn w:val="Normal"/>
    <w:next w:val="Normal"/>
    <w:qFormat/>
    <w:rsid w:val="00C0700A"/>
    <w:pPr>
      <w:keepNext/>
      <w:keepLines/>
      <w:tabs>
        <w:tab w:val="left" w:pos="0"/>
      </w:tabs>
      <w:spacing w:before="300" w:after="60"/>
      <w:outlineLvl w:val="6"/>
    </w:pPr>
    <w:rPr>
      <w:b/>
    </w:rPr>
  </w:style>
  <w:style w:type="paragraph" w:styleId="Heading8">
    <w:name w:val="heading 8"/>
    <w:aliases w:val="(Do Not Use-)"/>
    <w:basedOn w:val="Normal"/>
    <w:next w:val="Normal"/>
    <w:qFormat/>
    <w:rsid w:val="00C0700A"/>
    <w:pPr>
      <w:keepNext/>
      <w:keepLines/>
      <w:tabs>
        <w:tab w:val="left" w:pos="0"/>
      </w:tabs>
      <w:spacing w:before="300" w:after="60"/>
      <w:outlineLvl w:val="7"/>
    </w:pPr>
    <w:rPr>
      <w:b/>
    </w:rPr>
  </w:style>
  <w:style w:type="paragraph" w:styleId="Heading9">
    <w:name w:val="heading 9"/>
    <w:aliases w:val="(Do Not Use )"/>
    <w:basedOn w:val="Normal"/>
    <w:next w:val="Normal"/>
    <w:qFormat/>
    <w:rsid w:val="00C0700A"/>
    <w:pPr>
      <w:keepNext/>
      <w:keepLines/>
      <w:spacing w:before="300" w:after="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ross-Reference">
    <w:name w:val="Cross-Reference"/>
    <w:basedOn w:val="DefaultParagraphFont"/>
    <w:rsid w:val="00A8482D"/>
    <w:rPr>
      <w:rFonts w:ascii="Verdana" w:hAnsi="Verdana"/>
      <w:color w:val="0860A8"/>
      <w:sz w:val="18"/>
      <w:u w:val="single"/>
    </w:rPr>
  </w:style>
  <w:style w:type="paragraph" w:styleId="Caption">
    <w:name w:val="caption"/>
    <w:aliases w:val="fig and tbl"/>
    <w:basedOn w:val="Normal"/>
    <w:next w:val="Normal"/>
    <w:qFormat/>
    <w:rsid w:val="005A7956"/>
    <w:pPr>
      <w:keepNext/>
      <w:tabs>
        <w:tab w:val="left" w:pos="0"/>
      </w:tabs>
      <w:suppressAutoHyphens/>
      <w:spacing w:before="240" w:after="120" w:line="220" w:lineRule="exact"/>
      <w:ind w:left="994" w:hanging="994"/>
    </w:pPr>
    <w:rPr>
      <w:b/>
      <w:color w:val="0860A8"/>
    </w:rPr>
  </w:style>
  <w:style w:type="paragraph" w:styleId="TOC8">
    <w:name w:val="toc 8"/>
    <w:basedOn w:val="Normal"/>
    <w:next w:val="Normal"/>
    <w:semiHidden/>
    <w:rsid w:val="00C0700A"/>
    <w:pPr>
      <w:spacing w:before="0"/>
      <w:ind w:left="1200"/>
    </w:pPr>
    <w:rPr>
      <w:rFonts w:ascii="Arial" w:hAnsi="Arial"/>
    </w:rPr>
  </w:style>
  <w:style w:type="paragraph" w:styleId="TOC7">
    <w:name w:val="toc 7"/>
    <w:basedOn w:val="Normal"/>
    <w:next w:val="Normal"/>
    <w:semiHidden/>
    <w:rsid w:val="00C0700A"/>
    <w:pPr>
      <w:spacing w:before="0"/>
      <w:ind w:left="1000"/>
    </w:pPr>
    <w:rPr>
      <w:rFonts w:ascii="Arial" w:hAnsi="Arial"/>
    </w:rPr>
  </w:style>
  <w:style w:type="paragraph" w:styleId="TOC6">
    <w:name w:val="toc 6"/>
    <w:basedOn w:val="Normal"/>
    <w:next w:val="Normal"/>
    <w:semiHidden/>
    <w:rsid w:val="00C0700A"/>
    <w:pPr>
      <w:spacing w:before="0"/>
      <w:ind w:left="-500"/>
    </w:pPr>
    <w:rPr>
      <w:rFonts w:ascii="Arial" w:hAnsi="Arial"/>
    </w:rPr>
  </w:style>
  <w:style w:type="paragraph" w:styleId="TOC5">
    <w:name w:val="toc 5"/>
    <w:basedOn w:val="Normal"/>
    <w:next w:val="Normal"/>
    <w:semiHidden/>
    <w:rsid w:val="00C0700A"/>
    <w:pPr>
      <w:tabs>
        <w:tab w:val="left" w:pos="3400"/>
        <w:tab w:val="right" w:leader="dot" w:pos="7920"/>
      </w:tabs>
      <w:spacing w:before="0"/>
      <w:ind w:left="3400" w:hanging="1200"/>
    </w:pPr>
    <w:rPr>
      <w:rFonts w:ascii="Arial" w:hAnsi="Arial"/>
      <w:noProof/>
    </w:rPr>
  </w:style>
  <w:style w:type="paragraph" w:styleId="TOC4">
    <w:name w:val="toc 4"/>
    <w:basedOn w:val="Normal"/>
    <w:next w:val="Normal"/>
    <w:rsid w:val="00C0700A"/>
    <w:pPr>
      <w:tabs>
        <w:tab w:val="left" w:pos="2520"/>
        <w:tab w:val="right" w:leader="dot" w:pos="7920"/>
      </w:tabs>
      <w:spacing w:before="0"/>
      <w:ind w:left="2520" w:hanging="960"/>
    </w:pPr>
  </w:style>
  <w:style w:type="paragraph" w:styleId="TOC3">
    <w:name w:val="toc 3"/>
    <w:basedOn w:val="Normal"/>
    <w:next w:val="Normal"/>
    <w:rsid w:val="00435E52"/>
    <w:pPr>
      <w:tabs>
        <w:tab w:val="right" w:leader="dot" w:pos="9360"/>
      </w:tabs>
      <w:spacing w:before="0"/>
      <w:ind w:left="1560" w:hanging="840"/>
    </w:pPr>
    <w:rPr>
      <w:rFonts w:cs="Arial"/>
      <w:noProof/>
      <w:szCs w:val="28"/>
    </w:rPr>
  </w:style>
  <w:style w:type="paragraph" w:styleId="TOC2">
    <w:name w:val="toc 2"/>
    <w:basedOn w:val="Normal"/>
    <w:next w:val="Normal"/>
    <w:rsid w:val="00435E52"/>
    <w:pPr>
      <w:tabs>
        <w:tab w:val="right" w:leader="dot" w:pos="9360"/>
      </w:tabs>
      <w:suppressAutoHyphens/>
      <w:spacing w:before="20" w:after="20"/>
      <w:ind w:left="720" w:hanging="720"/>
    </w:pPr>
    <w:rPr>
      <w:color w:val="000000"/>
    </w:rPr>
  </w:style>
  <w:style w:type="paragraph" w:styleId="TOC1">
    <w:name w:val="toc 1"/>
    <w:basedOn w:val="Normal"/>
    <w:next w:val="Normal"/>
    <w:rsid w:val="00435E52"/>
    <w:pPr>
      <w:tabs>
        <w:tab w:val="right" w:leader="dot" w:pos="9360"/>
      </w:tabs>
      <w:suppressAutoHyphens/>
      <w:spacing w:before="140" w:after="60"/>
      <w:ind w:left="720" w:hanging="720"/>
    </w:pPr>
    <w:rPr>
      <w:color w:val="000000"/>
    </w:rPr>
  </w:style>
  <w:style w:type="character" w:styleId="LineNumber">
    <w:name w:val="line number"/>
    <w:aliases w:val="(Do Not Use&gt;)"/>
    <w:basedOn w:val="DefaultParagraphFont"/>
    <w:semiHidden/>
    <w:rsid w:val="00E86284"/>
  </w:style>
  <w:style w:type="paragraph" w:styleId="Footer">
    <w:name w:val="footer"/>
    <w:basedOn w:val="Normal"/>
    <w:rsid w:val="00C0700A"/>
    <w:pPr>
      <w:tabs>
        <w:tab w:val="right" w:pos="7920"/>
      </w:tabs>
      <w:suppressAutoHyphens/>
    </w:pPr>
    <w:rPr>
      <w:color w:val="000000"/>
    </w:rPr>
  </w:style>
  <w:style w:type="paragraph" w:customStyle="1" w:styleId="CellHeadingLeft">
    <w:name w:val="CellHeadingLeft"/>
    <w:basedOn w:val="CellHeadingCenter"/>
    <w:rsid w:val="00E86284"/>
    <w:pPr>
      <w:jc w:val="left"/>
    </w:pPr>
    <w:rPr>
      <w:b w:val="0"/>
    </w:rPr>
  </w:style>
  <w:style w:type="paragraph" w:customStyle="1" w:styleId="CellHeadingCenter">
    <w:name w:val="CellHeadingCenter"/>
    <w:basedOn w:val="Normal"/>
    <w:rsid w:val="00C0700A"/>
    <w:pPr>
      <w:keepNext/>
      <w:keepLines/>
      <w:suppressAutoHyphens/>
      <w:spacing w:before="120" w:after="120" w:line="160" w:lineRule="exact"/>
      <w:ind w:left="40" w:right="40"/>
      <w:jc w:val="center"/>
    </w:pPr>
    <w:rPr>
      <w:b/>
      <w:color w:val="0860A8"/>
      <w:sz w:val="16"/>
    </w:rPr>
  </w:style>
  <w:style w:type="paragraph" w:styleId="TOC9">
    <w:name w:val="toc 9"/>
    <w:basedOn w:val="Normal"/>
    <w:next w:val="Normal"/>
    <w:semiHidden/>
    <w:rsid w:val="00C0700A"/>
    <w:pPr>
      <w:spacing w:before="0"/>
      <w:ind w:left="1400"/>
    </w:pPr>
    <w:rPr>
      <w:rFonts w:ascii="Arial" w:hAnsi="Arial"/>
    </w:rPr>
  </w:style>
  <w:style w:type="paragraph" w:customStyle="1" w:styleId="DocTitle">
    <w:name w:val="DocTitle"/>
    <w:basedOn w:val="Normal"/>
    <w:rsid w:val="005A7956"/>
    <w:pPr>
      <w:keepNext/>
      <w:suppressAutoHyphens/>
      <w:ind w:right="576"/>
    </w:pPr>
    <w:rPr>
      <w:b/>
      <w:color w:val="0860A8"/>
      <w:sz w:val="44"/>
    </w:rPr>
  </w:style>
  <w:style w:type="paragraph" w:customStyle="1" w:styleId="CellBodyBullet">
    <w:name w:val="CellBodyBullet"/>
    <w:basedOn w:val="Bullet"/>
    <w:rsid w:val="008A1B1C"/>
    <w:pPr>
      <w:numPr>
        <w:numId w:val="6"/>
      </w:numPr>
      <w:tabs>
        <w:tab w:val="clear" w:pos="360"/>
        <w:tab w:val="left" w:pos="144"/>
      </w:tabs>
      <w:spacing w:before="60" w:after="60"/>
      <w:ind w:left="144" w:right="14" w:hanging="144"/>
    </w:pPr>
    <w:rPr>
      <w:color w:val="auto"/>
      <w:sz w:val="16"/>
    </w:rPr>
  </w:style>
  <w:style w:type="paragraph" w:customStyle="1" w:styleId="Bullet">
    <w:name w:val="Bullet"/>
    <w:basedOn w:val="Normal"/>
    <w:rsid w:val="00C0700A"/>
    <w:pPr>
      <w:numPr>
        <w:numId w:val="2"/>
      </w:numPr>
      <w:suppressAutoHyphens/>
      <w:spacing w:before="120"/>
      <w:ind w:left="360" w:hanging="360"/>
    </w:pPr>
    <w:rPr>
      <w:color w:val="000000"/>
    </w:rPr>
  </w:style>
  <w:style w:type="paragraph" w:customStyle="1" w:styleId="CellBodyBulletSub">
    <w:name w:val="CellBodyBulletSub"/>
    <w:basedOn w:val="CellBodyBullet"/>
    <w:rsid w:val="003F7644"/>
    <w:pPr>
      <w:numPr>
        <w:numId w:val="7"/>
      </w:numPr>
      <w:tabs>
        <w:tab w:val="clear" w:pos="144"/>
        <w:tab w:val="clear" w:pos="936"/>
        <w:tab w:val="left" w:pos="432"/>
      </w:tabs>
      <w:ind w:left="432" w:hanging="216"/>
    </w:pPr>
  </w:style>
  <w:style w:type="paragraph" w:customStyle="1" w:styleId="Classification">
    <w:name w:val="Classification"/>
    <w:rsid w:val="005A7956"/>
    <w:rPr>
      <w:rFonts w:ascii="Verdana" w:hAnsi="Verdana" w:cs="Arial"/>
      <w:b/>
      <w:color w:val="F20017"/>
      <w:sz w:val="24"/>
      <w:szCs w:val="40"/>
    </w:rPr>
  </w:style>
  <w:style w:type="paragraph" w:customStyle="1" w:styleId="Spacer">
    <w:name w:val="Spacer"/>
    <w:basedOn w:val="Normal"/>
    <w:rsid w:val="00C0700A"/>
    <w:pPr>
      <w:numPr>
        <w:numId w:val="9"/>
      </w:numPr>
      <w:suppressAutoHyphens/>
      <w:spacing w:before="0"/>
      <w:ind w:left="0" w:firstLine="0"/>
      <w:outlineLvl w:val="0"/>
    </w:pPr>
    <w:rPr>
      <w:color w:val="000000"/>
      <w:sz w:val="12"/>
    </w:rPr>
  </w:style>
  <w:style w:type="paragraph" w:styleId="TOAHeading">
    <w:name w:val="toa heading"/>
    <w:basedOn w:val="Normal"/>
    <w:next w:val="Normal"/>
    <w:semiHidden/>
    <w:rsid w:val="00E86284"/>
    <w:pPr>
      <w:spacing w:before="240" w:after="120"/>
    </w:pPr>
    <w:rPr>
      <w:b/>
      <w:caps/>
    </w:rPr>
  </w:style>
  <w:style w:type="paragraph" w:customStyle="1" w:styleId="BulletSub">
    <w:name w:val="Bullet Sub"/>
    <w:basedOn w:val="Bullet"/>
    <w:rsid w:val="00F46162"/>
    <w:pPr>
      <w:numPr>
        <w:numId w:val="3"/>
      </w:numPr>
      <w:tabs>
        <w:tab w:val="left" w:pos="1900"/>
      </w:tabs>
      <w:spacing w:before="20" w:after="20"/>
      <w:ind w:left="720"/>
    </w:pPr>
  </w:style>
  <w:style w:type="paragraph" w:customStyle="1" w:styleId="RegisterSummary">
    <w:name w:val="Register Summary"/>
    <w:basedOn w:val="Normal"/>
    <w:rsid w:val="00C0700A"/>
    <w:pPr>
      <w:tabs>
        <w:tab w:val="left" w:pos="3260"/>
      </w:tabs>
      <w:spacing w:before="0"/>
    </w:pPr>
  </w:style>
  <w:style w:type="paragraph" w:styleId="DocumentMap">
    <w:name w:val="Document Map"/>
    <w:basedOn w:val="Normal"/>
    <w:semiHidden/>
    <w:rsid w:val="00C0700A"/>
    <w:pPr>
      <w:shd w:val="clear" w:color="auto" w:fill="000080"/>
    </w:pPr>
    <w:rPr>
      <w:rFonts w:ascii="Tahoma" w:hAnsi="Tahoma"/>
    </w:rPr>
  </w:style>
  <w:style w:type="paragraph" w:customStyle="1" w:styleId="Code">
    <w:name w:val="Code"/>
    <w:basedOn w:val="Normal"/>
    <w:rsid w:val="00C0700A"/>
    <w:pPr>
      <w:tabs>
        <w:tab w:val="left" w:pos="864"/>
        <w:tab w:val="left" w:pos="1872"/>
        <w:tab w:val="left" w:pos="2664"/>
        <w:tab w:val="left" w:pos="3672"/>
        <w:tab w:val="left" w:pos="5760"/>
      </w:tabs>
      <w:spacing w:before="0"/>
    </w:pPr>
    <w:rPr>
      <w:rFonts w:ascii="Courier" w:hAnsi="Courier"/>
      <w:noProof/>
    </w:rPr>
  </w:style>
  <w:style w:type="paragraph" w:styleId="Header">
    <w:name w:val="header"/>
    <w:basedOn w:val="Normal"/>
    <w:rsid w:val="00C0700A"/>
    <w:pPr>
      <w:tabs>
        <w:tab w:val="center" w:pos="4320"/>
        <w:tab w:val="right" w:pos="8640"/>
      </w:tabs>
      <w:suppressAutoHyphens/>
      <w:spacing w:before="0"/>
    </w:pPr>
    <w:rPr>
      <w:b/>
      <w:i/>
      <w:color w:val="000000"/>
    </w:rPr>
  </w:style>
  <w:style w:type="paragraph" w:customStyle="1" w:styleId="RegFigbit">
    <w:name w:val="Reg_Fig (bit#)"/>
    <w:basedOn w:val="Normal"/>
    <w:rsid w:val="00C0700A"/>
    <w:pPr>
      <w:spacing w:before="20"/>
    </w:pPr>
    <w:rPr>
      <w:sz w:val="16"/>
    </w:rPr>
  </w:style>
  <w:style w:type="paragraph" w:customStyle="1" w:styleId="Caution">
    <w:name w:val="Caution"/>
    <w:basedOn w:val="Normal"/>
    <w:next w:val="Normal"/>
    <w:rsid w:val="005A7956"/>
    <w:pPr>
      <w:numPr>
        <w:numId w:val="4"/>
      </w:numPr>
      <w:tabs>
        <w:tab w:val="left" w:pos="1300"/>
      </w:tabs>
      <w:spacing w:before="260" w:line="240" w:lineRule="exact"/>
      <w:ind w:left="360"/>
    </w:pPr>
  </w:style>
  <w:style w:type="paragraph" w:customStyle="1" w:styleId="RegFigfield">
    <w:name w:val="Reg_Fig (field)"/>
    <w:basedOn w:val="RegFigbit"/>
    <w:rsid w:val="00E86284"/>
    <w:pPr>
      <w:spacing w:before="100" w:after="100"/>
      <w:jc w:val="center"/>
    </w:pPr>
  </w:style>
  <w:style w:type="character" w:styleId="Hyperlink">
    <w:name w:val="Hyperlink"/>
    <w:basedOn w:val="DefaultParagraphFont"/>
    <w:rsid w:val="00E86284"/>
    <w:rPr>
      <w:rFonts w:ascii="Verdana" w:hAnsi="Verdana"/>
      <w:color w:val="0860A8"/>
      <w:sz w:val="18"/>
      <w:szCs w:val="18"/>
      <w:u w:val="single"/>
    </w:rPr>
  </w:style>
  <w:style w:type="paragraph" w:customStyle="1" w:styleId="Legal">
    <w:name w:val="Legal"/>
    <w:basedOn w:val="Normal"/>
    <w:rsid w:val="005A7956"/>
    <w:pPr>
      <w:suppressAutoHyphens/>
      <w:spacing w:before="0" w:after="80"/>
    </w:pPr>
    <w:rPr>
      <w:snapToGrid w:val="0"/>
      <w:color w:val="000000"/>
      <w:sz w:val="14"/>
    </w:rPr>
  </w:style>
  <w:style w:type="paragraph" w:customStyle="1" w:styleId="DocType">
    <w:name w:val="DocType"/>
    <w:basedOn w:val="Normal"/>
    <w:rsid w:val="005A7956"/>
    <w:pPr>
      <w:pBdr>
        <w:bottom w:val="single" w:sz="4" w:space="1" w:color="auto"/>
      </w:pBdr>
      <w:suppressAutoHyphens/>
      <w:spacing w:before="0"/>
      <w:ind w:right="576"/>
    </w:pPr>
    <w:rPr>
      <w:b/>
      <w:color w:val="0860A8"/>
      <w:sz w:val="24"/>
    </w:rPr>
  </w:style>
  <w:style w:type="paragraph" w:customStyle="1" w:styleId="DateTitlePage">
    <w:name w:val="DateTitlePage"/>
    <w:basedOn w:val="Normal"/>
    <w:rsid w:val="005A7956"/>
    <w:pPr>
      <w:suppressAutoHyphens/>
      <w:spacing w:before="0"/>
      <w:ind w:right="576"/>
    </w:pPr>
    <w:rPr>
      <w:b/>
      <w:i/>
      <w:color w:val="0860A8"/>
      <w:sz w:val="24"/>
    </w:rPr>
  </w:style>
  <w:style w:type="paragraph" w:customStyle="1" w:styleId="HeadingTOC">
    <w:name w:val="Heading (TOC"/>
    <w:aliases w:val="RevHistory)"/>
    <w:basedOn w:val="Normal"/>
    <w:next w:val="Normal"/>
    <w:rsid w:val="005A7956"/>
    <w:pPr>
      <w:pageBreakBefore/>
      <w:pBdr>
        <w:bottom w:val="single" w:sz="8" w:space="6" w:color="auto"/>
      </w:pBdr>
      <w:suppressAutoHyphens/>
      <w:spacing w:before="480" w:after="60" w:line="580" w:lineRule="exact"/>
    </w:pPr>
    <w:rPr>
      <w:b/>
      <w:i/>
      <w:color w:val="0860A8"/>
      <w:sz w:val="44"/>
    </w:rPr>
  </w:style>
  <w:style w:type="paragraph" w:customStyle="1" w:styleId="NotesTableNumberedList">
    <w:name w:val="NotesTable (Numbered List)"/>
    <w:basedOn w:val="Normal"/>
    <w:rsid w:val="00AB3289"/>
    <w:pPr>
      <w:numPr>
        <w:ilvl w:val="1"/>
        <w:numId w:val="14"/>
      </w:numPr>
      <w:snapToGrid w:val="0"/>
      <w:spacing w:before="0"/>
    </w:pPr>
    <w:rPr>
      <w:sz w:val="16"/>
    </w:rPr>
  </w:style>
  <w:style w:type="paragraph" w:customStyle="1" w:styleId="Note">
    <w:name w:val="Note"/>
    <w:basedOn w:val="Normal"/>
    <w:next w:val="Normal"/>
    <w:rsid w:val="005A7956"/>
    <w:pPr>
      <w:numPr>
        <w:numId w:val="8"/>
      </w:numPr>
      <w:tabs>
        <w:tab w:val="left" w:pos="0"/>
      </w:tabs>
      <w:suppressAutoHyphens/>
      <w:spacing w:before="260" w:line="220" w:lineRule="exact"/>
      <w:ind w:left="677" w:hanging="677"/>
    </w:pPr>
    <w:rPr>
      <w:color w:val="000000"/>
    </w:rPr>
  </w:style>
  <w:style w:type="paragraph" w:customStyle="1" w:styleId="FigureSpace">
    <w:name w:val="FigureSpace"/>
    <w:basedOn w:val="Normal"/>
    <w:rsid w:val="00C0700A"/>
    <w:pPr>
      <w:pBdr>
        <w:top w:val="single" w:sz="4" w:space="6" w:color="auto"/>
        <w:left w:val="single" w:sz="4" w:space="1" w:color="auto"/>
        <w:bottom w:val="single" w:sz="4" w:space="6" w:color="auto"/>
        <w:right w:val="single" w:sz="4" w:space="6" w:color="auto"/>
      </w:pBdr>
      <w:suppressAutoHyphens/>
      <w:spacing w:before="0"/>
      <w:ind w:left="43" w:right="43"/>
      <w:jc w:val="center"/>
    </w:pPr>
    <w:rPr>
      <w:color w:val="000000"/>
    </w:rPr>
  </w:style>
  <w:style w:type="paragraph" w:customStyle="1" w:styleId="Warning">
    <w:name w:val="Warning"/>
    <w:basedOn w:val="Normal"/>
    <w:next w:val="Normal"/>
    <w:rsid w:val="005A7956"/>
    <w:pPr>
      <w:numPr>
        <w:numId w:val="1"/>
      </w:numPr>
      <w:tabs>
        <w:tab w:val="left" w:pos="0"/>
      </w:tabs>
      <w:spacing w:before="260" w:line="220" w:lineRule="exact"/>
      <w:ind w:left="360"/>
    </w:pPr>
  </w:style>
  <w:style w:type="paragraph" w:styleId="TableofFigures">
    <w:name w:val="table of figures"/>
    <w:basedOn w:val="Normal"/>
    <w:next w:val="Normal"/>
    <w:uiPriority w:val="99"/>
    <w:rsid w:val="00435E52"/>
    <w:pPr>
      <w:tabs>
        <w:tab w:val="right" w:leader="dot" w:pos="9360"/>
      </w:tabs>
      <w:suppressAutoHyphens/>
      <w:spacing w:before="0"/>
      <w:ind w:left="400" w:hanging="400"/>
    </w:pPr>
    <w:rPr>
      <w:color w:val="000000"/>
    </w:rPr>
  </w:style>
  <w:style w:type="paragraph" w:customStyle="1" w:styleId="CellBitSet">
    <w:name w:val="CellBitSet"/>
    <w:basedOn w:val="Normal"/>
    <w:rsid w:val="009675CD"/>
    <w:pPr>
      <w:numPr>
        <w:numId w:val="5"/>
      </w:numPr>
      <w:ind w:left="380"/>
    </w:pPr>
  </w:style>
  <w:style w:type="paragraph" w:customStyle="1" w:styleId="zHeading1Appendix">
    <w:name w:val="zHeading_1_Appendix"/>
    <w:basedOn w:val="Heading1"/>
    <w:next w:val="Normal"/>
    <w:rsid w:val="005A7956"/>
    <w:pPr>
      <w:numPr>
        <w:numId w:val="11"/>
      </w:numPr>
      <w:tabs>
        <w:tab w:val="clear" w:pos="2880"/>
        <w:tab w:val="left" w:pos="0"/>
        <w:tab w:val="left" w:pos="1584"/>
      </w:tabs>
    </w:pPr>
  </w:style>
  <w:style w:type="paragraph" w:customStyle="1" w:styleId="zHeading2Appendix">
    <w:name w:val="zHeading_2_Appendix"/>
    <w:basedOn w:val="zHeading1Appendix"/>
    <w:next w:val="Normal"/>
    <w:rsid w:val="005A7956"/>
    <w:pPr>
      <w:pageBreakBefore w:val="0"/>
      <w:numPr>
        <w:ilvl w:val="1"/>
      </w:numPr>
      <w:pBdr>
        <w:bottom w:val="none" w:sz="0" w:space="0" w:color="auto"/>
      </w:pBdr>
      <w:tabs>
        <w:tab w:val="left" w:pos="840"/>
      </w:tabs>
      <w:spacing w:before="400" w:line="340" w:lineRule="exact"/>
      <w:ind w:left="1296" w:hanging="1296"/>
      <w:outlineLvl w:val="1"/>
    </w:pPr>
    <w:rPr>
      <w:i w:val="0"/>
      <w:iCs/>
      <w:sz w:val="32"/>
    </w:rPr>
  </w:style>
  <w:style w:type="paragraph" w:customStyle="1" w:styleId="zHeading3Appendix">
    <w:name w:val="zHeading_3_Appendix"/>
    <w:basedOn w:val="zHeading1Appendix"/>
    <w:next w:val="Normal"/>
    <w:rsid w:val="005A7956"/>
    <w:pPr>
      <w:pageBreakBefore w:val="0"/>
      <w:numPr>
        <w:ilvl w:val="2"/>
      </w:numPr>
      <w:pBdr>
        <w:bottom w:val="none" w:sz="0" w:space="0" w:color="auto"/>
      </w:pBdr>
      <w:spacing w:before="360" w:line="300" w:lineRule="exact"/>
      <w:ind w:left="1296" w:hanging="1296"/>
      <w:outlineLvl w:val="2"/>
    </w:pPr>
    <w:rPr>
      <w:i w:val="0"/>
      <w:iCs/>
      <w:sz w:val="28"/>
    </w:rPr>
  </w:style>
  <w:style w:type="paragraph" w:customStyle="1" w:styleId="ListNumberedList">
    <w:name w:val="List (Numbered_List)"/>
    <w:basedOn w:val="Normal"/>
    <w:rsid w:val="00C0700A"/>
    <w:pPr>
      <w:numPr>
        <w:numId w:val="10"/>
      </w:numPr>
      <w:tabs>
        <w:tab w:val="left" w:pos="360"/>
      </w:tabs>
      <w:suppressAutoHyphens/>
      <w:spacing w:before="60"/>
    </w:pPr>
    <w:rPr>
      <w:color w:val="000000"/>
    </w:rPr>
  </w:style>
  <w:style w:type="paragraph" w:customStyle="1" w:styleId="zHeading4Appendix">
    <w:name w:val="zHeading_4_Appendix"/>
    <w:basedOn w:val="zHeading1Appendix"/>
    <w:next w:val="Normal"/>
    <w:rsid w:val="005A7956"/>
    <w:pPr>
      <w:pageBreakBefore w:val="0"/>
      <w:numPr>
        <w:ilvl w:val="3"/>
      </w:numPr>
      <w:pBdr>
        <w:bottom w:val="none" w:sz="0" w:space="0" w:color="auto"/>
      </w:pBdr>
      <w:spacing w:before="300" w:after="0" w:line="260" w:lineRule="exact"/>
      <w:ind w:left="1296" w:hanging="1296"/>
      <w:outlineLvl w:val="3"/>
    </w:pPr>
    <w:rPr>
      <w:i w:val="0"/>
      <w:iCs/>
      <w:sz w:val="24"/>
    </w:rPr>
  </w:style>
  <w:style w:type="paragraph" w:customStyle="1" w:styleId="zHeading5Appendix">
    <w:name w:val="zHeading_5_Appendix"/>
    <w:basedOn w:val="zHeading1Appendix"/>
    <w:next w:val="Normal"/>
    <w:rsid w:val="005A7956"/>
    <w:pPr>
      <w:pageBreakBefore w:val="0"/>
      <w:numPr>
        <w:ilvl w:val="4"/>
      </w:numPr>
      <w:pBdr>
        <w:bottom w:val="none" w:sz="0" w:space="0" w:color="auto"/>
      </w:pBdr>
      <w:spacing w:before="300" w:after="100" w:line="240" w:lineRule="exact"/>
      <w:ind w:left="1296" w:hanging="1296"/>
      <w:outlineLvl w:val="4"/>
    </w:pPr>
    <w:rPr>
      <w:i w:val="0"/>
      <w:iCs/>
      <w:sz w:val="22"/>
    </w:rPr>
  </w:style>
  <w:style w:type="paragraph" w:customStyle="1" w:styleId="NotesTable">
    <w:name w:val="NotesTable"/>
    <w:basedOn w:val="NoteTable"/>
    <w:next w:val="NotesTableNumberedList"/>
    <w:rsid w:val="006E33C2"/>
    <w:pPr>
      <w:numPr>
        <w:numId w:val="14"/>
      </w:numPr>
    </w:pPr>
  </w:style>
  <w:style w:type="paragraph" w:customStyle="1" w:styleId="NoteTable">
    <w:name w:val="NoteTable"/>
    <w:basedOn w:val="Normal"/>
    <w:rsid w:val="00C0700A"/>
    <w:pPr>
      <w:numPr>
        <w:numId w:val="12"/>
      </w:numPr>
      <w:suppressAutoHyphens/>
      <w:spacing w:before="120"/>
      <w:ind w:left="706" w:hanging="706"/>
    </w:pPr>
    <w:rPr>
      <w:color w:val="000000"/>
      <w:sz w:val="16"/>
    </w:rPr>
  </w:style>
  <w:style w:type="paragraph" w:customStyle="1" w:styleId="CellBodyCenter">
    <w:name w:val="CellBodyCenter"/>
    <w:basedOn w:val="Normal"/>
    <w:rsid w:val="009675CD"/>
    <w:pPr>
      <w:keepLines/>
      <w:tabs>
        <w:tab w:val="left" w:pos="-1360"/>
        <w:tab w:val="left" w:pos="-1120"/>
        <w:tab w:val="left" w:pos="-880"/>
        <w:tab w:val="left" w:pos="-640"/>
        <w:tab w:val="left" w:pos="-400"/>
        <w:tab w:val="left" w:pos="-160"/>
        <w:tab w:val="left" w:pos="80"/>
        <w:tab w:val="left" w:pos="240"/>
        <w:tab w:val="left" w:pos="320"/>
        <w:tab w:val="left" w:pos="480"/>
        <w:tab w:val="left" w:pos="720"/>
        <w:tab w:val="left" w:pos="960"/>
        <w:tab w:val="left" w:pos="1200"/>
        <w:tab w:val="left" w:pos="1440"/>
        <w:tab w:val="left" w:pos="1680"/>
        <w:tab w:val="left" w:pos="1920"/>
      </w:tabs>
      <w:suppressAutoHyphens/>
      <w:spacing w:before="60" w:after="60" w:line="200" w:lineRule="exact"/>
      <w:ind w:left="29" w:right="29"/>
      <w:jc w:val="center"/>
    </w:pPr>
    <w:rPr>
      <w:rFonts w:cs="Arial"/>
      <w:snapToGrid w:val="0"/>
      <w:color w:val="000000"/>
      <w:sz w:val="16"/>
      <w:lang w:val="en-GB"/>
    </w:rPr>
  </w:style>
  <w:style w:type="paragraph" w:customStyle="1" w:styleId="HeadingLOT">
    <w:name w:val="Heading (LOT"/>
    <w:aliases w:val="LOF)"/>
    <w:basedOn w:val="Normal"/>
    <w:rsid w:val="005A7956"/>
    <w:pPr>
      <w:suppressAutoHyphens/>
      <w:spacing w:before="400" w:after="240" w:line="340" w:lineRule="exact"/>
    </w:pPr>
    <w:rPr>
      <w:b/>
      <w:noProof/>
      <w:color w:val="0860A8"/>
      <w:sz w:val="28"/>
    </w:rPr>
  </w:style>
  <w:style w:type="character" w:styleId="PageNumber">
    <w:name w:val="page number"/>
    <w:basedOn w:val="DefaultParagraphFont"/>
    <w:semiHidden/>
    <w:rsid w:val="00E86284"/>
  </w:style>
  <w:style w:type="character" w:styleId="CommentReference">
    <w:name w:val="annotation reference"/>
    <w:basedOn w:val="DefaultParagraphFont"/>
    <w:semiHidden/>
    <w:rsid w:val="00E86284"/>
    <w:rPr>
      <w:sz w:val="16"/>
      <w:szCs w:val="16"/>
    </w:rPr>
  </w:style>
  <w:style w:type="character" w:styleId="FollowedHyperlink">
    <w:name w:val="FollowedHyperlink"/>
    <w:basedOn w:val="DefaultParagraphFont"/>
    <w:rsid w:val="00E86284"/>
    <w:rPr>
      <w:color w:val="800080"/>
      <w:u w:val="single"/>
    </w:rPr>
  </w:style>
  <w:style w:type="table" w:styleId="TableGrid">
    <w:name w:val="Table Grid"/>
    <w:basedOn w:val="TableNormal"/>
    <w:rsid w:val="00A544D2"/>
    <w:pPr>
      <w:keepLines/>
      <w:spacing w:before="60" w:after="60" w:line="200" w:lineRule="exact"/>
      <w:ind w:left="14" w:right="14"/>
    </w:pPr>
    <w:rPr>
      <w:rFonts w:ascii="Verdana" w:hAnsi="Verdana"/>
      <w:sz w:val="16"/>
    </w:rPr>
    <w:tblPr>
      <w:tblStyleRowBandSize w:val="1"/>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keepLines/>
        <w:wordWrap/>
        <w:spacing w:beforeLines="0" w:beforeAutospacing="0" w:afterLines="0" w:afterAutospacing="0"/>
      </w:pPr>
      <w:rPr>
        <w:rFonts w:ascii="Cambria" w:hAnsi="Cambria"/>
        <w:b w:val="0"/>
        <w:color w:val="auto"/>
        <w:sz w:val="16"/>
      </w:rPr>
    </w:tblStylePr>
    <w:tblStylePr w:type="band1Horz">
      <w:pPr>
        <w:tabs>
          <w:tab w:val="left" w:pos="720"/>
        </w:tabs>
      </w:pPr>
    </w:tblStylePr>
    <w:tblStylePr w:type="band2Horz">
      <w:pPr>
        <w:tabs>
          <w:tab w:val="left" w:pos="245"/>
          <w:tab w:val="left" w:pos="475"/>
          <w:tab w:val="left" w:pos="720"/>
          <w:tab w:val="left" w:pos="965"/>
          <w:tab w:val="left" w:pos="1195"/>
        </w:tabs>
      </w:pPr>
    </w:tblStylePr>
    <w:tblStylePr w:type="nwCell">
      <w:rPr>
        <w:rFonts w:ascii="Cambria" w:hAnsi="Cambria"/>
        <w:b/>
        <w:color w:val="0860A8"/>
        <w:sz w:val="18"/>
      </w:rPr>
    </w:tblStylePr>
  </w:style>
  <w:style w:type="paragraph" w:customStyle="1" w:styleId="CodeGrey">
    <w:name w:val="Code Grey"/>
    <w:basedOn w:val="Normal"/>
    <w:rsid w:val="00C0700A"/>
    <w:pPr>
      <w:shd w:val="clear" w:color="auto" w:fill="D9D9D9"/>
      <w:tabs>
        <w:tab w:val="left" w:pos="288"/>
        <w:tab w:val="left" w:pos="864"/>
        <w:tab w:val="left" w:pos="1260"/>
        <w:tab w:val="left" w:pos="1620"/>
        <w:tab w:val="left" w:pos="1872"/>
        <w:tab w:val="left" w:pos="2160"/>
        <w:tab w:val="left" w:pos="2520"/>
        <w:tab w:val="left" w:pos="2664"/>
        <w:tab w:val="left" w:pos="3060"/>
        <w:tab w:val="left" w:pos="3420"/>
        <w:tab w:val="left" w:pos="3672"/>
        <w:tab w:val="left" w:pos="3960"/>
        <w:tab w:val="left" w:pos="4320"/>
        <w:tab w:val="left" w:pos="4680"/>
        <w:tab w:val="left" w:pos="5040"/>
        <w:tab w:val="left" w:pos="5400"/>
        <w:tab w:val="left" w:pos="5760"/>
      </w:tabs>
      <w:spacing w:before="120" w:after="240"/>
      <w:ind w:left="288"/>
      <w:contextualSpacing/>
    </w:pPr>
    <w:rPr>
      <w:rFonts w:ascii="Lucida Console" w:eastAsia="MS Mincho" w:hAnsi="Lucida Console"/>
      <w:color w:val="000000"/>
      <w:sz w:val="16"/>
      <w:szCs w:val="16"/>
      <w:lang w:eastAsia="ja-JP"/>
    </w:rPr>
  </w:style>
  <w:style w:type="paragraph" w:styleId="CommentText">
    <w:name w:val="annotation text"/>
    <w:basedOn w:val="Normal"/>
    <w:semiHidden/>
    <w:rsid w:val="00E86284"/>
    <w:rPr>
      <w:sz w:val="20"/>
    </w:rPr>
  </w:style>
  <w:style w:type="paragraph" w:styleId="CommentSubject">
    <w:name w:val="annotation subject"/>
    <w:basedOn w:val="CommentText"/>
    <w:next w:val="CommentText"/>
    <w:semiHidden/>
    <w:rsid w:val="00E86284"/>
    <w:rPr>
      <w:b/>
      <w:bCs/>
    </w:rPr>
  </w:style>
  <w:style w:type="paragraph" w:styleId="BalloonText">
    <w:name w:val="Balloon Text"/>
    <w:basedOn w:val="Normal"/>
    <w:semiHidden/>
    <w:rsid w:val="00E86284"/>
    <w:rPr>
      <w:rFonts w:ascii="Tahoma" w:hAnsi="Tahoma"/>
      <w:sz w:val="16"/>
      <w:szCs w:val="16"/>
    </w:rPr>
  </w:style>
  <w:style w:type="paragraph" w:customStyle="1" w:styleId="BodyRedUnderscore">
    <w:name w:val="Body_Red_Underscore"/>
    <w:basedOn w:val="Normal"/>
    <w:rsid w:val="00C0700A"/>
    <w:rPr>
      <w:color w:val="FF0000"/>
      <w:u w:val="single"/>
    </w:rPr>
  </w:style>
  <w:style w:type="paragraph" w:customStyle="1" w:styleId="CellBodyCenterRed">
    <w:name w:val="CellBodyCenter_Red"/>
    <w:basedOn w:val="CellBodyCenter"/>
    <w:rsid w:val="00E86284"/>
    <w:rPr>
      <w:color w:val="FF0000"/>
      <w:u w:val="single"/>
    </w:rPr>
  </w:style>
  <w:style w:type="paragraph" w:customStyle="1" w:styleId="CellBodyLeftRed">
    <w:name w:val="CellBodyLeft_Red"/>
    <w:basedOn w:val="Normal"/>
    <w:rsid w:val="009675CD"/>
    <w:rPr>
      <w:color w:val="FF0000"/>
      <w:u w:val="single"/>
    </w:rPr>
  </w:style>
  <w:style w:type="paragraph" w:customStyle="1" w:styleId="EndOfChapter">
    <w:name w:val="EndOfChapter"/>
    <w:basedOn w:val="NotesTable"/>
    <w:next w:val="Normal"/>
    <w:rsid w:val="006E4CC2"/>
    <w:pPr>
      <w:numPr>
        <w:numId w:val="15"/>
      </w:numPr>
      <w:spacing w:before="360"/>
      <w:jc w:val="center"/>
    </w:pPr>
    <w:rPr>
      <w:sz w:val="22"/>
    </w:rPr>
  </w:style>
  <w:style w:type="paragraph" w:customStyle="1" w:styleId="ListPara">
    <w:name w:val="ListPara"/>
    <w:basedOn w:val="Normal"/>
    <w:rsid w:val="00C0700A"/>
    <w:pPr>
      <w:spacing w:before="60"/>
      <w:ind w:left="360"/>
    </w:pPr>
  </w:style>
  <w:style w:type="paragraph" w:customStyle="1" w:styleId="Footer0">
    <w:name w:val="[Footer]"/>
    <w:uiPriority w:val="99"/>
    <w:rsid w:val="00F629AB"/>
    <w:pPr>
      <w:widowControl w:val="0"/>
      <w:tabs>
        <w:tab w:val="center" w:pos="4600"/>
        <w:tab w:val="right" w:pos="9200"/>
      </w:tabs>
      <w:suppressAutoHyphens/>
      <w:autoSpaceDE w:val="0"/>
      <w:autoSpaceDN w:val="0"/>
      <w:adjustRightInd w:val="0"/>
      <w:spacing w:line="160" w:lineRule="atLeast"/>
    </w:pPr>
    <w:rPr>
      <w:rFonts w:ascii="Verdana" w:eastAsiaTheme="minorEastAsia" w:hAnsi="Verdana" w:cs="Verdana"/>
      <w:color w:val="000000"/>
      <w:w w:val="0"/>
      <w:sz w:val="14"/>
      <w:szCs w:val="14"/>
    </w:rPr>
  </w:style>
  <w:style w:type="paragraph" w:customStyle="1" w:styleId="Header-Right">
    <w:name w:val="[Header-Right]"/>
    <w:uiPriority w:val="99"/>
    <w:rsid w:val="00220AA5"/>
    <w:pPr>
      <w:widowControl w:val="0"/>
      <w:suppressAutoHyphens/>
      <w:autoSpaceDE w:val="0"/>
      <w:autoSpaceDN w:val="0"/>
      <w:adjustRightInd w:val="0"/>
      <w:spacing w:line="160" w:lineRule="atLeast"/>
      <w:jc w:val="right"/>
    </w:pPr>
    <w:rPr>
      <w:rFonts w:ascii="Verdana" w:eastAsiaTheme="minorEastAsia" w:hAnsi="Verdana" w:cs="Verdana"/>
      <w:b/>
      <w:bCs/>
      <w:i/>
      <w:iCs/>
      <w:color w:val="000000"/>
      <w:w w:val="0"/>
      <w:sz w:val="14"/>
      <w:szCs w:val="14"/>
    </w:rPr>
  </w:style>
  <w:style w:type="paragraph" w:customStyle="1" w:styleId="FeatureBullet">
    <w:name w:val="FeatureBullet"/>
    <w:uiPriority w:val="99"/>
    <w:rsid w:val="00220AA5"/>
    <w:pPr>
      <w:widowControl w:val="0"/>
      <w:numPr>
        <w:numId w:val="16"/>
      </w:numPr>
      <w:tabs>
        <w:tab w:val="left" w:pos="240"/>
      </w:tabs>
      <w:suppressAutoHyphens/>
      <w:autoSpaceDE w:val="0"/>
      <w:autoSpaceDN w:val="0"/>
      <w:adjustRightInd w:val="0"/>
      <w:spacing w:before="60" w:line="200" w:lineRule="atLeast"/>
    </w:pPr>
    <w:rPr>
      <w:rFonts w:ascii="Verdana" w:eastAsiaTheme="minorEastAsia" w:hAnsi="Verdana" w:cs="Verdana"/>
      <w:color w:val="000000"/>
      <w:sz w:val="18"/>
      <w:szCs w:val="18"/>
    </w:rPr>
  </w:style>
  <w:style w:type="paragraph" w:customStyle="1" w:styleId="Header0">
    <w:name w:val="[Header]"/>
    <w:uiPriority w:val="99"/>
    <w:rsid w:val="00220AA5"/>
    <w:pPr>
      <w:widowControl w:val="0"/>
      <w:suppressAutoHyphens/>
      <w:autoSpaceDE w:val="0"/>
      <w:autoSpaceDN w:val="0"/>
      <w:adjustRightInd w:val="0"/>
      <w:spacing w:line="160" w:lineRule="atLeast"/>
    </w:pPr>
    <w:rPr>
      <w:rFonts w:ascii="Verdana" w:eastAsiaTheme="minorEastAsia" w:hAnsi="Verdana" w:cs="Verdana"/>
      <w:b/>
      <w:bCs/>
      <w:i/>
      <w:iCs/>
      <w:color w:val="000000"/>
      <w:w w:val="0"/>
      <w:sz w:val="14"/>
      <w:szCs w:val="14"/>
    </w:rPr>
  </w:style>
  <w:style w:type="paragraph" w:styleId="ListParagraph">
    <w:name w:val="List Paragraph"/>
    <w:basedOn w:val="Normal"/>
    <w:autoRedefine/>
    <w:uiPriority w:val="34"/>
    <w:qFormat/>
    <w:rsid w:val="00AF38B2"/>
    <w:pPr>
      <w:numPr>
        <w:numId w:val="19"/>
      </w:numPr>
      <w:spacing w:before="120" w:after="120"/>
      <w:ind w:right="144"/>
    </w:pPr>
    <w:rPr>
      <w:rFonts w:eastAsia="MS Mincho"/>
      <w:szCs w:val="24"/>
      <w:lang w:eastAsia="ja-JP"/>
    </w:rPr>
  </w:style>
  <w:style w:type="paragraph" w:customStyle="1" w:styleId="Default">
    <w:name w:val="Default"/>
    <w:rsid w:val="00CA1E90"/>
    <w:pPr>
      <w:autoSpaceDE w:val="0"/>
      <w:autoSpaceDN w:val="0"/>
      <w:adjustRightInd w:val="0"/>
    </w:pPr>
    <w:rPr>
      <w:rFonts w:ascii="Verdana" w:hAnsi="Verdana" w:cs="Verdana"/>
      <w:color w:val="000000"/>
      <w:sz w:val="24"/>
      <w:szCs w:val="24"/>
    </w:rPr>
  </w:style>
  <w:style w:type="character" w:customStyle="1" w:styleId="SC3131077">
    <w:name w:val="SC.3.131077"/>
    <w:uiPriority w:val="99"/>
    <w:rsid w:val="00CA1E90"/>
    <w:rPr>
      <w:rFonts w:cs="Verdana"/>
      <w:b/>
      <w:bCs/>
      <w:color w:val="000000"/>
      <w:sz w:val="28"/>
      <w:szCs w:val="28"/>
    </w:rPr>
  </w:style>
  <w:style w:type="character" w:styleId="BookTitle">
    <w:name w:val="Book Title"/>
    <w:aliases w:val="Doc Title"/>
    <w:basedOn w:val="DefaultParagraphFont"/>
    <w:uiPriority w:val="33"/>
    <w:qFormat/>
    <w:rsid w:val="00DD4DB2"/>
    <w:rPr>
      <w:rFonts w:ascii="Intel Clear Light" w:hAnsi="Intel Clear Light"/>
      <w:b w:val="0"/>
      <w:bCs/>
      <w:i w:val="0"/>
      <w:caps w:val="0"/>
      <w:smallCaps w:val="0"/>
      <w:strike w:val="0"/>
      <w:dstrike w:val="0"/>
      <w:vanish w:val="0"/>
      <w:spacing w:val="5"/>
      <w:sz w:val="44"/>
      <w:vertAlign w:val="baseline"/>
    </w:rPr>
  </w:style>
  <w:style w:type="paragraph" w:customStyle="1" w:styleId="DocType0">
    <w:name w:val="Doc Type"/>
    <w:basedOn w:val="DocType"/>
    <w:qFormat/>
    <w:rsid w:val="00DD4DB2"/>
    <w:pPr>
      <w:spacing w:before="480" w:after="480"/>
      <w:ind w:right="0"/>
    </w:pPr>
    <w:rPr>
      <w:rFonts w:ascii="Intel Clear Light" w:hAnsi="Intel Clear Light"/>
      <w:sz w:val="32"/>
      <w:szCs w:val="32"/>
    </w:rPr>
  </w:style>
  <w:style w:type="paragraph" w:styleId="Revision">
    <w:name w:val="Revision"/>
    <w:hidden/>
    <w:uiPriority w:val="99"/>
    <w:semiHidden/>
    <w:rsid w:val="00FF48DE"/>
    <w:rPr>
      <w:rFonts w:ascii="Intel Clear" w:hAnsi="Intel Clea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94518">
      <w:bodyDiv w:val="1"/>
      <w:marLeft w:val="0"/>
      <w:marRight w:val="0"/>
      <w:marTop w:val="0"/>
      <w:marBottom w:val="0"/>
      <w:divBdr>
        <w:top w:val="none" w:sz="0" w:space="0" w:color="auto"/>
        <w:left w:val="none" w:sz="0" w:space="0" w:color="auto"/>
        <w:bottom w:val="none" w:sz="0" w:space="0" w:color="auto"/>
        <w:right w:val="none" w:sz="0" w:space="0" w:color="auto"/>
      </w:divBdr>
    </w:div>
    <w:div w:id="55905188">
      <w:bodyDiv w:val="1"/>
      <w:marLeft w:val="0"/>
      <w:marRight w:val="0"/>
      <w:marTop w:val="0"/>
      <w:marBottom w:val="0"/>
      <w:divBdr>
        <w:top w:val="none" w:sz="0" w:space="0" w:color="auto"/>
        <w:left w:val="none" w:sz="0" w:space="0" w:color="auto"/>
        <w:bottom w:val="none" w:sz="0" w:space="0" w:color="auto"/>
        <w:right w:val="none" w:sz="0" w:space="0" w:color="auto"/>
      </w:divBdr>
      <w:divsChild>
        <w:div w:id="1185826157">
          <w:marLeft w:val="0"/>
          <w:marRight w:val="0"/>
          <w:marTop w:val="0"/>
          <w:marBottom w:val="0"/>
          <w:divBdr>
            <w:top w:val="none" w:sz="0" w:space="0" w:color="auto"/>
            <w:left w:val="none" w:sz="0" w:space="0" w:color="auto"/>
            <w:bottom w:val="none" w:sz="0" w:space="0" w:color="auto"/>
            <w:right w:val="none" w:sz="0" w:space="0" w:color="auto"/>
          </w:divBdr>
          <w:divsChild>
            <w:div w:id="210517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8408">
      <w:bodyDiv w:val="1"/>
      <w:marLeft w:val="0"/>
      <w:marRight w:val="0"/>
      <w:marTop w:val="0"/>
      <w:marBottom w:val="0"/>
      <w:divBdr>
        <w:top w:val="none" w:sz="0" w:space="0" w:color="auto"/>
        <w:left w:val="none" w:sz="0" w:space="0" w:color="auto"/>
        <w:bottom w:val="none" w:sz="0" w:space="0" w:color="auto"/>
        <w:right w:val="none" w:sz="0" w:space="0" w:color="auto"/>
      </w:divBdr>
    </w:div>
    <w:div w:id="414667491">
      <w:bodyDiv w:val="1"/>
      <w:marLeft w:val="0"/>
      <w:marRight w:val="0"/>
      <w:marTop w:val="0"/>
      <w:marBottom w:val="0"/>
      <w:divBdr>
        <w:top w:val="none" w:sz="0" w:space="0" w:color="auto"/>
        <w:left w:val="none" w:sz="0" w:space="0" w:color="auto"/>
        <w:bottom w:val="none" w:sz="0" w:space="0" w:color="auto"/>
        <w:right w:val="none" w:sz="0" w:space="0" w:color="auto"/>
      </w:divBdr>
    </w:div>
    <w:div w:id="751632572">
      <w:bodyDiv w:val="1"/>
      <w:marLeft w:val="0"/>
      <w:marRight w:val="0"/>
      <w:marTop w:val="0"/>
      <w:marBottom w:val="0"/>
      <w:divBdr>
        <w:top w:val="none" w:sz="0" w:space="0" w:color="auto"/>
        <w:left w:val="none" w:sz="0" w:space="0" w:color="auto"/>
        <w:bottom w:val="none" w:sz="0" w:space="0" w:color="auto"/>
        <w:right w:val="none" w:sz="0" w:space="0" w:color="auto"/>
      </w:divBdr>
    </w:div>
    <w:div w:id="1247231630">
      <w:bodyDiv w:val="1"/>
      <w:marLeft w:val="0"/>
      <w:marRight w:val="0"/>
      <w:marTop w:val="0"/>
      <w:marBottom w:val="0"/>
      <w:divBdr>
        <w:top w:val="none" w:sz="0" w:space="0" w:color="auto"/>
        <w:left w:val="none" w:sz="0" w:space="0" w:color="auto"/>
        <w:bottom w:val="none" w:sz="0" w:space="0" w:color="auto"/>
        <w:right w:val="none" w:sz="0" w:space="0" w:color="auto"/>
      </w:divBdr>
    </w:div>
    <w:div w:id="1390953192">
      <w:bodyDiv w:val="1"/>
      <w:marLeft w:val="0"/>
      <w:marRight w:val="0"/>
      <w:marTop w:val="0"/>
      <w:marBottom w:val="0"/>
      <w:divBdr>
        <w:top w:val="none" w:sz="0" w:space="0" w:color="auto"/>
        <w:left w:val="none" w:sz="0" w:space="0" w:color="auto"/>
        <w:bottom w:val="none" w:sz="0" w:space="0" w:color="auto"/>
        <w:right w:val="none" w:sz="0" w:space="0" w:color="auto"/>
      </w:divBdr>
    </w:div>
    <w:div w:id="1617448544">
      <w:bodyDiv w:val="1"/>
      <w:marLeft w:val="0"/>
      <w:marRight w:val="0"/>
      <w:marTop w:val="0"/>
      <w:marBottom w:val="0"/>
      <w:divBdr>
        <w:top w:val="none" w:sz="0" w:space="0" w:color="auto"/>
        <w:left w:val="none" w:sz="0" w:space="0" w:color="auto"/>
        <w:bottom w:val="none" w:sz="0" w:space="0" w:color="auto"/>
        <w:right w:val="none" w:sz="0" w:space="0" w:color="auto"/>
      </w:divBdr>
      <w:divsChild>
        <w:div w:id="983118951">
          <w:marLeft w:val="0"/>
          <w:marRight w:val="0"/>
          <w:marTop w:val="0"/>
          <w:marBottom w:val="0"/>
          <w:divBdr>
            <w:top w:val="none" w:sz="0" w:space="0" w:color="auto"/>
            <w:left w:val="none" w:sz="0" w:space="0" w:color="auto"/>
            <w:bottom w:val="none" w:sz="0" w:space="0" w:color="auto"/>
            <w:right w:val="none" w:sz="0" w:space="0" w:color="auto"/>
          </w:divBdr>
          <w:divsChild>
            <w:div w:id="111490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55385">
      <w:bodyDiv w:val="1"/>
      <w:marLeft w:val="0"/>
      <w:marRight w:val="0"/>
      <w:marTop w:val="0"/>
      <w:marBottom w:val="0"/>
      <w:divBdr>
        <w:top w:val="none" w:sz="0" w:space="0" w:color="auto"/>
        <w:left w:val="none" w:sz="0" w:space="0" w:color="auto"/>
        <w:bottom w:val="none" w:sz="0" w:space="0" w:color="auto"/>
        <w:right w:val="none" w:sz="0" w:space="0" w:color="auto"/>
      </w:divBdr>
      <w:divsChild>
        <w:div w:id="42411480">
          <w:marLeft w:val="0"/>
          <w:marRight w:val="0"/>
          <w:marTop w:val="0"/>
          <w:marBottom w:val="0"/>
          <w:divBdr>
            <w:top w:val="none" w:sz="0" w:space="0" w:color="auto"/>
            <w:left w:val="none" w:sz="0" w:space="0" w:color="auto"/>
            <w:bottom w:val="none" w:sz="0" w:space="0" w:color="auto"/>
            <w:right w:val="none" w:sz="0" w:space="0" w:color="auto"/>
          </w:divBdr>
        </w:div>
        <w:div w:id="58407690">
          <w:marLeft w:val="0"/>
          <w:marRight w:val="0"/>
          <w:marTop w:val="0"/>
          <w:marBottom w:val="0"/>
          <w:divBdr>
            <w:top w:val="none" w:sz="0" w:space="0" w:color="auto"/>
            <w:left w:val="none" w:sz="0" w:space="0" w:color="auto"/>
            <w:bottom w:val="none" w:sz="0" w:space="0" w:color="auto"/>
            <w:right w:val="none" w:sz="0" w:space="0" w:color="auto"/>
          </w:divBdr>
        </w:div>
        <w:div w:id="60832255">
          <w:marLeft w:val="0"/>
          <w:marRight w:val="0"/>
          <w:marTop w:val="0"/>
          <w:marBottom w:val="0"/>
          <w:divBdr>
            <w:top w:val="none" w:sz="0" w:space="0" w:color="auto"/>
            <w:left w:val="none" w:sz="0" w:space="0" w:color="auto"/>
            <w:bottom w:val="none" w:sz="0" w:space="0" w:color="auto"/>
            <w:right w:val="none" w:sz="0" w:space="0" w:color="auto"/>
          </w:divBdr>
        </w:div>
        <w:div w:id="87779037">
          <w:marLeft w:val="0"/>
          <w:marRight w:val="0"/>
          <w:marTop w:val="0"/>
          <w:marBottom w:val="0"/>
          <w:divBdr>
            <w:top w:val="none" w:sz="0" w:space="0" w:color="auto"/>
            <w:left w:val="none" w:sz="0" w:space="0" w:color="auto"/>
            <w:bottom w:val="none" w:sz="0" w:space="0" w:color="auto"/>
            <w:right w:val="none" w:sz="0" w:space="0" w:color="auto"/>
          </w:divBdr>
        </w:div>
        <w:div w:id="124396711">
          <w:marLeft w:val="0"/>
          <w:marRight w:val="0"/>
          <w:marTop w:val="0"/>
          <w:marBottom w:val="0"/>
          <w:divBdr>
            <w:top w:val="none" w:sz="0" w:space="0" w:color="auto"/>
            <w:left w:val="none" w:sz="0" w:space="0" w:color="auto"/>
            <w:bottom w:val="none" w:sz="0" w:space="0" w:color="auto"/>
            <w:right w:val="none" w:sz="0" w:space="0" w:color="auto"/>
          </w:divBdr>
        </w:div>
        <w:div w:id="143860551">
          <w:marLeft w:val="0"/>
          <w:marRight w:val="0"/>
          <w:marTop w:val="0"/>
          <w:marBottom w:val="0"/>
          <w:divBdr>
            <w:top w:val="none" w:sz="0" w:space="0" w:color="auto"/>
            <w:left w:val="none" w:sz="0" w:space="0" w:color="auto"/>
            <w:bottom w:val="none" w:sz="0" w:space="0" w:color="auto"/>
            <w:right w:val="none" w:sz="0" w:space="0" w:color="auto"/>
          </w:divBdr>
        </w:div>
        <w:div w:id="161891924">
          <w:marLeft w:val="0"/>
          <w:marRight w:val="0"/>
          <w:marTop w:val="0"/>
          <w:marBottom w:val="0"/>
          <w:divBdr>
            <w:top w:val="none" w:sz="0" w:space="0" w:color="auto"/>
            <w:left w:val="none" w:sz="0" w:space="0" w:color="auto"/>
            <w:bottom w:val="none" w:sz="0" w:space="0" w:color="auto"/>
            <w:right w:val="none" w:sz="0" w:space="0" w:color="auto"/>
          </w:divBdr>
        </w:div>
        <w:div w:id="170801279">
          <w:marLeft w:val="0"/>
          <w:marRight w:val="0"/>
          <w:marTop w:val="0"/>
          <w:marBottom w:val="0"/>
          <w:divBdr>
            <w:top w:val="none" w:sz="0" w:space="0" w:color="auto"/>
            <w:left w:val="none" w:sz="0" w:space="0" w:color="auto"/>
            <w:bottom w:val="none" w:sz="0" w:space="0" w:color="auto"/>
            <w:right w:val="none" w:sz="0" w:space="0" w:color="auto"/>
          </w:divBdr>
        </w:div>
        <w:div w:id="212080749">
          <w:marLeft w:val="0"/>
          <w:marRight w:val="0"/>
          <w:marTop w:val="0"/>
          <w:marBottom w:val="0"/>
          <w:divBdr>
            <w:top w:val="none" w:sz="0" w:space="0" w:color="auto"/>
            <w:left w:val="none" w:sz="0" w:space="0" w:color="auto"/>
            <w:bottom w:val="none" w:sz="0" w:space="0" w:color="auto"/>
            <w:right w:val="none" w:sz="0" w:space="0" w:color="auto"/>
          </w:divBdr>
        </w:div>
        <w:div w:id="237789085">
          <w:marLeft w:val="0"/>
          <w:marRight w:val="0"/>
          <w:marTop w:val="0"/>
          <w:marBottom w:val="0"/>
          <w:divBdr>
            <w:top w:val="none" w:sz="0" w:space="0" w:color="auto"/>
            <w:left w:val="none" w:sz="0" w:space="0" w:color="auto"/>
            <w:bottom w:val="none" w:sz="0" w:space="0" w:color="auto"/>
            <w:right w:val="none" w:sz="0" w:space="0" w:color="auto"/>
          </w:divBdr>
        </w:div>
        <w:div w:id="381173230">
          <w:marLeft w:val="0"/>
          <w:marRight w:val="0"/>
          <w:marTop w:val="0"/>
          <w:marBottom w:val="0"/>
          <w:divBdr>
            <w:top w:val="none" w:sz="0" w:space="0" w:color="auto"/>
            <w:left w:val="none" w:sz="0" w:space="0" w:color="auto"/>
            <w:bottom w:val="none" w:sz="0" w:space="0" w:color="auto"/>
            <w:right w:val="none" w:sz="0" w:space="0" w:color="auto"/>
          </w:divBdr>
        </w:div>
        <w:div w:id="431779217">
          <w:marLeft w:val="0"/>
          <w:marRight w:val="0"/>
          <w:marTop w:val="0"/>
          <w:marBottom w:val="0"/>
          <w:divBdr>
            <w:top w:val="none" w:sz="0" w:space="0" w:color="auto"/>
            <w:left w:val="none" w:sz="0" w:space="0" w:color="auto"/>
            <w:bottom w:val="none" w:sz="0" w:space="0" w:color="auto"/>
            <w:right w:val="none" w:sz="0" w:space="0" w:color="auto"/>
          </w:divBdr>
        </w:div>
        <w:div w:id="521668112">
          <w:marLeft w:val="0"/>
          <w:marRight w:val="0"/>
          <w:marTop w:val="0"/>
          <w:marBottom w:val="0"/>
          <w:divBdr>
            <w:top w:val="none" w:sz="0" w:space="0" w:color="auto"/>
            <w:left w:val="none" w:sz="0" w:space="0" w:color="auto"/>
            <w:bottom w:val="none" w:sz="0" w:space="0" w:color="auto"/>
            <w:right w:val="none" w:sz="0" w:space="0" w:color="auto"/>
          </w:divBdr>
        </w:div>
        <w:div w:id="553397921">
          <w:marLeft w:val="0"/>
          <w:marRight w:val="0"/>
          <w:marTop w:val="0"/>
          <w:marBottom w:val="0"/>
          <w:divBdr>
            <w:top w:val="none" w:sz="0" w:space="0" w:color="auto"/>
            <w:left w:val="none" w:sz="0" w:space="0" w:color="auto"/>
            <w:bottom w:val="none" w:sz="0" w:space="0" w:color="auto"/>
            <w:right w:val="none" w:sz="0" w:space="0" w:color="auto"/>
          </w:divBdr>
        </w:div>
        <w:div w:id="633951344">
          <w:marLeft w:val="0"/>
          <w:marRight w:val="0"/>
          <w:marTop w:val="0"/>
          <w:marBottom w:val="0"/>
          <w:divBdr>
            <w:top w:val="none" w:sz="0" w:space="0" w:color="auto"/>
            <w:left w:val="none" w:sz="0" w:space="0" w:color="auto"/>
            <w:bottom w:val="none" w:sz="0" w:space="0" w:color="auto"/>
            <w:right w:val="none" w:sz="0" w:space="0" w:color="auto"/>
          </w:divBdr>
        </w:div>
        <w:div w:id="667177413">
          <w:marLeft w:val="0"/>
          <w:marRight w:val="0"/>
          <w:marTop w:val="0"/>
          <w:marBottom w:val="0"/>
          <w:divBdr>
            <w:top w:val="none" w:sz="0" w:space="0" w:color="auto"/>
            <w:left w:val="none" w:sz="0" w:space="0" w:color="auto"/>
            <w:bottom w:val="none" w:sz="0" w:space="0" w:color="auto"/>
            <w:right w:val="none" w:sz="0" w:space="0" w:color="auto"/>
          </w:divBdr>
        </w:div>
        <w:div w:id="685711262">
          <w:marLeft w:val="0"/>
          <w:marRight w:val="0"/>
          <w:marTop w:val="0"/>
          <w:marBottom w:val="0"/>
          <w:divBdr>
            <w:top w:val="none" w:sz="0" w:space="0" w:color="auto"/>
            <w:left w:val="none" w:sz="0" w:space="0" w:color="auto"/>
            <w:bottom w:val="none" w:sz="0" w:space="0" w:color="auto"/>
            <w:right w:val="none" w:sz="0" w:space="0" w:color="auto"/>
          </w:divBdr>
        </w:div>
        <w:div w:id="953367546">
          <w:marLeft w:val="0"/>
          <w:marRight w:val="0"/>
          <w:marTop w:val="0"/>
          <w:marBottom w:val="0"/>
          <w:divBdr>
            <w:top w:val="none" w:sz="0" w:space="0" w:color="auto"/>
            <w:left w:val="none" w:sz="0" w:space="0" w:color="auto"/>
            <w:bottom w:val="none" w:sz="0" w:space="0" w:color="auto"/>
            <w:right w:val="none" w:sz="0" w:space="0" w:color="auto"/>
          </w:divBdr>
        </w:div>
        <w:div w:id="987898424">
          <w:marLeft w:val="0"/>
          <w:marRight w:val="0"/>
          <w:marTop w:val="0"/>
          <w:marBottom w:val="0"/>
          <w:divBdr>
            <w:top w:val="none" w:sz="0" w:space="0" w:color="auto"/>
            <w:left w:val="none" w:sz="0" w:space="0" w:color="auto"/>
            <w:bottom w:val="none" w:sz="0" w:space="0" w:color="auto"/>
            <w:right w:val="none" w:sz="0" w:space="0" w:color="auto"/>
          </w:divBdr>
        </w:div>
        <w:div w:id="994455432">
          <w:marLeft w:val="0"/>
          <w:marRight w:val="0"/>
          <w:marTop w:val="0"/>
          <w:marBottom w:val="0"/>
          <w:divBdr>
            <w:top w:val="none" w:sz="0" w:space="0" w:color="auto"/>
            <w:left w:val="none" w:sz="0" w:space="0" w:color="auto"/>
            <w:bottom w:val="none" w:sz="0" w:space="0" w:color="auto"/>
            <w:right w:val="none" w:sz="0" w:space="0" w:color="auto"/>
          </w:divBdr>
        </w:div>
        <w:div w:id="995452287">
          <w:marLeft w:val="0"/>
          <w:marRight w:val="0"/>
          <w:marTop w:val="0"/>
          <w:marBottom w:val="0"/>
          <w:divBdr>
            <w:top w:val="none" w:sz="0" w:space="0" w:color="auto"/>
            <w:left w:val="none" w:sz="0" w:space="0" w:color="auto"/>
            <w:bottom w:val="none" w:sz="0" w:space="0" w:color="auto"/>
            <w:right w:val="none" w:sz="0" w:space="0" w:color="auto"/>
          </w:divBdr>
        </w:div>
        <w:div w:id="997466929">
          <w:marLeft w:val="0"/>
          <w:marRight w:val="0"/>
          <w:marTop w:val="0"/>
          <w:marBottom w:val="0"/>
          <w:divBdr>
            <w:top w:val="none" w:sz="0" w:space="0" w:color="auto"/>
            <w:left w:val="none" w:sz="0" w:space="0" w:color="auto"/>
            <w:bottom w:val="none" w:sz="0" w:space="0" w:color="auto"/>
            <w:right w:val="none" w:sz="0" w:space="0" w:color="auto"/>
          </w:divBdr>
        </w:div>
        <w:div w:id="1029725446">
          <w:marLeft w:val="0"/>
          <w:marRight w:val="0"/>
          <w:marTop w:val="0"/>
          <w:marBottom w:val="0"/>
          <w:divBdr>
            <w:top w:val="none" w:sz="0" w:space="0" w:color="auto"/>
            <w:left w:val="none" w:sz="0" w:space="0" w:color="auto"/>
            <w:bottom w:val="none" w:sz="0" w:space="0" w:color="auto"/>
            <w:right w:val="none" w:sz="0" w:space="0" w:color="auto"/>
          </w:divBdr>
        </w:div>
        <w:div w:id="1037122170">
          <w:marLeft w:val="0"/>
          <w:marRight w:val="0"/>
          <w:marTop w:val="0"/>
          <w:marBottom w:val="0"/>
          <w:divBdr>
            <w:top w:val="none" w:sz="0" w:space="0" w:color="auto"/>
            <w:left w:val="none" w:sz="0" w:space="0" w:color="auto"/>
            <w:bottom w:val="none" w:sz="0" w:space="0" w:color="auto"/>
            <w:right w:val="none" w:sz="0" w:space="0" w:color="auto"/>
          </w:divBdr>
        </w:div>
        <w:div w:id="1124693533">
          <w:marLeft w:val="0"/>
          <w:marRight w:val="0"/>
          <w:marTop w:val="0"/>
          <w:marBottom w:val="0"/>
          <w:divBdr>
            <w:top w:val="none" w:sz="0" w:space="0" w:color="auto"/>
            <w:left w:val="none" w:sz="0" w:space="0" w:color="auto"/>
            <w:bottom w:val="none" w:sz="0" w:space="0" w:color="auto"/>
            <w:right w:val="none" w:sz="0" w:space="0" w:color="auto"/>
          </w:divBdr>
        </w:div>
        <w:div w:id="1241788541">
          <w:marLeft w:val="0"/>
          <w:marRight w:val="0"/>
          <w:marTop w:val="0"/>
          <w:marBottom w:val="0"/>
          <w:divBdr>
            <w:top w:val="none" w:sz="0" w:space="0" w:color="auto"/>
            <w:left w:val="none" w:sz="0" w:space="0" w:color="auto"/>
            <w:bottom w:val="none" w:sz="0" w:space="0" w:color="auto"/>
            <w:right w:val="none" w:sz="0" w:space="0" w:color="auto"/>
          </w:divBdr>
        </w:div>
        <w:div w:id="1257130960">
          <w:marLeft w:val="0"/>
          <w:marRight w:val="0"/>
          <w:marTop w:val="0"/>
          <w:marBottom w:val="0"/>
          <w:divBdr>
            <w:top w:val="none" w:sz="0" w:space="0" w:color="auto"/>
            <w:left w:val="none" w:sz="0" w:space="0" w:color="auto"/>
            <w:bottom w:val="none" w:sz="0" w:space="0" w:color="auto"/>
            <w:right w:val="none" w:sz="0" w:space="0" w:color="auto"/>
          </w:divBdr>
        </w:div>
        <w:div w:id="1302689778">
          <w:marLeft w:val="0"/>
          <w:marRight w:val="0"/>
          <w:marTop w:val="0"/>
          <w:marBottom w:val="0"/>
          <w:divBdr>
            <w:top w:val="none" w:sz="0" w:space="0" w:color="auto"/>
            <w:left w:val="none" w:sz="0" w:space="0" w:color="auto"/>
            <w:bottom w:val="none" w:sz="0" w:space="0" w:color="auto"/>
            <w:right w:val="none" w:sz="0" w:space="0" w:color="auto"/>
          </w:divBdr>
        </w:div>
        <w:div w:id="1346787747">
          <w:marLeft w:val="0"/>
          <w:marRight w:val="0"/>
          <w:marTop w:val="0"/>
          <w:marBottom w:val="0"/>
          <w:divBdr>
            <w:top w:val="none" w:sz="0" w:space="0" w:color="auto"/>
            <w:left w:val="none" w:sz="0" w:space="0" w:color="auto"/>
            <w:bottom w:val="none" w:sz="0" w:space="0" w:color="auto"/>
            <w:right w:val="none" w:sz="0" w:space="0" w:color="auto"/>
          </w:divBdr>
        </w:div>
        <w:div w:id="1357657389">
          <w:marLeft w:val="0"/>
          <w:marRight w:val="0"/>
          <w:marTop w:val="0"/>
          <w:marBottom w:val="0"/>
          <w:divBdr>
            <w:top w:val="none" w:sz="0" w:space="0" w:color="auto"/>
            <w:left w:val="none" w:sz="0" w:space="0" w:color="auto"/>
            <w:bottom w:val="none" w:sz="0" w:space="0" w:color="auto"/>
            <w:right w:val="none" w:sz="0" w:space="0" w:color="auto"/>
          </w:divBdr>
        </w:div>
        <w:div w:id="1389374193">
          <w:marLeft w:val="0"/>
          <w:marRight w:val="0"/>
          <w:marTop w:val="0"/>
          <w:marBottom w:val="0"/>
          <w:divBdr>
            <w:top w:val="none" w:sz="0" w:space="0" w:color="auto"/>
            <w:left w:val="none" w:sz="0" w:space="0" w:color="auto"/>
            <w:bottom w:val="none" w:sz="0" w:space="0" w:color="auto"/>
            <w:right w:val="none" w:sz="0" w:space="0" w:color="auto"/>
          </w:divBdr>
        </w:div>
        <w:div w:id="1393649943">
          <w:marLeft w:val="0"/>
          <w:marRight w:val="0"/>
          <w:marTop w:val="0"/>
          <w:marBottom w:val="0"/>
          <w:divBdr>
            <w:top w:val="none" w:sz="0" w:space="0" w:color="auto"/>
            <w:left w:val="none" w:sz="0" w:space="0" w:color="auto"/>
            <w:bottom w:val="none" w:sz="0" w:space="0" w:color="auto"/>
            <w:right w:val="none" w:sz="0" w:space="0" w:color="auto"/>
          </w:divBdr>
        </w:div>
        <w:div w:id="1468821741">
          <w:marLeft w:val="0"/>
          <w:marRight w:val="0"/>
          <w:marTop w:val="0"/>
          <w:marBottom w:val="0"/>
          <w:divBdr>
            <w:top w:val="none" w:sz="0" w:space="0" w:color="auto"/>
            <w:left w:val="none" w:sz="0" w:space="0" w:color="auto"/>
            <w:bottom w:val="none" w:sz="0" w:space="0" w:color="auto"/>
            <w:right w:val="none" w:sz="0" w:space="0" w:color="auto"/>
          </w:divBdr>
        </w:div>
        <w:div w:id="1491680308">
          <w:marLeft w:val="0"/>
          <w:marRight w:val="0"/>
          <w:marTop w:val="0"/>
          <w:marBottom w:val="0"/>
          <w:divBdr>
            <w:top w:val="none" w:sz="0" w:space="0" w:color="auto"/>
            <w:left w:val="none" w:sz="0" w:space="0" w:color="auto"/>
            <w:bottom w:val="none" w:sz="0" w:space="0" w:color="auto"/>
            <w:right w:val="none" w:sz="0" w:space="0" w:color="auto"/>
          </w:divBdr>
        </w:div>
        <w:div w:id="1555042497">
          <w:marLeft w:val="0"/>
          <w:marRight w:val="0"/>
          <w:marTop w:val="0"/>
          <w:marBottom w:val="0"/>
          <w:divBdr>
            <w:top w:val="none" w:sz="0" w:space="0" w:color="auto"/>
            <w:left w:val="none" w:sz="0" w:space="0" w:color="auto"/>
            <w:bottom w:val="none" w:sz="0" w:space="0" w:color="auto"/>
            <w:right w:val="none" w:sz="0" w:space="0" w:color="auto"/>
          </w:divBdr>
        </w:div>
        <w:div w:id="1637448342">
          <w:marLeft w:val="0"/>
          <w:marRight w:val="0"/>
          <w:marTop w:val="0"/>
          <w:marBottom w:val="0"/>
          <w:divBdr>
            <w:top w:val="none" w:sz="0" w:space="0" w:color="auto"/>
            <w:left w:val="none" w:sz="0" w:space="0" w:color="auto"/>
            <w:bottom w:val="none" w:sz="0" w:space="0" w:color="auto"/>
            <w:right w:val="none" w:sz="0" w:space="0" w:color="auto"/>
          </w:divBdr>
        </w:div>
        <w:div w:id="1684897329">
          <w:marLeft w:val="0"/>
          <w:marRight w:val="0"/>
          <w:marTop w:val="0"/>
          <w:marBottom w:val="0"/>
          <w:divBdr>
            <w:top w:val="none" w:sz="0" w:space="0" w:color="auto"/>
            <w:left w:val="none" w:sz="0" w:space="0" w:color="auto"/>
            <w:bottom w:val="none" w:sz="0" w:space="0" w:color="auto"/>
            <w:right w:val="none" w:sz="0" w:space="0" w:color="auto"/>
          </w:divBdr>
        </w:div>
        <w:div w:id="1704138780">
          <w:marLeft w:val="0"/>
          <w:marRight w:val="0"/>
          <w:marTop w:val="0"/>
          <w:marBottom w:val="0"/>
          <w:divBdr>
            <w:top w:val="none" w:sz="0" w:space="0" w:color="auto"/>
            <w:left w:val="none" w:sz="0" w:space="0" w:color="auto"/>
            <w:bottom w:val="none" w:sz="0" w:space="0" w:color="auto"/>
            <w:right w:val="none" w:sz="0" w:space="0" w:color="auto"/>
          </w:divBdr>
        </w:div>
        <w:div w:id="1739553553">
          <w:marLeft w:val="0"/>
          <w:marRight w:val="0"/>
          <w:marTop w:val="0"/>
          <w:marBottom w:val="0"/>
          <w:divBdr>
            <w:top w:val="none" w:sz="0" w:space="0" w:color="auto"/>
            <w:left w:val="none" w:sz="0" w:space="0" w:color="auto"/>
            <w:bottom w:val="none" w:sz="0" w:space="0" w:color="auto"/>
            <w:right w:val="none" w:sz="0" w:space="0" w:color="auto"/>
          </w:divBdr>
        </w:div>
        <w:div w:id="1741319113">
          <w:marLeft w:val="0"/>
          <w:marRight w:val="0"/>
          <w:marTop w:val="0"/>
          <w:marBottom w:val="0"/>
          <w:divBdr>
            <w:top w:val="none" w:sz="0" w:space="0" w:color="auto"/>
            <w:left w:val="none" w:sz="0" w:space="0" w:color="auto"/>
            <w:bottom w:val="none" w:sz="0" w:space="0" w:color="auto"/>
            <w:right w:val="none" w:sz="0" w:space="0" w:color="auto"/>
          </w:divBdr>
        </w:div>
        <w:div w:id="1829052976">
          <w:marLeft w:val="0"/>
          <w:marRight w:val="0"/>
          <w:marTop w:val="0"/>
          <w:marBottom w:val="0"/>
          <w:divBdr>
            <w:top w:val="none" w:sz="0" w:space="0" w:color="auto"/>
            <w:left w:val="none" w:sz="0" w:space="0" w:color="auto"/>
            <w:bottom w:val="none" w:sz="0" w:space="0" w:color="auto"/>
            <w:right w:val="none" w:sz="0" w:space="0" w:color="auto"/>
          </w:divBdr>
        </w:div>
        <w:div w:id="1852065742">
          <w:marLeft w:val="0"/>
          <w:marRight w:val="0"/>
          <w:marTop w:val="0"/>
          <w:marBottom w:val="0"/>
          <w:divBdr>
            <w:top w:val="none" w:sz="0" w:space="0" w:color="auto"/>
            <w:left w:val="none" w:sz="0" w:space="0" w:color="auto"/>
            <w:bottom w:val="none" w:sz="0" w:space="0" w:color="auto"/>
            <w:right w:val="none" w:sz="0" w:space="0" w:color="auto"/>
          </w:divBdr>
        </w:div>
        <w:div w:id="1887134880">
          <w:marLeft w:val="0"/>
          <w:marRight w:val="0"/>
          <w:marTop w:val="0"/>
          <w:marBottom w:val="0"/>
          <w:divBdr>
            <w:top w:val="none" w:sz="0" w:space="0" w:color="auto"/>
            <w:left w:val="none" w:sz="0" w:space="0" w:color="auto"/>
            <w:bottom w:val="none" w:sz="0" w:space="0" w:color="auto"/>
            <w:right w:val="none" w:sz="0" w:space="0" w:color="auto"/>
          </w:divBdr>
        </w:div>
        <w:div w:id="1887641941">
          <w:marLeft w:val="0"/>
          <w:marRight w:val="0"/>
          <w:marTop w:val="0"/>
          <w:marBottom w:val="0"/>
          <w:divBdr>
            <w:top w:val="none" w:sz="0" w:space="0" w:color="auto"/>
            <w:left w:val="none" w:sz="0" w:space="0" w:color="auto"/>
            <w:bottom w:val="none" w:sz="0" w:space="0" w:color="auto"/>
            <w:right w:val="none" w:sz="0" w:space="0" w:color="auto"/>
          </w:divBdr>
        </w:div>
        <w:div w:id="1907569310">
          <w:marLeft w:val="0"/>
          <w:marRight w:val="0"/>
          <w:marTop w:val="0"/>
          <w:marBottom w:val="0"/>
          <w:divBdr>
            <w:top w:val="none" w:sz="0" w:space="0" w:color="auto"/>
            <w:left w:val="none" w:sz="0" w:space="0" w:color="auto"/>
            <w:bottom w:val="none" w:sz="0" w:space="0" w:color="auto"/>
            <w:right w:val="none" w:sz="0" w:space="0" w:color="auto"/>
          </w:divBdr>
        </w:div>
        <w:div w:id="1918132807">
          <w:marLeft w:val="0"/>
          <w:marRight w:val="0"/>
          <w:marTop w:val="0"/>
          <w:marBottom w:val="0"/>
          <w:divBdr>
            <w:top w:val="none" w:sz="0" w:space="0" w:color="auto"/>
            <w:left w:val="none" w:sz="0" w:space="0" w:color="auto"/>
            <w:bottom w:val="none" w:sz="0" w:space="0" w:color="auto"/>
            <w:right w:val="none" w:sz="0" w:space="0" w:color="auto"/>
          </w:divBdr>
        </w:div>
        <w:div w:id="1918245184">
          <w:marLeft w:val="0"/>
          <w:marRight w:val="0"/>
          <w:marTop w:val="0"/>
          <w:marBottom w:val="0"/>
          <w:divBdr>
            <w:top w:val="none" w:sz="0" w:space="0" w:color="auto"/>
            <w:left w:val="none" w:sz="0" w:space="0" w:color="auto"/>
            <w:bottom w:val="none" w:sz="0" w:space="0" w:color="auto"/>
            <w:right w:val="none" w:sz="0" w:space="0" w:color="auto"/>
          </w:divBdr>
        </w:div>
        <w:div w:id="1935165854">
          <w:marLeft w:val="0"/>
          <w:marRight w:val="0"/>
          <w:marTop w:val="0"/>
          <w:marBottom w:val="0"/>
          <w:divBdr>
            <w:top w:val="none" w:sz="0" w:space="0" w:color="auto"/>
            <w:left w:val="none" w:sz="0" w:space="0" w:color="auto"/>
            <w:bottom w:val="none" w:sz="0" w:space="0" w:color="auto"/>
            <w:right w:val="none" w:sz="0" w:space="0" w:color="auto"/>
          </w:divBdr>
        </w:div>
        <w:div w:id="1947037165">
          <w:marLeft w:val="0"/>
          <w:marRight w:val="0"/>
          <w:marTop w:val="0"/>
          <w:marBottom w:val="0"/>
          <w:divBdr>
            <w:top w:val="none" w:sz="0" w:space="0" w:color="auto"/>
            <w:left w:val="none" w:sz="0" w:space="0" w:color="auto"/>
            <w:bottom w:val="none" w:sz="0" w:space="0" w:color="auto"/>
            <w:right w:val="none" w:sz="0" w:space="0" w:color="auto"/>
          </w:divBdr>
        </w:div>
        <w:div w:id="2050259305">
          <w:marLeft w:val="0"/>
          <w:marRight w:val="0"/>
          <w:marTop w:val="0"/>
          <w:marBottom w:val="0"/>
          <w:divBdr>
            <w:top w:val="none" w:sz="0" w:space="0" w:color="auto"/>
            <w:left w:val="none" w:sz="0" w:space="0" w:color="auto"/>
            <w:bottom w:val="none" w:sz="0" w:space="0" w:color="auto"/>
            <w:right w:val="none" w:sz="0" w:space="0" w:color="auto"/>
          </w:divBdr>
        </w:div>
        <w:div w:id="2091810375">
          <w:marLeft w:val="0"/>
          <w:marRight w:val="0"/>
          <w:marTop w:val="0"/>
          <w:marBottom w:val="0"/>
          <w:divBdr>
            <w:top w:val="none" w:sz="0" w:space="0" w:color="auto"/>
            <w:left w:val="none" w:sz="0" w:space="0" w:color="auto"/>
            <w:bottom w:val="none" w:sz="0" w:space="0" w:color="auto"/>
            <w:right w:val="none" w:sz="0" w:space="0" w:color="auto"/>
          </w:divBdr>
        </w:div>
        <w:div w:id="2105571665">
          <w:marLeft w:val="0"/>
          <w:marRight w:val="0"/>
          <w:marTop w:val="0"/>
          <w:marBottom w:val="0"/>
          <w:divBdr>
            <w:top w:val="none" w:sz="0" w:space="0" w:color="auto"/>
            <w:left w:val="none" w:sz="0" w:space="0" w:color="auto"/>
            <w:bottom w:val="none" w:sz="0" w:space="0" w:color="auto"/>
            <w:right w:val="none" w:sz="0" w:space="0" w:color="auto"/>
          </w:divBdr>
        </w:div>
      </w:divsChild>
    </w:div>
    <w:div w:id="214067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intel.com/content/www/us/en/security-center/advisory/intel-sa-00154.html"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jdohert\Documents\RELEASE%20NOTES\Templates\Tech_Doc_3.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1366A-CE4F-4026-AAC7-27962789B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Tech_Doc_3.0.dot</Template>
  <TotalTime>4</TotalTime>
  <Pages>6</Pages>
  <Words>800</Words>
  <Characters>4607</Characters>
  <Application>Microsoft Office Word</Application>
  <DocSecurity>0</DocSecurity>
  <Lines>222</Lines>
  <Paragraphs>135</Paragraphs>
  <ScaleCrop>false</ScaleCrop>
  <HeadingPairs>
    <vt:vector size="2" baseType="variant">
      <vt:variant>
        <vt:lpstr>Title</vt:lpstr>
      </vt:variant>
      <vt:variant>
        <vt:i4>1</vt:i4>
      </vt:variant>
    </vt:vector>
  </HeadingPairs>
  <TitlesOfParts>
    <vt:vector size="1" baseType="lpstr">
      <vt:lpstr>Intel® Solid-State Drive Data Center Family for PCIe* Microsoft* Windows* Driver Release Notes</vt:lpstr>
    </vt:vector>
  </TitlesOfParts>
  <Company>ntm</Company>
  <LinksUpToDate>false</LinksUpToDate>
  <CharactersWithSpaces>5341</CharactersWithSpaces>
  <SharedDoc>false</SharedDoc>
  <HLinks>
    <vt:vector size="108" baseType="variant">
      <vt:variant>
        <vt:i4>1245239</vt:i4>
      </vt:variant>
      <vt:variant>
        <vt:i4>101</vt:i4>
      </vt:variant>
      <vt:variant>
        <vt:i4>0</vt:i4>
      </vt:variant>
      <vt:variant>
        <vt:i4>5</vt:i4>
      </vt:variant>
      <vt:variant>
        <vt:lpwstr/>
      </vt:variant>
      <vt:variant>
        <vt:lpwstr>_Toc207700230</vt:lpwstr>
      </vt:variant>
      <vt:variant>
        <vt:i4>1179703</vt:i4>
      </vt:variant>
      <vt:variant>
        <vt:i4>95</vt:i4>
      </vt:variant>
      <vt:variant>
        <vt:i4>0</vt:i4>
      </vt:variant>
      <vt:variant>
        <vt:i4>5</vt:i4>
      </vt:variant>
      <vt:variant>
        <vt:lpwstr/>
      </vt:variant>
      <vt:variant>
        <vt:lpwstr>_Toc207700229</vt:lpwstr>
      </vt:variant>
      <vt:variant>
        <vt:i4>1179703</vt:i4>
      </vt:variant>
      <vt:variant>
        <vt:i4>89</vt:i4>
      </vt:variant>
      <vt:variant>
        <vt:i4>0</vt:i4>
      </vt:variant>
      <vt:variant>
        <vt:i4>5</vt:i4>
      </vt:variant>
      <vt:variant>
        <vt:lpwstr/>
      </vt:variant>
      <vt:variant>
        <vt:lpwstr>_Toc207700228</vt:lpwstr>
      </vt:variant>
      <vt:variant>
        <vt:i4>1179703</vt:i4>
      </vt:variant>
      <vt:variant>
        <vt:i4>83</vt:i4>
      </vt:variant>
      <vt:variant>
        <vt:i4>0</vt:i4>
      </vt:variant>
      <vt:variant>
        <vt:i4>5</vt:i4>
      </vt:variant>
      <vt:variant>
        <vt:lpwstr/>
      </vt:variant>
      <vt:variant>
        <vt:lpwstr>_Toc207700227</vt:lpwstr>
      </vt:variant>
      <vt:variant>
        <vt:i4>1179703</vt:i4>
      </vt:variant>
      <vt:variant>
        <vt:i4>77</vt:i4>
      </vt:variant>
      <vt:variant>
        <vt:i4>0</vt:i4>
      </vt:variant>
      <vt:variant>
        <vt:i4>5</vt:i4>
      </vt:variant>
      <vt:variant>
        <vt:lpwstr/>
      </vt:variant>
      <vt:variant>
        <vt:lpwstr>_Toc207700226</vt:lpwstr>
      </vt:variant>
      <vt:variant>
        <vt:i4>1179703</vt:i4>
      </vt:variant>
      <vt:variant>
        <vt:i4>71</vt:i4>
      </vt:variant>
      <vt:variant>
        <vt:i4>0</vt:i4>
      </vt:variant>
      <vt:variant>
        <vt:i4>5</vt:i4>
      </vt:variant>
      <vt:variant>
        <vt:lpwstr/>
      </vt:variant>
      <vt:variant>
        <vt:lpwstr>_Toc207700225</vt:lpwstr>
      </vt:variant>
      <vt:variant>
        <vt:i4>1179703</vt:i4>
      </vt:variant>
      <vt:variant>
        <vt:i4>65</vt:i4>
      </vt:variant>
      <vt:variant>
        <vt:i4>0</vt:i4>
      </vt:variant>
      <vt:variant>
        <vt:i4>5</vt:i4>
      </vt:variant>
      <vt:variant>
        <vt:lpwstr/>
      </vt:variant>
      <vt:variant>
        <vt:lpwstr>_Toc207700224</vt:lpwstr>
      </vt:variant>
      <vt:variant>
        <vt:i4>1179703</vt:i4>
      </vt:variant>
      <vt:variant>
        <vt:i4>59</vt:i4>
      </vt:variant>
      <vt:variant>
        <vt:i4>0</vt:i4>
      </vt:variant>
      <vt:variant>
        <vt:i4>5</vt:i4>
      </vt:variant>
      <vt:variant>
        <vt:lpwstr/>
      </vt:variant>
      <vt:variant>
        <vt:lpwstr>_Toc207700223</vt:lpwstr>
      </vt:variant>
      <vt:variant>
        <vt:i4>1179703</vt:i4>
      </vt:variant>
      <vt:variant>
        <vt:i4>53</vt:i4>
      </vt:variant>
      <vt:variant>
        <vt:i4>0</vt:i4>
      </vt:variant>
      <vt:variant>
        <vt:i4>5</vt:i4>
      </vt:variant>
      <vt:variant>
        <vt:lpwstr/>
      </vt:variant>
      <vt:variant>
        <vt:lpwstr>_Toc207700222</vt:lpwstr>
      </vt:variant>
      <vt:variant>
        <vt:i4>1179703</vt:i4>
      </vt:variant>
      <vt:variant>
        <vt:i4>47</vt:i4>
      </vt:variant>
      <vt:variant>
        <vt:i4>0</vt:i4>
      </vt:variant>
      <vt:variant>
        <vt:i4>5</vt:i4>
      </vt:variant>
      <vt:variant>
        <vt:lpwstr/>
      </vt:variant>
      <vt:variant>
        <vt:lpwstr>_Toc207700221</vt:lpwstr>
      </vt:variant>
      <vt:variant>
        <vt:i4>1179703</vt:i4>
      </vt:variant>
      <vt:variant>
        <vt:i4>41</vt:i4>
      </vt:variant>
      <vt:variant>
        <vt:i4>0</vt:i4>
      </vt:variant>
      <vt:variant>
        <vt:i4>5</vt:i4>
      </vt:variant>
      <vt:variant>
        <vt:lpwstr/>
      </vt:variant>
      <vt:variant>
        <vt:lpwstr>_Toc207700220</vt:lpwstr>
      </vt:variant>
      <vt:variant>
        <vt:i4>1114167</vt:i4>
      </vt:variant>
      <vt:variant>
        <vt:i4>35</vt:i4>
      </vt:variant>
      <vt:variant>
        <vt:i4>0</vt:i4>
      </vt:variant>
      <vt:variant>
        <vt:i4>5</vt:i4>
      </vt:variant>
      <vt:variant>
        <vt:lpwstr/>
      </vt:variant>
      <vt:variant>
        <vt:lpwstr>_Toc207700219</vt:lpwstr>
      </vt:variant>
      <vt:variant>
        <vt:i4>1114167</vt:i4>
      </vt:variant>
      <vt:variant>
        <vt:i4>29</vt:i4>
      </vt:variant>
      <vt:variant>
        <vt:i4>0</vt:i4>
      </vt:variant>
      <vt:variant>
        <vt:i4>5</vt:i4>
      </vt:variant>
      <vt:variant>
        <vt:lpwstr/>
      </vt:variant>
      <vt:variant>
        <vt:lpwstr>_Toc207700218</vt:lpwstr>
      </vt:variant>
      <vt:variant>
        <vt:i4>1114167</vt:i4>
      </vt:variant>
      <vt:variant>
        <vt:i4>23</vt:i4>
      </vt:variant>
      <vt:variant>
        <vt:i4>0</vt:i4>
      </vt:variant>
      <vt:variant>
        <vt:i4>5</vt:i4>
      </vt:variant>
      <vt:variant>
        <vt:lpwstr/>
      </vt:variant>
      <vt:variant>
        <vt:lpwstr>_Toc207700217</vt:lpwstr>
      </vt:variant>
      <vt:variant>
        <vt:i4>1114167</vt:i4>
      </vt:variant>
      <vt:variant>
        <vt:i4>17</vt:i4>
      </vt:variant>
      <vt:variant>
        <vt:i4>0</vt:i4>
      </vt:variant>
      <vt:variant>
        <vt:i4>5</vt:i4>
      </vt:variant>
      <vt:variant>
        <vt:lpwstr/>
      </vt:variant>
      <vt:variant>
        <vt:lpwstr>_Toc207700216</vt:lpwstr>
      </vt:variant>
      <vt:variant>
        <vt:i4>1114167</vt:i4>
      </vt:variant>
      <vt:variant>
        <vt:i4>11</vt:i4>
      </vt:variant>
      <vt:variant>
        <vt:i4>0</vt:i4>
      </vt:variant>
      <vt:variant>
        <vt:i4>5</vt:i4>
      </vt:variant>
      <vt:variant>
        <vt:lpwstr/>
      </vt:variant>
      <vt:variant>
        <vt:lpwstr>_Toc207700215</vt:lpwstr>
      </vt:variant>
      <vt:variant>
        <vt:i4>1114167</vt:i4>
      </vt:variant>
      <vt:variant>
        <vt:i4>5</vt:i4>
      </vt:variant>
      <vt:variant>
        <vt:i4>0</vt:i4>
      </vt:variant>
      <vt:variant>
        <vt:i4>5</vt:i4>
      </vt:variant>
      <vt:variant>
        <vt:lpwstr/>
      </vt:variant>
      <vt:variant>
        <vt:lpwstr>_Toc207700214</vt:lpwstr>
      </vt:variant>
      <vt:variant>
        <vt:i4>4784218</vt:i4>
      </vt:variant>
      <vt:variant>
        <vt:i4>0</vt:i4>
      </vt:variant>
      <vt:variant>
        <vt:i4>0</vt:i4>
      </vt:variant>
      <vt:variant>
        <vt:i4>5</vt:i4>
      </vt:variant>
      <vt:variant>
        <vt:lpwstr>http://legal.intel.com/Marketing/notices+and+disclaimers.htm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 Solid-State Drive Data Center Family for PCIe* Microsoft* Windows* Driver Release Notes</dc:title>
  <dc:creator>Intel Corporation</dc:creator>
  <cp:keywords>CTPClassification=CTP_IC:VisualMarkings=, CTPClassification=CTP_IC</cp:keywords>
  <cp:lastModifiedBy>Foster, Carolyn D</cp:lastModifiedBy>
  <cp:revision>3</cp:revision>
  <cp:lastPrinted>2015-02-05T16:09:00Z</cp:lastPrinted>
  <dcterms:created xsi:type="dcterms:W3CDTF">2019-05-03T21:09:00Z</dcterms:created>
  <dcterms:modified xsi:type="dcterms:W3CDTF">2019-07-01T16:56:00Z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5135eb15-1a2e-41d4-98b0-6254457e7e11</vt:lpwstr>
  </property>
  <property fmtid="{D5CDD505-2E9C-101B-9397-08002B2CF9AE}" pid="3" name="CTP_BU">
    <vt:lpwstr>NVM SOLUTIONS GROUP</vt:lpwstr>
  </property>
  <property fmtid="{D5CDD505-2E9C-101B-9397-08002B2CF9AE}" pid="4" name="CTP_TimeStamp">
    <vt:lpwstr>2019-07-01 16:56:56Z</vt:lpwstr>
  </property>
  <property fmtid="{D5CDD505-2E9C-101B-9397-08002B2CF9AE}" pid="5" name="CTPClassification">
    <vt:lpwstr>CTP_IC</vt:lpwstr>
  </property>
</Properties>
</file>