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84" w:rsidRPr="009D2687" w:rsidRDefault="005D1484" w:rsidP="009D2687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D2687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U7.ASM (include u7.asm) //// UNIX v1 -&gt; u7.s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(11/03/2013)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[ Last Modification: 13/07/2014 ]  ;;; completed ;;;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13/07/2014 ottyp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12/07/2014 ottyp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; 15/04/2014 ottyp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26/01/2014 otty, ottyp, ctty,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17/01/0214 otty, ottyp, ottys, ctty,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13/01/2014 otty, ocvt, ottys, ctty, ccvt, ottyp,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12/01/2014 iclose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06/12/2013 otty, ocvt, ctty, ccvt (major modification: p.ttyc, u.ttyp)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04/12/2013 (getc, putc procedures have been moved to U9.ASM)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03/12/2013 putc (write_tty, beep, waitf)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30/11/2013 putc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04/11/2013 putc, symount, sysumount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30/10/2013 putc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20/10/2013 getc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10/10/2013 getc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05/10/2013 getc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24/09/2013 getc, otty, ocvt, ctty, ccvt, putc (consistency check)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20/09/2013 putc, getc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17/09/2013 otty (ottys), ctty, ccvt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16/09/2013 ocvt, ctty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13/09/2013 otty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03/09/2013 otty, ocvt, ctty, ccvt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27/08/2013 iopen, iclose, ocvt, ccvt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26/08/2013 putc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16/08/2013 iopen, iclose, otty, ctty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13/08/2013 ctty (cttys)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05/08/2013 ctty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30/07/2013 iclose, ctty, ccvt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29/07/2013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28/07/2013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16/07/2013 iopen, otty, ocvt, ctty, ccvt, getc, iclose modifications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15/07/2013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09/07/2013 - sysmount, sysumount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sysmount: ; / mount file system; args special; name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04/11/2013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09/07/2013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'sysmount' anounces to the system that a removable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file system has been mounted on a special file.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The device number of the special file is obtained via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 call to 'getspl'. It is put in the I/O queue entry for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dismountable file system (sb1) and the I/O queue entry is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set up to read (bit 10 is set). 'ppoke' is then called to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to read file system into core, i.e. the first block on the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mountable f'le system is read in. This block is super block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for the file system. This call is super user restricted.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sysmount; special; name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Arguments: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special - pointer to name of special file (device)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name -  pointer to name of the root directory of the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newly mounted file system. 'name' should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always be a directory.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Inputs: -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Outputs: -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'sysmount' system call has two arguments; so,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to get sysmount system call arguments from the user;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* 1st argument, special is pointed to by BX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* 2nd argument, name is in CX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NOTE1: Retro UNIX 8086 v1 'arg2' routine gets these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arguments which were in these registers;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but, it returns by putting the 1st argument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in 'u.namep' and the 2nd argument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on top of stack. (1st argument is offset of the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file/path name in the user's program segment.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NOTE2: Device numbers, names and related procedures are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already modified for IBM PC compatibility and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Retro UNIX 8086 v1 device configuration.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;call</w:t>
      </w:r>
      <w:r w:rsidRPr="00DA7092">
        <w:rPr>
          <w:rFonts w:ascii="Courier New" w:hAnsi="Courier New" w:cs="Courier New"/>
          <w:sz w:val="16"/>
          <w:szCs w:val="16"/>
        </w:rPr>
        <w:tab/>
        <w:t>arg2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r0,arg2 / get arguments special and name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push</w:t>
      </w:r>
      <w:r w:rsidRPr="00DA7092">
        <w:rPr>
          <w:rFonts w:ascii="Courier New" w:hAnsi="Courier New" w:cs="Courier New"/>
          <w:sz w:val="16"/>
          <w:szCs w:val="16"/>
        </w:rPr>
        <w:tab/>
        <w:t>cx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word ptr [mnti],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tst mnti / is the i-number of the cross device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 / zero?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ja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bne errora / no, 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getspl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r0,getspl / get special files device number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04/11/2013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;pop</w:t>
      </w:r>
      <w:r w:rsidRPr="00DA7092">
        <w:rPr>
          <w:rFonts w:ascii="Courier New" w:hAnsi="Courier New" w:cs="Courier New"/>
          <w:sz w:val="16"/>
          <w:szCs w:val="16"/>
        </w:rPr>
        <w:tab/>
        <w:t>cx ; file name pointer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ax ; ; Retro UNIX 8086 v1 device number (0 to 5)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byte ptr [BX]+drv.err,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ja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</w:t>
      </w:r>
      <w:r w:rsidRPr="00DA7092">
        <w:rPr>
          <w:rFonts w:ascii="Courier New" w:hAnsi="Courier New" w:cs="Courier New"/>
          <w:sz w:val="16"/>
          <w:szCs w:val="16"/>
        </w:rPr>
        <w:tab/>
        <w:t>word ptr [u.namep], cx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word ptr [u.namep]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mov (sp)+,u.namep / put the name of file to be placed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; / on the device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push</w:t>
      </w:r>
      <w:r w:rsidRPr="00DA7092">
        <w:rPr>
          <w:rFonts w:ascii="Courier New" w:hAnsi="Courier New" w:cs="Courier New"/>
          <w:sz w:val="16"/>
          <w:szCs w:val="16"/>
        </w:rPr>
        <w:tab/>
        <w:t>ax ; push bx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mov r1,-(sp) / save the device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namei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;or</w:t>
      </w:r>
      <w:r w:rsidRPr="00DA7092">
        <w:rPr>
          <w:rFonts w:ascii="Courier New" w:hAnsi="Courier New" w:cs="Courier New"/>
          <w:sz w:val="16"/>
          <w:szCs w:val="16"/>
        </w:rPr>
        <w:tab/>
        <w:t>ax, ax 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; ax = 0 -&gt; file not found 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jc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r0,namei / get the i-number of the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       </w:t>
      </w:r>
      <w:r w:rsidRPr="00DA7092">
        <w:rPr>
          <w:rFonts w:ascii="Courier New" w:hAnsi="Courier New" w:cs="Courier New"/>
          <w:sz w:val="16"/>
          <w:szCs w:val="16"/>
        </w:rPr>
        <w:tab/>
        <w:t>; br errora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word ptr [mnti],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mov r1,mnti / put it in mnti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04/11/2013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offset sb1 ; super block buffer (of mounted disk)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 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cmp</w:t>
      </w:r>
      <w:r w:rsidRPr="00DA7092">
        <w:rPr>
          <w:rFonts w:ascii="Courier New" w:hAnsi="Courier New" w:cs="Courier New"/>
          <w:sz w:val="16"/>
          <w:szCs w:val="16"/>
        </w:rPr>
        <w:tab/>
        <w:t>byte ptr [BX]+1,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tstb sb1+1 / is 15th bit of I/O queue entry for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/ dismountable device set?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jna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bne 1b / (inhibit bit) yes, skip writing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idle ; 04/11/2013 (wait for hardware interrupt)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@@: 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ax ; Retro UNIX 8086 v1 device number/ID (0 to 5)   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[mdev], 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mov  (sp),mntd / no, put the device number in mntd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04/11/2013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[BX], 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movb (sp),sb1 / put the device number in the lower byte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; / of the I/O queue entry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</w:t>
      </w:r>
      <w:r w:rsidRPr="00DA7092">
        <w:rPr>
          <w:rFonts w:ascii="Courier New" w:hAnsi="Courier New" w:cs="Courier New"/>
          <w:sz w:val="16"/>
          <w:szCs w:val="16"/>
        </w:rPr>
        <w:tab/>
        <w:t>byte ptr [cdev], 1 ; mounted device/drive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mov (sp)+,cdev / put device number in cdev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or</w:t>
      </w:r>
      <w:r w:rsidRPr="00DA7092">
        <w:rPr>
          <w:rFonts w:ascii="Courier New" w:hAnsi="Courier New" w:cs="Courier New"/>
          <w:sz w:val="16"/>
          <w:szCs w:val="16"/>
        </w:rPr>
        <w:tab/>
        <w:t>word ptr [BX], 400h ; Bit 10, 'read' flag/bit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bis $2000,sb1 / set the read bit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[BX]+2, 1 ; physical block number =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DA7092">
        <w:rPr>
          <w:rFonts w:ascii="Courier New" w:hAnsi="Courier New" w:cs="Courier New"/>
          <w:sz w:val="16"/>
          <w:szCs w:val="16"/>
        </w:rPr>
        <w:tab/>
        <w:t>diskio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jnc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DA7092">
        <w:rPr>
          <w:rFonts w:ascii="Courier New" w:hAnsi="Courier New" w:cs="Courier New"/>
          <w:sz w:val="16"/>
          <w:szCs w:val="16"/>
        </w:rPr>
        <w:tab/>
        <w:t>ax,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word ptr [mnti], ax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[mdev], al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</w:t>
      </w:r>
      <w:r w:rsidRPr="00DA7092">
        <w:rPr>
          <w:rFonts w:ascii="Courier New" w:hAnsi="Courier New" w:cs="Courier New"/>
          <w:sz w:val="16"/>
          <w:szCs w:val="16"/>
        </w:rPr>
        <w:tab/>
        <w:t>byte ptr [cdev], al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word ptr [BX], ax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[BX]+1, 0 ; 18/07/2013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;;call</w:t>
      </w:r>
      <w:r w:rsidRPr="00DA7092">
        <w:rPr>
          <w:rFonts w:ascii="Courier New" w:hAnsi="Courier New" w:cs="Courier New"/>
          <w:sz w:val="16"/>
          <w:szCs w:val="16"/>
        </w:rPr>
        <w:tab/>
        <w:t>ppoke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jsr r0,ppoke / read in entire file system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;@@: 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</w:t>
      </w:r>
      <w:r w:rsidRPr="00DA7092">
        <w:rPr>
          <w:rFonts w:ascii="Courier New" w:hAnsi="Courier New" w:cs="Courier New"/>
          <w:sz w:val="16"/>
          <w:szCs w:val="16"/>
        </w:rPr>
        <w:tab/>
        <w:t>;;cmp</w:t>
      </w:r>
      <w:r w:rsidRPr="00DA7092">
        <w:rPr>
          <w:rFonts w:ascii="Courier New" w:hAnsi="Courier New" w:cs="Courier New"/>
          <w:sz w:val="16"/>
          <w:szCs w:val="16"/>
        </w:rPr>
        <w:tab/>
        <w:t>byte ptr [sb1]+1,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tstb   sb1+1 / done reading?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</w:t>
      </w:r>
      <w:r w:rsidRPr="00DA7092">
        <w:rPr>
          <w:rFonts w:ascii="Courier New" w:hAnsi="Courier New" w:cs="Courier New"/>
          <w:sz w:val="16"/>
          <w:szCs w:val="16"/>
        </w:rPr>
        <w:tab/>
        <w:t>;;jna</w:t>
      </w:r>
      <w:r w:rsidRPr="00DA7092">
        <w:rPr>
          <w:rFonts w:ascii="Courier New" w:hAnsi="Courier New" w:cs="Courier New"/>
          <w:sz w:val="16"/>
          <w:szCs w:val="16"/>
        </w:rPr>
        <w:tab/>
        <w:t>sysret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;,call</w:t>
      </w:r>
      <w:r w:rsidRPr="00DA7092">
        <w:rPr>
          <w:rFonts w:ascii="Courier New" w:hAnsi="Courier New" w:cs="Courier New"/>
          <w:sz w:val="16"/>
          <w:szCs w:val="16"/>
        </w:rPr>
        <w:tab/>
        <w:t>idle ; 04/11/2013 (wait for hardware interrupt)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;;jmp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;bne 1b / no, wait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;br sysreta / yes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sysret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sysumount: ; / special dismount file system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04/11/2013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09/07/2013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'sysmount' anounces to the system that the special file,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indicated as an argument is no longer contain a removable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file system. 'getspl' gets the device number of the special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file. If no file system was mounted on that device an 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occurs. 'mntd' and 'mnti' are cleared and control is passed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to 'sysret'.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sysmount; special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Arguments: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special - special file to dismount (device)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Inputs: -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Outputs: -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'sysumount' system call has one argument; so,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Retro UNIX 8086 v1 argument transfer method 1 is used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to get sysmount system call argument from the user;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* Single argument, special is pointed to by BX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DA7092">
        <w:rPr>
          <w:rFonts w:ascii="Courier New" w:hAnsi="Courier New" w:cs="Courier New"/>
          <w:sz w:val="16"/>
          <w:szCs w:val="16"/>
        </w:rPr>
        <w:tab/>
        <w:t>ax, 1 ; one/single argument, put argument in BX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;call</w:t>
      </w:r>
      <w:r w:rsidRPr="00DA7092">
        <w:rPr>
          <w:rFonts w:ascii="Courier New" w:hAnsi="Courier New" w:cs="Courier New"/>
          <w:sz w:val="16"/>
          <w:szCs w:val="16"/>
        </w:rPr>
        <w:tab/>
        <w:t>arg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r0,arg; u.namep / point u.namep to special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mov</w:t>
      </w:r>
      <w:r w:rsidRPr="00DA7092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getspl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r0,getspl / get the device number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al, byte ptr [mdev]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cmp r1,mntd / is it equal to the last device mounted?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jne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bne errora / no 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al, al ; ah =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 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DA7092">
        <w:rPr>
          <w:rFonts w:ascii="Courier New" w:hAnsi="Courier New" w:cs="Courier New"/>
          <w:sz w:val="16"/>
          <w:szCs w:val="16"/>
        </w:rPr>
        <w:tab/>
        <w:t>byte ptr [sb1]+1, al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; tstb sb1+1 / yes, is the device still doing I/O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/ (inhibit bit set)?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jna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bne 1b / yes, wait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idle ; 04/11/2013 (wait for hardware interrupt)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@@:      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[mdev], al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DA7092">
        <w:rPr>
          <w:rFonts w:ascii="Courier New" w:hAnsi="Courier New" w:cs="Courier New"/>
          <w:sz w:val="16"/>
          <w:szCs w:val="16"/>
        </w:rPr>
        <w:tab/>
        <w:t>; clr mntd / no, clear these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</w:t>
      </w: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word ptr [mnti],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clr mnti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jmp</w:t>
      </w:r>
      <w:r w:rsidRPr="00DA7092">
        <w:rPr>
          <w:rFonts w:ascii="Courier New" w:hAnsi="Courier New" w:cs="Courier New"/>
          <w:sz w:val="16"/>
          <w:szCs w:val="16"/>
        </w:rPr>
        <w:tab/>
        <w:t>sysret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br sysreta / return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getspl: ; / get device number from a special file name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09/07/2013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namei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;or</w:t>
      </w:r>
      <w:r w:rsidRPr="00DA7092">
        <w:rPr>
          <w:rFonts w:ascii="Courier New" w:hAnsi="Courier New" w:cs="Courier New"/>
          <w:sz w:val="16"/>
          <w:szCs w:val="16"/>
        </w:rPr>
        <w:tab/>
        <w:t>ax, ax 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 ; ax = 0 -&gt; file not found 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jc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jsr r0,namei / get the i-number of the special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        ; br errora / no such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sub</w:t>
      </w:r>
      <w:r w:rsidRPr="00DA7092">
        <w:rPr>
          <w:rFonts w:ascii="Courier New" w:hAnsi="Courier New" w:cs="Courier New"/>
          <w:sz w:val="16"/>
          <w:szCs w:val="16"/>
        </w:rPr>
        <w:tab/>
        <w:t>ax, 3 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i-number-3, 0 = fd0, 5 = hd3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sub $4,r1 / i-number-4 rk=1,tap=2+n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jc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ble errora / less than 0?  yes, 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cmp</w:t>
      </w:r>
      <w:r w:rsidRPr="00DA7092">
        <w:rPr>
          <w:rFonts w:ascii="Courier New" w:hAnsi="Courier New" w:cs="Courier New"/>
          <w:sz w:val="16"/>
          <w:szCs w:val="16"/>
        </w:rPr>
        <w:tab/>
        <w:t>ax, 5 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cmp  r1,$9. / greater than 9  tap 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ja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bgt errora / yes, 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AX = Retro UNIX 8086 v1 Device Number (0 to 5)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rts    r0 / return with device number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iopen: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;27/08/2013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;16/07/2013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open file whose i-number is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INPUTS -&gt;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OUTPUTS -&gt;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file's inode in core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r1 - inode number (positive)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((AX = R1))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((Modified registers: DX, BX, CX, SI, DI, BP))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     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/ open file whose i-number is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ah, 80h ; Bit 15 of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;tst r1 / write or read access?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jnz</w:t>
      </w:r>
      <w:r w:rsidRPr="00DA7092">
        <w:rPr>
          <w:rFonts w:ascii="Courier New" w:hAnsi="Courier New" w:cs="Courier New"/>
          <w:sz w:val="16"/>
          <w:szCs w:val="16"/>
        </w:rPr>
        <w:tab/>
        <w:t>short iopen_2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;blt 2f / write, go to 2f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dl, 2 ; read 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; jsr r0,access; 2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/ get inode into core with read 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DL=2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iopen_0: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cmp</w:t>
      </w:r>
      <w:r w:rsidRPr="00DA7092">
        <w:rPr>
          <w:rFonts w:ascii="Courier New" w:hAnsi="Courier New" w:cs="Courier New"/>
          <w:sz w:val="16"/>
          <w:szCs w:val="16"/>
        </w:rPr>
        <w:tab/>
        <w:t>ax, 40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cmp r1,$40. / is it a special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;ja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;bgt  3f / no. 3f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ja</w:t>
      </w:r>
      <w:r w:rsidRPr="00DA7092">
        <w:rPr>
          <w:rFonts w:ascii="Courier New" w:hAnsi="Courier New" w:cs="Courier New"/>
          <w:sz w:val="16"/>
          <w:szCs w:val="16"/>
        </w:rPr>
        <w:tab/>
        <w:t>short @b 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push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mov r1,-(sp) / yes, figure out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shl</w:t>
      </w:r>
      <w:r w:rsidRPr="00DA7092">
        <w:rPr>
          <w:rFonts w:ascii="Courier New" w:hAnsi="Courier New" w:cs="Courier New"/>
          <w:sz w:val="16"/>
          <w:szCs w:val="16"/>
        </w:rPr>
        <w:tab/>
        <w:t>bx,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asl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add     bx, offset iopen_1 - 2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 jmp *1f-2(r1) / which one and transfer to 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iopen_1: ; 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otty ; tty, AX = 1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;otty / tty ; r1=2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;oppt / ppt ; r1=4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mem, AX = 2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mem ; r1=6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rf0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rk0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fd0, AX = 3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fd1, AX = 4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hd0, AX = 5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hd1, AX = 6 (runix only)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hd2, AX = 7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hd3, AX = 8 (runix only)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error ; lpr, AX = 9 (error !)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dw      offset sret ; lpr, AX = 9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tty0, AX = 10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tty1, AX = 11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tty2, AX = 12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tty3, AX = 13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tty4, AX = 14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tty5, AX = 15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tty6, AX = 16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tty7, AX = 17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COM1, AX = 18 (runix only)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;error / crd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COM2, AX = 19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iopen_2: ; 2: / check open write 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neg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;neg r1 / make inode number positive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dl, 1 ; write 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call</w:t>
      </w:r>
      <w:r w:rsidRPr="00DA7092">
        <w:rPr>
          <w:rFonts w:ascii="Courier New" w:hAnsi="Courier New" w:cs="Courier New"/>
          <w:sz w:val="16"/>
          <w:szCs w:val="16"/>
        </w:rPr>
        <w:tab/>
        <w:t>access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;jsr r0,access; 1 / get inode in core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DL=1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word ptr [i.flgs], 4000h ; Bit 14 : Directory flag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;bit $40000,i.flgs / is it a directory?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bne 2f / yes, transfer (error)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jmp     short iopen_0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;cmp</w:t>
      </w:r>
      <w:r w:rsidRPr="00DA7092">
        <w:rPr>
          <w:rFonts w:ascii="Courier New" w:hAnsi="Courier New" w:cs="Courier New"/>
          <w:sz w:val="16"/>
          <w:szCs w:val="16"/>
        </w:rPr>
        <w:tab/>
        <w:t>ax, 40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cmp r1,$40. / no, is it a special file?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;ja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;bgt 3f / no, return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;push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;mov r1,-(sp) / yes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</w:t>
      </w:r>
      <w:r w:rsidRPr="00DA7092">
        <w:rPr>
          <w:rFonts w:ascii="Courier New" w:hAnsi="Courier New" w:cs="Courier New"/>
          <w:sz w:val="16"/>
          <w:szCs w:val="16"/>
        </w:rPr>
        <w:tab/>
        <w:t>bx,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;shl</w:t>
      </w:r>
      <w:r w:rsidRPr="00DA7092">
        <w:rPr>
          <w:rFonts w:ascii="Courier New" w:hAnsi="Courier New" w:cs="Courier New"/>
          <w:sz w:val="16"/>
          <w:szCs w:val="16"/>
        </w:rPr>
        <w:tab/>
        <w:t>bx,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asl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;add</w:t>
      </w:r>
      <w:r w:rsidRPr="00DA7092">
        <w:rPr>
          <w:rFonts w:ascii="Courier New" w:hAnsi="Courier New" w:cs="Courier New"/>
          <w:sz w:val="16"/>
          <w:szCs w:val="16"/>
        </w:rPr>
        <w:tab/>
        <w:t>bx, offset ipen_3 - 2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;jmp</w:t>
      </w:r>
      <w:r w:rsidRPr="00DA7092">
        <w:rPr>
          <w:rFonts w:ascii="Courier New" w:hAnsi="Courier New" w:cs="Courier New"/>
          <w:sz w:val="16"/>
          <w:szCs w:val="16"/>
        </w:rPr>
        <w:tab/>
        <w:t>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; jmp *1f-2(r1) / figure out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/ which special file it is and transfer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;iopen_3: ; 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otty ; tty, AX = 1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;otty / tty ; r1=2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;leadr / ppt ; r1=4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mem, AX = 2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mem ; r1=6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rf0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rk0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;sret / tap7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fd0, AX = 3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fd1, AX = 4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hd0, AX = 5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hd1, AX = 6 (runix only)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hd2, AX = 7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hd3, AX = 8 (runix only)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lpr, AX = 9 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ejec ; lpr, AX = 9 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tty0, AX = 10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tty1, AX = 11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tty2, AX = 12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tty3, AX = 13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tty4, AX = 14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tty5, AX = 15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tty6, AX = 16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sret ; tty7, AX = 17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;ocvt / tty7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COM1, AX = 18 (runix only)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;/ ejec / lpr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ocvt ; COM2, AX = 19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otty: ;/ open console tty for reading or writing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15/04/2014 (modification for serial ports)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03/09/2013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15/07/2013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</w:t>
      </w:r>
      <w:r w:rsidRPr="00DA7092">
        <w:rPr>
          <w:rFonts w:ascii="Courier New" w:hAnsi="Courier New" w:cs="Courier New"/>
          <w:sz w:val="16"/>
          <w:szCs w:val="16"/>
        </w:rPr>
        <w:tab/>
        <w:t>; 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If a tty is open for read or write by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a process (u.uno), only same process can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same tty to write or read (R-&gt;R&amp;W or W-&gt;W&amp;R).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(INPUT: DL=2 for Read, DL=1 for Write, DL=0 for sysstty)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ah =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bh, bh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al, byte ptr [BX]+p.ttyc-1 ; current/console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ottyp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ocvt: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sub</w:t>
      </w:r>
      <w:r w:rsidRPr="00DA7092">
        <w:rPr>
          <w:rFonts w:ascii="Courier New" w:hAnsi="Courier New" w:cs="Courier New"/>
          <w:sz w:val="16"/>
          <w:szCs w:val="16"/>
        </w:rPr>
        <w:tab/>
        <w:t>al, 10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ottyp: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15/04/2014 (modification for serial ports)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dh, al ; tty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bx, ax ; AL = tty number (0 to 9), AH =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DA7092">
        <w:rPr>
          <w:rFonts w:ascii="Courier New" w:hAnsi="Courier New" w:cs="Courier New"/>
          <w:sz w:val="16"/>
          <w:szCs w:val="16"/>
        </w:rPr>
        <w:tab/>
        <w:t>bl, 1  ; aligned to word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;26/01/2014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DA7092">
        <w:rPr>
          <w:rFonts w:ascii="Courier New" w:hAnsi="Courier New" w:cs="Courier New"/>
          <w:sz w:val="16"/>
          <w:szCs w:val="16"/>
        </w:rPr>
        <w:tab/>
        <w:t>bx, offset ttyl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cx, 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CL = lock value (0 or process number)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CH = open count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DA7092">
        <w:rPr>
          <w:rFonts w:ascii="Courier New" w:hAnsi="Courier New" w:cs="Courier New"/>
          <w:sz w:val="16"/>
          <w:szCs w:val="16"/>
        </w:rPr>
        <w:tab/>
        <w:t>cl, cl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jz </w:t>
      </w:r>
      <w:r w:rsidRPr="00DA7092">
        <w:rPr>
          <w:rFonts w:ascii="Courier New" w:hAnsi="Courier New" w:cs="Courier New"/>
          <w:sz w:val="16"/>
          <w:szCs w:val="16"/>
        </w:rPr>
        <w:tab/>
        <w:t>short otty_ret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DA7092">
        <w:rPr>
          <w:rFonts w:ascii="Courier New" w:hAnsi="Courier New" w:cs="Courier New"/>
          <w:sz w:val="16"/>
          <w:szCs w:val="16"/>
        </w:rPr>
        <w:tab/>
        <w:t>cl, byte ptr [u.uno]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je</w:t>
      </w:r>
      <w:r w:rsidRPr="00DA7092">
        <w:rPr>
          <w:rFonts w:ascii="Courier New" w:hAnsi="Courier New" w:cs="Courier New"/>
          <w:sz w:val="16"/>
          <w:szCs w:val="16"/>
        </w:rPr>
        <w:tab/>
        <w:t>short otty_ret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bl, cl ; the process which has locked the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DA7092">
        <w:rPr>
          <w:rFonts w:ascii="Courier New" w:hAnsi="Courier New" w:cs="Courier New"/>
          <w:sz w:val="16"/>
          <w:szCs w:val="16"/>
        </w:rPr>
        <w:tab/>
        <w:t>bl,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DA7092">
        <w:rPr>
          <w:rFonts w:ascii="Courier New" w:hAnsi="Courier New" w:cs="Courier New"/>
          <w:sz w:val="16"/>
          <w:szCs w:val="16"/>
        </w:rPr>
        <w:tab/>
        <w:t>bh, bh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ax, word ptr [BX]+p.pid-2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DA7092">
        <w:rPr>
          <w:rFonts w:ascii="Courier New" w:hAnsi="Courier New" w:cs="Courier New"/>
          <w:sz w:val="16"/>
          <w:szCs w:val="16"/>
        </w:rPr>
        <w:tab/>
        <w:t>bl,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DA7092">
        <w:rPr>
          <w:rFonts w:ascii="Courier New" w:hAnsi="Courier New" w:cs="Courier New"/>
          <w:sz w:val="16"/>
          <w:szCs w:val="16"/>
        </w:rPr>
        <w:tab/>
        <w:t>ax, word ptr [BX]+p.ppid-2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je</w:t>
      </w:r>
      <w:r w:rsidRPr="00DA7092">
        <w:rPr>
          <w:rFonts w:ascii="Courier New" w:hAnsi="Courier New" w:cs="Courier New"/>
          <w:sz w:val="16"/>
          <w:szCs w:val="16"/>
        </w:rPr>
        <w:tab/>
        <w:t>short otty_ret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;;jne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short otty_err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; the tty is locked by another process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; except the parent process (p.ppid)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;;otty_err: 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or </w:t>
      </w:r>
      <w:r w:rsidRPr="00DA7092">
        <w:rPr>
          <w:rFonts w:ascii="Courier New" w:hAnsi="Courier New" w:cs="Courier New"/>
          <w:sz w:val="16"/>
          <w:szCs w:val="16"/>
        </w:rPr>
        <w:tab/>
        <w:t>dl, dl ; DL = 0 -&gt; called by sysstty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otty_ret: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DA7092">
        <w:rPr>
          <w:rFonts w:ascii="Courier New" w:hAnsi="Courier New" w:cs="Courier New"/>
          <w:sz w:val="16"/>
          <w:szCs w:val="16"/>
        </w:rPr>
        <w:tab/>
        <w:t>dh, 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jna</w:t>
      </w:r>
      <w:r w:rsidRPr="00DA7092">
        <w:rPr>
          <w:rFonts w:ascii="Courier New" w:hAnsi="Courier New" w:cs="Courier New"/>
          <w:sz w:val="16"/>
          <w:szCs w:val="16"/>
        </w:rPr>
        <w:tab/>
        <w:t>short ottys_ret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ottys: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17/01/2013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push</w:t>
      </w:r>
      <w:r w:rsidRPr="00DA7092">
        <w:rPr>
          <w:rFonts w:ascii="Courier New" w:hAnsi="Courier New" w:cs="Courier New"/>
          <w:sz w:val="16"/>
          <w:szCs w:val="16"/>
        </w:rPr>
        <w:tab/>
        <w:t>dx ; 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ah, dl ; open mode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dl, dh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dh, dh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sub</w:t>
      </w:r>
      <w:r w:rsidRPr="00DA7092">
        <w:rPr>
          <w:rFonts w:ascii="Courier New" w:hAnsi="Courier New" w:cs="Courier New"/>
          <w:sz w:val="16"/>
          <w:szCs w:val="16"/>
        </w:rPr>
        <w:tab/>
        <w:t>dl, 8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and</w:t>
      </w:r>
      <w:r w:rsidRPr="00DA7092">
        <w:rPr>
          <w:rFonts w:ascii="Courier New" w:hAnsi="Courier New" w:cs="Courier New"/>
          <w:sz w:val="16"/>
          <w:szCs w:val="16"/>
        </w:rPr>
        <w:tab/>
        <w:t>ah, ah ; sysstty system call check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com_port_init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and</w:t>
      </w:r>
      <w:r w:rsidRPr="00DA7092">
        <w:rPr>
          <w:rFonts w:ascii="Courier New" w:hAnsi="Courier New" w:cs="Courier New"/>
          <w:sz w:val="16"/>
          <w:szCs w:val="16"/>
        </w:rPr>
        <w:tab/>
        <w:t>cx, cx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short @f ; unlocked/free tty (serial port)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DX = port number (COM1=0, COM2=1)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ah, 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int</w:t>
      </w:r>
      <w:r w:rsidRPr="00DA7092">
        <w:rPr>
          <w:rFonts w:ascii="Courier New" w:hAnsi="Courier New" w:cs="Courier New"/>
          <w:sz w:val="16"/>
          <w:szCs w:val="16"/>
        </w:rPr>
        <w:tab/>
        <w:t>14h   ; Get serial port status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dx ; 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ah, 80h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ottys_rtn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;;otty_err: 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or </w:t>
      </w:r>
      <w:r w:rsidRPr="00DA7092">
        <w:rPr>
          <w:rFonts w:ascii="Courier New" w:hAnsi="Courier New" w:cs="Courier New"/>
          <w:sz w:val="16"/>
          <w:szCs w:val="16"/>
        </w:rPr>
        <w:tab/>
        <w:t>dl, dl ; DL = 0 -&gt; called by sysstty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DA7092">
        <w:rPr>
          <w:rFonts w:ascii="Courier New" w:hAnsi="Courier New" w:cs="Courier New"/>
          <w:sz w:val="16"/>
          <w:szCs w:val="16"/>
        </w:rPr>
        <w:tab/>
        <w:t>ah, ah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com_port_init: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si, offset com1p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dl, dl ; COM1 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@f ; yes, it is COM1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inc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si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; no, it is COM2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al, byte ptr [SI] ; comm. parameters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Initializing serial port parameters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DA7092">
        <w:rPr>
          <w:rFonts w:ascii="Courier New" w:hAnsi="Courier New" w:cs="Courier New"/>
          <w:sz w:val="16"/>
          <w:szCs w:val="16"/>
        </w:rPr>
        <w:tab/>
        <w:t>ah, ah ;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AL = Communication parameters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DX = Serial port number (COM1 = 0, COM2 = 1)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DA7092">
        <w:rPr>
          <w:rFonts w:ascii="Courier New" w:hAnsi="Courier New" w:cs="Courier New"/>
          <w:sz w:val="16"/>
          <w:szCs w:val="16"/>
        </w:rPr>
        <w:tab/>
        <w:t>14h  ; Initialize serial port parameters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; (Note: Serial port interrupts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will be disabled here...)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      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; (INT 14h initialization code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disables interrupts.)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and</w:t>
      </w:r>
      <w:r w:rsidRPr="00DA7092">
        <w:rPr>
          <w:rFonts w:ascii="Courier New" w:hAnsi="Courier New" w:cs="Courier New"/>
          <w:sz w:val="16"/>
          <w:szCs w:val="16"/>
        </w:rPr>
        <w:tab/>
        <w:t>dl, dl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com1p_eirq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;; COM2 - enabling IRQ 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dx, 2FCh   ;modem control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al, dx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al, 8      ;enable bit 3 (OUT2)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>dx, al  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dx, 2F9h   ;interrupt enable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>al, dx     ;read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al, 1      ;receiver data interrupt enable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dx, al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>al, 21h    ;read interrupt mask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and</w:t>
      </w:r>
      <w:r w:rsidRPr="00DA7092">
        <w:rPr>
          <w:rFonts w:ascii="Courier New" w:hAnsi="Courier New" w:cs="Courier New"/>
          <w:sz w:val="16"/>
          <w:szCs w:val="16"/>
        </w:rPr>
        <w:tab/>
        <w:t>al, 0F7h   ;enable IRQ 3 (COM2)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>21h, al 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dx,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comp_get_stat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com1p_eirq: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;; COM1 - enabling IRQ 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dx, 3FCh   ;modem control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al, dx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al, 8      ;enable bit 3 (OUT2)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>dx, al  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dx, 3F9h   ;interrupt enable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>al, dx     ;read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al, 1      ;receiver data interrupt enable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dx, al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</w:t>
      </w:r>
      <w:r w:rsidRPr="00DA7092">
        <w:rPr>
          <w:rFonts w:ascii="Courier New" w:hAnsi="Courier New" w:cs="Courier New"/>
          <w:sz w:val="16"/>
          <w:szCs w:val="16"/>
        </w:rPr>
        <w:tab/>
        <w:t>al, 21h    ;read interrupt mask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and</w:t>
      </w:r>
      <w:r w:rsidRPr="00DA7092">
        <w:rPr>
          <w:rFonts w:ascii="Courier New" w:hAnsi="Courier New" w:cs="Courier New"/>
          <w:sz w:val="16"/>
          <w:szCs w:val="16"/>
        </w:rPr>
        <w:tab/>
        <w:t>al, 0EFh   ;enable IRQ 4 (COM1)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out</w:t>
      </w:r>
      <w:r w:rsidRPr="00DA7092">
        <w:rPr>
          <w:rFonts w:ascii="Courier New" w:hAnsi="Courier New" w:cs="Courier New"/>
          <w:sz w:val="16"/>
          <w:szCs w:val="16"/>
        </w:rPr>
        <w:tab/>
        <w:t>21h, al    ;write back to register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dx, dx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comp_get_stat: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ah, 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int</w:t>
      </w:r>
      <w:r w:rsidRPr="00DA7092">
        <w:rPr>
          <w:rFonts w:ascii="Courier New" w:hAnsi="Courier New" w:cs="Courier New"/>
          <w:sz w:val="16"/>
          <w:szCs w:val="16"/>
        </w:rPr>
        <w:tab/>
        <w:t>14h   ; Get serial port status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DA7092">
        <w:rPr>
          <w:rFonts w:ascii="Courier New" w:hAnsi="Courier New" w:cs="Courier New"/>
          <w:sz w:val="16"/>
          <w:szCs w:val="16"/>
        </w:rPr>
        <w:tab/>
        <w:t>ah, 80h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comp_init_ok ; successfully initialized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Initialization ERROR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11100011b ; E3h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        ; (111) Baud rate: 9600, (00) parity: none,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        ; (0) stop bits: 1, (11) word length: 8 bits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15/04/2014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byte ptr [SI], 0E3h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je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byte ptr [SI], 0E3h ; Reset comm. parameters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ah, ah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dx ; 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comp_init_ok: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12/07/2014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dx ; *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ottys_ret: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cl, cl  ; cl = lock/owner, ch = open count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cl, byte ptr [u.uno]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ottys_rtn: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@@: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DA7092">
        <w:rPr>
          <w:rFonts w:ascii="Courier New" w:hAnsi="Courier New" w:cs="Courier New"/>
          <w:sz w:val="16"/>
          <w:szCs w:val="16"/>
        </w:rPr>
        <w:tab/>
        <w:t>ch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word ptr [BX], cx ; set tty lock again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inc</w:t>
      </w:r>
      <w:r w:rsidRPr="00DA7092">
        <w:rPr>
          <w:rFonts w:ascii="Courier New" w:hAnsi="Courier New" w:cs="Courier New"/>
          <w:sz w:val="16"/>
          <w:szCs w:val="16"/>
        </w:rPr>
        <w:tab/>
        <w:t>dh ; tty number + 1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offset u.ttyp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dl, 2 ; open for read sign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inc</w:t>
      </w:r>
      <w:r w:rsidRPr="00DA7092">
        <w:rPr>
          <w:rFonts w:ascii="Courier New" w:hAnsi="Courier New" w:cs="Courier New"/>
          <w:sz w:val="16"/>
          <w:szCs w:val="16"/>
        </w:rPr>
        <w:tab/>
        <w:t>bx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Set 'u.ttyp' ('the recent TTY') value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byte ptr [BX], dh ; tty number + 1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sret: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dl, dl ; sysstty system call check (DL=0)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Original UNIX v1 'otty' routine: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    $100,*$tks / set interrupt enable bit (zero others) in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     / reader status reg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;mov    $100,*$tps / set interrupt enable bit (zero others) in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     / punch status reg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;mov    tty+[ntty*8]-8+6,r5 / r5 points to the header of the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              / console tty buffer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;incb   (r5) / increment the count of processes that opened the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/ console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;tst    u.ttyp / is there a process control tty (i.e., has a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 / buffer header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;bne    sret / address been loaded into u.ttyp yet)?  yes, branch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;mov    r5,u.ttyp / no, make the console tty the process control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             /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;br     sret / 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;sret: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;clr *$ps / set processor priority to zero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;mov (sp)+,r1 / pop stack to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;3: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</w:t>
      </w:r>
      <w:r w:rsidRPr="00DA7092">
        <w:rPr>
          <w:rFonts w:ascii="Courier New" w:hAnsi="Courier New" w:cs="Courier New"/>
          <w:sz w:val="16"/>
          <w:szCs w:val="16"/>
        </w:rPr>
        <w:tab/>
        <w:t>;rts r0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;ocvt:</w:t>
      </w:r>
      <w:r w:rsidRPr="00DA7092">
        <w:rPr>
          <w:rFonts w:ascii="Courier New" w:hAnsi="Courier New" w:cs="Courier New"/>
          <w:sz w:val="16"/>
          <w:szCs w:val="16"/>
        </w:rPr>
        <w:tab/>
        <w:t>; &lt; open tty 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03/09/2013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In original UNIX v1, 'ocvt' routine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If a tty is open for read or write by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a process (u.uno), only same process can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same tty to write or read (R-&gt;R&amp;W or W-&gt;W&amp;R).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INPUT: DL=2 for Read DL=1 for Write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sub </w:t>
      </w:r>
      <w:r w:rsidRPr="00DA7092">
        <w:rPr>
          <w:rFonts w:ascii="Courier New" w:hAnsi="Courier New" w:cs="Courier New"/>
          <w:sz w:val="16"/>
          <w:szCs w:val="16"/>
        </w:rPr>
        <w:tab/>
        <w:t>al, 10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;cmp</w:t>
      </w:r>
      <w:r w:rsidRPr="00DA7092">
        <w:rPr>
          <w:rFonts w:ascii="Courier New" w:hAnsi="Courier New" w:cs="Courier New"/>
          <w:sz w:val="16"/>
          <w:szCs w:val="16"/>
        </w:rPr>
        <w:tab/>
        <w:t>al, 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;jna     short ottyp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;jmp</w:t>
      </w:r>
      <w:r w:rsidRPr="00DA7092">
        <w:rPr>
          <w:rFonts w:ascii="Courier New" w:hAnsi="Courier New" w:cs="Courier New"/>
          <w:sz w:val="16"/>
          <w:szCs w:val="16"/>
        </w:rPr>
        <w:tab/>
        <w:t>short ottyp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;oppt: / open paper tape for reading or writing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mov    $100,*$prs / set reader interrupt enable bit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tstb   pptiflg / is file already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bne    2f / yes, branch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mov    $240,*$ps / no, set processor priority to 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jsr    r0,getc; 2 / remove all entries in clist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       br .+4 / for paper tape input and place in free list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br     1b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movb   $2,pptiflg / set pptiflg to indicate file just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movb   $10.,toutt+1 / place 10 in paper tape input tout entry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br     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;2: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jmp    error / file already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iclose: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;12/01/2014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;27/08/2013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;30/07/2013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close file whose i-number is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INPUTS -&gt;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OUTPUTS -&gt;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file's inode in core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r1 - inode number (positive)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((AX = R1))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    ((Modified registers: -BX-, DX))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;/ close file whose i-number is in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dl, 2 ; 12/01/2014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ah, 80h ; Bit 15 of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;tst r1 / test i-number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;jnz</w:t>
      </w:r>
      <w:r w:rsidRPr="00DA7092">
        <w:rPr>
          <w:rFonts w:ascii="Courier New" w:hAnsi="Courier New" w:cs="Courier New"/>
          <w:sz w:val="16"/>
          <w:szCs w:val="16"/>
        </w:rPr>
        <w:tab/>
        <w:t>short iclose_2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;blt 2f / if neg., branch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iclose_0 ; 30/07/2013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16/07/2013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neg</w:t>
      </w:r>
      <w:r w:rsidRPr="00DA7092">
        <w:rPr>
          <w:rFonts w:ascii="Courier New" w:hAnsi="Courier New" w:cs="Courier New"/>
          <w:sz w:val="16"/>
          <w:szCs w:val="16"/>
        </w:rPr>
        <w:tab/>
        <w:t>ax ; make it positive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dec</w:t>
      </w:r>
      <w:r w:rsidRPr="00DA7092">
        <w:rPr>
          <w:rFonts w:ascii="Courier New" w:hAnsi="Courier New" w:cs="Courier New"/>
          <w:sz w:val="16"/>
          <w:szCs w:val="16"/>
        </w:rPr>
        <w:tab/>
        <w:t>dl ; dl = 1 (open for write)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iclose_0: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ax, 40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;cmp r1,$40. / is it a special file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ja</w:t>
      </w:r>
      <w:r w:rsidRPr="00DA7092">
        <w:rPr>
          <w:rFonts w:ascii="Courier New" w:hAnsi="Courier New" w:cs="Courier New"/>
          <w:sz w:val="16"/>
          <w:szCs w:val="16"/>
        </w:rPr>
        <w:tab/>
        <w:t>short @b  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;bgt 3b / no, return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12/01/2014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DL=2 -&gt; special file was opened for reading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DL=1 -&gt; special file was opened for writing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push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;mov r1,-(sp) / yes, save r1 on stack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shl</w:t>
      </w:r>
      <w:r w:rsidRPr="00DA7092">
        <w:rPr>
          <w:rFonts w:ascii="Courier New" w:hAnsi="Courier New" w:cs="Courier New"/>
          <w:sz w:val="16"/>
          <w:szCs w:val="16"/>
        </w:rPr>
        <w:tab/>
        <w:t>bx,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asl r1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add</w:t>
      </w:r>
      <w:r w:rsidRPr="00DA7092">
        <w:rPr>
          <w:rFonts w:ascii="Courier New" w:hAnsi="Courier New" w:cs="Courier New"/>
          <w:sz w:val="16"/>
          <w:szCs w:val="16"/>
        </w:rPr>
        <w:tab/>
        <w:t>bx, offset iclose_1 - 2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 jmp *1f-2(r1) / compute jump address and transfer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iclose_1 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ctty ; tty, AX = 1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cret ; mem, AX = 2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fd0, AX = 3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fd1, AX = 4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hd0, AX = 5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hd1, AX = 6 (runix only)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hd2, AX = 7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dw </w:t>
      </w:r>
      <w:r w:rsidRPr="00DA7092">
        <w:rPr>
          <w:rFonts w:ascii="Courier New" w:hAnsi="Courier New" w:cs="Courier New"/>
          <w:sz w:val="16"/>
          <w:szCs w:val="16"/>
        </w:rPr>
        <w:tab/>
        <w:t>offset cret ; hd3, AX = 8 (runix only)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cret ; lpr, AX = 9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error; lpr, AX = 9 (error !)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;;dw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offset ejec ;;lpr, AX = 9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tty0, AX = 10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tty1, AX = 11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tty2, AX = 12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tty3, AX = 13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tty4, AX = 14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tty5, AX = 15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tty6, AX = 16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tty7, AX = 17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COM1, AX = 18 (runix only)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dw</w:t>
      </w:r>
      <w:r w:rsidRPr="00DA7092">
        <w:rPr>
          <w:rFonts w:ascii="Courier New" w:hAnsi="Courier New" w:cs="Courier New"/>
          <w:sz w:val="16"/>
          <w:szCs w:val="16"/>
        </w:rPr>
        <w:tab/>
        <w:t>offset ccvt ; COM2, AX = 19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ctty   /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cppt   / ppt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mem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rf0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rk0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sret   / tap7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ccvt   / tty7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 error / crd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;iclose_2: ; 2: / negative i-number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;neg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;neg r1 / make it positive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;cmp</w:t>
      </w:r>
      <w:r w:rsidRPr="00DA7092">
        <w:rPr>
          <w:rFonts w:ascii="Courier New" w:hAnsi="Courier New" w:cs="Courier New"/>
          <w:sz w:val="16"/>
          <w:szCs w:val="16"/>
        </w:rPr>
        <w:tab/>
        <w:t>ax, 40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;cmp r1,$40. / is it a special file?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;ja</w:t>
      </w:r>
      <w:r w:rsidRPr="00DA7092">
        <w:rPr>
          <w:rFonts w:ascii="Courier New" w:hAnsi="Courier New" w:cs="Courier New"/>
          <w:sz w:val="16"/>
          <w:szCs w:val="16"/>
        </w:rPr>
        <w:tab/>
        <w:t>short @b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;bgt    3b / no. return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;push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;mov r1,-(sp)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;mov</w:t>
      </w:r>
      <w:r w:rsidRPr="00DA7092">
        <w:rPr>
          <w:rFonts w:ascii="Courier New" w:hAnsi="Courier New" w:cs="Courier New"/>
          <w:sz w:val="16"/>
          <w:szCs w:val="16"/>
        </w:rPr>
        <w:tab/>
        <w:t>bx, 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;shl</w:t>
      </w:r>
      <w:r w:rsidRPr="00DA7092">
        <w:rPr>
          <w:rFonts w:ascii="Courier New" w:hAnsi="Courier New" w:cs="Courier New"/>
          <w:sz w:val="16"/>
          <w:szCs w:val="16"/>
        </w:rPr>
        <w:tab/>
        <w:t>bx,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;asl r1 / yes. compute jump address and transfer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;add</w:t>
      </w:r>
      <w:r w:rsidRPr="00DA7092">
        <w:rPr>
          <w:rFonts w:ascii="Courier New" w:hAnsi="Courier New" w:cs="Courier New"/>
          <w:sz w:val="16"/>
          <w:szCs w:val="16"/>
        </w:rPr>
        <w:tab/>
        <w:t>bx, offset iclose_3 - 2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;jmp</w:t>
      </w:r>
      <w:r w:rsidRPr="00DA7092">
        <w:rPr>
          <w:rFonts w:ascii="Courier New" w:hAnsi="Courier New" w:cs="Courier New"/>
          <w:sz w:val="16"/>
          <w:szCs w:val="16"/>
        </w:rPr>
        <w:tab/>
        <w:t>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;jmp *1f-2(r1) / figure out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;iclose_3: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ctty ; tty, AX = 1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sret ; mem, AX = 2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fd0, AX = 3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fd1, AX = 4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hd0, AX = 5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hd1, AX = 6 (runix only)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hd2, AX = 7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;dw </w:t>
      </w:r>
      <w:r w:rsidRPr="00DA7092">
        <w:rPr>
          <w:rFonts w:ascii="Courier New" w:hAnsi="Courier New" w:cs="Courier New"/>
          <w:sz w:val="16"/>
          <w:szCs w:val="16"/>
        </w:rPr>
        <w:tab/>
        <w:t>offset sret ; hd3, AX = 8 (runix only)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 ;dw</w:t>
      </w:r>
      <w:r w:rsidRPr="00DA7092">
        <w:rPr>
          <w:rFonts w:ascii="Courier New" w:hAnsi="Courier New" w:cs="Courier New"/>
          <w:sz w:val="16"/>
          <w:szCs w:val="16"/>
        </w:rPr>
        <w:tab/>
        <w:t>offset sret ; lpr, AX = 9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ejec ; lpr, AX = 9  (runix)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tty0, AX = 10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tty1, AX = 11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tty2, AX = 12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tty3, AX = 13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tty4, AX = 14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tty5, AX = 15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tty6, AX = 16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tty7, AX = 17 (runix)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>offset ccvt ; COM1, AX = 18 (runix only)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;dw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offset ccvt ; COM2, AX = 19 (runix only)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     </w:t>
      </w:r>
      <w:r w:rsidRPr="00DA7092">
        <w:rPr>
          <w:rFonts w:ascii="Courier New" w:hAnsi="Courier New" w:cs="Courier New"/>
          <w:sz w:val="16"/>
          <w:szCs w:val="16"/>
        </w:rPr>
        <w:tab/>
        <w:t>ctty   /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leadr  / ppt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mem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rf0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rk0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sret   / tap7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tty2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tty6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      ccvt   / tty7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;/       ejec / lpr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ctty: ; / close console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03/09/2013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05/08/2013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30/07/2013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</w:t>
      </w:r>
      <w:r w:rsidRPr="00DA7092">
        <w:rPr>
          <w:rFonts w:ascii="Courier New" w:hAnsi="Courier New" w:cs="Courier New"/>
          <w:sz w:val="16"/>
          <w:szCs w:val="16"/>
        </w:rPr>
        <w:tab/>
        <w:t>; 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(DL = 2 -&gt; it is open for reading)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(DL = 1 -&gt; it is open for writing)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(DL = 0 -&gt; it is open for sysstty system call)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bh, bh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al, byte ptr [BX]+p.ttyc-1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short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ccvt: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sub al, 10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cttyp: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</w:t>
      </w: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AH =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bx, ax ; tty number (0 to 9)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DA7092">
        <w:rPr>
          <w:rFonts w:ascii="Courier New" w:hAnsi="Courier New" w:cs="Courier New"/>
          <w:sz w:val="16"/>
          <w:szCs w:val="16"/>
        </w:rPr>
        <w:tab/>
        <w:t>bl, 1  ; aligned to word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DA7092">
        <w:rPr>
          <w:rFonts w:ascii="Courier New" w:hAnsi="Courier New" w:cs="Courier New"/>
          <w:sz w:val="16"/>
          <w:szCs w:val="16"/>
        </w:rPr>
        <w:tab/>
        <w:t>bx, offset ttyl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dh, al ; tty number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ax, word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AL = lock value (0 or process number)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 xml:space="preserve">   ; AH = open count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ah, ah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;jz </w:t>
      </w:r>
      <w:r w:rsidRPr="00DA7092">
        <w:rPr>
          <w:rFonts w:ascii="Courier New" w:hAnsi="Courier New" w:cs="Courier New"/>
          <w:sz w:val="16"/>
          <w:szCs w:val="16"/>
        </w:rPr>
        <w:tab/>
        <w:t>short ctty_err ; open count = 0, it is not open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26/01/2014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ctty_ret: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DA7092">
        <w:rPr>
          <w:rFonts w:ascii="Courier New" w:hAnsi="Courier New" w:cs="Courier New"/>
          <w:sz w:val="16"/>
          <w:szCs w:val="16"/>
        </w:rPr>
        <w:tab/>
        <w:t>ah ; decrease open count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xor</w:t>
      </w:r>
      <w:r w:rsidRPr="00DA7092">
        <w:rPr>
          <w:rFonts w:ascii="Courier New" w:hAnsi="Courier New" w:cs="Courier New"/>
          <w:sz w:val="16"/>
          <w:szCs w:val="16"/>
        </w:rPr>
        <w:tab/>
        <w:t>al, al ; unlock/free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DA7092">
        <w:rPr>
          <w:rFonts w:ascii="Courier New" w:hAnsi="Courier New" w:cs="Courier New"/>
          <w:sz w:val="16"/>
          <w:szCs w:val="16"/>
        </w:rPr>
        <w:tab/>
        <w:t>word ptr [BX], ax ; close tty instance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bx, offset u.ttyp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test</w:t>
      </w:r>
      <w:r w:rsidRPr="00DA7092">
        <w:rPr>
          <w:rFonts w:ascii="Courier New" w:hAnsi="Courier New" w:cs="Courier New"/>
          <w:sz w:val="16"/>
          <w:szCs w:val="16"/>
        </w:rPr>
        <w:tab/>
        <w:t>dl, 1 ; open for write sign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inc</w:t>
      </w:r>
      <w:r w:rsidRPr="00DA7092">
        <w:rPr>
          <w:rFonts w:ascii="Courier New" w:hAnsi="Courier New" w:cs="Courier New"/>
          <w:sz w:val="16"/>
          <w:szCs w:val="16"/>
        </w:rPr>
        <w:tab/>
        <w:t>bx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inc</w:t>
      </w:r>
      <w:r w:rsidRPr="00DA7092">
        <w:rPr>
          <w:rFonts w:ascii="Courier New" w:hAnsi="Courier New" w:cs="Courier New"/>
          <w:sz w:val="16"/>
          <w:szCs w:val="16"/>
        </w:rPr>
        <w:tab/>
        <w:t>dh ; tty number + 1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cmp</w:t>
      </w:r>
      <w:r w:rsidRPr="00DA7092">
        <w:rPr>
          <w:rFonts w:ascii="Courier New" w:hAnsi="Courier New" w:cs="Courier New"/>
          <w:sz w:val="16"/>
          <w:szCs w:val="16"/>
        </w:rPr>
        <w:tab/>
        <w:t>dh, byte ptr [BX]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jne</w:t>
      </w:r>
      <w:r w:rsidRPr="00DA7092">
        <w:rPr>
          <w:rFonts w:ascii="Courier New" w:hAnsi="Courier New" w:cs="Courier New"/>
          <w:sz w:val="16"/>
          <w:szCs w:val="16"/>
        </w:rPr>
        <w:tab/>
        <w:t>short cret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Reset/Clear 'u.ttyp' ('the recent TTY') value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mov</w:t>
      </w:r>
      <w:r w:rsidRPr="00DA7092">
        <w:rPr>
          <w:rFonts w:ascii="Courier New" w:hAnsi="Courier New" w:cs="Courier New"/>
          <w:sz w:val="16"/>
          <w:szCs w:val="16"/>
        </w:rPr>
        <w:tab/>
        <w:t>byte ptr [BX], 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cret: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or</w:t>
      </w:r>
      <w:r w:rsidRPr="00DA7092">
        <w:rPr>
          <w:rFonts w:ascii="Courier New" w:hAnsi="Courier New" w:cs="Courier New"/>
          <w:sz w:val="16"/>
          <w:szCs w:val="16"/>
        </w:rPr>
        <w:tab/>
        <w:t>dl, dl ; sysstty system call check (DL=0)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jz</w:t>
      </w:r>
      <w:r w:rsidRPr="00DA7092">
        <w:rPr>
          <w:rFonts w:ascii="Courier New" w:hAnsi="Courier New" w:cs="Courier New"/>
          <w:sz w:val="16"/>
          <w:szCs w:val="16"/>
        </w:rPr>
        <w:tab/>
        <w:t>short @f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pop</w:t>
      </w:r>
      <w:r w:rsidRPr="00DA7092">
        <w:rPr>
          <w:rFonts w:ascii="Courier New" w:hAnsi="Courier New" w:cs="Courier New"/>
          <w:sz w:val="16"/>
          <w:szCs w:val="16"/>
        </w:rPr>
        <w:tab/>
        <w:t>ax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@@: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;ctty_err: 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 xml:space="preserve">or </w:t>
      </w:r>
      <w:r w:rsidRPr="00DA7092">
        <w:rPr>
          <w:rFonts w:ascii="Courier New" w:hAnsi="Courier New" w:cs="Courier New"/>
          <w:sz w:val="16"/>
          <w:szCs w:val="16"/>
        </w:rPr>
        <w:tab/>
        <w:t>dl, dl ; DL = 0 -&gt; called by sysstty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jnz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stc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retn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Original UNIX v1 'ctty' routine: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;mov    tty+[ntty*8]-8+6,r5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;/ point r5 to the console tty buffer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;decb   (r5) / dec number of processes using console tty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 xml:space="preserve">        ;br     sret / return via 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;ccvt:</w:t>
      </w:r>
      <w:r w:rsidRPr="00DA7092">
        <w:rPr>
          <w:rFonts w:ascii="Courier New" w:hAnsi="Courier New" w:cs="Courier New"/>
          <w:sz w:val="16"/>
          <w:szCs w:val="16"/>
        </w:rPr>
        <w:tab/>
        <w:t>; &lt; close tty &gt;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03/09/2013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16/08/2013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30/07/2013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16/07/2013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27/05/2013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21/05/2013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 In original UNIX v1, 'ccvt' routine 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</w:r>
      <w:r w:rsidRPr="00DA7092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  <w:r w:rsidRPr="00DA7092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 = 2 -&gt; it is open for reading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DL = 1 -&gt; it is open for writing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</w:t>
      </w:r>
    </w:p>
    <w:p w:rsidR="005D1484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17/09/2013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DA7092">
        <w:rPr>
          <w:rFonts w:ascii="Courier New" w:hAnsi="Courier New" w:cs="Courier New"/>
          <w:sz w:val="16"/>
          <w:szCs w:val="16"/>
        </w:rPr>
        <w:tab/>
        <w:t>al, 10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;cmp</w:t>
      </w:r>
      <w:r w:rsidRPr="00DA7092">
        <w:rPr>
          <w:rFonts w:ascii="Courier New" w:hAnsi="Courier New" w:cs="Courier New"/>
          <w:sz w:val="16"/>
          <w:szCs w:val="16"/>
        </w:rPr>
        <w:tab/>
        <w:t>al, 7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;jna</w:t>
      </w:r>
      <w:r w:rsidRPr="00DA7092">
        <w:rPr>
          <w:rFonts w:ascii="Courier New" w:hAnsi="Courier New" w:cs="Courier New"/>
          <w:sz w:val="16"/>
          <w:szCs w:val="16"/>
        </w:rPr>
        <w:tab/>
        <w:t>short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 13/01/2014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ab/>
        <w:t>;jmp</w:t>
      </w:r>
      <w:r w:rsidRPr="00DA7092">
        <w:rPr>
          <w:rFonts w:ascii="Courier New" w:hAnsi="Courier New" w:cs="Courier New"/>
          <w:sz w:val="16"/>
          <w:szCs w:val="16"/>
        </w:rPr>
        <w:tab/>
        <w:t>short cttyp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;cppt: / close paper tape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clrb   pptiflg / set pptiflg to indicate file not open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;1: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mov    $240,*$ps /set process or priority to 5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jsr    r0,getc; 2 / remove all ppt input entries from clist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                  / and assign to free list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       br sret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        br     1b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;ejec:</w:t>
      </w:r>
      <w:r w:rsidRPr="00DA7092">
        <w:rPr>
          <w:rFonts w:ascii="Courier New" w:hAnsi="Courier New" w:cs="Courier New"/>
          <w:sz w:val="16"/>
          <w:szCs w:val="16"/>
        </w:rPr>
        <w:tab/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</w:t>
      </w:r>
      <w:r w:rsidRPr="00DA7092">
        <w:rPr>
          <w:rFonts w:ascii="Courier New" w:hAnsi="Courier New" w:cs="Courier New"/>
          <w:sz w:val="16"/>
          <w:szCs w:val="16"/>
        </w:rPr>
        <w:tab/>
        <w:t>jmp</w:t>
      </w:r>
      <w:r w:rsidRPr="00DA7092">
        <w:rPr>
          <w:rFonts w:ascii="Courier New" w:hAnsi="Courier New" w:cs="Courier New"/>
          <w:sz w:val="16"/>
          <w:szCs w:val="16"/>
        </w:rPr>
        <w:tab/>
        <w:t>error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;/ejec: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;/       mov    $100,*$lps / set line printer interrupt enable bit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;/       mov    $14,r1 / 'form feed' character in r1 (new page).</w:t>
      </w:r>
    </w:p>
    <w:p w:rsidR="005D1484" w:rsidRPr="00DA7092" w:rsidRDefault="005D1484" w:rsidP="00DA709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A7092">
        <w:rPr>
          <w:rFonts w:ascii="Courier New" w:hAnsi="Courier New" w:cs="Courier New"/>
          <w:sz w:val="16"/>
          <w:szCs w:val="16"/>
        </w:rPr>
        <w:t>;/       jsr    r0,lptoc / space the printer to a new page</w:t>
      </w:r>
    </w:p>
    <w:p w:rsidR="005D1484" w:rsidRPr="009D2687" w:rsidRDefault="005D1484" w:rsidP="00DA7092">
      <w:pPr>
        <w:spacing w:after="0" w:line="240" w:lineRule="auto"/>
      </w:pPr>
      <w:r w:rsidRPr="00DA7092">
        <w:rPr>
          <w:rFonts w:ascii="Courier New" w:hAnsi="Courier New" w:cs="Courier New"/>
          <w:sz w:val="16"/>
          <w:szCs w:val="16"/>
        </w:rPr>
        <w:t>;/       br     sret / return to caller via 'sret'</w:t>
      </w:r>
    </w:p>
    <w:sectPr w:rsidR="005D1484" w:rsidRPr="009D2687" w:rsidSect="009D2687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484" w:rsidRDefault="005D1484" w:rsidP="00585146">
      <w:pPr>
        <w:spacing w:after="0" w:line="240" w:lineRule="auto"/>
      </w:pPr>
      <w:r>
        <w:separator/>
      </w:r>
    </w:p>
  </w:endnote>
  <w:endnote w:type="continuationSeparator" w:id="0">
    <w:p w:rsidR="005D1484" w:rsidRDefault="005D1484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84" w:rsidRPr="00D066FE" w:rsidRDefault="005D1484" w:rsidP="00D066FE">
    <w:pPr>
      <w:pStyle w:val="Footer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u7</w:t>
    </w:r>
    <w:r w:rsidRPr="00D066FE">
      <w:rPr>
        <w:i/>
        <w:sz w:val="16"/>
        <w:szCs w:val="16"/>
      </w:rPr>
      <w:t xml:space="preserve"> - </w:t>
    </w:r>
    <w:r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Pr="00D066FE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D066FE">
      <w:rPr>
        <w:i/>
        <w:sz w:val="16"/>
        <w:szCs w:val="16"/>
      </w:rPr>
      <w:fldChar w:fldCharType="end"/>
    </w:r>
  </w:p>
  <w:p w:rsidR="005D1484" w:rsidRDefault="005D14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484" w:rsidRDefault="005D1484" w:rsidP="00585146">
      <w:pPr>
        <w:spacing w:after="0" w:line="240" w:lineRule="auto"/>
      </w:pPr>
      <w:r>
        <w:separator/>
      </w:r>
    </w:p>
  </w:footnote>
  <w:footnote w:type="continuationSeparator" w:id="0">
    <w:p w:rsidR="005D1484" w:rsidRDefault="005D1484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5D1484" w:rsidRPr="001919C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5D1484" w:rsidRPr="00585146" w:rsidRDefault="005D1484" w:rsidP="005612FB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u7.asm</w:t>
          </w:r>
        </w:p>
      </w:tc>
      <w:tc>
        <w:tcPr>
          <w:tcW w:w="721" w:type="dxa"/>
          <w:shd w:val="clear" w:color="auto" w:fill="C0504D"/>
          <w:vAlign w:val="center"/>
        </w:tcPr>
        <w:p w:rsidR="005D1484" w:rsidRPr="001919C0" w:rsidRDefault="005D1484">
          <w:pPr>
            <w:pStyle w:val="Header"/>
            <w:jc w:val="center"/>
            <w:rPr>
              <w:color w:val="FFFFFF"/>
            </w:rPr>
          </w:pPr>
          <w:fldSimple w:instr=" PAGE  \* MERGEFORMAT ">
            <w:r w:rsidRPr="00794094">
              <w:rPr>
                <w:noProof/>
                <w:color w:val="FFFFFF"/>
              </w:rPr>
              <w:t>1</w:t>
            </w:r>
          </w:fldSimple>
        </w:p>
      </w:tc>
    </w:tr>
  </w:tbl>
  <w:p w:rsidR="005D1484" w:rsidRPr="00585146" w:rsidRDefault="005D14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01CAF"/>
    <w:rsid w:val="000C6280"/>
    <w:rsid w:val="000F62C3"/>
    <w:rsid w:val="00111FD6"/>
    <w:rsid w:val="001919C0"/>
    <w:rsid w:val="00241798"/>
    <w:rsid w:val="002B7B83"/>
    <w:rsid w:val="002D0DDF"/>
    <w:rsid w:val="00513716"/>
    <w:rsid w:val="005612FB"/>
    <w:rsid w:val="00585146"/>
    <w:rsid w:val="005C220E"/>
    <w:rsid w:val="005D1484"/>
    <w:rsid w:val="0061162C"/>
    <w:rsid w:val="006B749E"/>
    <w:rsid w:val="006C1E21"/>
    <w:rsid w:val="006F1A3D"/>
    <w:rsid w:val="00794094"/>
    <w:rsid w:val="00921173"/>
    <w:rsid w:val="009D1E58"/>
    <w:rsid w:val="009D2687"/>
    <w:rsid w:val="00A15BE3"/>
    <w:rsid w:val="00A23AF1"/>
    <w:rsid w:val="00AC369F"/>
    <w:rsid w:val="00B3543C"/>
    <w:rsid w:val="00B81D55"/>
    <w:rsid w:val="00C256E2"/>
    <w:rsid w:val="00C630D6"/>
    <w:rsid w:val="00C96ECB"/>
    <w:rsid w:val="00D066FE"/>
    <w:rsid w:val="00DA7092"/>
    <w:rsid w:val="00DE557D"/>
    <w:rsid w:val="00EB158B"/>
    <w:rsid w:val="00EC6414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851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13</Pages>
  <Words>3990</Words>
  <Characters>22746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u7.asm</dc:title>
  <dc:subject/>
  <dc:creator>erdogan.tan</dc:creator>
  <cp:keywords/>
  <dc:description/>
  <cp:lastModifiedBy>Erdoğan Tan</cp:lastModifiedBy>
  <cp:revision>5</cp:revision>
  <cp:lastPrinted>2013-12-18T13:17:00Z</cp:lastPrinted>
  <dcterms:created xsi:type="dcterms:W3CDTF">2013-12-18T13:19:00Z</dcterms:created>
  <dcterms:modified xsi:type="dcterms:W3CDTF">2014-07-28T09:14:00Z</dcterms:modified>
</cp:coreProperties>
</file>