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(11/03/2013)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[ Last Modification: 15/04/2015 ]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28/08/2014, 01/09/2014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20/07/2014, 21/07/2014, 23/07/2014, 24/07/2014, 27/07/2014, 28/07/2014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05/07/2014, 07/07/2014, 08/07/2014, 09/07/2014, 12/07/2014, 18/07/2014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26/06/2014, 27/06/2014, 30/06/2014, 01/07/2014, 03/07/2014, 04/07/2014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31/05/2014, 02/06/2014, 03/06/2014, 11/06/2014, 23/06/2014, 25/06/2014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05/05/2014, 19/05/2014, 20/05/2014, 22/05/2014, 26/05/2014, 30/05/2014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17/04/2014, 22/04/2014, 25/04/2014, 29/04/2014, 30/04/2014, 01/05/2014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24/03/2014, 04/04/2014, 10/04/2014, 11/04/2014, 14/04/2014, 15/04/2014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04/03/2014, 07/03/2014, 08/03/2014, 12/03/2014, 18/03/2014, 20/03/2014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14/02/2014, 17/02/2014, 23/02/2014, 25/02/2014, 28/02/2014, 03/03/2014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18/01/2014, 20/01/2014, 21/01/2014, 26/01/2014, 01/02/2014, 05/02/2014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10/01/2014, 12/01/2014, 13/01/2014, 14/01/2014, 16/01/2014, 17/01/2014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03/12/2013, 04/12/2013, 06/12/2013, 07/12/2013, 10/12/2013, 12/12/2013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24/10/2013, 30/10/2013, 04/11/2013, 18/11/2013, 19/11/2013, 30/11/2013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22/09/2013, 24/09/2013, 05/10/2013, 10/10/2013, 20/10/2013, 23/10/2013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30/08/2013, 26/08/2013, 03/09/2013, 13/09/2013, 17/09/2013, 20/09/2013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18/08/2013, 16/08/2013, 14/08/2013, 13/08/2013, 12/08/2013, 11/08/2013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09/08/2013, 08/08/2013, 05/08/2013, 03/08/2013, 02/08/2013, 01/08/2013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31/07/2013 user/u structure (u.rw and u.namei_r has been removed)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30/07/2013, 29/07/2013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28/07/2013 u.rw, u.namei_r, u.ttyn, u.errn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26/07/2013, 25/07/2013, 24/07/2013, 17/07/2013, 16/07/2013, 14/07/2013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13/07/2013 kernel initialization additions &amp; modifications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09/07/2013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20/06/2013 set date &amp; time (for 'sysstime' system call)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04/06/2013 ecore (sysexec)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03/06/2013 p_time (systime, sysmdate)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26/05/2013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24/05/2013 (end of core)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21/05/2013 com_stat: owner and status of COM/serial port (1&amp;2)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10/05/2013 tty modifications (keyboard functions)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26/04/2013 device numbers, structure modifications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11/03/2013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nproc </w:t>
      </w:r>
      <w:r w:rsidRPr="00B06F49">
        <w:rPr>
          <w:rFonts w:ascii="Courier New" w:hAnsi="Courier New" w:cs="Courier New"/>
          <w:sz w:val="16"/>
          <w:szCs w:val="16"/>
        </w:rPr>
        <w:tab/>
        <w:t>equ</w:t>
      </w:r>
      <w:r w:rsidRPr="00B06F49">
        <w:rPr>
          <w:rFonts w:ascii="Courier New" w:hAnsi="Courier New" w:cs="Courier New"/>
          <w:sz w:val="16"/>
          <w:szCs w:val="16"/>
        </w:rPr>
        <w:tab/>
        <w:t>16  ; number of processes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nfiles </w:t>
      </w:r>
      <w:r w:rsidRPr="00B06F49">
        <w:rPr>
          <w:rFonts w:ascii="Courier New" w:hAnsi="Courier New" w:cs="Courier New"/>
          <w:sz w:val="16"/>
          <w:szCs w:val="16"/>
        </w:rPr>
        <w:tab/>
        <w:t>equ</w:t>
      </w:r>
      <w:r w:rsidRPr="00B06F49">
        <w:rPr>
          <w:rFonts w:ascii="Courier New" w:hAnsi="Courier New" w:cs="Courier New"/>
          <w:sz w:val="16"/>
          <w:szCs w:val="16"/>
        </w:rPr>
        <w:tab/>
        <w:t>50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ntty</w:t>
      </w:r>
      <w:r w:rsidRPr="00B06F49">
        <w:rPr>
          <w:rFonts w:ascii="Courier New" w:hAnsi="Courier New" w:cs="Courier New"/>
          <w:sz w:val="16"/>
          <w:szCs w:val="16"/>
        </w:rPr>
        <w:tab/>
        <w:t>equ     8   ; 8+1 -&gt; 8 (10/05/2013)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nbuf</w:t>
      </w:r>
      <w:r w:rsidRPr="00B06F49">
        <w:rPr>
          <w:rFonts w:ascii="Courier New" w:hAnsi="Courier New" w:cs="Courier New"/>
          <w:sz w:val="16"/>
          <w:szCs w:val="16"/>
        </w:rPr>
        <w:tab/>
        <w:t>equ</w:t>
      </w:r>
      <w:r w:rsidRPr="00B06F49">
        <w:rPr>
          <w:rFonts w:ascii="Courier New" w:hAnsi="Courier New" w:cs="Courier New"/>
          <w:sz w:val="16"/>
          <w:szCs w:val="16"/>
        </w:rPr>
        <w:tab/>
        <w:t>6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csgmnt</w:t>
      </w:r>
      <w:r w:rsidRPr="00B06F49">
        <w:rPr>
          <w:rFonts w:ascii="Courier New" w:hAnsi="Courier New" w:cs="Courier New"/>
          <w:sz w:val="16"/>
          <w:szCs w:val="16"/>
        </w:rPr>
        <w:tab/>
        <w:t>equ</w:t>
      </w:r>
      <w:r w:rsidRPr="00B06F49">
        <w:rPr>
          <w:rFonts w:ascii="Courier New" w:hAnsi="Courier New" w:cs="Courier New"/>
          <w:sz w:val="16"/>
          <w:szCs w:val="16"/>
        </w:rPr>
        <w:tab/>
        <w:t>2000h</w:t>
      </w:r>
      <w:r w:rsidRPr="00B06F49">
        <w:rPr>
          <w:rFonts w:ascii="Courier New" w:hAnsi="Courier New" w:cs="Courier New"/>
          <w:sz w:val="16"/>
          <w:szCs w:val="16"/>
        </w:rPr>
        <w:tab/>
        <w:t>; 26/05/2013 (segment of process 1)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core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equ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0 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; 19/04/2013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ecore</w:t>
      </w:r>
      <w:r w:rsidRPr="00B06F49">
        <w:rPr>
          <w:rFonts w:ascii="Courier New" w:hAnsi="Courier New" w:cs="Courier New"/>
          <w:sz w:val="16"/>
          <w:szCs w:val="16"/>
        </w:rPr>
        <w:tab/>
        <w:t>equ</w:t>
      </w:r>
      <w:r w:rsidRPr="00B06F49">
        <w:rPr>
          <w:rFonts w:ascii="Courier New" w:hAnsi="Courier New" w:cs="Courier New"/>
          <w:sz w:val="16"/>
          <w:szCs w:val="16"/>
        </w:rPr>
        <w:tab/>
        <w:t>32768 - 64  ; 04/06/2013 (24/05/2013)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(if total size of argument list and arguments is 128 bytes)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maximum executable file size = 32768-(64+40+128-6) = 32530 bytes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maximum stack size = 40 bytes (+6 bytes for 'IRET' at 32570)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initial value of user's stack pointer = 32768-64-128-2 = 32574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</w:t>
      </w:r>
      <w:r w:rsidRPr="00B06F49">
        <w:rPr>
          <w:rFonts w:ascii="Courier New" w:hAnsi="Courier New" w:cs="Courier New"/>
          <w:sz w:val="16"/>
          <w:szCs w:val="16"/>
        </w:rPr>
        <w:tab/>
        <w:t>(sp=32768-args_space-2 at the beginning of execution)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argument list offset = 32768-64-128 = 32576 (if it is 128 bytes)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'u' structure offset (for the '/core' dump file) = 32704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'/core' dump file size = 32768 bytes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08/03/2014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sdsegmnt equ</w:t>
      </w:r>
      <w:r w:rsidRPr="00B06F49">
        <w:rPr>
          <w:rFonts w:ascii="Courier New" w:hAnsi="Courier New" w:cs="Courier New"/>
          <w:sz w:val="16"/>
          <w:szCs w:val="16"/>
        </w:rPr>
        <w:tab/>
        <w:t>6C0h  ; 256*16 bytes (swap data segment size for 16 processes)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19/04/2013 Retro UNIX 8086 v1 feaure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;sdsegmnt equ </w:t>
      </w:r>
      <w:r w:rsidRPr="00B06F49">
        <w:rPr>
          <w:rFonts w:ascii="Courier New" w:hAnsi="Courier New" w:cs="Courier New"/>
          <w:sz w:val="16"/>
          <w:szCs w:val="16"/>
        </w:rPr>
        <w:tab/>
        <w:t>740h  ; swap data segment (for user structures and registers)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30/08/2013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time_count equ 4 ; 10 --&gt; 4 01/02/2014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05/02/2014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process status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;SFREE </w:t>
      </w:r>
      <w:r w:rsidRPr="00B06F49">
        <w:rPr>
          <w:rFonts w:ascii="Courier New" w:hAnsi="Courier New" w:cs="Courier New"/>
          <w:sz w:val="16"/>
          <w:szCs w:val="16"/>
        </w:rPr>
        <w:tab/>
        <w:t>equ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;SRUN</w:t>
      </w:r>
      <w:r w:rsidRPr="00B06F49">
        <w:rPr>
          <w:rFonts w:ascii="Courier New" w:hAnsi="Courier New" w:cs="Courier New"/>
          <w:sz w:val="16"/>
          <w:szCs w:val="16"/>
        </w:rPr>
        <w:tab/>
        <w:t>equ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;SWAIT</w:t>
      </w:r>
      <w:r w:rsidRPr="00B06F49">
        <w:rPr>
          <w:rFonts w:ascii="Courier New" w:hAnsi="Courier New" w:cs="Courier New"/>
          <w:sz w:val="16"/>
          <w:szCs w:val="16"/>
        </w:rPr>
        <w:tab/>
        <w:t>equ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;SZOMB</w:t>
      </w:r>
      <w:r w:rsidRPr="00B06F49">
        <w:rPr>
          <w:rFonts w:ascii="Courier New" w:hAnsi="Courier New" w:cs="Courier New"/>
          <w:sz w:val="16"/>
          <w:szCs w:val="16"/>
        </w:rPr>
        <w:tab/>
        <w:t>equ 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;SSLEEP</w:t>
      </w:r>
      <w:r w:rsidRPr="00B06F49">
        <w:rPr>
          <w:rFonts w:ascii="Courier New" w:hAnsi="Courier New" w:cs="Courier New"/>
          <w:sz w:val="16"/>
          <w:szCs w:val="16"/>
        </w:rPr>
        <w:tab/>
        <w:t>equ 4 ; Retro UNIX 8086 V1 extension (for sleep and wakeup)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user </w:t>
      </w:r>
      <w:r w:rsidRPr="00B06F49">
        <w:rPr>
          <w:rFonts w:ascii="Courier New" w:hAnsi="Courier New" w:cs="Courier New"/>
          <w:sz w:val="16"/>
          <w:szCs w:val="16"/>
        </w:rPr>
        <w:tab/>
        <w:t>struc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10/10/2013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11/03/2013.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;Derived from UNIX v1 source code 'user' structure (ux).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;u.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sp_     dw ? ; sp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usp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r0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cdir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fp</w:t>
      </w:r>
      <w:r w:rsidRPr="00B06F49">
        <w:rPr>
          <w:rFonts w:ascii="Courier New" w:hAnsi="Courier New" w:cs="Courier New"/>
          <w:sz w:val="16"/>
          <w:szCs w:val="16"/>
        </w:rPr>
        <w:tab/>
        <w:t>db 10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fofp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dirp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namep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off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base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count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nread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break_</w:t>
      </w:r>
      <w:r w:rsidRPr="00B06F49">
        <w:rPr>
          <w:rFonts w:ascii="Courier New" w:hAnsi="Courier New" w:cs="Courier New"/>
          <w:sz w:val="16"/>
          <w:szCs w:val="16"/>
        </w:rPr>
        <w:tab/>
        <w:t>dw ? ; break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ttyp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dw ?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dirbuf</w:t>
      </w:r>
      <w:r w:rsidRPr="00B06F49">
        <w:rPr>
          <w:rFonts w:ascii="Courier New" w:hAnsi="Courier New" w:cs="Courier New"/>
          <w:sz w:val="16"/>
          <w:szCs w:val="16"/>
        </w:rPr>
        <w:tab/>
        <w:t>db 10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;pri</w:t>
      </w:r>
      <w:r w:rsidRPr="00B06F49">
        <w:rPr>
          <w:rFonts w:ascii="Courier New" w:hAnsi="Courier New" w:cs="Courier New"/>
          <w:sz w:val="16"/>
          <w:szCs w:val="16"/>
        </w:rPr>
        <w:tab/>
        <w:t>dw ? ; 14/02/2014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quant</w:t>
      </w:r>
      <w:r w:rsidRPr="00B06F49">
        <w:rPr>
          <w:rFonts w:ascii="Courier New" w:hAnsi="Courier New" w:cs="Courier New"/>
          <w:sz w:val="16"/>
          <w:szCs w:val="16"/>
        </w:rPr>
        <w:tab/>
        <w:t>db ? ; Retro UNIX 8086 v1 Feature only ! (uquant)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pri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db ? ;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intr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quit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emt</w:t>
      </w:r>
      <w:r w:rsidRPr="00B06F49">
        <w:rPr>
          <w:rFonts w:ascii="Courier New" w:hAnsi="Courier New" w:cs="Courier New"/>
          <w:sz w:val="16"/>
          <w:szCs w:val="16"/>
        </w:rPr>
        <w:tab/>
        <w:t>dw ? ; 10/10/2013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ilgins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cdrv</w:t>
      </w:r>
      <w:r w:rsidRPr="00B06F49">
        <w:rPr>
          <w:rFonts w:ascii="Courier New" w:hAnsi="Courier New" w:cs="Courier New"/>
          <w:sz w:val="16"/>
          <w:szCs w:val="16"/>
        </w:rPr>
        <w:tab/>
        <w:t>dw ? ; cdev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uid_</w:t>
      </w:r>
      <w:r w:rsidRPr="00B06F49">
        <w:rPr>
          <w:rFonts w:ascii="Courier New" w:hAnsi="Courier New" w:cs="Courier New"/>
          <w:sz w:val="16"/>
          <w:szCs w:val="16"/>
        </w:rPr>
        <w:tab/>
        <w:t>db ? ; uid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ruid</w:t>
      </w:r>
      <w:r w:rsidRPr="00B06F49">
        <w:rPr>
          <w:rFonts w:ascii="Courier New" w:hAnsi="Courier New" w:cs="Courier New"/>
          <w:sz w:val="16"/>
          <w:szCs w:val="16"/>
        </w:rPr>
        <w:tab/>
        <w:t>db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bsys</w:t>
      </w:r>
      <w:r w:rsidRPr="00B06F49">
        <w:rPr>
          <w:rFonts w:ascii="Courier New" w:hAnsi="Courier New" w:cs="Courier New"/>
          <w:sz w:val="16"/>
          <w:szCs w:val="16"/>
        </w:rPr>
        <w:tab/>
        <w:t>db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uno</w:t>
      </w:r>
      <w:r w:rsidRPr="00B06F49">
        <w:rPr>
          <w:rFonts w:ascii="Courier New" w:hAnsi="Courier New" w:cs="Courier New"/>
          <w:sz w:val="16"/>
          <w:szCs w:val="16"/>
        </w:rPr>
        <w:tab/>
        <w:t>db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user/program segment (12/03/2013)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segmnt  dw ? ; 12/03/2013 -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tty number (rtty, rcvt, wtty)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ttyn</w:t>
      </w:r>
      <w:r w:rsidRPr="00B06F49">
        <w:rPr>
          <w:rFonts w:ascii="Courier New" w:hAnsi="Courier New" w:cs="Courier New"/>
          <w:sz w:val="16"/>
          <w:szCs w:val="16"/>
        </w:rPr>
        <w:tab/>
        <w:t>db ? ; 28/07/2013 -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last error number (reserved)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errn</w:t>
      </w:r>
      <w:r w:rsidRPr="00B06F49">
        <w:rPr>
          <w:rFonts w:ascii="Courier New" w:hAnsi="Courier New" w:cs="Courier New"/>
          <w:sz w:val="16"/>
          <w:szCs w:val="16"/>
        </w:rPr>
        <w:tab/>
        <w:t>db ? ; 28/07/2013 -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user </w:t>
      </w:r>
      <w:r w:rsidRPr="00B06F49">
        <w:rPr>
          <w:rFonts w:ascii="Courier New" w:hAnsi="Courier New" w:cs="Courier New"/>
          <w:sz w:val="16"/>
          <w:szCs w:val="16"/>
        </w:rPr>
        <w:tab/>
        <w:t>ends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process  struc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05/02/2014 ttys -&gt; waitc  (waiting channel, tty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17/09/2013 ttys (10 byte structure)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03/09/2013 ttyc (word -&gt; byte) [ 10 bytes -&gt; 9 bytes 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14/08/2013 dska -&gt; ttyc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11/03/2013.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;Derived from UNIX v1 source code 'proc' structure (ux).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;p.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pid     dw nproc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ppid    dw nproc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break   dw nproc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ttyc    db nproc dup(?) ; console tty in Retro UNIX 8086 v1.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waitc</w:t>
      </w:r>
      <w:r w:rsidRPr="00B06F49">
        <w:rPr>
          <w:rFonts w:ascii="Courier New" w:hAnsi="Courier New" w:cs="Courier New"/>
          <w:sz w:val="16"/>
          <w:szCs w:val="16"/>
        </w:rPr>
        <w:tab/>
        <w:t>db nproc dup(?) ; waiting channel in Retro UNIX 8086 v1.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link</w:t>
      </w:r>
      <w:r w:rsidRPr="00B06F49">
        <w:rPr>
          <w:rFonts w:ascii="Courier New" w:hAnsi="Courier New" w:cs="Courier New"/>
          <w:sz w:val="16"/>
          <w:szCs w:val="16"/>
        </w:rPr>
        <w:tab/>
        <w:t>db nproc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stat</w:t>
      </w:r>
      <w:r w:rsidRPr="00B06F49">
        <w:rPr>
          <w:rFonts w:ascii="Courier New" w:hAnsi="Courier New" w:cs="Courier New"/>
          <w:sz w:val="16"/>
          <w:szCs w:val="16"/>
        </w:rPr>
        <w:tab/>
        <w:t>db nproc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process ends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inode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struc ; 11/03/2013.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;Derived from UNIX v1 source code 'inode' structure (ux).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;i.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flgs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nlks</w:t>
      </w:r>
      <w:r w:rsidRPr="00B06F49">
        <w:rPr>
          <w:rFonts w:ascii="Courier New" w:hAnsi="Courier New" w:cs="Courier New"/>
          <w:sz w:val="16"/>
          <w:szCs w:val="16"/>
        </w:rPr>
        <w:tab/>
        <w:t>db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uid</w:t>
      </w:r>
      <w:r w:rsidRPr="00B06F49">
        <w:rPr>
          <w:rFonts w:ascii="Courier New" w:hAnsi="Courier New" w:cs="Courier New"/>
          <w:sz w:val="16"/>
          <w:szCs w:val="16"/>
        </w:rPr>
        <w:tab/>
        <w:t>db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size_   dw ? ; size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dskp</w:t>
      </w:r>
      <w:r w:rsidRPr="00B06F49">
        <w:rPr>
          <w:rFonts w:ascii="Courier New" w:hAnsi="Courier New" w:cs="Courier New"/>
          <w:sz w:val="16"/>
          <w:szCs w:val="16"/>
        </w:rPr>
        <w:tab/>
        <w:t>dw 8 dup(?) ; 16 bytes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ctim</w:t>
      </w:r>
      <w:r w:rsidRPr="00B06F49">
        <w:rPr>
          <w:rFonts w:ascii="Courier New" w:hAnsi="Courier New" w:cs="Courier New"/>
          <w:sz w:val="16"/>
          <w:szCs w:val="16"/>
        </w:rPr>
        <w:tab/>
        <w:t>dd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mtim</w:t>
      </w:r>
      <w:r w:rsidRPr="00B06F49">
        <w:rPr>
          <w:rFonts w:ascii="Courier New" w:hAnsi="Courier New" w:cs="Courier New"/>
          <w:sz w:val="16"/>
          <w:szCs w:val="16"/>
        </w:rPr>
        <w:tab/>
        <w:t>dd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rsvd</w:t>
      </w:r>
      <w:r w:rsidRPr="00B06F49">
        <w:rPr>
          <w:rFonts w:ascii="Courier New" w:hAnsi="Courier New" w:cs="Courier New"/>
          <w:sz w:val="16"/>
          <w:szCs w:val="16"/>
        </w:rPr>
        <w:tab/>
        <w:t>dw ? ; Reserved (ZERO/Undefined word for UNIX v1.)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inode</w:t>
      </w:r>
      <w:r w:rsidRPr="00B06F49">
        <w:rPr>
          <w:rFonts w:ascii="Courier New" w:hAnsi="Courier New" w:cs="Courier New"/>
          <w:sz w:val="16"/>
          <w:szCs w:val="16"/>
        </w:rPr>
        <w:tab/>
        <w:t>ends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systm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struc ; 11/03/2013.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;Derived from UNIX v1 source code 'systm' structure (ux).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;s.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06F49">
        <w:rPr>
          <w:rFonts w:ascii="Courier New" w:hAnsi="Courier New" w:cs="Courier New"/>
          <w:sz w:val="16"/>
          <w:szCs w:val="16"/>
        </w:rPr>
        <w:tab/>
        <w:t>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db </w:t>
      </w:r>
      <w:r w:rsidRPr="00B06F49">
        <w:rPr>
          <w:rFonts w:ascii="Courier New" w:hAnsi="Courier New" w:cs="Courier New"/>
          <w:sz w:val="16"/>
          <w:szCs w:val="16"/>
        </w:rPr>
        <w:tab/>
        <w:t>128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06F49">
        <w:rPr>
          <w:rFonts w:ascii="Courier New" w:hAnsi="Courier New" w:cs="Courier New"/>
          <w:sz w:val="16"/>
          <w:szCs w:val="16"/>
        </w:rPr>
        <w:tab/>
        <w:t>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db </w:t>
      </w:r>
      <w:r w:rsidRPr="00B06F49">
        <w:rPr>
          <w:rFonts w:ascii="Courier New" w:hAnsi="Courier New" w:cs="Courier New"/>
          <w:sz w:val="16"/>
          <w:szCs w:val="16"/>
        </w:rPr>
        <w:tab/>
        <w:t>64 dup 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time</w:t>
      </w:r>
      <w:r w:rsidRPr="00B06F49">
        <w:rPr>
          <w:rFonts w:ascii="Courier New" w:hAnsi="Courier New" w:cs="Courier New"/>
          <w:sz w:val="16"/>
          <w:szCs w:val="16"/>
        </w:rPr>
        <w:tab/>
        <w:t>dd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syst</w:t>
      </w:r>
      <w:r w:rsidRPr="00B06F49">
        <w:rPr>
          <w:rFonts w:ascii="Courier New" w:hAnsi="Courier New" w:cs="Courier New"/>
          <w:sz w:val="16"/>
          <w:szCs w:val="16"/>
        </w:rPr>
        <w:tab/>
        <w:t>dd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wait_   dd ? ; wait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idlet</w:t>
      </w:r>
      <w:r w:rsidRPr="00B06F49">
        <w:rPr>
          <w:rFonts w:ascii="Courier New" w:hAnsi="Courier New" w:cs="Courier New"/>
          <w:sz w:val="16"/>
          <w:szCs w:val="16"/>
        </w:rPr>
        <w:tab/>
        <w:t>dd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chrgt</w:t>
      </w:r>
      <w:r w:rsidRPr="00B06F49">
        <w:rPr>
          <w:rFonts w:ascii="Courier New" w:hAnsi="Courier New" w:cs="Courier New"/>
          <w:sz w:val="16"/>
          <w:szCs w:val="16"/>
        </w:rPr>
        <w:tab/>
        <w:t>dd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drerr</w:t>
      </w:r>
      <w:r w:rsidRPr="00B06F49">
        <w:rPr>
          <w:rFonts w:ascii="Courier New" w:hAnsi="Courier New" w:cs="Courier New"/>
          <w:sz w:val="16"/>
          <w:szCs w:val="16"/>
        </w:rPr>
        <w:tab/>
        <w:t>dw ?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systm</w:t>
      </w:r>
      <w:r w:rsidRPr="00B06F49">
        <w:rPr>
          <w:rFonts w:ascii="Courier New" w:hAnsi="Courier New" w:cs="Courier New"/>
          <w:sz w:val="16"/>
          <w:szCs w:val="16"/>
        </w:rPr>
        <w:tab/>
        <w:t>ends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fsp table entry (8 bytes) ;; 19/04/2013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      inum  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dw 0 </w:t>
      </w:r>
      <w:r w:rsidRPr="00B06F49">
        <w:rPr>
          <w:rFonts w:ascii="Courier New" w:hAnsi="Courier New" w:cs="Courier New"/>
          <w:sz w:val="16"/>
          <w:szCs w:val="16"/>
        </w:rPr>
        <w:tab/>
        <w:t>; inode number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devnum  dw 0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; device number 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ofsp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  <w:r w:rsidRPr="00B06F49">
        <w:rPr>
          <w:rFonts w:ascii="Courier New" w:hAnsi="Courier New" w:cs="Courier New"/>
          <w:sz w:val="16"/>
          <w:szCs w:val="16"/>
        </w:rPr>
        <w:tab/>
        <w:t>; offset pointer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oc</w:t>
      </w:r>
      <w:r w:rsidRPr="00B06F49">
        <w:rPr>
          <w:rFonts w:ascii="Courier New" w:hAnsi="Courier New" w:cs="Courier New"/>
          <w:sz w:val="16"/>
          <w:szCs w:val="16"/>
        </w:rPr>
        <w:tab/>
        <w:t>db 0</w:t>
      </w:r>
      <w:r w:rsidRPr="00B06F49">
        <w:rPr>
          <w:rFonts w:ascii="Courier New" w:hAnsi="Courier New" w:cs="Courier New"/>
          <w:sz w:val="16"/>
          <w:szCs w:val="16"/>
        </w:rPr>
        <w:tab/>
        <w:t>; open count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df</w:t>
      </w:r>
      <w:r w:rsidRPr="00B06F49">
        <w:rPr>
          <w:rFonts w:ascii="Courier New" w:hAnsi="Courier New" w:cs="Courier New"/>
          <w:sz w:val="16"/>
          <w:szCs w:val="16"/>
        </w:rPr>
        <w:tab/>
        <w:t>db 0</w:t>
      </w:r>
      <w:r w:rsidRPr="00B06F49">
        <w:rPr>
          <w:rFonts w:ascii="Courier New" w:hAnsi="Courier New" w:cs="Courier New"/>
          <w:sz w:val="16"/>
          <w:szCs w:val="16"/>
        </w:rPr>
        <w:tab/>
        <w:t>; deleted flag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phydrv</w:t>
      </w:r>
      <w:r w:rsidRPr="00B06F49">
        <w:rPr>
          <w:rFonts w:ascii="Courier New" w:hAnsi="Courier New" w:cs="Courier New"/>
          <w:sz w:val="16"/>
          <w:szCs w:val="16"/>
        </w:rPr>
        <w:tab/>
        <w:t>struc ; 26/04/2013  (09/07/2013)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Physical drv parameters of Retro UNIX 8086 v1 devices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err</w:t>
      </w:r>
      <w:r w:rsidRPr="00B06F49">
        <w:rPr>
          <w:rFonts w:ascii="Courier New" w:hAnsi="Courier New" w:cs="Courier New"/>
          <w:sz w:val="16"/>
          <w:szCs w:val="16"/>
        </w:rPr>
        <w:tab/>
        <w:t>db 6 dup(?) ; error status (&gt;0 means error)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pdn </w:t>
      </w:r>
      <w:r w:rsidRPr="00B06F49">
        <w:rPr>
          <w:rFonts w:ascii="Courier New" w:hAnsi="Courier New" w:cs="Courier New"/>
          <w:sz w:val="16"/>
          <w:szCs w:val="16"/>
        </w:rPr>
        <w:tab/>
        <w:t>db 6 dup(?) ; physical drive number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spt</w:t>
      </w:r>
      <w:r w:rsidRPr="00B06F49">
        <w:rPr>
          <w:rFonts w:ascii="Courier New" w:hAnsi="Courier New" w:cs="Courier New"/>
          <w:sz w:val="16"/>
          <w:szCs w:val="16"/>
        </w:rPr>
        <w:tab/>
        <w:t>dw 6 dup(?) ; sectors per track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hds</w:t>
      </w:r>
      <w:r w:rsidRPr="00B06F49">
        <w:rPr>
          <w:rFonts w:ascii="Courier New" w:hAnsi="Courier New" w:cs="Courier New"/>
          <w:sz w:val="16"/>
          <w:szCs w:val="16"/>
        </w:rPr>
        <w:tab/>
        <w:t>dw 6 dup(?) ; heads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phydrv</w:t>
      </w:r>
      <w:r w:rsidRPr="00B06F49">
        <w:rPr>
          <w:rFonts w:ascii="Courier New" w:hAnsi="Courier New" w:cs="Courier New"/>
          <w:sz w:val="16"/>
          <w:szCs w:val="16"/>
        </w:rPr>
        <w:tab/>
        <w:t>ends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14/07/2013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UNIX v1 system calls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_rele </w:t>
      </w:r>
      <w:r w:rsidRPr="00B06F49">
        <w:rPr>
          <w:rFonts w:ascii="Courier New" w:hAnsi="Courier New" w:cs="Courier New"/>
          <w:sz w:val="16"/>
          <w:szCs w:val="16"/>
        </w:rPr>
        <w:tab/>
        <w:t>equ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_exit </w:t>
      </w:r>
      <w:r w:rsidRPr="00B06F49">
        <w:rPr>
          <w:rFonts w:ascii="Courier New" w:hAnsi="Courier New" w:cs="Courier New"/>
          <w:sz w:val="16"/>
          <w:szCs w:val="16"/>
        </w:rPr>
        <w:tab/>
        <w:t>equ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_fork </w:t>
      </w:r>
      <w:r w:rsidRPr="00B06F49">
        <w:rPr>
          <w:rFonts w:ascii="Courier New" w:hAnsi="Courier New" w:cs="Courier New"/>
          <w:sz w:val="16"/>
          <w:szCs w:val="16"/>
        </w:rPr>
        <w:tab/>
        <w:t>equ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_read </w:t>
      </w:r>
      <w:r w:rsidRPr="00B06F49">
        <w:rPr>
          <w:rFonts w:ascii="Courier New" w:hAnsi="Courier New" w:cs="Courier New"/>
          <w:sz w:val="16"/>
          <w:szCs w:val="16"/>
        </w:rPr>
        <w:tab/>
        <w:t>equ 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_write</w:t>
      </w:r>
      <w:r w:rsidRPr="00B06F49">
        <w:rPr>
          <w:rFonts w:ascii="Courier New" w:hAnsi="Courier New" w:cs="Courier New"/>
          <w:sz w:val="16"/>
          <w:szCs w:val="16"/>
        </w:rPr>
        <w:tab/>
        <w:t>equ 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_open</w:t>
      </w:r>
      <w:r w:rsidRPr="00B06F49">
        <w:rPr>
          <w:rFonts w:ascii="Courier New" w:hAnsi="Courier New" w:cs="Courier New"/>
          <w:sz w:val="16"/>
          <w:szCs w:val="16"/>
        </w:rPr>
        <w:tab/>
        <w:t>equ 5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_close </w:t>
      </w:r>
      <w:r w:rsidRPr="00B06F49">
        <w:rPr>
          <w:rFonts w:ascii="Courier New" w:hAnsi="Courier New" w:cs="Courier New"/>
          <w:sz w:val="16"/>
          <w:szCs w:val="16"/>
        </w:rPr>
        <w:tab/>
        <w:t>equ 6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_wait </w:t>
      </w:r>
      <w:r w:rsidRPr="00B06F49">
        <w:rPr>
          <w:rFonts w:ascii="Courier New" w:hAnsi="Courier New" w:cs="Courier New"/>
          <w:sz w:val="16"/>
          <w:szCs w:val="16"/>
        </w:rPr>
        <w:tab/>
        <w:t>equ 7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_creat </w:t>
      </w:r>
      <w:r w:rsidRPr="00B06F49">
        <w:rPr>
          <w:rFonts w:ascii="Courier New" w:hAnsi="Courier New" w:cs="Courier New"/>
          <w:sz w:val="16"/>
          <w:szCs w:val="16"/>
        </w:rPr>
        <w:tab/>
        <w:t>equ 8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_link </w:t>
      </w:r>
      <w:r w:rsidRPr="00B06F49">
        <w:rPr>
          <w:rFonts w:ascii="Courier New" w:hAnsi="Courier New" w:cs="Courier New"/>
          <w:sz w:val="16"/>
          <w:szCs w:val="16"/>
        </w:rPr>
        <w:tab/>
        <w:t>equ 9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_unlink</w:t>
      </w:r>
      <w:r w:rsidRPr="00B06F49">
        <w:rPr>
          <w:rFonts w:ascii="Courier New" w:hAnsi="Courier New" w:cs="Courier New"/>
          <w:sz w:val="16"/>
          <w:szCs w:val="16"/>
        </w:rPr>
        <w:tab/>
        <w:t>equ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_exec</w:t>
      </w:r>
      <w:r w:rsidRPr="00B06F49">
        <w:rPr>
          <w:rFonts w:ascii="Courier New" w:hAnsi="Courier New" w:cs="Courier New"/>
          <w:sz w:val="16"/>
          <w:szCs w:val="16"/>
        </w:rPr>
        <w:tab/>
        <w:t>equ 11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_chdir</w:t>
      </w:r>
      <w:r w:rsidRPr="00B06F49">
        <w:rPr>
          <w:rFonts w:ascii="Courier New" w:hAnsi="Courier New" w:cs="Courier New"/>
          <w:sz w:val="16"/>
          <w:szCs w:val="16"/>
        </w:rPr>
        <w:tab/>
        <w:t>equ 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_time </w:t>
      </w:r>
      <w:r w:rsidRPr="00B06F49">
        <w:rPr>
          <w:rFonts w:ascii="Courier New" w:hAnsi="Courier New" w:cs="Courier New"/>
          <w:sz w:val="16"/>
          <w:szCs w:val="16"/>
        </w:rPr>
        <w:tab/>
        <w:t>equ 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_mkdir </w:t>
      </w:r>
      <w:r w:rsidRPr="00B06F49">
        <w:rPr>
          <w:rFonts w:ascii="Courier New" w:hAnsi="Courier New" w:cs="Courier New"/>
          <w:sz w:val="16"/>
          <w:szCs w:val="16"/>
        </w:rPr>
        <w:tab/>
        <w:t>equ 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_chmod</w:t>
      </w:r>
      <w:r w:rsidRPr="00B06F49">
        <w:rPr>
          <w:rFonts w:ascii="Courier New" w:hAnsi="Courier New" w:cs="Courier New"/>
          <w:sz w:val="16"/>
          <w:szCs w:val="16"/>
        </w:rPr>
        <w:tab/>
        <w:t>equ 15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_chown</w:t>
      </w:r>
      <w:r w:rsidRPr="00B06F49">
        <w:rPr>
          <w:rFonts w:ascii="Courier New" w:hAnsi="Courier New" w:cs="Courier New"/>
          <w:sz w:val="16"/>
          <w:szCs w:val="16"/>
        </w:rPr>
        <w:tab/>
        <w:t>equ 16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_break</w:t>
      </w:r>
      <w:r w:rsidRPr="00B06F49">
        <w:rPr>
          <w:rFonts w:ascii="Courier New" w:hAnsi="Courier New" w:cs="Courier New"/>
          <w:sz w:val="16"/>
          <w:szCs w:val="16"/>
        </w:rPr>
        <w:tab/>
        <w:t>equ 17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_stat</w:t>
      </w:r>
      <w:r w:rsidRPr="00B06F49">
        <w:rPr>
          <w:rFonts w:ascii="Courier New" w:hAnsi="Courier New" w:cs="Courier New"/>
          <w:sz w:val="16"/>
          <w:szCs w:val="16"/>
        </w:rPr>
        <w:tab/>
        <w:t>equ 18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_seek</w:t>
      </w:r>
      <w:r w:rsidRPr="00B06F49">
        <w:rPr>
          <w:rFonts w:ascii="Courier New" w:hAnsi="Courier New" w:cs="Courier New"/>
          <w:sz w:val="16"/>
          <w:szCs w:val="16"/>
        </w:rPr>
        <w:tab/>
        <w:t>equ 19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_tell </w:t>
      </w:r>
      <w:r w:rsidRPr="00B06F49">
        <w:rPr>
          <w:rFonts w:ascii="Courier New" w:hAnsi="Courier New" w:cs="Courier New"/>
          <w:sz w:val="16"/>
          <w:szCs w:val="16"/>
        </w:rPr>
        <w:tab/>
        <w:t>equ 20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_mount</w:t>
      </w:r>
      <w:r w:rsidRPr="00B06F49">
        <w:rPr>
          <w:rFonts w:ascii="Courier New" w:hAnsi="Courier New" w:cs="Courier New"/>
          <w:sz w:val="16"/>
          <w:szCs w:val="16"/>
        </w:rPr>
        <w:tab/>
        <w:t>equ 21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_umount</w:t>
      </w:r>
      <w:r w:rsidRPr="00B06F49">
        <w:rPr>
          <w:rFonts w:ascii="Courier New" w:hAnsi="Courier New" w:cs="Courier New"/>
          <w:sz w:val="16"/>
          <w:szCs w:val="16"/>
        </w:rPr>
        <w:tab/>
        <w:t>equ 22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_setuid</w:t>
      </w:r>
      <w:r w:rsidRPr="00B06F49">
        <w:rPr>
          <w:rFonts w:ascii="Courier New" w:hAnsi="Courier New" w:cs="Courier New"/>
          <w:sz w:val="16"/>
          <w:szCs w:val="16"/>
        </w:rPr>
        <w:tab/>
        <w:t>equ 23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_getuid</w:t>
      </w:r>
      <w:r w:rsidRPr="00B06F49">
        <w:rPr>
          <w:rFonts w:ascii="Courier New" w:hAnsi="Courier New" w:cs="Courier New"/>
          <w:sz w:val="16"/>
          <w:szCs w:val="16"/>
        </w:rPr>
        <w:tab/>
        <w:t>equ 24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_stime</w:t>
      </w:r>
      <w:r w:rsidRPr="00B06F49">
        <w:rPr>
          <w:rFonts w:ascii="Courier New" w:hAnsi="Courier New" w:cs="Courier New"/>
          <w:sz w:val="16"/>
          <w:szCs w:val="16"/>
        </w:rPr>
        <w:tab/>
        <w:t>equ 25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_quit</w:t>
      </w:r>
      <w:r w:rsidRPr="00B06F49">
        <w:rPr>
          <w:rFonts w:ascii="Courier New" w:hAnsi="Courier New" w:cs="Courier New"/>
          <w:sz w:val="16"/>
          <w:szCs w:val="16"/>
        </w:rPr>
        <w:tab/>
        <w:t>equ 26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_intr</w:t>
      </w:r>
      <w:r w:rsidRPr="00B06F49">
        <w:rPr>
          <w:rFonts w:ascii="Courier New" w:hAnsi="Courier New" w:cs="Courier New"/>
          <w:sz w:val="16"/>
          <w:szCs w:val="16"/>
        </w:rPr>
        <w:tab/>
        <w:t>equ 27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_fstat</w:t>
      </w:r>
      <w:r w:rsidRPr="00B06F49">
        <w:rPr>
          <w:rFonts w:ascii="Courier New" w:hAnsi="Courier New" w:cs="Courier New"/>
          <w:sz w:val="16"/>
          <w:szCs w:val="16"/>
        </w:rPr>
        <w:tab/>
        <w:t>equ 28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_emt </w:t>
      </w:r>
      <w:r w:rsidRPr="00B06F49">
        <w:rPr>
          <w:rFonts w:ascii="Courier New" w:hAnsi="Courier New" w:cs="Courier New"/>
          <w:sz w:val="16"/>
          <w:szCs w:val="16"/>
        </w:rPr>
        <w:tab/>
        <w:t>equ 29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_mdate </w:t>
      </w:r>
      <w:r w:rsidRPr="00B06F49">
        <w:rPr>
          <w:rFonts w:ascii="Courier New" w:hAnsi="Courier New" w:cs="Courier New"/>
          <w:sz w:val="16"/>
          <w:szCs w:val="16"/>
        </w:rPr>
        <w:tab/>
        <w:t>equ 30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_stty </w:t>
      </w:r>
      <w:r w:rsidRPr="00B06F49">
        <w:rPr>
          <w:rFonts w:ascii="Courier New" w:hAnsi="Courier New" w:cs="Courier New"/>
          <w:sz w:val="16"/>
          <w:szCs w:val="16"/>
        </w:rPr>
        <w:tab/>
        <w:t>equ 31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_gtty</w:t>
      </w:r>
      <w:r w:rsidRPr="00B06F49">
        <w:rPr>
          <w:rFonts w:ascii="Courier New" w:hAnsi="Courier New" w:cs="Courier New"/>
          <w:sz w:val="16"/>
          <w:szCs w:val="16"/>
        </w:rPr>
        <w:tab/>
        <w:t>equ 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_ilgins</w:t>
      </w:r>
      <w:r w:rsidRPr="00B06F49">
        <w:rPr>
          <w:rFonts w:ascii="Courier New" w:hAnsi="Courier New" w:cs="Courier New"/>
          <w:sz w:val="16"/>
          <w:szCs w:val="16"/>
        </w:rPr>
        <w:tab/>
        <w:t>equ 33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_sleep</w:t>
      </w:r>
      <w:r w:rsidRPr="00B06F49">
        <w:rPr>
          <w:rFonts w:ascii="Courier New" w:hAnsi="Courier New" w:cs="Courier New"/>
          <w:sz w:val="16"/>
          <w:szCs w:val="16"/>
        </w:rPr>
        <w:tab/>
        <w:t>equ 34 ;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sys macro syscallnumber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; 14/07/2013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; Retro UNIX 8086 v1 system call.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int 20h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endm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.8086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UNIX  </w:t>
      </w:r>
      <w:r w:rsidRPr="00B06F49">
        <w:rPr>
          <w:rFonts w:ascii="Courier New" w:hAnsi="Courier New" w:cs="Courier New"/>
          <w:sz w:val="16"/>
          <w:szCs w:val="16"/>
        </w:rPr>
        <w:tab/>
        <w:t>SEGMENT PUBLIC PARA 'CODE'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     assume cs:UNIX,ds:UNIX,es:UNIX,ss:UNIX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START: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11/03/2013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include files according to original UNIX v1 (except ux.s)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(u0.s, u1.s, u2.s, u3.s, u34.s, u5.s, u6.s, u7.s, u8.s, u9.s)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u0.asm ; u0.s (with major modifications for 8086 PC)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u1.asm ; u1.s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u2.asm ; u2.s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u3.asm ; u3.s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u4.asm ; u4.s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u5.asm ; u5.s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u6.asm ; u6.s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u7.asm ; u7.s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u8.asm ; u8.s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include u9.asm ; u9.s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RETRO UNIX 8086 v1 special/private procedures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epoch: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09/04/2013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Retro UNIX 8086 v1 feature/procedure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'epoch' procedure prototype: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       UNIXCOPY.ASM, 10/03/2013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14/11/2012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unixboot.asm (boot file configuration)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version of "epoch" procedure in "unixproc.asm"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21/7/2012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15/7/2012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14/7/2012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Erdogan Tan - RETRO UNIX v0.1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compute current date and time as UNIX Epoch/Time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UNIX Epoch: seconds since 1/1/1970 00:00:00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;  ((Modified registers: AX, DX, CX, BX))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21/7/2012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;push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;push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ah, 02h                      ; Return Current Time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xchg ch,cl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word ptr [hour],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xchg dh,dl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word ptr [second],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ah, 04h                      ; Return Current Date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xchg ch,cl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word ptr [year],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xchg dh,dl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word ptr [month],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3030h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[hour] ; Hour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AH = AL /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AL MOD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byte ptr [hour],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[hour]+1 ; Minute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AH = AL /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AL MOD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byte ptr [minute],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[second] ; Second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AH = AL /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AL MOD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byte ptr [second],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ax, word ptr [year] ; Year (century)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push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   ; AL &lt;= BCD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AH = AL /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AL MOD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ah, 100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mul 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pop</w:t>
      </w:r>
      <w:r w:rsidRPr="00B06F49">
        <w:rPr>
          <w:rFonts w:ascii="Courier New" w:hAnsi="Courier New" w:cs="Courier New"/>
          <w:sz w:val="16"/>
          <w:szCs w:val="16"/>
        </w:rPr>
        <w:tab/>
        <w:t>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</w:t>
      </w:r>
      <w:r w:rsidRPr="00B06F49">
        <w:rPr>
          <w:rFonts w:ascii="Courier New" w:hAnsi="Courier New" w:cs="Courier New"/>
          <w:sz w:val="16"/>
          <w:szCs w:val="16"/>
        </w:rPr>
        <w:tab/>
        <w:t>al, 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AH = AL /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AL MOD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word ptr [year],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[month] ; Month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AH = AL /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AL MOD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byte ptr [month], al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[month]+1 ; Day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AH = AL /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AL MOD 10h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byte ptr [Day],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convert_to_epoch: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6 May 1998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dx, word ptr [year]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sub dx, 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ax, 365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mul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xor bh, bh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bl, byte ptr [month]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dec bl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shl bl,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word ptr DMonth[BX]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bl, byte ptr [Day]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dec bl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DX:AX = days since 1/1/1970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word ptr [year]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sub cx, 1969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shr cx,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shr cx, 1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(year-1969)/4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+ leap days since 1/1/1970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cmp byte ptr [month], 2  ; if past february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jna short @f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word ptr [year]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and cx, 3 ; year mod 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jnz short @f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and if leap year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1 ; add this year's leap day (february 29)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@@: 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compute seconds since 1/1/1970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bx, 24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mul32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bl, byte ptr [hour]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bx, 60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mul32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bl, byte ptr [minute]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bx, 60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mul32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bl, byte ptr [second]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</w:t>
      </w: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DX:AX -&gt; seconds since 1/1/1970 00:00:00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21/7/2012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;pop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;pop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retn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mul32: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push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bx,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mul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ax,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push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mul cx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pop cx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add ax, cx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dx,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bx,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dx,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pop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retn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set_date_time: ; 20/06/2013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convert_from_epoch: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20/06/2013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Retro UNIX 8086 v1 feature/procedure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'convert_from_epoch' procedure prototype: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       UNIXCOPY.ASM, 10/03/2013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30/11/2012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6 May 1998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INPUT: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DX:AX = Unix (Epoch) Time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; ((Modified registers: AX, DX, CX, BX))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60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div32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[imin], ax   ; whole minutes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[imin]+2, dx ; since 1/1/1970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word ptr [second], bx  ; leftover seconds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mov cx, 60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div32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[ihrs], ax   ; whole hours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[ihrs]+2, dx ; since 1/1/1970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word ptr [minute], bx  ; leftover minutes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mov cx, 24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cl, 24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div32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[iday], ax  ; whole days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since 1/1/1970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mov word ptr [iday]+2, dx ; DX =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word ptr [hour], bx   ; leftover hours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365+366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whole day since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1/1/1968 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adc dx, 0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     ;  DX =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mov word ptr [iday],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push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(4*365)+1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4 years = 1461 days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div32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pop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[lday], ax  ; count of quadyrs (4 years)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push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[qday], bx  ;  days since quadyr began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cmp bx, 31 + 29           ; if past feb 29 then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cmc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add this quadyr's leap day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ax, 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to # of qadyrs (leap days)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[lday], ax  ; since 1968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cx, word ptr [iday]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cx, ax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CX = lday, AX = iday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sub ax, cx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iday - lday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365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;xor dx, dx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DX  =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AX = iday-lday, DX =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call div32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[iyrs], ax   ; whole years since 1968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jday = iday - (iyrs*365) - lday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[jday], bx  ; days since 1/1 of current year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add ax, 1968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compute year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dx, ax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ax, word ptr [qday]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pop ax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cmp ax, 365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if qday &lt;= 365 and qday &gt;= 60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ja short @f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jday = jday +1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cmp ax, 60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     ; if past 2/29 and leap year then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cmc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add a leap day to the # of whole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adc bx, 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days since 1/1 of current year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@@: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;mov word ptr [jday],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cx, 12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estimate month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cx, bx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CX = jday, BX = month 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ax, 366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mday, max. days since 1/1 is 365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and dx, 11b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year mod 4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(and dx, 3)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@@:</w:t>
      </w:r>
      <w:r w:rsidRPr="00B06F49">
        <w:rPr>
          <w:rFonts w:ascii="Courier New" w:hAnsi="Courier New" w:cs="Courier New"/>
          <w:sz w:val="16"/>
          <w:szCs w:val="16"/>
        </w:rPr>
        <w:tab/>
        <w:t>; Month calculation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0 to 11  (11 to 0)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cmp cx, ax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mday = # of days passed from 1/1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jnb short @f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dec bx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month = month - 1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shl bx, 1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ax, word ptr DMonth[BX] ; # elapsed days at 1st of month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shr bx, 1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bx = month - 1 (0 to 11)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cmp bx, 1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if month &gt; 2 and year mod 4  = 0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jna short @b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then mday = mday + 1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or dl, dl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if past 2/29 and leap year then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jnz short @b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add leap day (to mday)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inc ax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mday = mday + 1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jmp short @b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@@: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inc bx 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-&gt; bx = month, 1 to 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word ptr [month],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sub cx, ax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; day = jday - mday + 1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inc cx 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word ptr [day], cx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ax, bx, cx, dx is changed at return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output -&gt;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[year], [month], [day], [hour], [minute], [second]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20/06/2013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set_date: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[Year]+1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ch, al ; century (BCD)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[Year]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cl, al ; year (BCD)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al, byte ptr [Month]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dh, al ; month (BCD)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[Day]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dh, al ; day (BCD)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Set real-time clock date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ah, 05h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retn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set_time: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; Read real-time clock time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ah, 02h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DL = 1 or 0 (day light saving time)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[Hour]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ch, al ; hour (BCD)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al, byte ptr [Minute]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cl, al ; minute (BCD)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al, byte ptr [Second]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dh, al ; second (BCD)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Set real-time clock time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mov ah, 03h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retn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div32: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Input -&gt; DX:AX = 32 bit dividend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         CX = 16 bit divisor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output -&gt; DX:AX = 32 bit quotient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         BX = 16 bit remainder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mov  bx,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ax, bx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xor  dx,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div  cx         ; at first, divide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ax, bx     ; remainder is in DX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now, BX has quotient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save remainder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div  cx         ; so, DX_AX divided and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AX has quotient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DX has remainder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xchg dx, bx     ; finally, BX has remainder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retn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13/07/2013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unixbootdrive: db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Following (data) section is derived from UNIX v1 'ux.s' file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11/03/2013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align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13/07/2013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sb0:</w:t>
      </w:r>
      <w:r w:rsidRPr="00B06F49">
        <w:rPr>
          <w:rFonts w:ascii="Courier New" w:hAnsi="Courier New" w:cs="Courier New"/>
          <w:sz w:val="16"/>
          <w:szCs w:val="16"/>
        </w:rPr>
        <w:tab/>
        <w:t>db 4 dup(0) ; Retro UNIX 8086 v1 modification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;systm: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;s:</w:t>
      </w:r>
      <w:r w:rsidRPr="00B06F49">
        <w:rPr>
          <w:rFonts w:ascii="Courier New" w:hAnsi="Courier New" w:cs="Courier New"/>
          <w:sz w:val="16"/>
          <w:szCs w:val="16"/>
        </w:rPr>
        <w:tab/>
        <w:t>db 218 dup(?)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s:</w:t>
      </w:r>
      <w:r w:rsidRPr="00B06F49">
        <w:rPr>
          <w:rFonts w:ascii="Courier New" w:hAnsi="Courier New" w:cs="Courier New"/>
          <w:sz w:val="16"/>
          <w:szCs w:val="16"/>
        </w:rPr>
        <w:tab/>
        <w:t>db 512 dup(0) ; Retro UNIX 8086 v1 modification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;;inode: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;i:</w:t>
      </w:r>
      <w:r w:rsidRPr="00B06F49">
        <w:rPr>
          <w:rFonts w:ascii="Courier New" w:hAnsi="Courier New" w:cs="Courier New"/>
          <w:sz w:val="16"/>
          <w:szCs w:val="16"/>
        </w:rPr>
        <w:tab/>
        <w:t>db 32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sb1:</w:t>
      </w:r>
      <w:r w:rsidRPr="00B06F49">
        <w:rPr>
          <w:rFonts w:ascii="Courier New" w:hAnsi="Courier New" w:cs="Courier New"/>
          <w:sz w:val="16"/>
          <w:szCs w:val="16"/>
        </w:rPr>
        <w:tab/>
        <w:t>db 4 dup(0)    ; Retro UNIX 8086 v1 modification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mount:</w:t>
      </w:r>
      <w:r w:rsidRPr="00B06F49">
        <w:rPr>
          <w:rFonts w:ascii="Courier New" w:hAnsi="Courier New" w:cs="Courier New"/>
          <w:sz w:val="16"/>
          <w:szCs w:val="16"/>
        </w:rPr>
        <w:tab/>
        <w:t>db 512 dup(0)  ; Retro UNIX 8086 v1 modification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;mount:</w:t>
      </w:r>
      <w:r w:rsidRPr="00B06F49">
        <w:rPr>
          <w:rFonts w:ascii="Courier New" w:hAnsi="Courier New" w:cs="Courier New"/>
          <w:sz w:val="16"/>
          <w:szCs w:val="16"/>
        </w:rPr>
        <w:tab/>
        <w:t>db 1024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;inode: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i:</w:t>
      </w:r>
      <w:r w:rsidRPr="00B06F49">
        <w:rPr>
          <w:rFonts w:ascii="Courier New" w:hAnsi="Courier New" w:cs="Courier New"/>
          <w:sz w:val="16"/>
          <w:szCs w:val="16"/>
        </w:rPr>
        <w:tab/>
        <w:t>db 32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;proc: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;p: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db 9*nproc dup(0) ; 03/09/2013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p:</w:t>
      </w:r>
      <w:r w:rsidRPr="00B06F49">
        <w:rPr>
          <w:rFonts w:ascii="Courier New" w:hAnsi="Courier New" w:cs="Courier New"/>
          <w:sz w:val="16"/>
          <w:szCs w:val="16"/>
        </w:rPr>
        <w:tab/>
        <w:t>db 10*nproc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;tty:</w:t>
      </w:r>
      <w:r w:rsidRPr="00B06F49">
        <w:rPr>
          <w:rFonts w:ascii="Courier New" w:hAnsi="Courier New" w:cs="Courier New"/>
          <w:sz w:val="16"/>
          <w:szCs w:val="16"/>
        </w:rPr>
        <w:tab/>
        <w:t>db ntty*8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fsp:</w:t>
      </w:r>
      <w:r w:rsidRPr="00B06F49">
        <w:rPr>
          <w:rFonts w:ascii="Courier New" w:hAnsi="Courier New" w:cs="Courier New"/>
          <w:sz w:val="16"/>
          <w:szCs w:val="16"/>
        </w:rPr>
        <w:tab/>
        <w:t>db nfiles*8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bufp:</w:t>
      </w:r>
      <w:r w:rsidRPr="00B06F49">
        <w:rPr>
          <w:rFonts w:ascii="Courier New" w:hAnsi="Courier New" w:cs="Courier New"/>
          <w:sz w:val="16"/>
          <w:szCs w:val="16"/>
        </w:rPr>
        <w:tab/>
        <w:t>db ((nbuf*2)+4) dup(0) ; will be initialized (09/07/2013)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;;bufp:</w:t>
      </w:r>
      <w:r w:rsidRPr="00B06F49">
        <w:rPr>
          <w:rFonts w:ascii="Courier New" w:hAnsi="Courier New" w:cs="Courier New"/>
          <w:sz w:val="16"/>
          <w:szCs w:val="16"/>
        </w:rPr>
        <w:tab/>
        <w:t>db ((nbuf*2)+6)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;;sb0:</w:t>
      </w:r>
      <w:r w:rsidRPr="00B06F49">
        <w:rPr>
          <w:rFonts w:ascii="Courier New" w:hAnsi="Courier New" w:cs="Courier New"/>
          <w:sz w:val="16"/>
          <w:szCs w:val="16"/>
        </w:rPr>
        <w:tab/>
        <w:t>db 8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;sb0:</w:t>
      </w:r>
      <w:r w:rsidRPr="00B06F49">
        <w:rPr>
          <w:rFonts w:ascii="Courier New" w:hAnsi="Courier New" w:cs="Courier New"/>
          <w:sz w:val="16"/>
          <w:szCs w:val="16"/>
        </w:rPr>
        <w:tab/>
        <w:t>db 4 dup(0) ; Retro UNIX 8086 v1 modification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;;sb1:</w:t>
      </w:r>
      <w:r w:rsidRPr="00B06F49">
        <w:rPr>
          <w:rFonts w:ascii="Courier New" w:hAnsi="Courier New" w:cs="Courier New"/>
          <w:sz w:val="16"/>
          <w:szCs w:val="16"/>
        </w:rPr>
        <w:tab/>
        <w:t>db 8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;sb1:</w:t>
      </w:r>
      <w:r w:rsidRPr="00B06F49">
        <w:rPr>
          <w:rFonts w:ascii="Courier New" w:hAnsi="Courier New" w:cs="Courier New"/>
          <w:sz w:val="16"/>
          <w:szCs w:val="16"/>
        </w:rPr>
        <w:tab/>
        <w:t>db 4 dup(0) ; Retro UNIX 8086 v1 modification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;swp:</w:t>
      </w:r>
      <w:r w:rsidRPr="00B06F49">
        <w:rPr>
          <w:rFonts w:ascii="Courier New" w:hAnsi="Courier New" w:cs="Courier New"/>
          <w:sz w:val="16"/>
          <w:szCs w:val="16"/>
        </w:rPr>
        <w:tab/>
        <w:t>db 8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;;swp: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db 4 dup(0) ; Retro UNIX 8086 v1 modification !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ii: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idev:</w:t>
      </w:r>
      <w:r w:rsidRPr="00B06F49">
        <w:rPr>
          <w:rFonts w:ascii="Courier New" w:hAnsi="Courier New" w:cs="Courier New"/>
          <w:sz w:val="16"/>
          <w:szCs w:val="16"/>
        </w:rPr>
        <w:tab/>
        <w:t>dw 0 ; device number is 1 byte in Retro UNIX 8086 v1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cdev:</w:t>
      </w:r>
      <w:r w:rsidRPr="00B06F49">
        <w:rPr>
          <w:rFonts w:ascii="Courier New" w:hAnsi="Courier New" w:cs="Courier New"/>
          <w:sz w:val="16"/>
          <w:szCs w:val="16"/>
        </w:rPr>
        <w:tab/>
        <w:t>dw 0 ; device number is 1 byte in Retro UNIX 8086 v1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;;deverr: db 12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26/04/2013 device/drive parameters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Retro UNIX 8086 v1 feature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there are 8 available Retro UNIX devices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'UNIX' device numbers (as in 'cdev' and 'u.cdrv')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0 -&gt; root device (which has Retro UNIX 8086 v1 file system)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</w:t>
      </w:r>
      <w:r w:rsidRPr="00B06F49">
        <w:rPr>
          <w:rFonts w:ascii="Courier New" w:hAnsi="Courier New" w:cs="Courier New"/>
          <w:sz w:val="16"/>
          <w:szCs w:val="16"/>
        </w:rPr>
        <w:tab/>
        <w:t>1 -&gt; mounted device (which has Retro UNIX 8086 v1 file system)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'Retro UNIX 8086 v1' device numbers: (for disk I/O procedures)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0 -&gt; fd0 (physical drive, floppy disk 1), physical drive number =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1 -&gt; fd1 (physical drive, floppy disk 2), physical drive number =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2 -&gt; hd0 (physical drive, hard disk 1), physical drive number = 80h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3 -&gt; hd1 (physical drive, hard disk 2), physical drive number = 81h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4 -&gt; hd2 (physical drive, hard disk 3), physical drive number = 82h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5 -&gt; hd3 (physical drive, hard disk 4), physical drive number = 83h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rdev:</w:t>
      </w:r>
      <w:r w:rsidRPr="00B06F49">
        <w:rPr>
          <w:rFonts w:ascii="Courier New" w:hAnsi="Courier New" w:cs="Courier New"/>
          <w:sz w:val="16"/>
          <w:szCs w:val="16"/>
        </w:rPr>
        <w:tab/>
        <w:t>db 0 ; root device number ; Retro UNIX 8086 v1 feature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     ; as above, for physical drives numbers in following table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mdev:</w:t>
      </w:r>
      <w:r w:rsidRPr="00B06F49">
        <w:rPr>
          <w:rFonts w:ascii="Courier New" w:hAnsi="Courier New" w:cs="Courier New"/>
          <w:sz w:val="16"/>
          <w:szCs w:val="16"/>
        </w:rPr>
        <w:tab/>
        <w:t>db 0 ; mounted device number ; Retro UNIX 8086 v1 feature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; as above, for physical drives numbers in following table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NOTE: the value of 'cdev' and 'u.drv' and 'idev' will be 0 or 1.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0 is for rdev, 1 is for mdev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drv: ; Retro UNIX 8086 v1 feature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drverr: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db 6 dup(0FFh) ; error status (&gt;0 means error) 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drvpdn: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6 dup(0FFh) ; physical drive number (FFh = invalid drive)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drvspt: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dw 6 dup(0)    ; sectors per track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drvhds: 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dw 6 dup(0)    ; number of heads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;active: 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active:</w:t>
      </w:r>
      <w:r w:rsidRPr="00B06F49">
        <w:rPr>
          <w:rFonts w:ascii="Courier New" w:hAnsi="Courier New" w:cs="Courier New"/>
          <w:sz w:val="16"/>
          <w:szCs w:val="16"/>
        </w:rPr>
        <w:tab/>
        <w:t>db 0 ; 15/03/2013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brwdev: db 0 ; 26/04/2013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;rfap: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;rkap: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;tcap: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;tcstate:dw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;tcerrc:dw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mnti: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;mntd:</w:t>
      </w:r>
      <w:r w:rsidRPr="00B06F49">
        <w:rPr>
          <w:rFonts w:ascii="Courier New" w:hAnsi="Courier New" w:cs="Courier New"/>
          <w:sz w:val="16"/>
          <w:szCs w:val="16"/>
        </w:rPr>
        <w:tab/>
        <w:t>dw 0 ; device number is 1 byte in Retro UNIX 8086 v1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mpid: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;clockp: 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rootdir:dw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;toutt:</w:t>
      </w:r>
      <w:r w:rsidRPr="00B06F49">
        <w:rPr>
          <w:rFonts w:ascii="Courier New" w:hAnsi="Courier New" w:cs="Courier New"/>
          <w:sz w:val="16"/>
          <w:szCs w:val="16"/>
        </w:rPr>
        <w:tab/>
        <w:t>db 16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;touts:  db 32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;runq:</w:t>
      </w:r>
      <w:r w:rsidRPr="00B06F49">
        <w:rPr>
          <w:rFonts w:ascii="Courier New" w:hAnsi="Courier New" w:cs="Courier New"/>
          <w:sz w:val="16"/>
          <w:szCs w:val="16"/>
        </w:rPr>
        <w:tab/>
        <w:t>db 6 dup 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14/02/2014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Major Modification: Retro UNIX 8086 v1 feature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 Single level run queue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 (in order to solve sleep/wakeup lock)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runq:</w:t>
      </w:r>
      <w:r w:rsidRPr="00B06F49">
        <w:rPr>
          <w:rFonts w:ascii="Courier New" w:hAnsi="Courier New" w:cs="Courier New"/>
          <w:sz w:val="16"/>
          <w:szCs w:val="16"/>
        </w:rPr>
        <w:tab/>
        <w:t>dw 0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;wlist:</w:t>
      </w:r>
      <w:r w:rsidRPr="00B06F49">
        <w:rPr>
          <w:rFonts w:ascii="Courier New" w:hAnsi="Courier New" w:cs="Courier New"/>
          <w:sz w:val="16"/>
          <w:szCs w:val="16"/>
        </w:rPr>
        <w:tab/>
        <w:t>db 40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;cc:</w:t>
      </w:r>
      <w:r w:rsidRPr="00B06F49">
        <w:rPr>
          <w:rFonts w:ascii="Courier New" w:hAnsi="Courier New" w:cs="Courier New"/>
          <w:sz w:val="16"/>
          <w:szCs w:val="16"/>
        </w:rPr>
        <w:tab/>
        <w:t>db 30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;cf:</w:t>
      </w:r>
      <w:r w:rsidRPr="00B06F49">
        <w:rPr>
          <w:rFonts w:ascii="Courier New" w:hAnsi="Courier New" w:cs="Courier New"/>
          <w:sz w:val="16"/>
          <w:szCs w:val="16"/>
        </w:rPr>
        <w:tab/>
        <w:t>db 31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;cl_:</w:t>
      </w:r>
      <w:r w:rsidRPr="00B06F49">
        <w:rPr>
          <w:rFonts w:ascii="Courier New" w:hAnsi="Courier New" w:cs="Courier New"/>
          <w:sz w:val="16"/>
          <w:szCs w:val="16"/>
        </w:rPr>
        <w:tab/>
        <w:t>db 31 dup(0) ; cl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;clist:</w:t>
      </w:r>
      <w:r w:rsidRPr="00B06F49">
        <w:rPr>
          <w:rFonts w:ascii="Courier New" w:hAnsi="Courier New" w:cs="Courier New"/>
          <w:sz w:val="16"/>
          <w:szCs w:val="16"/>
        </w:rPr>
        <w:tab/>
        <w:t>db 510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imod: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db 0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smod: </w:t>
      </w:r>
      <w:r w:rsidRPr="00B06F49">
        <w:rPr>
          <w:rFonts w:ascii="Courier New" w:hAnsi="Courier New" w:cs="Courier New"/>
          <w:sz w:val="16"/>
          <w:szCs w:val="16"/>
        </w:rPr>
        <w:tab/>
        <w:t>db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mmod: </w:t>
      </w:r>
      <w:r w:rsidRPr="00B06F49">
        <w:rPr>
          <w:rFonts w:ascii="Courier New" w:hAnsi="Courier New" w:cs="Courier New"/>
          <w:sz w:val="16"/>
          <w:szCs w:val="16"/>
        </w:rPr>
        <w:tab/>
        <w:t>db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;uquant: db 0  ; 14/02/2014 --&gt; u.quant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sysflg: db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;pptiflg:db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;ttyoch: db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align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Retro Unix 8086 v1 features only !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31/07/2013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07/04/2013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rw: db 0 ;; Read/Write sign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07/08/2013 (reset in error routine)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mov word ptr [namei_r], 0 -&gt; namei_r = 0,  mkdir_w =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namei_r: db 0 ; the caller is 'namei' sign for 'dskr' (ES=CS)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01/08/2013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mkdir_w: db 0 ; the caller is 'mkdir' sign for 'dskw' (ES=CS)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align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09/04/2013 epoch variables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Retro UNIX 8086 v1 Prototype: UNIXCOPY.ASM, 10/03/2013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year: dw 1970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month: dw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day: dw 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hour: 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minute: 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second: 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DMonth: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31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59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90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120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151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181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212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243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273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304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dw 334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10/05/2013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int09h: ; BIOS INT 09h handler (original)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dw 0 ; offset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dw 0 ; segment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03/06/2013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p_time: dd 0 ; present time (for systime &amp; sysmdate)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04/12/2013  ('putc', 'write_tty' in U9.ASM)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crt_start: dw 0</w:t>
      </w:r>
      <w:r w:rsidRPr="00B06F49">
        <w:rPr>
          <w:rFonts w:ascii="Courier New" w:hAnsi="Courier New" w:cs="Courier New"/>
          <w:sz w:val="16"/>
          <w:szCs w:val="16"/>
        </w:rPr>
        <w:tab/>
        <w:t>; starting address in regen buffer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NOTE: active page only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cursor_posn: dw 8 dup(0) ; cursor positions for video pages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04/12/2013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active_page: ; = ptty  ('putc', 'write_tty' in U9.ASM)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10/05/2013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ptty: db 0 ; current tty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;nxtty: db 0 ; next tty (will be switched to)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16/07/2013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;getctty: db 0 ; for using in 'getc' routine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12/08/2013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;AltKeyDown: db 0 ; INT 09h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align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03/03/2014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Derived from IBM "pc-at"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 rombios source code (06/10/1985)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'dseg.inc'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;---------------------------------------;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SYSTEM DATA AREA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BIOS_BREAK</w:t>
      </w:r>
      <w:r w:rsidRPr="00B06F49">
        <w:rPr>
          <w:rFonts w:ascii="Courier New" w:hAnsi="Courier New" w:cs="Courier New"/>
          <w:sz w:val="16"/>
          <w:szCs w:val="16"/>
        </w:rPr>
        <w:tab/>
        <w:t>db</w:t>
      </w:r>
      <w:r w:rsidRPr="00B06F49">
        <w:rPr>
          <w:rFonts w:ascii="Courier New" w:hAnsi="Courier New" w:cs="Courier New"/>
          <w:sz w:val="16"/>
          <w:szCs w:val="16"/>
        </w:rPr>
        <w:tab/>
        <w:t>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BIT 7=1 IF BREAK KEY HAS BEEN PRESSED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KEYBOARD DATA AREAS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KB_FLAG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db</w:t>
      </w:r>
      <w:r w:rsidRPr="00B06F49">
        <w:rPr>
          <w:rFonts w:ascii="Courier New" w:hAnsi="Courier New" w:cs="Courier New"/>
          <w:sz w:val="16"/>
          <w:szCs w:val="16"/>
        </w:rPr>
        <w:tab/>
        <w:t>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KEYBOARD SHIFT STATE AND STATUS FLAGS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KB_FLAG_1</w:t>
      </w:r>
      <w:r w:rsidRPr="00B06F49">
        <w:rPr>
          <w:rFonts w:ascii="Courier New" w:hAnsi="Courier New" w:cs="Courier New"/>
          <w:sz w:val="16"/>
          <w:szCs w:val="16"/>
        </w:rPr>
        <w:tab/>
        <w:t>db</w:t>
      </w:r>
      <w:r w:rsidRPr="00B06F49">
        <w:rPr>
          <w:rFonts w:ascii="Courier New" w:hAnsi="Courier New" w:cs="Courier New"/>
          <w:sz w:val="16"/>
          <w:szCs w:val="16"/>
        </w:rPr>
        <w:tab/>
        <w:t>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SECOND BYTE OF KEYBOARD STATUS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KB_FLAG_2</w:t>
      </w:r>
      <w:r w:rsidRPr="00B06F49">
        <w:rPr>
          <w:rFonts w:ascii="Courier New" w:hAnsi="Courier New" w:cs="Courier New"/>
          <w:sz w:val="16"/>
          <w:szCs w:val="16"/>
        </w:rPr>
        <w:tab/>
        <w:t>db</w:t>
      </w:r>
      <w:r w:rsidRPr="00B06F49">
        <w:rPr>
          <w:rFonts w:ascii="Courier New" w:hAnsi="Courier New" w:cs="Courier New"/>
          <w:sz w:val="16"/>
          <w:szCs w:val="16"/>
        </w:rPr>
        <w:tab/>
        <w:t>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KEYBOARD LED FLAGS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KB_FLAG_3</w:t>
      </w:r>
      <w:r w:rsidRPr="00B06F49">
        <w:rPr>
          <w:rFonts w:ascii="Courier New" w:hAnsi="Courier New" w:cs="Courier New"/>
          <w:sz w:val="16"/>
          <w:szCs w:val="16"/>
        </w:rPr>
        <w:tab/>
        <w:t>db</w:t>
      </w:r>
      <w:r w:rsidRPr="00B06F49">
        <w:rPr>
          <w:rFonts w:ascii="Courier New" w:hAnsi="Courier New" w:cs="Courier New"/>
          <w:sz w:val="16"/>
          <w:szCs w:val="16"/>
        </w:rPr>
        <w:tab/>
        <w:t>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KEYBOARD MODE STATE AND TYPE FLAGS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ALT_INPUT</w:t>
      </w:r>
      <w:r w:rsidRPr="00B06F49">
        <w:rPr>
          <w:rFonts w:ascii="Courier New" w:hAnsi="Courier New" w:cs="Courier New"/>
          <w:sz w:val="16"/>
          <w:szCs w:val="16"/>
        </w:rPr>
        <w:tab/>
        <w:t>db</w:t>
      </w:r>
      <w:r w:rsidRPr="00B06F49">
        <w:rPr>
          <w:rFonts w:ascii="Courier New" w:hAnsi="Courier New" w:cs="Courier New"/>
          <w:sz w:val="16"/>
          <w:szCs w:val="16"/>
        </w:rPr>
        <w:tab/>
        <w:t>0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; STORAGE FOR ALTERNATE KEY PAD ENTRY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BUFFER_START</w:t>
      </w:r>
      <w:r w:rsidRPr="00B06F49">
        <w:rPr>
          <w:rFonts w:ascii="Courier New" w:hAnsi="Courier New" w:cs="Courier New"/>
          <w:sz w:val="16"/>
          <w:szCs w:val="16"/>
        </w:rPr>
        <w:tab/>
        <w:t>dW</w:t>
      </w:r>
      <w:r w:rsidRPr="00B06F49">
        <w:rPr>
          <w:rFonts w:ascii="Courier New" w:hAnsi="Courier New" w:cs="Courier New"/>
          <w:sz w:val="16"/>
          <w:szCs w:val="16"/>
        </w:rPr>
        <w:tab/>
        <w:t>offset KB_BUFFER ; OFFSET OF KEYBOARD BUFFER START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BUFFER_END</w:t>
      </w:r>
      <w:r w:rsidRPr="00B06F49">
        <w:rPr>
          <w:rFonts w:ascii="Courier New" w:hAnsi="Courier New" w:cs="Courier New"/>
          <w:sz w:val="16"/>
          <w:szCs w:val="16"/>
        </w:rPr>
        <w:tab/>
        <w:t>dW</w:t>
      </w:r>
      <w:r w:rsidRPr="00B06F49">
        <w:rPr>
          <w:rFonts w:ascii="Courier New" w:hAnsi="Courier New" w:cs="Courier New"/>
          <w:sz w:val="16"/>
          <w:szCs w:val="16"/>
        </w:rPr>
        <w:tab/>
        <w:t>offset KB_BUFFER + 32 ; OFFSET OF END OF BUFFER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BUFFER_HEAD</w:t>
      </w:r>
      <w:r w:rsidRPr="00B06F49">
        <w:rPr>
          <w:rFonts w:ascii="Courier New" w:hAnsi="Courier New" w:cs="Courier New"/>
          <w:sz w:val="16"/>
          <w:szCs w:val="16"/>
        </w:rPr>
        <w:tab/>
        <w:t>dw</w:t>
      </w:r>
      <w:r w:rsidRPr="00B06F49">
        <w:rPr>
          <w:rFonts w:ascii="Courier New" w:hAnsi="Courier New" w:cs="Courier New"/>
          <w:sz w:val="16"/>
          <w:szCs w:val="16"/>
        </w:rPr>
        <w:tab/>
        <w:t>offset KB_BUFFER ; POINTER TO HEAD OF KEYBOARD BUFFER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BUFFER_TAIL</w:t>
      </w:r>
      <w:r w:rsidRPr="00B06F49">
        <w:rPr>
          <w:rFonts w:ascii="Courier New" w:hAnsi="Courier New" w:cs="Courier New"/>
          <w:sz w:val="16"/>
          <w:szCs w:val="16"/>
        </w:rPr>
        <w:tab/>
        <w:t>dw</w:t>
      </w:r>
      <w:r w:rsidRPr="00B06F49">
        <w:rPr>
          <w:rFonts w:ascii="Courier New" w:hAnsi="Courier New" w:cs="Courier New"/>
          <w:sz w:val="16"/>
          <w:szCs w:val="16"/>
        </w:rPr>
        <w:tab/>
        <w:t>offset KB_BUFFER ; POINTER TO TAIL OF KEYBOARD BUFFER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------</w:t>
      </w:r>
      <w:r w:rsidRPr="00B06F49">
        <w:rPr>
          <w:rFonts w:ascii="Courier New" w:hAnsi="Courier New" w:cs="Courier New"/>
          <w:sz w:val="16"/>
          <w:szCs w:val="16"/>
        </w:rPr>
        <w:tab/>
        <w:t>HEAD = TAIL</w:t>
      </w:r>
      <w:r w:rsidRPr="00B06F49">
        <w:rPr>
          <w:rFonts w:ascii="Courier New" w:hAnsi="Courier New" w:cs="Courier New"/>
          <w:sz w:val="16"/>
          <w:szCs w:val="16"/>
        </w:rPr>
        <w:tab/>
        <w:t>INDICATES THAT THE BUFFER IS EMPTY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KB_BUFFER</w:t>
      </w:r>
      <w:r w:rsidRPr="00B06F49">
        <w:rPr>
          <w:rFonts w:ascii="Courier New" w:hAnsi="Courier New" w:cs="Courier New"/>
          <w:sz w:val="16"/>
          <w:szCs w:val="16"/>
        </w:rPr>
        <w:tab/>
        <w:t>dw</w:t>
      </w:r>
      <w:r w:rsidRPr="00B06F49">
        <w:rPr>
          <w:rFonts w:ascii="Courier New" w:hAnsi="Courier New" w:cs="Courier New"/>
          <w:sz w:val="16"/>
          <w:szCs w:val="16"/>
        </w:rPr>
        <w:tab/>
        <w:t>16 DUP (0)</w:t>
      </w:r>
      <w:r w:rsidRPr="00B06F49">
        <w:rPr>
          <w:rFonts w:ascii="Courier New" w:hAnsi="Courier New" w:cs="Courier New"/>
          <w:sz w:val="16"/>
          <w:szCs w:val="16"/>
        </w:rPr>
        <w:tab/>
        <w:t>; ROOM FOR 15 SCAN CODE ENTRIES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;align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26/01/2014 'ttyl' lock table instead of 'ttyr' and 'ttyw'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16/08/2013 'ttypt' owner table -&gt; 'ttyr', 'ttyw' lock table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byte ptr [BX]+ttyl = owner/lock for read/write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(process number = locked, 0 = unlocked/free)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byte ptr [BX]+ttyr+1 = count of open for read&amp;write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>(0 = free, &gt;0 = in use)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Retro UNIX 8086 v1 feature only!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(26/01/2014)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(13/01/2014)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06/12/2013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&lt;&lt;&lt;Major modification on TTY procedures&gt;&gt;&gt;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;;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Console TTY for process 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  'sys fork' system call sets/copies parent process's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  console TTY number as child process's console TTY number.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It is a zero based number (0 to 9) which is hold in 'p.ttyc'.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Console TTY setting can be changed by 'sys stty' system call.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Recent TTY for process: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Recent TTY number during the last TTY read/write routine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by process. 'u.ttyp' (word pointer) is used for that purpose.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TTY num. of the last TTY Read is stored in low byte of 'u.ttyp'.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TTY num. of the last TTY write is stored in high byte of 'u.ttyp.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TTY 'Open' conditions: (06/12/2013 &lt;--- 16/08/2013)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  1) A process can open a free/unlocked tty or a tty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which is locked by it or it's parent process. (13/01/2014)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(Open count is increased by 1 while a new instance of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tty is being open.)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  2) The caller/process locks a tty if it is unlocked/free.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  3) TTY open procedure sets 'u.ttyp' to related tty number + 1.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Open for read procedure sets the low byte and open for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write procedure sets the high byte.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NOTE: TTY read and write procedures change these recent tty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(u.ttyp) values. (06/12/2013)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TTY 'close' conditions: (16/08/2013)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  1) A tty is unlocked if it's open count becomes zero while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closing it. (26/01/2014)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(Open count is decreased by 1 when the instance of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tty is closed.)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    2) TTY close procedure resets low byte or high byte of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'u.ttyp' if it was set to related tty number + 1.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Open for read procedure resets the low byte and open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for write procedure resets the high byte. (06/12/2013)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NOTE: 'tty' functionality of 'Retro UNIX 8086 v1' is almost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different than original UNIX v1 (also v1 to recent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unix sys v versions). Above logic/methods is/are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developed by Erdogan Tan, for keeping 'multi screen',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'multi tasking' ability of 'Retro UNIX 8086 v1' (tty and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process switching by 'ALT + Function keys' and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for ensuring proper/stable process separation between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pseudo TTYs and serial ports).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09/07/2014 (tty8, tty9)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24/09/2013 (tty0 to tty7)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ttychr: ; (0 to 9)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dw ntty+2 dup(0) ; ascii (lb) &amp; scan code (hb) of keys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; per every pseudo tty (video page)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26/01/2014 'ttyl' lock table instead of 'ttyr' and 'ttyw'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13/01/2014 (COM1 &amp; COM2 have been added to pseudo TTYs)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(ntty -&gt; ntty + 2)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16/08/2013 (open mode locks for pseudo TTYs)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[ major tty locks (return error in any conflicts) ]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ttyl: ; Retro UNIX 8086 v1 feature only !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dw ntty+2 dup(0) ; opening locks for TTYs.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22/09/2013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wlist: db ntty+2 dup(0) ; wait channel list (0 to 9 for TTYs)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27/07/2014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tsleep: dw 0 ; Transmit sleep sign for port processes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     ; which use serial ports (COM1, COM2) as tty.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16/07/2013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tty (keyboard) process/owner table (ttypt)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;ttypt: db ntty*2 dup(0)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12/07/2014 -&gt; communication status data is not needed here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      &lt;cancel&gt;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16/07/2013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21/05/2013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;;com_stat: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13/01/2014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;;com1_stat: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db 0 ; COM1 line status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db 0 ; COM1 modem status</w:t>
      </w:r>
      <w:r w:rsidRPr="00B06F49">
        <w:rPr>
          <w:rFonts w:ascii="Courier New" w:hAnsi="Courier New" w:cs="Courier New"/>
          <w:sz w:val="16"/>
          <w:szCs w:val="16"/>
        </w:rPr>
        <w:tab/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;;com2_stat: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db 0 ; COM2 line status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 db 0 ; COM2 modem status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16/08/2013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Communication parameters for serial ports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Retro UNIX 8086 v1 default: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   11100011b ; E3h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;; (111) Baud rate: 9600, (00) parity: none,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;; (0) stop bits: 1, (11) word length: 8 bits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NOTE: Default value (E3h) will be set again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after an initalization error, even if 'sys stty'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system call changes the value before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an initialization error in tty 'open' routine.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(Serial port initialization is performed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when a tty 'open' routine runs for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 COM1 or COM2 while the tty is free/closed.)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 12/07/2014 -&gt; sp_init set comm. parameters as 0E3h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;; 0 means serial port is not available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;;comprm: ; 25/06/2014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com1p: db 0  ;;0E3h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com2p: db 0  ;;0E3h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;Buffer: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;db ntty*140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;db nbuf*520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align 8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dd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Buffer:</w:t>
      </w:r>
      <w:r w:rsidRPr="00B06F49">
        <w:rPr>
          <w:rFonts w:ascii="Courier New" w:hAnsi="Courier New" w:cs="Courier New"/>
          <w:sz w:val="16"/>
          <w:szCs w:val="16"/>
        </w:rPr>
        <w:tab/>
        <w:t xml:space="preserve"> ; Retro UNIX 8086 v1 modification !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nbuf*516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;user: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u: db 64 dup (0)  ; (Original Unix v1 'user' structure has 62 bytes)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14/07/2013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kernel_init_err_msg: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0Dh, 0Ah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07h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'Kernel initialization ERROR !'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 xml:space="preserve">db 0Dh, 0Ah, 0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kernel_init_ok_msg: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07h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'Welcome to Retro UNIX 8086 v1 Operating System !'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0Dh, 0Ah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db 'by Erdogan Tan - 15/04/2015'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0Dh, 0Ah,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panic_msg: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0Dh, 0Ah, 07h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'ERROR: Kernel Panic !'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0Dh, 0Ah,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etc_init_err_msg: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0Dh, 0Ah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07h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'ERROR: /etc/init !?'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  <w:t>db 0Dh, 0Ah, 0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align 2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sstack: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</w:t>
      </w:r>
      <w:r w:rsidRPr="00B06F49">
        <w:rPr>
          <w:rFonts w:ascii="Courier New" w:hAnsi="Courier New" w:cs="Courier New"/>
          <w:sz w:val="16"/>
          <w:szCs w:val="16"/>
        </w:rPr>
        <w:tab/>
        <w:t>db 256 dup(0)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10/12/2013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'Enable Multi Tasking' system call (sys emt)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(time-out enabling/disabling functionality)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has been added to Retro UNIX 8086 v1 Kernel (in U1.ASM)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SizeOfFile equ $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 08/03/2014 (system systack size = 256 - 64)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sstack</w:t>
      </w:r>
      <w:r w:rsidRPr="00B06F49">
        <w:rPr>
          <w:rFonts w:ascii="Courier New" w:hAnsi="Courier New" w:cs="Courier New"/>
          <w:sz w:val="16"/>
          <w:szCs w:val="16"/>
        </w:rPr>
        <w:tab/>
        <w:t>equ SizeOfFile + 256 - 64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;sstack</w:t>
      </w:r>
      <w:r w:rsidRPr="00B06F49">
        <w:rPr>
          <w:rFonts w:ascii="Courier New" w:hAnsi="Courier New" w:cs="Courier New"/>
          <w:sz w:val="16"/>
          <w:szCs w:val="16"/>
        </w:rPr>
        <w:tab/>
        <w:t>equ SizeOfFile + 256 ; 24/07/2013</w:t>
      </w:r>
      <w:r w:rsidRPr="00B06F49">
        <w:rPr>
          <w:rFonts w:ascii="Courier New" w:hAnsi="Courier New" w:cs="Courier New"/>
          <w:sz w:val="16"/>
          <w:szCs w:val="16"/>
        </w:rPr>
        <w:tab/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       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>UNIX</w:t>
      </w:r>
      <w:r w:rsidRPr="00B06F49">
        <w:rPr>
          <w:rFonts w:ascii="Courier New" w:hAnsi="Courier New" w:cs="Courier New"/>
          <w:sz w:val="16"/>
          <w:szCs w:val="16"/>
        </w:rPr>
        <w:tab/>
        <w:t>ends</w:t>
      </w: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B22BA" w:rsidRPr="00B06F49" w:rsidRDefault="008B22BA" w:rsidP="00B06F4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06F49">
        <w:rPr>
          <w:rFonts w:ascii="Courier New" w:hAnsi="Courier New" w:cs="Courier New"/>
          <w:sz w:val="16"/>
          <w:szCs w:val="16"/>
        </w:rPr>
        <w:t xml:space="preserve">        end  START</w:t>
      </w:r>
    </w:p>
    <w:sectPr w:rsidR="008B22BA" w:rsidRPr="00B06F49" w:rsidSect="00067624">
      <w:headerReference w:type="default" r:id="rId6"/>
      <w:footerReference w:type="default" r:id="rId7"/>
      <w:pgSz w:w="11906" w:h="16838" w:code="9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2BA" w:rsidRDefault="008B22BA" w:rsidP="00585146">
      <w:pPr>
        <w:spacing w:after="0" w:line="240" w:lineRule="auto"/>
      </w:pPr>
      <w:r>
        <w:separator/>
      </w:r>
    </w:p>
  </w:endnote>
  <w:endnote w:type="continuationSeparator" w:id="0">
    <w:p w:rsidR="008B22BA" w:rsidRDefault="008B22BA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BA" w:rsidRPr="00D066FE" w:rsidRDefault="008B22BA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File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D066FE">
      <w:rPr>
        <w:i/>
        <w:sz w:val="16"/>
        <w:szCs w:val="16"/>
      </w:rPr>
      <w:fldChar w:fldCharType="end"/>
    </w:r>
  </w:p>
  <w:p w:rsidR="008B22BA" w:rsidRDefault="008B22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2BA" w:rsidRDefault="008B22BA" w:rsidP="00585146">
      <w:pPr>
        <w:spacing w:after="0" w:line="240" w:lineRule="auto"/>
      </w:pPr>
      <w:r>
        <w:separator/>
      </w:r>
    </w:p>
  </w:footnote>
  <w:footnote w:type="continuationSeparator" w:id="0">
    <w:p w:rsidR="008B22BA" w:rsidRDefault="008B22BA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2660"/>
      <w:gridCol w:w="721"/>
    </w:tblGrid>
    <w:tr w:rsidR="008B22BA" w:rsidRPr="006A45A8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8B22BA" w:rsidRPr="00585146" w:rsidRDefault="008B22BA" w:rsidP="00F025DC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 xml:space="preserve">Retro UNIX 8086 v1 </w:t>
          </w:r>
          <w:r w:rsidRPr="00585146">
            <w:rPr>
              <w:rFonts w:ascii="Cambria" w:hAnsi="Cambria"/>
            </w:rPr>
            <w:t xml:space="preserve">/ </w:t>
          </w:r>
          <w:r>
            <w:rPr>
              <w:rFonts w:ascii="Cambria" w:hAnsi="Cambria"/>
            </w:rPr>
            <w:t>unix</w:t>
          </w:r>
          <w:r w:rsidRPr="00585146">
            <w:rPr>
              <w:rFonts w:ascii="Cambria" w:hAnsi="Cambria"/>
            </w:rPr>
            <w:t>.</w:t>
          </w:r>
          <w:r>
            <w:rPr>
              <w:rFonts w:ascii="Cambria" w:hAnsi="Cambria"/>
            </w:rPr>
            <w:t>asm</w:t>
          </w:r>
        </w:p>
      </w:tc>
      <w:tc>
        <w:tcPr>
          <w:tcW w:w="721" w:type="dxa"/>
          <w:shd w:val="clear" w:color="auto" w:fill="C0504D"/>
          <w:vAlign w:val="center"/>
        </w:tcPr>
        <w:p w:rsidR="008B22BA" w:rsidRPr="006A45A8" w:rsidRDefault="008B22BA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B06F49">
              <w:rPr>
                <w:noProof/>
                <w:color w:val="FFFFFF"/>
              </w:rPr>
              <w:t>1</w:t>
            </w:r>
          </w:fldSimple>
        </w:p>
      </w:tc>
    </w:tr>
  </w:tbl>
  <w:p w:rsidR="008B22BA" w:rsidRPr="00585146" w:rsidRDefault="008B22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67624"/>
    <w:rsid w:val="000A7750"/>
    <w:rsid w:val="00111FD6"/>
    <w:rsid w:val="00156AC7"/>
    <w:rsid w:val="001C2484"/>
    <w:rsid w:val="001C66DC"/>
    <w:rsid w:val="001D7886"/>
    <w:rsid w:val="0021702A"/>
    <w:rsid w:val="00241798"/>
    <w:rsid w:val="00247979"/>
    <w:rsid w:val="002B7B83"/>
    <w:rsid w:val="002D0DDF"/>
    <w:rsid w:val="003B2F25"/>
    <w:rsid w:val="004101F7"/>
    <w:rsid w:val="004A1312"/>
    <w:rsid w:val="004F14FA"/>
    <w:rsid w:val="004F4AC6"/>
    <w:rsid w:val="00504125"/>
    <w:rsid w:val="00513716"/>
    <w:rsid w:val="00585146"/>
    <w:rsid w:val="005930DE"/>
    <w:rsid w:val="006A45A8"/>
    <w:rsid w:val="006A4BC9"/>
    <w:rsid w:val="006B749E"/>
    <w:rsid w:val="006C1E21"/>
    <w:rsid w:val="008B22BA"/>
    <w:rsid w:val="00A7151A"/>
    <w:rsid w:val="00A8228B"/>
    <w:rsid w:val="00AC5558"/>
    <w:rsid w:val="00AD48CD"/>
    <w:rsid w:val="00B06F49"/>
    <w:rsid w:val="00B707BB"/>
    <w:rsid w:val="00C01F65"/>
    <w:rsid w:val="00C25449"/>
    <w:rsid w:val="00C96ECB"/>
    <w:rsid w:val="00D066FE"/>
    <w:rsid w:val="00F025DC"/>
    <w:rsid w:val="00FC7B7E"/>
    <w:rsid w:val="00FD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13</Pages>
  <Words>3990</Words>
  <Characters>22747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unix.asm</dc:title>
  <dc:subject/>
  <dc:creator>erdogan.tan</dc:creator>
  <cp:keywords/>
  <dc:description/>
  <cp:lastModifiedBy>Erdoğan Tan</cp:lastModifiedBy>
  <cp:revision>5</cp:revision>
  <cp:lastPrinted>2014-08-28T11:16:00Z</cp:lastPrinted>
  <dcterms:created xsi:type="dcterms:W3CDTF">2014-08-28T11:17:00Z</dcterms:created>
  <dcterms:modified xsi:type="dcterms:W3CDTF">2015-04-15T19:27:00Z</dcterms:modified>
</cp:coreProperties>
</file>