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DF" w:rsidRPr="004A5A7B" w:rsidRDefault="00ED60DF" w:rsidP="004A5A7B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A5A7B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U1.ASM (include u1.asm) //// UNIX v1 -&gt; u1.s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(11/03/2013)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[ Last Modification: 12/07/2014 ] ;;; completed ;;;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11/06/2014, 26/06/2014, 04/07/2014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07/03/2014, 10/04/2014, 15/04/2014, 22/04/2014, 30/04/2014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18/01/2014, 26/01/2014, 05/02/2014, 14/02/2014, 23/02/2014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12/01/2014, 13/01/2014, 14/01/2014, 16/01/2014, 17/01/2014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; 18/11/2013, 04/12/2013, 06/12/2013, 07/12/2013, 10/12/2013 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20/10/2013, 23/10/2013, 24/10/2013, 30/10/2013, 04/11/2013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03/09/2013, 16/09/2013, 17/09/2013, 22/09/2013, 29/09/2013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14/08/2013, 18/08/2013, 19/08/2013, 21/08/2013, 30/08/2013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26/07/2013, 02/08/2013, 07/08/2013, 08/08/2013, 11/08/2013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15/07/2013, 16/07/2013, 22/07/2013, 23/07/2013, 24/07/2013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; 27/05/2013, 30/05/2013, 02/06/2013, 03/06/2013, 14/07/2013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20/05/2013, 22/05/2013, 23/05/2013, 24/05/2013, 26/05/2013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26/04/2013, 04/05/2013, 09/05/2013, 15/05/2013, 16/05/2013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; 11/03/2013, 10/04/2013, 16/04/2013, 17/04/2013, 19/04/2013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;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unkni: ; / used for all system calls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sysent: ; &lt; enter to system call 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18/01/2014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26/07/2013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14/07/2013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16/04/2013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10/04/2013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'unkni' or 'sysent' is sytem entry from various traps.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The trap type is determined and an indirect jump is made to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the appropriate system call handler. If there is a trap inside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the system a jump to panic is made. All user registers are saved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and u.sp points to the end of the users stack. The sys (trap)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instructor is decoded to get the the system code part (see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trap instruction in the PDP-11 handbook) and from this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the indirect jump address is calculated. If a bad system call is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made, i.e., the limits of the jump table are exceeded, 'badsys'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is called. If the call is legitimate control passes to the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appropriate system routine.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Through a trap caused by any sys call outside the system.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Arguments of particular system call.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System call number is in AX register.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Other parameters are in DX, BX, CX, SI, DI, BP registers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depending of function details.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</w:t>
      </w: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16/04/2013 segment changing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cs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ds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byte ptr [sysflg]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incb sysflg / indicate a system routine is in progress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sti ; 18/01/2014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jnz     panic 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;jz</w:t>
      </w:r>
      <w:r w:rsidRPr="00445E85">
        <w:rPr>
          <w:rFonts w:ascii="Courier New" w:hAnsi="Courier New" w:cs="Courier New"/>
          <w:sz w:val="16"/>
          <w:szCs w:val="16"/>
        </w:rPr>
        <w:tab/>
        <w:t>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beq </w:t>
      </w:r>
      <w:smartTag w:uri="urn:schemas-microsoft-com:office:smarttags" w:element="metricconverter">
        <w:smartTagPr>
          <w:attr w:name="ProductID" w:val="1f"/>
        </w:smartTagPr>
        <w:r w:rsidRPr="00445E85">
          <w:rPr>
            <w:rFonts w:ascii="Courier New" w:hAnsi="Courier New" w:cs="Courier New"/>
            <w:sz w:val="16"/>
            <w:szCs w:val="16"/>
          </w:rPr>
          <w:t>1f</w:t>
        </w:r>
      </w:smartTag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;jmp</w:t>
      </w:r>
      <w:r w:rsidRPr="00445E85">
        <w:rPr>
          <w:rFonts w:ascii="Courier New" w:hAnsi="Courier New" w:cs="Courier New"/>
          <w:sz w:val="16"/>
          <w:szCs w:val="16"/>
        </w:rPr>
        <w:tab/>
        <w:t>short panic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jmp panic ; / called if trap inside system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 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[u.r0],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[u.usp], sp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16/04/2013 stack segment changing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ax, 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445E85">
        <w:rPr>
          <w:rFonts w:ascii="Courier New" w:hAnsi="Courier New" w:cs="Courier New"/>
          <w:sz w:val="16"/>
          <w:szCs w:val="16"/>
        </w:rPr>
        <w:tab/>
        <w:t>word ptr [u.segmnt],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cs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;;;mov</w:t>
      </w:r>
      <w:r w:rsidRPr="00445E85">
        <w:rPr>
          <w:rFonts w:ascii="Courier New" w:hAnsi="Courier New" w:cs="Courier New"/>
          <w:sz w:val="16"/>
          <w:szCs w:val="16"/>
        </w:rPr>
        <w:tab/>
        <w:t>es, ax ; 14/07/2013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cli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sp, sstack ; offset sstack ; swap stack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; (System/Kernel stack in Retro UNIX 8086 v1 !)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ss, ax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sti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445E85">
        <w:rPr>
          <w:rFonts w:ascii="Courier New" w:hAnsi="Courier New" w:cs="Courier New"/>
          <w:sz w:val="16"/>
          <w:szCs w:val="16"/>
        </w:rPr>
        <w:tab/>
        <w:t>word ptr [u.usp] ; user's stack pointer (old sp)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; which points to top of user's stack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; (Retro UNIX 8086 v1 modification!)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di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bp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[u.sp_], sp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;;mov</w:t>
      </w:r>
      <w:r w:rsidRPr="00445E85">
        <w:rPr>
          <w:rFonts w:ascii="Courier New" w:hAnsi="Courier New" w:cs="Courier New"/>
          <w:sz w:val="16"/>
          <w:szCs w:val="16"/>
        </w:rPr>
        <w:tab/>
        <w:t>ax, word ptr [s.syst+2]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;;mov</w:t>
      </w:r>
      <w:r w:rsidRPr="00445E85">
        <w:rPr>
          <w:rFonts w:ascii="Courier New" w:hAnsi="Courier New" w:cs="Courier New"/>
          <w:sz w:val="16"/>
          <w:szCs w:val="16"/>
        </w:rPr>
        <w:tab/>
        <w:t>word ptr [clockp],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$s.syst+2,clockp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r0,-(sp) / save user registers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sp,u.r0 / pointer to bottom of users stack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; / in u.r0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r1,-(sp)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r2,-(sp)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r3,-(sp)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r4,-(sp)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r5,-(sp)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ac,-(sp) / "accumulator" register for extended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  ; / arithmetic unit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mq,-(sp) / "multiplier quotient" register for the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  ; / extended arithmetic unit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sc,-(sp) / "step count" register for the extended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  ; / arithmetic unit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sp,u.sp / u.sp points to top of users stack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18.(sp),r0 / store pc in r0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-(r0),r0 / sys inst in r0      10400xxx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sub $sys,r0 / get xxx code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word ptr [u.r0]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shl</w:t>
      </w:r>
      <w:r w:rsidRPr="00445E85">
        <w:rPr>
          <w:rFonts w:ascii="Courier New" w:hAnsi="Courier New" w:cs="Courier New"/>
          <w:sz w:val="16"/>
          <w:szCs w:val="16"/>
        </w:rPr>
        <w:tab/>
        <w:t>ax,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asl r0 / multiply by 2 to jump indirect in bytes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ax, offset @f - offset syscalls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 r0,$2f-</w:t>
      </w:r>
      <w:smartTag w:uri="urn:schemas-microsoft-com:office:smarttags" w:element="metricconverter">
        <w:smartTagPr>
          <w:attr w:name="ProductID" w:val="1f"/>
        </w:smartTagPr>
        <w:r w:rsidRPr="00445E85">
          <w:rPr>
            <w:rFonts w:ascii="Courier New" w:hAnsi="Courier New" w:cs="Courier New"/>
            <w:sz w:val="16"/>
            <w:szCs w:val="16"/>
          </w:rPr>
          <w:t>1f</w:t>
        </w:r>
      </w:smartTag>
      <w:r w:rsidRPr="00445E85">
        <w:rPr>
          <w:rFonts w:ascii="Courier New" w:hAnsi="Courier New" w:cs="Courier New"/>
          <w:sz w:val="16"/>
          <w:szCs w:val="16"/>
        </w:rPr>
        <w:t xml:space="preserve"> / limit of table (35) exceeded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;jnb</w:t>
      </w:r>
      <w:r w:rsidRPr="00445E85">
        <w:rPr>
          <w:rFonts w:ascii="Courier New" w:hAnsi="Courier New" w:cs="Courier New"/>
          <w:sz w:val="16"/>
          <w:szCs w:val="16"/>
        </w:rPr>
        <w:tab/>
        <w:t>short badsys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bhis badsys / yes, bad system call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pushf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  <w:t>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45E85">
        <w:rPr>
          <w:rFonts w:ascii="Courier New" w:hAnsi="Courier New" w:cs="Courier New"/>
          <w:sz w:val="16"/>
          <w:szCs w:val="16"/>
        </w:rPr>
        <w:tab/>
        <w:t>bp, word ptr [u.usp]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26/07/2013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ax, 0FFFEh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al, 0FEh ; 11111110b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adc</w:t>
      </w:r>
      <w:r w:rsidRPr="00445E85">
        <w:rPr>
          <w:rFonts w:ascii="Courier New" w:hAnsi="Courier New" w:cs="Courier New"/>
          <w:sz w:val="16"/>
          <w:szCs w:val="16"/>
        </w:rPr>
        <w:tab/>
        <w:t>al, 0 ; al = al + cf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;and</w:t>
      </w:r>
      <w:r w:rsidRPr="00445E85">
        <w:rPr>
          <w:rFonts w:ascii="Courier New" w:hAnsi="Courier New" w:cs="Courier New"/>
          <w:sz w:val="16"/>
          <w:szCs w:val="16"/>
        </w:rPr>
        <w:tab/>
        <w:t>word ptr ES:[BP]+4, ax ; flags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;;mov</w:t>
      </w:r>
      <w:r w:rsidRPr="00445E85">
        <w:rPr>
          <w:rFonts w:ascii="Courier New" w:hAnsi="Courier New" w:cs="Courier New"/>
          <w:sz w:val="16"/>
          <w:szCs w:val="16"/>
        </w:rPr>
        <w:tab/>
        <w:t>ax, word ptr [u.segmnt]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;;mov </w:t>
      </w:r>
      <w:r w:rsidRPr="00445E85">
        <w:rPr>
          <w:rFonts w:ascii="Courier New" w:hAnsi="Courier New" w:cs="Courier New"/>
          <w:sz w:val="16"/>
          <w:szCs w:val="16"/>
        </w:rPr>
        <w:tab/>
        <w:t>es, ax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>byte ptr ES:[BP]+4, al ; flags (reset carry flag)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bic $341,20.(sp) / set users processor priority to 0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; / and clear carry bit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ds ; 14/07/2013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es, ax ; 17/07/2013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;pop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bp,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;shr </w:t>
      </w:r>
      <w:r w:rsidRPr="00445E85">
        <w:rPr>
          <w:rFonts w:ascii="Courier New" w:hAnsi="Courier New" w:cs="Courier New"/>
          <w:sz w:val="16"/>
          <w:szCs w:val="16"/>
        </w:rPr>
        <w:tab/>
        <w:t>ax,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bp ;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ax, word ptr [u.r0]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jc      badsys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word ptr [u.r0]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system call registers: AX, DX, CX, BX, SI, DI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word ptr [BP]+syscalls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jmp *1f(r0) / jump indirect thru table of addresses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 ; / to proper system routine.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syscalls: ; 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sysrele ; /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sysexit ; /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sysfork ; / 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sysread ; / 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syswrite ; / 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sysopen ; / 5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sysclose ; / 6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syswait ; / 7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syscreat ; / 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syslink ; / 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sysunlink ; / 10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sysexec ; / 11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syschdir ; / 12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systime ; / 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sysmkdir ; / 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syschmod ; / 15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syschown ; / 16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sysbreak ; / 17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sysstat ; / 18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sysseek ; / 19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systell ; / 20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sysmount ; / 21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sysumount ; / 22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syssetuid ; / 23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sysgetuid ; / 24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sysstime ; / 25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sysquit ; / 26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sysintr ; / 27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sysfstat ; / 28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sysemt ; / 29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sysmdate ; / 30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sysstty ; / 31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sysgtty ; / 32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sysilgins ; / 33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dw offset syssleep ; 34 ; Retro UNIX 8086 v1 feature only 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11/06/2014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 ;2: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error: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07/08/2013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26/05/2013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22/05/2013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18/04/2013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10/04/2013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'error' merely sets the error bit off the processor status (c-bit)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then falls right into the 'sysret', 'sysrele' return sequence.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 -&gt; none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 -&gt;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processor status - carry (c) bit is set (means error)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26/05/2013 (Stack pointer must be reset here!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Because, jumps to error procedure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disrupts push-pop nesting balance)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sp, word ptr [u.sp_]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     bp, sp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u.sp,r1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     bx, word ptr [BP]+12 ; user's stack pointer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word ptr [u.segmnt]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es,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;;push</w:t>
      </w:r>
      <w:r w:rsidRPr="00445E85">
        <w:rPr>
          <w:rFonts w:ascii="Courier New" w:hAnsi="Courier New" w:cs="Courier New"/>
          <w:sz w:val="16"/>
          <w:szCs w:val="16"/>
        </w:rPr>
        <w:tab/>
        <w:t>ds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;;mov</w:t>
      </w:r>
      <w:r w:rsidRPr="00445E85">
        <w:rPr>
          <w:rFonts w:ascii="Courier New" w:hAnsi="Courier New" w:cs="Courier New"/>
          <w:sz w:val="16"/>
          <w:szCs w:val="16"/>
        </w:rPr>
        <w:tab/>
        <w:t>ds,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;;; word ptr ES:[BX] -&gt; IP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;;; word ptr ES:[BX]+2 -&gt; CS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;;; word ptr ES:[BX]+4 -&gt; FLAGS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;;or</w:t>
      </w:r>
      <w:r w:rsidRPr="00445E85">
        <w:rPr>
          <w:rFonts w:ascii="Courier New" w:hAnsi="Courier New" w:cs="Courier New"/>
          <w:sz w:val="16"/>
          <w:szCs w:val="16"/>
        </w:rPr>
        <w:tab/>
        <w:t>byte ptr [BX]+4,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or</w:t>
      </w:r>
      <w:r w:rsidRPr="00445E85">
        <w:rPr>
          <w:rFonts w:ascii="Courier New" w:hAnsi="Courier New" w:cs="Courier New"/>
          <w:sz w:val="16"/>
          <w:szCs w:val="16"/>
        </w:rPr>
        <w:tab/>
        <w:t>byte ptr ES:[BX]+4, 1  ; set carry bit of flags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; in user's stack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bis $1,20.(r1) / set c bit in processor status word below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    ; / users stack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;;pop</w:t>
      </w:r>
      <w:r w:rsidRPr="00445E85">
        <w:rPr>
          <w:rFonts w:ascii="Courier New" w:hAnsi="Courier New" w:cs="Courier New"/>
          <w:sz w:val="16"/>
          <w:szCs w:val="16"/>
        </w:rPr>
        <w:tab/>
        <w:t>ds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cs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es,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07/08/2013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 word ptr [namei_r], 0 ; namei_r, mkdir_w reset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sysret: ; &lt; return from system call&gt;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23/02/2014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07/08/2013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26/04/2013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10/04/2013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'sysret' first checks to see if process is about to be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terminated (u.bsys). If it is, 'sysexit' is called.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If not, following happens: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</w:t>
      </w:r>
      <w:r w:rsidRPr="00445E85">
        <w:rPr>
          <w:rFonts w:ascii="Courier New" w:hAnsi="Courier New" w:cs="Courier New"/>
          <w:sz w:val="16"/>
          <w:szCs w:val="16"/>
        </w:rPr>
        <w:tab/>
        <w:t>1) The user's stack pointer is restored.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2) r1=0 and 'iget' is called to see if last mentioned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i-node has been modified. If it has, it is written out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via 'ppoke'.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3) If the super block has been modified, it is written out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via 'ppoke'.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4) If the dismountable file system's super block has been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modified, it is written out to the specified device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via 'ppoke'.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5) A check is made if user's time quantum (uquant) ran out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during his execution. If so, 'tswap' is called to give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another user a chance to run.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6) 'sysret' now goes into 'sysrele'.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(See 'sysrele' for conclusion.)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jump table or 'br sysret'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Arguments: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-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((AX=r1 for 'iget' input))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ax, ax ; 04/05/2013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al ; 04/05/2013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byte ptr [u.bsys], al ;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tstb u.bsys / is a process about to be terminated because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jnb     sysexit ; 04/05/2013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bne sysexit / of an error? yes, go to sysexit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sp, word ptr [u.sp_] ; 24/05/2013 (that is not needed here)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u.sp,sp / no point stack to users stack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445E85">
        <w:rPr>
          <w:rFonts w:ascii="Courier New" w:hAnsi="Courier New" w:cs="Courier New"/>
          <w:sz w:val="16"/>
          <w:szCs w:val="16"/>
        </w:rPr>
        <w:tab/>
        <w:t>al ; mov ax,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r1 / zero r1 to check last mentioned i-node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iget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r0,iget / if last mentioned i-node has been modified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 ; / it is written out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445E85">
        <w:rPr>
          <w:rFonts w:ascii="Courier New" w:hAnsi="Courier New" w:cs="Courier New"/>
          <w:sz w:val="16"/>
          <w:szCs w:val="16"/>
        </w:rPr>
        <w:tab/>
        <w:t>ax, ax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byte ptr [smod], al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tstb</w:t>
      </w:r>
      <w:r w:rsidRPr="00445E85">
        <w:rPr>
          <w:rFonts w:ascii="Courier New" w:hAnsi="Courier New" w:cs="Courier New"/>
          <w:sz w:val="16"/>
          <w:szCs w:val="16"/>
        </w:rPr>
        <w:tab/>
        <w:t>smod / has the super block been modified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jna</w:t>
      </w:r>
      <w:r w:rsidRPr="00445E85">
        <w:rPr>
          <w:rFonts w:ascii="Courier New" w:hAnsi="Courier New" w:cs="Courier New"/>
          <w:sz w:val="16"/>
          <w:szCs w:val="16"/>
        </w:rPr>
        <w:tab/>
        <w:t>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beq</w:t>
      </w:r>
      <w:r w:rsidRPr="00445E85">
        <w:rPr>
          <w:rFonts w:ascii="Courier New" w:hAnsi="Courier New" w:cs="Courier New"/>
          <w:sz w:val="16"/>
          <w:szCs w:val="16"/>
        </w:rPr>
        <w:tab/>
        <w:t>1f / no, 1f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[smod], al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clrb smod / yes, clear smod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bx, offset sb0 ;; 07/08//2013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</w:t>
      </w:r>
      <w:r w:rsidRPr="00445E85">
        <w:rPr>
          <w:rFonts w:ascii="Courier New" w:hAnsi="Courier New" w:cs="Courier New"/>
          <w:sz w:val="16"/>
          <w:szCs w:val="16"/>
        </w:rPr>
        <w:tab/>
        <w:t>or</w:t>
      </w:r>
      <w:r w:rsidRPr="00445E85">
        <w:rPr>
          <w:rFonts w:ascii="Courier New" w:hAnsi="Courier New" w:cs="Courier New"/>
          <w:sz w:val="16"/>
          <w:szCs w:val="16"/>
        </w:rPr>
        <w:tab/>
        <w:t>word ptr [BX], 200h ;;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;or</w:t>
      </w:r>
      <w:r w:rsidRPr="00445E85">
        <w:rPr>
          <w:rFonts w:ascii="Courier New" w:hAnsi="Courier New" w:cs="Courier New"/>
          <w:sz w:val="16"/>
          <w:szCs w:val="16"/>
        </w:rPr>
        <w:tab/>
        <w:t>word ptr [sb0], 200h ; write bit, bit 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bis $1000,sb0 / set write bit in I/O queue for super block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; / output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AX =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445E85">
        <w:rPr>
          <w:rFonts w:ascii="Courier New" w:hAnsi="Courier New" w:cs="Courier New"/>
          <w:sz w:val="16"/>
          <w:szCs w:val="16"/>
        </w:rPr>
        <w:tab/>
        <w:t>poke ; 07/08/2013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</w:t>
      </w:r>
      <w:r w:rsidRPr="00445E85">
        <w:rPr>
          <w:rFonts w:ascii="Courier New" w:hAnsi="Courier New" w:cs="Courier New"/>
          <w:sz w:val="16"/>
          <w:szCs w:val="16"/>
        </w:rPr>
        <w:tab/>
        <w:t>ppoke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AX =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r0,ppoke / write out modified super block to disk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 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byte ptr [mmod], al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tstb</w:t>
      </w:r>
      <w:r w:rsidRPr="00445E85">
        <w:rPr>
          <w:rFonts w:ascii="Courier New" w:hAnsi="Courier New" w:cs="Courier New"/>
          <w:sz w:val="16"/>
          <w:szCs w:val="16"/>
        </w:rPr>
        <w:tab/>
        <w:t>mmod / has the super block for the dismountable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; / system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jna</w:t>
      </w:r>
      <w:r w:rsidRPr="00445E85">
        <w:rPr>
          <w:rFonts w:ascii="Courier New" w:hAnsi="Courier New" w:cs="Courier New"/>
          <w:sz w:val="16"/>
          <w:szCs w:val="16"/>
        </w:rPr>
        <w:tab/>
        <w:t>short @f ; 23/02/2014 (@f location has been changed to u.quant check)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beq 1f / been modified?  no, 1f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[mmod], al ; 0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clrb</w:t>
      </w:r>
      <w:r w:rsidRPr="00445E85">
        <w:rPr>
          <w:rFonts w:ascii="Courier New" w:hAnsi="Courier New" w:cs="Courier New"/>
          <w:sz w:val="16"/>
          <w:szCs w:val="16"/>
        </w:rPr>
        <w:tab/>
        <w:t>mmod / yes, clear mmod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ax, word ptr [mntd]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;;mov   al, byte ptr [mdev] ; 26/04/2013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bx, offset sb1 ;; 07/08//2013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;;mov</w:t>
      </w:r>
      <w:r w:rsidRPr="00445E85">
        <w:rPr>
          <w:rFonts w:ascii="Courier New" w:hAnsi="Courier New" w:cs="Courier New"/>
          <w:sz w:val="16"/>
          <w:szCs w:val="16"/>
        </w:rPr>
        <w:tab/>
        <w:t>byte ptr [BX], al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    byte ptr [sb1], al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movb</w:t>
      </w:r>
      <w:r w:rsidRPr="00445E85">
        <w:rPr>
          <w:rFonts w:ascii="Courier New" w:hAnsi="Courier New" w:cs="Courier New"/>
          <w:sz w:val="16"/>
          <w:szCs w:val="16"/>
        </w:rPr>
        <w:tab/>
        <w:t>mntd,sb1 / set the I/O queue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or</w:t>
      </w:r>
      <w:r w:rsidRPr="00445E85">
        <w:rPr>
          <w:rFonts w:ascii="Courier New" w:hAnsi="Courier New" w:cs="Courier New"/>
          <w:sz w:val="16"/>
          <w:szCs w:val="16"/>
        </w:rPr>
        <w:tab/>
        <w:t>word ptr [BX], 200h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;or</w:t>
      </w:r>
      <w:r w:rsidRPr="00445E85">
        <w:rPr>
          <w:rFonts w:ascii="Courier New" w:hAnsi="Courier New" w:cs="Courier New"/>
          <w:sz w:val="16"/>
          <w:szCs w:val="16"/>
        </w:rPr>
        <w:tab/>
        <w:t>word ptr [sb1], 200h ; write bit, bit 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bis $1000,sb1 / set write bit in I/O queue for detached sb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poke ; 07/08/2013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;call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ppoke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r0,ppoke / write it out to its device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;xor    al, al ; 26/04/2013      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;@@: 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</w:t>
      </w: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byte ptr [uquant], al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tstb uquant / is the time quantum 0?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       ja      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       ;ja      short swapret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bne 1f / no, don't swap it out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sysrele: ; &lt; release 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07/03/2014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23/02/2014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14/02/2014 uquant -&gt; u.quant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18/01/2014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07/12/2013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20/10/2013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22/09/2013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08/05/2013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11/04/2013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10/04/2013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'sysrele' first calls 'tswap' if the time quantum for a user is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zero (see 'sysret'). It then restores the user's registers and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turns off the system flag. It then checked to see if there is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an interrupt from the user by calling 'isintr'. If there is,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the output gets flashed (see isintr) and interrupt action is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taken by a branch to 'intract'. If there is no interrupt from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the user, a rti is made.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Fall through a 'bne' in 'sysret' &amp; 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-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23/02/2014 (@@)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22/09/2013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 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byte ptr [u.quant], 0 ; 16/05/2013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tstb uquant / is the time quantum 0?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ja      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;ja      short swapret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bne 1f / no, don't swap it out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sysrelease: ; 07/12/2013 (jump from 'clock ')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tswap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r0,tswap / yes, swap it out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Retro Unix 8086 v1 feature: return from 'swap' to 'swapret' address.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;swapret: 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26/05/2013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'sp' must be already equal to 'word ptr [u.sp_]' here !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sp, word ptr [u.sp_] ; Retro Unix 8086 v1 modification!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; 10/04/2013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; (If an I/O error occurs during disk I/O,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; related procedures will jump to 'error'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; procedure directly without returning to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; the caller procedure. So, stack pointer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                            ; must be restored here.)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bp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di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(sp)+,sc / restore user registers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(sp)+,mq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(sp)+,ac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(sp)+,r5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(sp)+,r4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(sp)+,r3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(sp)+,r2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22/09/2013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isintr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20/10/2013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intract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r0,isintr / is there an interrupt from the user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    br intract / yes, output gets flushed, take interrupt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    ; / action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(sp)+,r1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ax ; user's stack pointer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; (was pushed on system stack by 'sysenter'.)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(sp)+,r0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18/01/2014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;cli</w:t>
      </w:r>
      <w:r w:rsidRPr="00445E85">
        <w:rPr>
          <w:rFonts w:ascii="Courier New" w:hAnsi="Courier New" w:cs="Courier New"/>
          <w:sz w:val="16"/>
          <w:szCs w:val="16"/>
        </w:rPr>
        <w:tab/>
        <w:t>; disable (hardware) interrupts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sp, ax</w:t>
      </w:r>
      <w:r w:rsidRPr="00445E85">
        <w:rPr>
          <w:rFonts w:ascii="Courier New" w:hAnsi="Courier New" w:cs="Courier New"/>
          <w:sz w:val="16"/>
          <w:szCs w:val="16"/>
        </w:rPr>
        <w:tab/>
        <w:t>; user's stack pointer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word ptr [u.segmnt]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ss, ax</w:t>
      </w:r>
      <w:r w:rsidRPr="00445E85">
        <w:rPr>
          <w:rFonts w:ascii="Courier New" w:hAnsi="Courier New" w:cs="Courier New"/>
          <w:sz w:val="16"/>
          <w:szCs w:val="16"/>
        </w:rPr>
        <w:tab/>
        <w:t>; user's stack segment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18/01/2014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;;sti </w:t>
      </w:r>
      <w:r w:rsidRPr="00445E85">
        <w:rPr>
          <w:rFonts w:ascii="Courier New" w:hAnsi="Courier New" w:cs="Courier New"/>
          <w:sz w:val="16"/>
          <w:szCs w:val="16"/>
        </w:rPr>
        <w:tab/>
        <w:t>; enable interrupts  ;; 07/03/2014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'sti' is not needed here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(because 'iret' will restore interrupt flag)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es,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;;;mov</w:t>
      </w:r>
      <w:r w:rsidRPr="00445E85">
        <w:rPr>
          <w:rFonts w:ascii="Courier New" w:hAnsi="Courier New" w:cs="Courier New"/>
          <w:sz w:val="16"/>
          <w:szCs w:val="16"/>
        </w:rPr>
        <w:tab/>
        <w:t>ax, word ptr [s.chrgt]+2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;;;mov</w:t>
      </w:r>
      <w:r w:rsidRPr="00445E85">
        <w:rPr>
          <w:rFonts w:ascii="Courier New" w:hAnsi="Courier New" w:cs="Courier New"/>
          <w:sz w:val="16"/>
          <w:szCs w:val="16"/>
        </w:rPr>
        <w:tab/>
        <w:t>word ptr [clockp],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20/10/2013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word ptr [u.r0] ; ((return value in AX))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dec</w:t>
      </w:r>
      <w:r w:rsidRPr="00445E85">
        <w:rPr>
          <w:rFonts w:ascii="Courier New" w:hAnsi="Courier New" w:cs="Courier New"/>
          <w:sz w:val="16"/>
          <w:szCs w:val="16"/>
        </w:rPr>
        <w:tab/>
        <w:t>byte ptr [sysflg]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decb sysflg / turn system flag off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ds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iret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rti / no, return from interrupt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badsys: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27/05/2013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11/04/2013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byte ptr [u.bsys]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incb u.bsys / turn on the user's bad-system flag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[u.namep], offset badsys_3 ;  3f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$3f,u.namep / point u.namep to "core\0\0"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namei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r0,namei / get the i-number for the core image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;or</w:t>
      </w:r>
      <w:r w:rsidRPr="00445E85">
        <w:rPr>
          <w:rFonts w:ascii="Courier New" w:hAnsi="Courier New" w:cs="Courier New"/>
          <w:sz w:val="16"/>
          <w:szCs w:val="16"/>
        </w:rPr>
        <w:tab/>
        <w:t>ax, ax ; Retro UNIX 8086 v1 modification 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; ax = 0 -&gt; file not found 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;jz</w:t>
      </w:r>
      <w:r w:rsidRPr="00445E85">
        <w:rPr>
          <w:rFonts w:ascii="Courier New" w:hAnsi="Courier New" w:cs="Courier New"/>
          <w:sz w:val="16"/>
          <w:szCs w:val="16"/>
        </w:rPr>
        <w:tab/>
        <w:t>short badsys_1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jc</w:t>
      </w:r>
      <w:r w:rsidRPr="00445E85">
        <w:rPr>
          <w:rFonts w:ascii="Courier New" w:hAnsi="Courier New" w:cs="Courier New"/>
          <w:sz w:val="16"/>
          <w:szCs w:val="16"/>
        </w:rPr>
        <w:tab/>
        <w:t>short badsys_1 ; 27/05/2013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1f / 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neg</w:t>
      </w:r>
      <w:r w:rsidRPr="00445E85">
        <w:rPr>
          <w:rFonts w:ascii="Courier New" w:hAnsi="Courier New" w:cs="Courier New"/>
          <w:sz w:val="16"/>
          <w:szCs w:val="16"/>
        </w:rPr>
        <w:tab/>
        <w:t>ax ; AX =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neg r1 / negate the i-number to open the core image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; / for writing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iopen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r0,iopen / open the core image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itrunc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r0,itrunc / free all associated blocks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short badsys_2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2f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badsys_1: 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15 ; mode 17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$17,r1 / put i-node mode (17)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maknod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r0,maknod / make an i-node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word ptr [u.dirbuf] ; i-number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u.dirbuf,r1 / put i-node number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badsys_2: ;2: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19/04/2013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si, offset user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di, ecore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cx, word ptr [u.segmnt]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es, 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cx, 32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rep</w:t>
      </w:r>
      <w:r w:rsidRPr="00445E85">
        <w:rPr>
          <w:rFonts w:ascii="Courier New" w:hAnsi="Courier New" w:cs="Courier New"/>
          <w:sz w:val="16"/>
          <w:szCs w:val="16"/>
        </w:rPr>
        <w:tab/>
        <w:t>movsw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dx, ds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es, 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     word ptr [u.base], core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$core,u.base / move address core to u.base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[u.count], ecore - core + 64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$ecore-core,u.count / put the byte count in u.count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[u.fofp], offset u.off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$u.off,u.fofp / more user offset to u.fofp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[u.off], cx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u.off / clear user offset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writei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r0,writei / write out the core image to the user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word ptr [u.base], offset user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$user,u.base / pt. u.base to user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word ptr [u.count], 64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$64.,u.count / u.count = 64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;call</w:t>
      </w:r>
      <w:r w:rsidRPr="00445E85">
        <w:rPr>
          <w:rFonts w:ascii="Courier New" w:hAnsi="Courier New" w:cs="Courier New"/>
          <w:sz w:val="16"/>
          <w:szCs w:val="16"/>
        </w:rPr>
        <w:tab/>
        <w:t>writei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r0,writei / write out all the user parameters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neg</w:t>
      </w:r>
      <w:r w:rsidRPr="00445E85">
        <w:rPr>
          <w:rFonts w:ascii="Courier New" w:hAnsi="Courier New" w:cs="Courier New"/>
          <w:sz w:val="16"/>
          <w:szCs w:val="16"/>
        </w:rPr>
        <w:tab/>
        <w:t>ax ;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neg r1 / make i-number positive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iclose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r0,iclose / close the core image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short sysexit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sysexit /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badsys_3: ;3: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db</w:t>
      </w:r>
      <w:r w:rsidRPr="00445E85">
        <w:rPr>
          <w:rFonts w:ascii="Courier New" w:hAnsi="Courier New" w:cs="Courier New"/>
          <w:sz w:val="16"/>
          <w:szCs w:val="16"/>
        </w:rPr>
        <w:tab/>
        <w:t>'core',0,0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&lt;core\0\0&gt;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</w:t>
      </w:r>
      <w:r w:rsidRPr="00445E85">
        <w:rPr>
          <w:rFonts w:ascii="Courier New" w:hAnsi="Courier New" w:cs="Courier New"/>
          <w:sz w:val="16"/>
          <w:szCs w:val="16"/>
        </w:rPr>
        <w:tab/>
        <w:t>; 22/09/2013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retn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intract: ; / interrupt action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07/12/2013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06/12/2013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20/10/2013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22/09/2013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03/09/2013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16/05/2013 task/process/tty switch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15/05/2013 (ptty, set video page)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09/05/2013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(Process/task switching and quit routine by using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Retro UNIX 8086 v1 keyboard interrupt output.))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 -&gt; 'u.quit'  (also value of 'u.intr' &gt; 0)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 -&gt; If value of 'u.quit' = FFFFh ('ctrl+brk' sign)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'intract' will jump to 'sysexit'.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Intract will return to the caller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if value of 'u.quit' &lt;&gt; FFFFh.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07/12/2013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445E85">
        <w:rPr>
          <w:rFonts w:ascii="Courier New" w:hAnsi="Courier New" w:cs="Courier New"/>
          <w:sz w:val="16"/>
          <w:szCs w:val="16"/>
        </w:rPr>
        <w:tab/>
        <w:t>word ptr [u.quit]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short @f ; FFFFh -&gt;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dec</w:t>
      </w:r>
      <w:r w:rsidRPr="00445E85">
        <w:rPr>
          <w:rFonts w:ascii="Courier New" w:hAnsi="Courier New" w:cs="Courier New"/>
          <w:sz w:val="16"/>
          <w:szCs w:val="16"/>
        </w:rPr>
        <w:tab/>
        <w:t>word ptr [u.quit]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short @b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20/10/2013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ax ; call intract -&gt; retn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ax ; user's stack pointer ('sysrele')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445E85">
        <w:rPr>
          <w:rFonts w:ascii="Courier New" w:hAnsi="Courier New" w:cs="Courier New"/>
          <w:sz w:val="16"/>
          <w:szCs w:val="16"/>
        </w:rPr>
        <w:tab/>
        <w:t>ax,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al</w:t>
      </w:r>
      <w:r w:rsidRPr="00445E85">
        <w:rPr>
          <w:rFonts w:ascii="Courier New" w:hAnsi="Courier New" w:cs="Courier New"/>
          <w:sz w:val="16"/>
          <w:szCs w:val="16"/>
        </w:rPr>
        <w:tab/>
        <w:t>; mov ax,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06/12/2013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word ptr [u.quit], ax ; reset to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; 'ctrl+brk' enabled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;jmp</w:t>
      </w:r>
      <w:r w:rsidRPr="00445E85">
        <w:rPr>
          <w:rFonts w:ascii="Courier New" w:hAnsi="Courier New" w:cs="Courier New"/>
          <w:sz w:val="16"/>
          <w:szCs w:val="16"/>
        </w:rPr>
        <w:tab/>
        <w:t>sysexit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;;;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UNIX v1 original 'intract' routine...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/ interrupt action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;cmp *(sp),$rti / are you in a clock interrupt?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bne 1f / no, 1f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 (sp)+,(sp)+ / pop clock pointer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1: / now in user area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r1,-(sp) / save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u.ttyp,r1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pointer to tty buffer in control-to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cmpb 6(r1),$177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is the interrupt char equal to "del"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beq 1f / yes, 1f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clrb 6(r1)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; / no, clear the byte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(must be a quit character)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(sp)+,r1 / restore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u.quit / clear quit flag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bis $20,2(sp)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; / set trace for quit (sets t bit of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ps-trace trap)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rti   ;  / return from interrupt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1: / interrupt char = del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clrb 6(r1) / clear the interrupt byte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; / in the buffer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(sp)+,r1 / restore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cmp u.intr,$core / should control be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transferred to loc core?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blo 1f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jmp *u.intr / user to do rti yes,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transfer to loc core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sys 1 / exit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sysexit: ; &lt;terminate process&gt;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14/02/2014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17/09/2013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30/08/2013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19/04/2013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'sysexit' terminates a process. First each file that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the process has opened is closed by 'flose'. The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status is then set to unused. The 'p.pid' table is then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searched to find children of the dying process. If any of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children are zombies (died by not waited for), they are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set free. The 'p.pid' table is then searched to find the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dying process's parent. When the parent is found, it is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checked to see if it is free or it is a zombie. If it is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one of these, the dying process just dies. If it is waiting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for a child process to die, it notified that it doesn't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have to wait anymore by setting it's status from 2 to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(waiting to active). It is awakened and put on runq by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'putlu'. The dying process enters a zombie state in which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it will never be run again but stays around until a 'wait'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is completed by it's parent process. If the parent is not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found, process just dies. This means 'swap' is called with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'u.uno=0'. What this does is the 'wswap' is not called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to write out the process and 'rswap' reads the new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over the one that dies..i.e., the dying process is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overwritten and destroyed.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sysexit or conditional branch.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-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System call number (=1) is in AX register.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Other parameters are in DX, BX, CX, SI, DI, BP registers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depending of function details.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('swap' procedure is mostly different than original UNIX v1.)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/ terminate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AX =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445E85">
        <w:rPr>
          <w:rFonts w:ascii="Courier New" w:hAnsi="Courier New" w:cs="Courier New"/>
          <w:sz w:val="16"/>
          <w:szCs w:val="16"/>
        </w:rPr>
        <w:tab/>
        <w:t>ax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[u.intr], ax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u.intr / clear interrupt control word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r1 / clear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AX =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sysexit_1: ; 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AX = File descriptor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r1 has file descriptor (index to u.fp list)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Search the whole list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fclose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r0,fclose / close all files the process opened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 ignore error return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.+2 / ignore error return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;inc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al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inc r1 / increment file descriptor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;cmp</w:t>
      </w:r>
      <w:r w:rsidRPr="00445E85">
        <w:rPr>
          <w:rFonts w:ascii="Courier New" w:hAnsi="Courier New" w:cs="Courier New"/>
          <w:sz w:val="16"/>
          <w:szCs w:val="16"/>
        </w:rPr>
        <w:tab/>
        <w:t>ax, 10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al, 10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 r1,$10. / end of u.fp list?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jb</w:t>
      </w:r>
      <w:r w:rsidRPr="00445E85">
        <w:rPr>
          <w:rFonts w:ascii="Courier New" w:hAnsi="Courier New" w:cs="Courier New"/>
          <w:sz w:val="16"/>
          <w:szCs w:val="16"/>
        </w:rPr>
        <w:tab/>
        <w:t>short sysexit_1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blt 1b / no, go back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bh, bh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bl, byte ptr [u.uno]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movb</w:t>
      </w:r>
      <w:r w:rsidRPr="00445E85">
        <w:rPr>
          <w:rFonts w:ascii="Courier New" w:hAnsi="Courier New" w:cs="Courier New"/>
          <w:sz w:val="16"/>
          <w:szCs w:val="16"/>
        </w:rPr>
        <w:tab/>
        <w:t>u.uno,r1 / yes, move dying process's number to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[BX]+p.stat-1, ah ; 0, SFREE,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clrb p.stat-1(r1) / free the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;shl</w:t>
      </w:r>
      <w:r w:rsidRPr="00445E85">
        <w:rPr>
          <w:rFonts w:ascii="Courier New" w:hAnsi="Courier New" w:cs="Courier New"/>
          <w:sz w:val="16"/>
          <w:szCs w:val="16"/>
        </w:rPr>
        <w:tab/>
        <w:t>bx,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shl</w:t>
      </w:r>
      <w:r w:rsidRPr="00445E85">
        <w:rPr>
          <w:rFonts w:ascii="Courier New" w:hAnsi="Courier New" w:cs="Courier New"/>
          <w:sz w:val="16"/>
          <w:szCs w:val="16"/>
        </w:rPr>
        <w:tab/>
        <w:t>bl,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asl r1 / use r1 for index into the below tables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cx, word ptr [BX]+p.pid-2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p.pid-2(r1),r3 / move dying process's name to r3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dx, word ptr [BX]+p.ppid-2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p.ppid-2(r1),r4 / move its parents name to r4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xor </w:t>
      </w:r>
      <w:r w:rsidRPr="00445E85">
        <w:rPr>
          <w:rFonts w:ascii="Courier New" w:hAnsi="Courier New" w:cs="Courier New"/>
          <w:sz w:val="16"/>
          <w:szCs w:val="16"/>
        </w:rPr>
        <w:tab/>
        <w:t>bx, bx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bl, bl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r2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si, si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r5 / initialize reg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sysexit_2: ; 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        ; / find children of this dying process,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if they are zombies, free them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;add</w:t>
      </w:r>
      <w:r w:rsidRPr="00445E85">
        <w:rPr>
          <w:rFonts w:ascii="Courier New" w:hAnsi="Courier New" w:cs="Courier New"/>
          <w:sz w:val="16"/>
          <w:szCs w:val="16"/>
        </w:rPr>
        <w:tab/>
        <w:t>bx, 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add</w:t>
      </w:r>
      <w:r w:rsidRPr="00445E85">
        <w:rPr>
          <w:rFonts w:ascii="Courier New" w:hAnsi="Courier New" w:cs="Courier New"/>
          <w:sz w:val="16"/>
          <w:szCs w:val="16"/>
        </w:rPr>
        <w:tab/>
        <w:t>bl, 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add $2,r2 / search parent process table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; / for dying process's name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word ptr [BX]+p.ppid-2, 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 p.ppid-2(r2),r3 / found it?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jne</w:t>
      </w:r>
      <w:r w:rsidRPr="00445E85">
        <w:rPr>
          <w:rFonts w:ascii="Courier New" w:hAnsi="Courier New" w:cs="Courier New"/>
          <w:sz w:val="16"/>
          <w:szCs w:val="16"/>
        </w:rPr>
        <w:tab/>
        <w:t>short sysexit_4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bne 3f / no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;shr</w:t>
      </w:r>
      <w:r w:rsidRPr="00445E85">
        <w:rPr>
          <w:rFonts w:ascii="Courier New" w:hAnsi="Courier New" w:cs="Courier New"/>
          <w:sz w:val="16"/>
          <w:szCs w:val="16"/>
        </w:rPr>
        <w:tab/>
        <w:t>bx,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shr</w:t>
      </w:r>
      <w:r w:rsidRPr="00445E85">
        <w:rPr>
          <w:rFonts w:ascii="Courier New" w:hAnsi="Courier New" w:cs="Courier New"/>
          <w:sz w:val="16"/>
          <w:szCs w:val="16"/>
        </w:rPr>
        <w:tab/>
        <w:t>bl,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asr r2 / yes, it is a parent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byte ptr [BX]+p.stat-1, 3 ; SZOMB,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cmpb p.stat-1(r2),$3 / is the child of this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; / dying process a zombie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jne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short sysexit_3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bne 2f / no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[BX]+p.stat-1, ah ; 0, SFREE,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clrb p.stat-1(r2) / yes, free the child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sysexit_3: ; 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;shr</w:t>
      </w:r>
      <w:r w:rsidRPr="00445E85">
        <w:rPr>
          <w:rFonts w:ascii="Courier New" w:hAnsi="Courier New" w:cs="Courier New"/>
          <w:sz w:val="16"/>
          <w:szCs w:val="16"/>
        </w:rPr>
        <w:tab/>
        <w:t>bx,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shl</w:t>
      </w:r>
      <w:r w:rsidRPr="00445E85">
        <w:rPr>
          <w:rFonts w:ascii="Courier New" w:hAnsi="Courier New" w:cs="Courier New"/>
          <w:sz w:val="16"/>
          <w:szCs w:val="16"/>
        </w:rPr>
        <w:tab/>
        <w:t>bl,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asl r2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sysexit_4: ; 3: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/ search the process name table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for the dying process's parent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word ptr [BX]+p.pid-2, dx ; 17/09/2013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 p.pid-2(r2),r4 / found it?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jne</w:t>
      </w:r>
      <w:r w:rsidRPr="00445E85">
        <w:rPr>
          <w:rFonts w:ascii="Courier New" w:hAnsi="Courier New" w:cs="Courier New"/>
          <w:sz w:val="16"/>
          <w:szCs w:val="16"/>
        </w:rPr>
        <w:tab/>
        <w:t>short sysexit_5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bne 3f / no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si,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r2,r5 / yes, put index to p.pid table (parents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; / process # x2) in r5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sysexit_5: ; 3: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;cmp</w:t>
      </w:r>
      <w:r w:rsidRPr="00445E85">
        <w:rPr>
          <w:rFonts w:ascii="Courier New" w:hAnsi="Courier New" w:cs="Courier New"/>
          <w:sz w:val="16"/>
          <w:szCs w:val="16"/>
        </w:rPr>
        <w:tab/>
        <w:t>bx, nproc + nproc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bl, nproc + nproc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 r2,$nproc+nproc / has whole table been searched?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jb</w:t>
      </w:r>
      <w:r w:rsidRPr="00445E85">
        <w:rPr>
          <w:rFonts w:ascii="Courier New" w:hAnsi="Courier New" w:cs="Courier New"/>
          <w:sz w:val="16"/>
          <w:szCs w:val="16"/>
        </w:rPr>
        <w:tab/>
        <w:t>short sysexit_2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blt 1b / no, go back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r5,r1 / yes, r1 now has parents process # x2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>si, si ; r5=r1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short sysexit_6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beq 2f / no parent has been found.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; / The process just dies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shr</w:t>
      </w:r>
      <w:r w:rsidRPr="00445E85">
        <w:rPr>
          <w:rFonts w:ascii="Courier New" w:hAnsi="Courier New" w:cs="Courier New"/>
          <w:sz w:val="16"/>
          <w:szCs w:val="16"/>
        </w:rPr>
        <w:tab/>
        <w:t>si,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asr r1 / set up index to p.stat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al, byte ptr [SI]+p.stat-1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movb p.stat-1(r1),r2 / move status of parent to r2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>al, al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short sysexit_6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beq 2f / if its been freed, 2f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al, 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 r2,$3 / is parent a zombie?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je</w:t>
      </w:r>
      <w:r w:rsidRPr="00445E85">
        <w:rPr>
          <w:rFonts w:ascii="Courier New" w:hAnsi="Courier New" w:cs="Courier New"/>
          <w:sz w:val="16"/>
          <w:szCs w:val="16"/>
        </w:rPr>
        <w:tab/>
        <w:t>short sysexit_6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beq 2f / yes, 2f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BH =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bl, byte ptr [u.uno]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movb u.uno,r3 / move dying process's number to r3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byte ptr [BX]+p.stat-1, 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movb $3,p.stat-1(r3) / make the process a zombie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al, 1 ; SRUN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je</w:t>
      </w:r>
      <w:r w:rsidRPr="00445E85">
        <w:rPr>
          <w:rFonts w:ascii="Courier New" w:hAnsi="Courier New" w:cs="Courier New"/>
          <w:sz w:val="16"/>
          <w:szCs w:val="16"/>
        </w:rPr>
        <w:tab/>
        <w:t>short sysexit_6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;cmp</w:t>
      </w:r>
      <w:r w:rsidRPr="00445E85">
        <w:rPr>
          <w:rFonts w:ascii="Courier New" w:hAnsi="Courier New" w:cs="Courier New"/>
          <w:sz w:val="16"/>
          <w:szCs w:val="16"/>
        </w:rPr>
        <w:tab/>
        <w:t>al, 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cmp r2,$2 / is the parent waiting for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; / this child to die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;jne</w:t>
      </w:r>
      <w:r w:rsidRPr="00445E85">
        <w:rPr>
          <w:rFonts w:ascii="Courier New" w:hAnsi="Courier New" w:cs="Courier New"/>
          <w:sz w:val="16"/>
          <w:szCs w:val="16"/>
        </w:rPr>
        <w:tab/>
        <w:t>short sysexit_6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bne 2f / yes, notify parent not to wait any more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p.stat = 2 --&gt; waiting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p.stat = 4 --&gt; sleeping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[SI]+p.stat-1, 1 ; SRUN ;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;dec</w:t>
      </w:r>
      <w:r w:rsidRPr="00445E85">
        <w:rPr>
          <w:rFonts w:ascii="Courier New" w:hAnsi="Courier New" w:cs="Courier New"/>
          <w:sz w:val="16"/>
          <w:szCs w:val="16"/>
        </w:rPr>
        <w:tab/>
        <w:t>byte ptr [SI]+p.stat-1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decb</w:t>
      </w:r>
      <w:r w:rsidRPr="00445E85">
        <w:rPr>
          <w:rFonts w:ascii="Courier New" w:hAnsi="Courier New" w:cs="Courier New"/>
          <w:sz w:val="16"/>
          <w:szCs w:val="16"/>
        </w:rPr>
        <w:tab/>
        <w:t>p.stat-1(r1) / awaken it by putting it (parent)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si ; r1  (process number in AL)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14/02/2014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bx, offset runq + 4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$runq+4,r2 / on the runq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putlu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 putlu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sysexit_6: ; 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the process dies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[u.uno],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clrb u.uno / put zero as the process number,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           ; / so "swap" will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swap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r0,swap / overwrite process with another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30/08/2013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sp, word ptr [u.sp_] ; Retro Unix 8086 v1 modification!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;jmp     @b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;;jmp    swapret ; Retro UNIX 8086 v1 modification 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hlt_sys: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;sti ; 18/01/2014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hlt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;jmp </w:t>
      </w:r>
      <w:r w:rsidRPr="00445E85">
        <w:rPr>
          <w:rFonts w:ascii="Courier New" w:hAnsi="Courier New" w:cs="Courier New"/>
          <w:sz w:val="16"/>
          <w:szCs w:val="16"/>
        </w:rPr>
        <w:tab/>
        <w:t>short hlt_sys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short @b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0 / and thereby kill it; halt?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syswait: ; &lt; wait for a processs to die 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10/12/2013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04/11/2013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30/10/2013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23/10/2013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'syswait' waits for a process die.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It works in following way: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   1) From the parent process number, the parent's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</w:t>
      </w:r>
      <w:r w:rsidRPr="00445E85">
        <w:rPr>
          <w:rFonts w:ascii="Courier New" w:hAnsi="Courier New" w:cs="Courier New"/>
          <w:sz w:val="16"/>
          <w:szCs w:val="16"/>
        </w:rPr>
        <w:tab/>
        <w:t>process name is found. The p.ppid table of parent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names is then searched for this process name.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If a match occurs, r2 contains child's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number. The child status is checked to see if it is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 zombie, i.e; dead but not waited for (p.stat=3)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If it is, the child process is freed and it's name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is put in (u.r0). A return is then made via 'sysret'.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If the child is not a zombie, nothinh happens and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the search goes on through the p.ppid table until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all processes are checked or a zombie is found.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2) If no zombies are found, a check is made to see if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there are any children at all. If there are none,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an error return is made. If there are, the parent's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status is set to 2 (waiting for child to die),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the parent is swapped out, and a branch to 'syswait'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is made to wait on the next process.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-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Inputs: -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Outputs: if zombie found, it's name put in u.r0.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/ wait for a process to die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syswait_0: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bh, bh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bl, byte ptr [u.uno]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movb u.uno,r1 / put parents process number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shl</w:t>
      </w:r>
      <w:r w:rsidRPr="00445E85">
        <w:rPr>
          <w:rFonts w:ascii="Courier New" w:hAnsi="Courier New" w:cs="Courier New"/>
          <w:sz w:val="16"/>
          <w:szCs w:val="16"/>
        </w:rPr>
        <w:tab/>
        <w:t>bl,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;shl</w:t>
      </w:r>
      <w:r w:rsidRPr="00445E85">
        <w:rPr>
          <w:rFonts w:ascii="Courier New" w:hAnsi="Courier New" w:cs="Courier New"/>
          <w:sz w:val="16"/>
          <w:szCs w:val="16"/>
        </w:rPr>
        <w:tab/>
        <w:t>bx,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asl r1 / x2 to get index into p.pid table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word ptr [BX]+p.pid-2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p.pid-2(r1),r1 / get the name of this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si, 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r2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cx, cx ; 30/10/2013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;xor </w:t>
      </w:r>
      <w:r w:rsidRPr="00445E85">
        <w:rPr>
          <w:rFonts w:ascii="Courier New" w:hAnsi="Courier New" w:cs="Courier New"/>
          <w:sz w:val="16"/>
          <w:szCs w:val="16"/>
        </w:rPr>
        <w:tab/>
        <w:t>cl, cl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r3 / initialize reg 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syswait_1: ; 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add</w:t>
      </w:r>
      <w:r w:rsidRPr="00445E85">
        <w:rPr>
          <w:rFonts w:ascii="Courier New" w:hAnsi="Courier New" w:cs="Courier New"/>
          <w:sz w:val="16"/>
          <w:szCs w:val="16"/>
        </w:rPr>
        <w:tab/>
        <w:t>si, 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add $2,r2 / use r2 for index into p.ppid table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; / search table of parent processes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; / for this process name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ax, word ptr [SI]+p.ppid-2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cmp p.ppid-2(r2),r1 / r2 will contain the childs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 ; / process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jne</w:t>
      </w:r>
      <w:r w:rsidRPr="00445E85">
        <w:rPr>
          <w:rFonts w:ascii="Courier New" w:hAnsi="Courier New" w:cs="Courier New"/>
          <w:sz w:val="16"/>
          <w:szCs w:val="16"/>
        </w:rPr>
        <w:tab/>
        <w:t>short syswait_3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;bne 3f / branch if no match of parent process name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;inc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cl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;inc r3 / yes, a match, r3 indicates number of children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shr</w:t>
      </w:r>
      <w:r w:rsidRPr="00445E85">
        <w:rPr>
          <w:rFonts w:ascii="Courier New" w:hAnsi="Courier New" w:cs="Courier New"/>
          <w:sz w:val="16"/>
          <w:szCs w:val="16"/>
        </w:rPr>
        <w:tab/>
        <w:t>si,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asr r2 / r2/2 to get index to p.stat table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The possible states ('p.stat' values) of a process are: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0 = free or unused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1 = active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2 = waiting for a child process to die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3 = terminated, but not yet waited for (zombie).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byte ptr [SI]+p.stat-1, 3 ; SZOMB,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cmpb p.stat-1(r2),$3 / is the child process a zombie?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jne</w:t>
      </w:r>
      <w:r w:rsidRPr="00445E85">
        <w:rPr>
          <w:rFonts w:ascii="Courier New" w:hAnsi="Courier New" w:cs="Courier New"/>
          <w:sz w:val="16"/>
          <w:szCs w:val="16"/>
        </w:rPr>
        <w:tab/>
        <w:t>short syswait_2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bne 2f / no, skip it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[SI]+p.stat-1, bh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clrb p.stat-1(r2) / yes, free it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shl</w:t>
      </w:r>
      <w:r w:rsidRPr="00445E85">
        <w:rPr>
          <w:rFonts w:ascii="Courier New" w:hAnsi="Courier New" w:cs="Courier New"/>
          <w:sz w:val="16"/>
          <w:szCs w:val="16"/>
        </w:rPr>
        <w:tab/>
        <w:t>si,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asl r2 / r2x2 to get index into p.pid table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word ptr [SI]+p.pid-2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[u.r0],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p.pid-2(r2),*u.r0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; / put childs process name in (u.r0)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sysret1 / return cause child is dead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syswait_2: ; 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shl</w:t>
      </w:r>
      <w:r w:rsidRPr="00445E85">
        <w:rPr>
          <w:rFonts w:ascii="Courier New" w:hAnsi="Courier New" w:cs="Courier New"/>
          <w:sz w:val="16"/>
          <w:szCs w:val="16"/>
        </w:rPr>
        <w:tab/>
        <w:t>si,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asl r2 / r2x2 to get index into p.ppid table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syswait_3: ; 3: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si, nproc+nproc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 r2,$nproc+nproc / have all processes been checked?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jb</w:t>
      </w:r>
      <w:r w:rsidRPr="00445E85">
        <w:rPr>
          <w:rFonts w:ascii="Courier New" w:hAnsi="Courier New" w:cs="Courier New"/>
          <w:sz w:val="16"/>
          <w:szCs w:val="16"/>
        </w:rPr>
        <w:tab/>
        <w:t>syswait_1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blt 1b / no, continue search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;and</w:t>
      </w:r>
      <w:r w:rsidRPr="00445E85">
        <w:rPr>
          <w:rFonts w:ascii="Courier New" w:hAnsi="Courier New" w:cs="Courier New"/>
          <w:sz w:val="16"/>
          <w:szCs w:val="16"/>
        </w:rPr>
        <w:tab/>
        <w:t>cx, 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>cl, cl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tst r3 / one gets here if there are no children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; / or children that are still active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30/10/2013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jnz</w:t>
      </w:r>
      <w:r w:rsidRPr="00445E85">
        <w:rPr>
          <w:rFonts w:ascii="Courier New" w:hAnsi="Courier New" w:cs="Courier New"/>
          <w:sz w:val="16"/>
          <w:szCs w:val="16"/>
        </w:rPr>
        <w:tab/>
        <w:t>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;jz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beq error1 / there are no children, 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[u.r0], cx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bl, byte ptr [u.uno]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movb u.uno,r1 / there are children so put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; / parent process number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byte ptr [BX]+p.stat-1 ; 2, SWAIT,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incb p.stat-1(r1) / it is waiting for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; / other children to die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04/11/2013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swap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r0,swap / swap it out, because it's waiting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syswait_0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syswait / wait on next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sysfork: ; &lt; create a new process 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14/02/2014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07/12/2013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06/12/2013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18/11/2013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17/09/2013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16/09/2013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30/08/2013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08/08/2013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22/07/2013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26/05/2013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'sysfork' creates a new process. This process is referred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to as the child process. This new process core image is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 copy of that of the caller of 'sysfork'. The only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distinction is the return location and the fact that (u.r0)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 the old process (parent) contains the process id (p.pid)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of the new process (child). This id is used by 'syswait'.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'sysfork' works in the following manner: 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1) The process status table (p.stat) is searched to find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 process number that is unused. If none are found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an error occurs.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2) when one is found, it becomes the child process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and it's status (p.stat) is set to active.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   3) If the parent had a control tty, the interrupt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character in that tty buffer is cleared.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   4) The child process is put on the lowest priority run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queue via 'putlu'.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   5) A new process name is gotten from 'mpid' (actually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it is a unique number) and is put in the child's unique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identifier; process id (p.pid).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6) The process name of the parent is then obtained and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placed in the unique identifier of the parent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name is then put in 'u.r0'.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7) The child process is then written out on disk by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'wswap',i.e., the parent process is copied onto disk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and the child is born. (The child process is written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out on disk/drum with 'u.uno' being the child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number.)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8) The parent process number is then restored to 'u.uno'.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9) The child process name is put in 'u.r0'.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10) The pc on the stack sp + 18 is incremented by 2 to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create the return address for the parent process.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11) The 'u.fp' list as then searched to see what files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the parent has opened. For each file the parent has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opened, the corresponding 'fsp' entry must be updated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to indicate that the child process also has opened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the file. A branch to 'sysret' is then made.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from shell 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-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Inputs: -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Outputs: *u.r0 - child process name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AX = r0 = PID (&gt;0) (at the return of 'sysfork')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= process id of child a parent process returns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= process id of parent when a child process returns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In original UNIX v1, sysfork is called and returns as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in following manner: (with an example: c library, fork)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sys</w:t>
      </w:r>
      <w:r w:rsidRPr="00445E85">
        <w:rPr>
          <w:rFonts w:ascii="Courier New" w:hAnsi="Courier New" w:cs="Courier New"/>
          <w:sz w:val="16"/>
          <w:szCs w:val="16"/>
        </w:rPr>
        <w:tab/>
        <w:t>fork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br 1f  / child process returns here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bes</w:t>
      </w:r>
      <w:r w:rsidRPr="00445E85">
        <w:rPr>
          <w:rFonts w:ascii="Courier New" w:hAnsi="Courier New" w:cs="Courier New"/>
          <w:sz w:val="16"/>
          <w:szCs w:val="16"/>
        </w:rPr>
        <w:tab/>
        <w:t>2f     / parent process returns here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/ pid of new process in r0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rts</w:t>
      </w:r>
      <w:r w:rsidRPr="00445E85">
        <w:rPr>
          <w:rFonts w:ascii="Courier New" w:hAnsi="Courier New" w:cs="Courier New"/>
          <w:sz w:val="16"/>
          <w:szCs w:val="16"/>
        </w:rPr>
        <w:tab/>
        <w:t>pc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2: / parent process condionally branches here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$-1,r0 / pid = -1 means error return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rts</w:t>
      </w:r>
      <w:r w:rsidRPr="00445E85">
        <w:rPr>
          <w:rFonts w:ascii="Courier New" w:hAnsi="Courier New" w:cs="Courier New"/>
          <w:sz w:val="16"/>
          <w:szCs w:val="16"/>
        </w:rPr>
        <w:tab/>
        <w:t>pc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1: / child process brances here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clr</w:t>
      </w:r>
      <w:r w:rsidRPr="00445E85">
        <w:rPr>
          <w:rFonts w:ascii="Courier New" w:hAnsi="Courier New" w:cs="Courier New"/>
          <w:sz w:val="16"/>
          <w:szCs w:val="16"/>
        </w:rPr>
        <w:tab/>
        <w:t>r0   / pid = 0 in child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rts</w:t>
      </w:r>
      <w:r w:rsidRPr="00445E85">
        <w:rPr>
          <w:rFonts w:ascii="Courier New" w:hAnsi="Courier New" w:cs="Courier New"/>
          <w:sz w:val="16"/>
          <w:szCs w:val="16"/>
        </w:rPr>
        <w:tab/>
        <w:t>pc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In UNIX v7x86 (386) by Robert Nordier (1999)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// pid = fork();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//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// pid == 0 in child process;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// pid == -1 means error return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// in child,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//</w:t>
      </w:r>
      <w:r w:rsidRPr="00445E85">
        <w:rPr>
          <w:rFonts w:ascii="Courier New" w:hAnsi="Courier New" w:cs="Courier New"/>
          <w:sz w:val="16"/>
          <w:szCs w:val="16"/>
        </w:rPr>
        <w:tab/>
        <w:t>parents id is in par_uid if needed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_fork: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$.fork,eax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int</w:t>
      </w:r>
      <w:r w:rsidRPr="00445E85">
        <w:rPr>
          <w:rFonts w:ascii="Courier New" w:hAnsi="Courier New" w:cs="Courier New"/>
          <w:sz w:val="16"/>
          <w:szCs w:val="16"/>
        </w:rPr>
        <w:tab/>
        <w:t>$0x30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1f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jnc</w:t>
      </w:r>
      <w:r w:rsidRPr="00445E85">
        <w:rPr>
          <w:rFonts w:ascii="Courier New" w:hAnsi="Courier New" w:cs="Courier New"/>
          <w:sz w:val="16"/>
          <w:szCs w:val="16"/>
        </w:rPr>
        <w:tab/>
        <w:t>2f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cerror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eax,_par_uid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eax,eax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In Retro UNIX 8086 v1,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'sysfork' returns in following manner: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sys_fork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bx, offset @f ; routine for child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int</w:t>
      </w:r>
      <w:r w:rsidRPr="00445E85">
        <w:rPr>
          <w:rFonts w:ascii="Courier New" w:hAnsi="Courier New" w:cs="Courier New"/>
          <w:sz w:val="16"/>
          <w:szCs w:val="16"/>
        </w:rPr>
        <w:tab/>
        <w:t>20h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jc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; Routine for parent process here (just after 'jc')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[pid_of_child],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next_routine_for_parent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@@: ; routine for child process here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....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NOTE: 'sysfork' returns to specified offset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for child process by using BX input.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(at first, parent process will return then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child process will return -after swapped in-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'syswait' is needed in parent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if return from child process will be waited for.)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/ create a new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BX = return address for child process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     ; (Retro UNIX 8086 v1 modification !)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445E85">
        <w:rPr>
          <w:rFonts w:ascii="Courier New" w:hAnsi="Courier New" w:cs="Courier New"/>
          <w:sz w:val="16"/>
          <w:szCs w:val="16"/>
        </w:rPr>
        <w:tab/>
        <w:t>si, 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sysfork_1: ; 1: / search p.stat table for unused process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inc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byte ptr [SI]+p.stat-1, 0 ; SFREE,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tstb p.stat-1(r1) / is process active, unused, dead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jna</w:t>
      </w:r>
      <w:r w:rsidRPr="00445E85">
        <w:rPr>
          <w:rFonts w:ascii="Courier New" w:hAnsi="Courier New" w:cs="Courier New"/>
          <w:sz w:val="16"/>
          <w:szCs w:val="16"/>
        </w:rPr>
        <w:tab/>
        <w:t>short sysfork_2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beq 1f / it's unused so branch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si, nproc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 r1,$nproc / all processes checked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jb</w:t>
      </w:r>
      <w:r w:rsidRPr="00445E85">
        <w:rPr>
          <w:rFonts w:ascii="Courier New" w:hAnsi="Courier New" w:cs="Courier New"/>
          <w:sz w:val="16"/>
          <w:szCs w:val="16"/>
        </w:rPr>
        <w:tab/>
        <w:t>short sysfork_1</w:t>
      </w:r>
      <w:r w:rsidRPr="00445E85">
        <w:rPr>
          <w:rFonts w:ascii="Courier New" w:hAnsi="Courier New" w:cs="Courier New"/>
          <w:sz w:val="16"/>
          <w:szCs w:val="16"/>
        </w:rPr>
        <w:tab/>
        <w:t>; 08/08/2013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blt 1b / no, branch back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Retro UNIX 8086 v1. modification: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Parent process returns from 'sysfork' to address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which is just after 'sysfork' system call in parent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process. Child process returns to address which is put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in BX register by parent process for 'sysfork'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system call.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so, it is not needed to increment return address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of system call on the top of the user's stack.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If the routine would be same with original UNIX v1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'sysfork' routine, 'add word ptr [SP]+12, 2'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instruction would be put here.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</w:t>
      </w:r>
      <w:r w:rsidRPr="00445E85">
        <w:rPr>
          <w:rFonts w:ascii="Courier New" w:hAnsi="Courier New" w:cs="Courier New"/>
          <w:sz w:val="16"/>
          <w:szCs w:val="16"/>
        </w:rPr>
        <w:tab/>
        <w:t>add word ptr [SP]+12, 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</w:t>
      </w:r>
      <w:r w:rsidRPr="00445E85">
        <w:rPr>
          <w:rFonts w:ascii="Courier New" w:hAnsi="Courier New" w:cs="Courier New"/>
          <w:sz w:val="16"/>
          <w:szCs w:val="16"/>
        </w:rPr>
        <w:tab/>
        <w:t>jmp 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;add $2,18.(sp) / add 2 to pc when trap occured, points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  ; / to old process return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error1 / no room for a new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error ; 08/08/2013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sysfork_2: ; 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Retro UNIX 8086 v1. modification 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08/08/2013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offset 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ax ; 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[u.usp], sp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;;push</w:t>
      </w:r>
      <w:r w:rsidRPr="00445E85">
        <w:rPr>
          <w:rFonts w:ascii="Courier New" w:hAnsi="Courier New" w:cs="Courier New"/>
          <w:sz w:val="16"/>
          <w:szCs w:val="16"/>
        </w:rPr>
        <w:tab/>
        <w:t>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 08/08/2013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Return address for the parent process is already set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by sysenter routine.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ax, word ptr [u.segmnt]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es,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445E85">
        <w:rPr>
          <w:rFonts w:ascii="Courier New" w:hAnsi="Courier New" w:cs="Courier New"/>
          <w:sz w:val="16"/>
          <w:szCs w:val="16"/>
        </w:rPr>
        <w:tab/>
        <w:t>bp, sp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di, word ptr [BP]+12 ; user's stack pointer 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;;pop</w:t>
      </w:r>
      <w:r w:rsidRPr="00445E85">
        <w:rPr>
          <w:rFonts w:ascii="Courier New" w:hAnsi="Courier New" w:cs="Courier New"/>
          <w:sz w:val="16"/>
          <w:szCs w:val="16"/>
        </w:rPr>
        <w:tab/>
        <w:t>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;push </w:t>
      </w:r>
      <w:r w:rsidRPr="00445E85">
        <w:rPr>
          <w:rFonts w:ascii="Courier New" w:hAnsi="Courier New" w:cs="Courier New"/>
          <w:sz w:val="16"/>
          <w:szCs w:val="16"/>
        </w:rPr>
        <w:tab/>
        <w:t>word ptr ES:[DI]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;;;mov</w:t>
      </w:r>
      <w:r w:rsidRPr="00445E85">
        <w:rPr>
          <w:rFonts w:ascii="Courier New" w:hAnsi="Courier New" w:cs="Courier New"/>
          <w:sz w:val="16"/>
          <w:szCs w:val="16"/>
        </w:rPr>
        <w:tab/>
        <w:t>ax, word ptr ES:[DI] ; return address (IP)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;;;push</w:t>
      </w:r>
      <w:r w:rsidRPr="00445E85">
        <w:rPr>
          <w:rFonts w:ascii="Courier New" w:hAnsi="Courier New" w:cs="Courier New"/>
          <w:sz w:val="16"/>
          <w:szCs w:val="16"/>
        </w:rPr>
        <w:tab/>
        <w:t>ax  ; **** return address for the parent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;;mov</w:t>
      </w:r>
      <w:r w:rsidRPr="00445E85">
        <w:rPr>
          <w:rFonts w:ascii="Courier New" w:hAnsi="Courier New" w:cs="Courier New"/>
          <w:sz w:val="16"/>
          <w:szCs w:val="16"/>
        </w:rPr>
        <w:tab/>
        <w:t>ax, cs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;;mov</w:t>
      </w:r>
      <w:r w:rsidRPr="00445E85">
        <w:rPr>
          <w:rFonts w:ascii="Courier New" w:hAnsi="Courier New" w:cs="Courier New"/>
          <w:sz w:val="16"/>
          <w:szCs w:val="16"/>
        </w:rPr>
        <w:tab/>
        <w:t>es,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word ptr [u.segmnt] ; 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06/12/2013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;push</w:t>
      </w:r>
      <w:r w:rsidRPr="00445E85">
        <w:rPr>
          <w:rFonts w:ascii="Courier New" w:hAnsi="Courier New" w:cs="Courier New"/>
          <w:sz w:val="16"/>
          <w:szCs w:val="16"/>
        </w:rPr>
        <w:tab/>
        <w:t>word ptr [u.uno] ; ***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movb u.uno,-(sp) / save parent process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ah, ah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al, byte ptr [u.uno] ; parent process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ax ; ***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di,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07/12/2013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     al, byte ptr [DI]+p.ttyc-1 ; console tty (parent)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     byte ptr [SI]+p.ttyc-1, al ; set child's console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05/02/2014 (p.ttys has been removed)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 byte ptr [SI]+p.ttys-1, al ; set parent's console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     byte ptr [SI]+p.waitc-1, al ; set parent's console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22/07/2013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[u.uno], al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word ptr [u.uno], 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;movb r1,u.uno / set child process number to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byte ptr [SI]+p.stat-1 ; 1, SRUN, 05/02/2014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incb p.stat-1(r1) / set p.stat entry for child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process to active status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u.ttyp,r2 / put pointer to parent process'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; / control tty buffer in r2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;;and</w:t>
      </w:r>
      <w:r w:rsidRPr="00445E85">
        <w:rPr>
          <w:rFonts w:ascii="Courier New" w:hAnsi="Courier New" w:cs="Courier New"/>
          <w:sz w:val="16"/>
          <w:szCs w:val="16"/>
        </w:rPr>
        <w:tab/>
        <w:t>di, di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;;jz</w:t>
      </w:r>
      <w:r w:rsidRPr="00445E85">
        <w:rPr>
          <w:rFonts w:ascii="Courier New" w:hAnsi="Courier New" w:cs="Courier New"/>
          <w:sz w:val="16"/>
          <w:szCs w:val="16"/>
        </w:rPr>
        <w:tab/>
        <w:t>short sysfork_3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        ; beq 2f / branch, if no such tty assigned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 ????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clrb 6(r2) / clear interrupt character in tty buffer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sysfork_3: ; 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bx  ; * return address for the child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; * Retro UNIX 8086 v1 feature only !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;;mov</w:t>
      </w:r>
      <w:r w:rsidRPr="00445E85">
        <w:rPr>
          <w:rFonts w:ascii="Courier New" w:hAnsi="Courier New" w:cs="Courier New"/>
          <w:sz w:val="16"/>
          <w:szCs w:val="16"/>
        </w:rPr>
        <w:tab/>
        <w:t>ax, si ;; 22/07/2013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14/02/2014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bx, offset runq + 2 ; middle priority 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(Retro UNIX 8086 v1 modification!)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$runq+4,r2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putlu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jsr r0,putlu / put child process on lowest priority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; / run queue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shl</w:t>
      </w:r>
      <w:r w:rsidRPr="00445E85">
        <w:rPr>
          <w:rFonts w:ascii="Courier New" w:hAnsi="Courier New" w:cs="Courier New"/>
          <w:sz w:val="16"/>
          <w:szCs w:val="16"/>
        </w:rPr>
        <w:tab/>
        <w:t>si,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asl r1 / multiply r1 by 2 to get index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; / into p.pid table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word ptr [mpid]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inc mpid / increment m.pid; get a new process name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word ptr [mpid]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[SI]+p.pid-2,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;mov mpid,p.pid-2(r1) / put new process name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; / in child process' name slot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dx  ; * return address for the child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; * Retro UNIX 8086 v1 feature only !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08/08//2013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bx ; ***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445E85">
        <w:rPr>
          <w:rFonts w:ascii="Courier New" w:hAnsi="Courier New" w:cs="Courier New"/>
          <w:sz w:val="16"/>
          <w:szCs w:val="16"/>
        </w:rPr>
        <w:tab/>
        <w:t>bx ; ***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     bp, sp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 bx, word ptr [BP] ; ***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movb (sp),r2 / put parent process number in r2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bh, bh ; 08/08/2013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445E85">
        <w:rPr>
          <w:rFonts w:ascii="Courier New" w:hAnsi="Courier New" w:cs="Courier New"/>
          <w:sz w:val="16"/>
          <w:szCs w:val="16"/>
        </w:rPr>
        <w:tab/>
        <w:t>bx,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;asl r2 / multiply by 2 to get index into below tables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word ptr [BX]+p.pid-2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p.pid-2(r2),r2 / get process name of parent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; /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[SI]+p.ppid-2,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r2,p.ppid-2(r1) / put parent process name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; / in parent process slot for child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[u.r0], ax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r2,*u.r0 / put parent process name on stack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; / at location where r0 was saved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22/07/2013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segm_sw  ; User segment switch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BX = New user segment ; 24/07/2013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45E85">
        <w:rPr>
          <w:rFonts w:ascii="Courier New" w:hAnsi="Courier New" w:cs="Courier New"/>
          <w:sz w:val="16"/>
          <w:szCs w:val="16"/>
        </w:rPr>
        <w:tab/>
        <w:t>ax, word ptr [u.segmnt] ; 08/08/2013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[u.segmnt], bx ; 24/07/2013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es,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si, 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445E85">
        <w:rPr>
          <w:rFonts w:ascii="Courier New" w:hAnsi="Courier New" w:cs="Courier New"/>
          <w:sz w:val="16"/>
          <w:szCs w:val="16"/>
        </w:rPr>
        <w:tab/>
        <w:t>di, di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cx, 16384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ds, ax ; 08/08/2013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rep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movsw ; copy process (in current segment) to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;</w:t>
      </w:r>
      <w:r w:rsidRPr="00445E85">
        <w:rPr>
          <w:rFonts w:ascii="Courier New" w:hAnsi="Courier New" w:cs="Courier New"/>
          <w:sz w:val="16"/>
          <w:szCs w:val="16"/>
        </w:rPr>
        <w:tab/>
        <w:t>new process segment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08/08/2013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cs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ds,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bx ; new user segment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45E85">
        <w:rPr>
          <w:rFonts w:ascii="Courier New" w:hAnsi="Courier New" w:cs="Courier New"/>
          <w:sz w:val="16"/>
          <w:szCs w:val="16"/>
        </w:rPr>
        <w:tab/>
        <w:t>bp, word ptr [u.sp_]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bx, word ptr [BP]+12 ; user's stack pointer 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ES:[BX], dx ; *, CS:IP -&gt; IP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; * return address for the child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ES:[BX]+2, ax ; CS:IP -&gt; CS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; * return address for the child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ax, cs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es,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;;mov</w:t>
      </w:r>
      <w:r w:rsidRPr="00445E85">
        <w:rPr>
          <w:rFonts w:ascii="Courier New" w:hAnsi="Courier New" w:cs="Courier New"/>
          <w:sz w:val="16"/>
          <w:szCs w:val="16"/>
        </w:rPr>
        <w:tab/>
        <w:t>ax, offset 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;;push</w:t>
      </w:r>
      <w:r w:rsidRPr="00445E85">
        <w:rPr>
          <w:rFonts w:ascii="Courier New" w:hAnsi="Courier New" w:cs="Courier New"/>
          <w:sz w:val="16"/>
          <w:szCs w:val="16"/>
        </w:rPr>
        <w:tab/>
        <w:t>ax ; 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$sysret1,-(sp) /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word ptr [u.usp], sp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sp,u.usp / contents of sp at the time when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; / user is swapped out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$sstack,sp / point sp to swapping stack space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ES = u.segmnt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06/12/2013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;push</w:t>
      </w:r>
      <w:r w:rsidRPr="00445E85">
        <w:rPr>
          <w:rFonts w:ascii="Courier New" w:hAnsi="Courier New" w:cs="Courier New"/>
          <w:sz w:val="16"/>
          <w:szCs w:val="16"/>
        </w:rPr>
        <w:tab/>
        <w:t>word ptr [u.intr] ; ****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30/08/2013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word ptr [u.ttyp] ; *****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445E85">
        <w:rPr>
          <w:rFonts w:ascii="Courier New" w:hAnsi="Courier New" w:cs="Courier New"/>
          <w:sz w:val="16"/>
          <w:szCs w:val="16"/>
        </w:rPr>
        <w:tab/>
        <w:t>ax,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45E85">
        <w:rPr>
          <w:rFonts w:ascii="Courier New" w:hAnsi="Courier New" w:cs="Courier New"/>
          <w:sz w:val="16"/>
          <w:szCs w:val="16"/>
        </w:rPr>
        <w:tab/>
        <w:t>word ptr [u.ttyp], ax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wswap ; Retro UNIX 8086 v1 modification 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;jsr r0,wswap / put child process out on drum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;jsr r0,unpack / unpack user stack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;mov u.usp,sp / restore user stack pointer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ES = DS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;;mov</w:t>
      </w:r>
      <w:r w:rsidRPr="00445E85">
        <w:rPr>
          <w:rFonts w:ascii="Courier New" w:hAnsi="Courier New" w:cs="Courier New"/>
          <w:sz w:val="16"/>
          <w:szCs w:val="16"/>
        </w:rPr>
        <w:tab/>
        <w:t>sp, word ptr [u.usp]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30/08/2013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word ptr [u.ttyp] ; *****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06/12/2013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;pop </w:t>
      </w:r>
      <w:r w:rsidRPr="00445E85">
        <w:rPr>
          <w:rFonts w:ascii="Courier New" w:hAnsi="Courier New" w:cs="Courier New"/>
          <w:sz w:val="16"/>
          <w:szCs w:val="16"/>
        </w:rPr>
        <w:tab/>
        <w:t>word ptr [u.intr] ; ****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;;pop</w:t>
      </w:r>
      <w:r w:rsidRPr="00445E85">
        <w:rPr>
          <w:rFonts w:ascii="Courier New" w:hAnsi="Courier New" w:cs="Courier New"/>
          <w:sz w:val="16"/>
          <w:szCs w:val="16"/>
        </w:rPr>
        <w:tab/>
        <w:t>ax ; 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tst (sp)+ / bump stack pointer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;pop</w:t>
      </w:r>
      <w:r w:rsidRPr="00445E85">
        <w:rPr>
          <w:rFonts w:ascii="Courier New" w:hAnsi="Courier New" w:cs="Courier New"/>
          <w:sz w:val="16"/>
          <w:szCs w:val="16"/>
        </w:rPr>
        <w:tab/>
        <w:t>word ptr [u.uno] ; ***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ax ; *** 22/07/2013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byte ptr [u.uno], al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;movb (sp)+,u.uno / put parent process number in u.uno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word ptr [u.segmnt] ; **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word ptr [mpid]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[u.r0],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mpid,*u.r0 / put child process name on stack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; / where r0 was saved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08/08/2013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Return address for the parent process is already set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by sysenter routine.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;pop</w:t>
      </w:r>
      <w:r w:rsidRPr="00445E85">
        <w:rPr>
          <w:rFonts w:ascii="Courier New" w:hAnsi="Courier New" w:cs="Courier New"/>
          <w:sz w:val="16"/>
          <w:szCs w:val="16"/>
        </w:rPr>
        <w:tab/>
        <w:t>dx ; **** return address for the parent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ax, word ptr [u.segmnt]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es,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word ptr ES:[BX]+2, ax ; user's CS for iret &lt;-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word ptr ES:[BX], dx ; user's IP for iret &lt;- dx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add $2,18.(sp) / add 2 to pc on stack; gives parent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; / process return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;pop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ax ; * 08/08/2013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xor     si, 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;clr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sysfork_4: ; 1: / search u.fp list to find the files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      ; / opened by the parent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     bl, byte ptr [SI]+u.fp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movb u.fp(r1),r2 / get an open file for this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or      bl, bl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short sysfork_5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beq 2f / file has not been opened by parent,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; / so branch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     bh, bh ; 18/11/2013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shl     bx,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asl r2 / multiply by 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shl     bx, 1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asl r2 / to get index into fsp table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shl     bx, 1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asl r2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inc     byte ptr [BX]+fsp-2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incb fsp-2(r2) / increment number of processes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; / using file, because child will now be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; / using this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sysfork_5: ; 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inc     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inc r1 / get next open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cmp     si, 10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 r1,$10. / 10. files is the maximum number which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; / can be opened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jb</w:t>
      </w:r>
      <w:r w:rsidRPr="00445E85">
        <w:rPr>
          <w:rFonts w:ascii="Courier New" w:hAnsi="Courier New" w:cs="Courier New"/>
          <w:sz w:val="16"/>
          <w:szCs w:val="16"/>
        </w:rPr>
        <w:tab/>
        <w:t>short sysfork_4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blt 1b / check next entry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08/08/2013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retn</w:t>
      </w:r>
      <w:r w:rsidRPr="00445E85">
        <w:rPr>
          <w:rFonts w:ascii="Courier New" w:hAnsi="Courier New" w:cs="Courier New"/>
          <w:sz w:val="16"/>
          <w:szCs w:val="16"/>
        </w:rPr>
        <w:tab/>
        <w:t>; * -&gt; 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sysret1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segm_sw: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23/07/2013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22/07/2013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(User segment switch)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 -&gt; none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 -&gt; bx = new user segment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 (word ptr [u.segmnt] = ax)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((Modified registers: cx))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cl, byte ptr [u.uno] ; 23/07/2013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bx, csgmnt ; segment of process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dec</w:t>
      </w:r>
      <w:r w:rsidRPr="00445E85">
        <w:rPr>
          <w:rFonts w:ascii="Courier New" w:hAnsi="Courier New" w:cs="Courier New"/>
          <w:sz w:val="16"/>
          <w:szCs w:val="16"/>
        </w:rPr>
        <w:tab/>
        <w:t>cl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add</w:t>
      </w:r>
      <w:r w:rsidRPr="00445E85">
        <w:rPr>
          <w:rFonts w:ascii="Courier New" w:hAnsi="Courier New" w:cs="Courier New"/>
          <w:sz w:val="16"/>
          <w:szCs w:val="16"/>
        </w:rPr>
        <w:tab/>
        <w:t>bx, 2048  ; (32768/16)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short @b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;;mov</w:t>
      </w:r>
      <w:r w:rsidRPr="00445E85">
        <w:rPr>
          <w:rFonts w:ascii="Courier New" w:hAnsi="Courier New" w:cs="Courier New"/>
          <w:sz w:val="16"/>
          <w:szCs w:val="16"/>
        </w:rPr>
        <w:tab/>
        <w:t>word ptr [u.segmnt], bx ;; 24/07/2013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retn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sysread: ; &lt; read from file 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23/05/2013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'sysread' is given a buffer to read into and the number of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characters to be read. If finds the file from the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descriptor located in *u.r0 (r0). This file descriptor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is returned from a successful open call (sysopen).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The i-number of file is obtained via 'rw1' and the data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is read into core via 'readi'.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sysread; buffer; nchars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buffer - location of contiguous bytes where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input will be placed.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nchars - number of bytes or characters to be read.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Inputs: *u.r0 - file descriptor (&amp; arguments)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Outputs: *u.r0 - number of bytes read.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'sysread' system call has three arguments; so,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Retro UNIX 8086 v1 argument transfer method 3 is used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to get sysread system call arguments from the user;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* 1st argument, file descriptor is in BX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* 2nd argument, buffer address/offset in CX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* 3rd argument, number of bytes is in DX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AX register (will be restored via 'u.r0') will return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to the user with number of bytes read.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NOTE: Retro UNIX 8086 v1 'arg' routine gets these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arguments in these registers;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(BX= file descriptor)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(CX= buffer address in user's program segment)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(DX= number of bytes)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then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* file descriptor (in BX) is moved into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* buffer address (in CX) is moved into 'u.base'.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* byte count (in DX) is moved into 'u.count'.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rw1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r0,rw1 / get i-number of file to be read into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test</w:t>
      </w:r>
      <w:r w:rsidRPr="00445E85">
        <w:rPr>
          <w:rFonts w:ascii="Courier New" w:hAnsi="Courier New" w:cs="Courier New"/>
          <w:sz w:val="16"/>
          <w:szCs w:val="16"/>
        </w:rPr>
        <w:tab/>
        <w:t>ah, 80h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tst r1 / negative i-number?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jnz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ble error1 / yes, error 1 to read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; / it should be positive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readi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r0,readi / read data into core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1f</w:t>
      </w: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syswrite: ; &lt; write to file 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23/05/2013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'syswrite' is given a buffer to write onto an output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and the number of characters to write. If finds the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from the file descriptor located in *u.r0 (r0). This file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descriptor is returned from a successful open or create call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(sysopen or syscreat). The i-number of file is obtained via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'rw1' and buffer is written on the output file via 'write'.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syswrite; buffer; nchars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buffer - location of contiguous bytes to be writtten.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nchars - number of characters to be written.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Inputs: *u.r0 - file descriptor (&amp; arguments)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Outputs: *u.r0 - number of bytes written.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'syswrite' system call has three arguments; so,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Retro UNIX 8086 v1 argument transfer method 3 is used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to get syswrite system call arguments from the user;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* 1st argument, file descriptor is in BX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* 2nd argument, buffer address/offset in CX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* 3rd argument, number of bytes is in DX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AX register (will be restored via 'u.r0') will return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to the user with number of bytes written.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NOTE: Retro UNIX 8086 v1 'arg' routine gets these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arguments in these registers;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(BX= file descriptor)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(CX= buffer address in user's program segment)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(DX= number of bytes)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then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* file descriptor (in BX) is moved into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* buffer address (in CX) is moved into 'u.base'.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* byte count (in DX) is moved into 'u.count'.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rw1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r0,rw1 / get i-number in r1 of file to write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test</w:t>
      </w:r>
      <w:r w:rsidRPr="00445E85">
        <w:rPr>
          <w:rFonts w:ascii="Courier New" w:hAnsi="Courier New" w:cs="Courier New"/>
          <w:sz w:val="16"/>
          <w:szCs w:val="16"/>
        </w:rPr>
        <w:tab/>
        <w:t>ah, 80h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tst r1 / positive i-number 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jz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bge error1 / yes, error 1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; / negative i-number means write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neg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neg r1 / make it positive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writei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jsr r0,writei / write data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 ; 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mov</w:t>
      </w:r>
      <w:r w:rsidRPr="00445E85">
        <w:rPr>
          <w:rFonts w:ascii="Courier New" w:hAnsi="Courier New" w:cs="Courier New"/>
          <w:sz w:val="16"/>
          <w:szCs w:val="16"/>
        </w:rPr>
        <w:tab/>
        <w:t>ax, word ptr [u.nread]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[u.r0],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u.nread,*u.r0 / put no. of bytes transferred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; / into (u.r0)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br sysret1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rw1: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; 23/05/2013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'rw1' returns i-number of the file for 'sysread' &amp; 'syswrite'.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'arg' routine is different than 'arg' in original Unix v1.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ax, 3 ; number of arguments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;call</w:t>
      </w:r>
      <w:r w:rsidRPr="00445E85">
        <w:rPr>
          <w:rFonts w:ascii="Courier New" w:hAnsi="Courier New" w:cs="Courier New"/>
          <w:sz w:val="16"/>
          <w:szCs w:val="16"/>
        </w:rPr>
        <w:tab/>
        <w:t>arg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System call registers: bx, cx, dx (through 'sysenter')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word ptr [u.base], cx ; buffer address/offset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;</w:t>
      </w:r>
      <w:r w:rsidRPr="00445E85">
        <w:rPr>
          <w:rFonts w:ascii="Courier New" w:hAnsi="Courier New" w:cs="Courier New"/>
          <w:sz w:val="16"/>
          <w:szCs w:val="16"/>
        </w:rPr>
        <w:tab/>
        <w:t>(in the user's program segment)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word ptr [u.count], dx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r0,arg; u.base / get buffer pointer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jsr r0,arg; u.count / get no. of characters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;;mov</w:t>
      </w:r>
      <w:r w:rsidRPr="00445E85">
        <w:rPr>
          <w:rFonts w:ascii="Courier New" w:hAnsi="Courier New" w:cs="Courier New"/>
          <w:sz w:val="16"/>
          <w:szCs w:val="16"/>
        </w:rPr>
        <w:tab/>
        <w:t>ax, bx ; file descriptor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*u.r0,r1 / put file descriptor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  ; / (index to u.fp table)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 call</w:t>
      </w:r>
      <w:r w:rsidRPr="00445E85">
        <w:rPr>
          <w:rFonts w:ascii="Courier New" w:hAnsi="Courier New" w:cs="Courier New"/>
          <w:sz w:val="16"/>
          <w:szCs w:val="16"/>
        </w:rPr>
        <w:tab/>
        <w:t>getf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 BX = File descriptor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getf1 ; calling point in 'getf' from 'rw1'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r0,getf / get i-number of the file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AX = I-number of the file ; negative i-number means write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retn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rts r0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sysopen: ;&lt;open file&gt;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27/05/2013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22/05/2013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'sysopen' opens a file in following manner: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1) The second argument in a sysopen says whether to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open the file ro read (0) or write (&gt;0).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2) I-node of the particular file is obtained via 'namei'.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3) The file is opened by 'iopen'.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4) Next housekeeping is performed on the fsp table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and the user's open file list - u.fp.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a) u.fp and fsp are scanned for the next available slot.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b) An entry for the file is created in the fsp table.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c) The number of this entry is put on u.fp list.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d) The file descriptor index to u.fp list is pointed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to by u.r0.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sysopen; name; mode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name - file name or path name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mode - 0 to open for reading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1 to open for writing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Inputs: (arguments)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Outputs: *u.r0 - index to u.fp list (the file descriptor)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is put into r0's location on the stack.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'sysopen' system call has two arguments; so,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to get sysopen system call arguments from the user;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* 1st argument, name is pointed to by BX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* 2nd argument, mode is in CX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AX register (will be restored via 'u.r0') will return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to the user with the file descriptor/number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(index to u.fp list).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NOTE: Retro UNIX 8086 v1 'arg2' routine gets these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arguments which were in these registers;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but, it returns by putting the 1st argument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in 'u.namep' and the 2nd argument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on top of stack. (1st argument is offset of the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file/path name in the user's program segment.)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;call</w:t>
      </w:r>
      <w:r w:rsidRPr="00445E85">
        <w:rPr>
          <w:rFonts w:ascii="Courier New" w:hAnsi="Courier New" w:cs="Courier New"/>
          <w:sz w:val="16"/>
          <w:szCs w:val="16"/>
        </w:rPr>
        <w:tab/>
        <w:t>arg2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* name - 'u.namep' points to address of file/path name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in the user's program segment ('u.segmnt')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with offset in BX register (as sysopen argument 1).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* mode - sysopen argument 2 is in CX register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which is on top of stack.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r0,arg2 / get sys args into u.namep and on stack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24/05/2013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</w:t>
      </w:r>
      <w:r w:rsidRPr="00445E85">
        <w:rPr>
          <w:rFonts w:ascii="Courier New" w:hAnsi="Courier New" w:cs="Courier New"/>
          <w:sz w:val="16"/>
          <w:szCs w:val="16"/>
        </w:rPr>
        <w:tab/>
        <w:t>; system call registers: bx, cx (through 'sysenter')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namei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r0,namei / i-number of file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</w:t>
      </w:r>
      <w:r w:rsidRPr="00445E85">
        <w:rPr>
          <w:rFonts w:ascii="Courier New" w:hAnsi="Courier New" w:cs="Courier New"/>
          <w:sz w:val="16"/>
          <w:szCs w:val="16"/>
        </w:rPr>
        <w:tab/>
        <w:t>;and</w:t>
      </w:r>
      <w:r w:rsidRPr="00445E85">
        <w:rPr>
          <w:rFonts w:ascii="Courier New" w:hAnsi="Courier New" w:cs="Courier New"/>
          <w:sz w:val="16"/>
          <w:szCs w:val="16"/>
        </w:rPr>
        <w:tab/>
        <w:t>ax,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;jz</w:t>
      </w:r>
      <w:r w:rsidRPr="00445E85">
        <w:rPr>
          <w:rFonts w:ascii="Courier New" w:hAnsi="Courier New" w:cs="Courier New"/>
          <w:sz w:val="16"/>
          <w:szCs w:val="16"/>
        </w:rPr>
        <w:tab/>
        <w:t>error ; File not found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jc</w:t>
      </w:r>
      <w:r w:rsidRPr="00445E85">
        <w:rPr>
          <w:rFonts w:ascii="Courier New" w:hAnsi="Courier New" w:cs="Courier New"/>
          <w:sz w:val="16"/>
          <w:szCs w:val="16"/>
        </w:rPr>
        <w:tab/>
        <w:t>error ; 27/05/2013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 error2 / file not found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</w:t>
      </w: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dx ; mode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;or</w:t>
      </w:r>
      <w:r w:rsidRPr="00445E85">
        <w:rPr>
          <w:rFonts w:ascii="Courier New" w:hAnsi="Courier New" w:cs="Courier New"/>
          <w:sz w:val="16"/>
          <w:szCs w:val="16"/>
        </w:rPr>
        <w:tab/>
        <w:t>dx, 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or</w:t>
      </w:r>
      <w:r w:rsidRPr="00445E85">
        <w:rPr>
          <w:rFonts w:ascii="Courier New" w:hAnsi="Courier New" w:cs="Courier New"/>
          <w:sz w:val="16"/>
          <w:szCs w:val="16"/>
        </w:rPr>
        <w:tab/>
        <w:t>dl, dl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tst (sp) / is mode = 0 (2nd arg of call;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; / 0 means, open for read)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beq 1f / yes, leave i-number positive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neg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neg r1 / open for writing so make i-number negative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 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iopen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;jsr r0,iopen / open file whose i-number is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;and</w:t>
      </w:r>
      <w:r w:rsidRPr="00445E85">
        <w:rPr>
          <w:rFonts w:ascii="Courier New" w:hAnsi="Courier New" w:cs="Courier New"/>
          <w:sz w:val="16"/>
          <w:szCs w:val="16"/>
        </w:rPr>
        <w:tab/>
        <w:t>dx, 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>dl, dl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tst (sp)+ / pop the stack and test the mode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beq op1 / is open for read op1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op0: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neg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; neg r1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;/ make i-number positive if open for writing [???]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 NOTE: iopen always make i-number positive.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 Here i-number becomes negative again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 perhaps iclose then makes it positive ??? E. Tan [22/05/2013]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 ;op1: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xor     si, 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clr r2 / clear registers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xor     bx,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r3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 ;1: / scan the list of entries in fsp table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cmp     byte ptr [SI]+u.fp, bl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tstb u.fp(r2) / test the entry in the u.fp list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jna      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beq 1f / if byte in list is 0 branch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inc     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inc r2 / bump r2 so next byte can be checked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cmp     si, 10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 r2,$10. / reached end of list?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jb</w:t>
      </w:r>
      <w:r w:rsidRPr="00445E85">
        <w:rPr>
          <w:rFonts w:ascii="Courier New" w:hAnsi="Courier New" w:cs="Courier New"/>
          <w:sz w:val="16"/>
          <w:szCs w:val="16"/>
        </w:rPr>
        <w:tab/>
        <w:t>short @b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blt 1b / no, go back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br error2 / yes, error (no files open)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 ; 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cmp     word ptr [BX]+fsp,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tst fsp(r3) / scan fsp entries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jna     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beq 1f / if 0 branch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add     bx, 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add $8.,r3 / add 8 to r3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to bump it to next entry mfsp table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cmp     bx, nfiles*8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cmp r3,$[nfiles*8.] / done scanning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jb</w:t>
      </w:r>
      <w:r w:rsidRPr="00445E85">
        <w:rPr>
          <w:rFonts w:ascii="Courier New" w:hAnsi="Courier New" w:cs="Courier New"/>
          <w:sz w:val="16"/>
          <w:szCs w:val="16"/>
        </w:rPr>
        <w:tab/>
        <w:t>short @b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blt 1b / no, back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br error2 / yes, 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 ; 1: / r2 has index to u.fp list; r3, has index to fsp table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     word ptr [BX]+fsp,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r1,fsp(r3) / put i-number of open file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into next available entry in fsp table,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di, word ptr [cdev] ; word ? byte ?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     word ptr [BX]+fsp+2, di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cdev,fsp+2(r3) / put # of device in next word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xor</w:t>
      </w:r>
      <w:r w:rsidRPr="00445E85">
        <w:rPr>
          <w:rFonts w:ascii="Courier New" w:hAnsi="Courier New" w:cs="Courier New"/>
          <w:sz w:val="16"/>
          <w:szCs w:val="16"/>
        </w:rPr>
        <w:tab/>
        <w:t>di, di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     word ptr [BX]+fsp+4, di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fsp+4(r3)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     word ptr [BX]+fsp+6, di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clr fsp+6(r3) / clear the next two words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shr     bx,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asr r3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shr     bx,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asr r3 / divide by 8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shr     bx,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asr r3 ; / to get number of the fsp entry-1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;inc   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inc     bl       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inc r3 / add 1 to get fsp entry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     byte ptr [SI]+u.fp, bl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movb r3,u.fp(r2) / move entry number into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next available slot in u.fp list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     word ptr [u.r0], 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r2,*u.r0 / move index to u.fp list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; / into r0 loc on stack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sysret2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syscreat: ; &lt; create file 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27/05/2013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'syscreat' called with two arguments; name and mode.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u.namep points to name of the file and mode is put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on the stack. 'namei' is called to get i-number of the file.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If the file aready exists, it's mode and owner remain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unchanged, but it is truncated to zero length. If the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did not exist, an i-node is created with the new mode via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'maknod' whether or not the file already existed, it is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open for writing. The fsp table is then searched for a free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entry. When a free entry is found, proper data is placed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 it and the number of this entry is put in the u.fp list.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The index to the u.fp (also know as the file descriptor)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is put in the user's r0. 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syscreate; name; mode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name - name of the file to be created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mode - mode of the file to be created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Inputs: (arguments)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Outputs: *u.r0 - index to u.fp list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(the file descriptor of new file)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'syscreate' system call has two arguments; so,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to get syscreate system call arguments from the user;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* 1st argument, name is pointed to by BX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* 2nd argument, mode is in CX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AX register (will be restored via 'u.r0') will return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to the user with the file descriptor/number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(index to u.fp list).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NOTE: Retro UNIX 8086 v1 'arg2' routine gets these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arguments which were in these registers;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but, it returns by putting the 1st argument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in 'u.namep' and the 2nd argument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on top of stack. (1st argument is offset of the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file/path name in the user's program segment.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;call</w:t>
      </w:r>
      <w:r w:rsidRPr="00445E85">
        <w:rPr>
          <w:rFonts w:ascii="Courier New" w:hAnsi="Courier New" w:cs="Courier New"/>
          <w:sz w:val="16"/>
          <w:szCs w:val="16"/>
        </w:rPr>
        <w:tab/>
        <w:t>arg2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* name - 'u.namep' points to address of file/path name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in the user's program segment ('u.segmnt')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with offset in BX register (as sysopen argument 1).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* mode - sysopen argument 2 is in CX register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which is on top of stack.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; jsr r0,arg2 / put file name in u.namep put mode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; / on stack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[u.namep], bx ; file name address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cx ; mode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namei        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r0,namei / get the i-number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;and</w:t>
      </w:r>
      <w:r w:rsidRPr="00445E85">
        <w:rPr>
          <w:rFonts w:ascii="Courier New" w:hAnsi="Courier New" w:cs="Courier New"/>
          <w:sz w:val="16"/>
          <w:szCs w:val="16"/>
        </w:rPr>
        <w:tab/>
        <w:t>ax,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;jz</w:t>
      </w:r>
      <w:r w:rsidRPr="00445E85">
        <w:rPr>
          <w:rFonts w:ascii="Courier New" w:hAnsi="Courier New" w:cs="Courier New"/>
          <w:sz w:val="16"/>
          <w:szCs w:val="16"/>
        </w:rPr>
        <w:tab/>
        <w:t>short @f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jc</w:t>
      </w:r>
      <w:r w:rsidRPr="00445E85">
        <w:rPr>
          <w:rFonts w:ascii="Courier New" w:hAnsi="Courier New" w:cs="Courier New"/>
          <w:sz w:val="16"/>
          <w:szCs w:val="16"/>
        </w:rPr>
        <w:tab/>
        <w:t>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 2f / if file doesn't exist 2f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neg 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; neg r1 / if file already exists make i-number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; / negative (open for writing)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iopen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jsr r0,iopen /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itrunc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jsr r0,itrunc / truncate to 0 length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cx ; pop mode (did not exist in original Unix v1 !?)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short op0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br op0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 ; 2: / file doesn't exist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mov (sp)+,r1 / put the mode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ah, ah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bic $!377,r1 / clear upper byte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445E85">
        <w:rPr>
          <w:rFonts w:ascii="Courier New" w:hAnsi="Courier New" w:cs="Courier New"/>
          <w:sz w:val="16"/>
          <w:szCs w:val="16"/>
        </w:rPr>
        <w:tab/>
        <w:t>maknod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jsr r0,maknod / make an i-node for this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word ptr [u.dirbuf]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; mov u.dirbuf,r1 / put i-number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; / for this new file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jmp     short op0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br op0 / open the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sysmkdir: ; &lt; make directory 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02/08/2013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27/05/2013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'sysmkdir' creates an empty directory whose name is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pointed to by arg 1. The mode of the directory is arg 2.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The special entries '.' and '..' are not present.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Errors are indicated if the directory already exists or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user is not the super user.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sysmkdir; name; mode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name - points to the name of the directory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mode - mode of the directory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Inputs: (arguments)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Outputs: -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   (sets 'directory' flag to 1;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'set user id on execution' and 'executable' flags to 0)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'sysmkdir' system call has two arguments; so,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to get sysmkdir system call arguments from the user;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* 1st argument, name is pointed to by BX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* 2nd argument, mode is in CX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NOTE: Retro UNIX 8086 v1 'arg2' routine gets these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arguments which were in these registers;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but, it returns by putting the 1st argument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in 'u.namep' and the 2nd argument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on top of stack. (1st argument is offset of the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file/path name in the user's program segment.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/ make a directory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;call</w:t>
      </w:r>
      <w:r w:rsidRPr="00445E85">
        <w:rPr>
          <w:rFonts w:ascii="Courier New" w:hAnsi="Courier New" w:cs="Courier New"/>
          <w:sz w:val="16"/>
          <w:szCs w:val="16"/>
        </w:rPr>
        <w:tab/>
        <w:t>arg2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* name - 'u.namep' points to address of file/path name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in the user's program segment ('u.segmnt')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with offset in BX register (as sysopen argument 1).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* mode - sysopen argument 2 is in CX register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which is on top of stack.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; jsr r0,arg2 / put file name in u.namep put mode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; / on stack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namei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jsr r0,namei / get the i-number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    br .+4 / if file not found branch around 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;xor </w:t>
      </w:r>
      <w:r w:rsidRPr="00445E85">
        <w:rPr>
          <w:rFonts w:ascii="Courier New" w:hAnsi="Courier New" w:cs="Courier New"/>
          <w:sz w:val="16"/>
          <w:szCs w:val="16"/>
        </w:rPr>
        <w:tab/>
        <w:t>ax,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;jnz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jnc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 error2 / directory already exists (error)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byte ptr [u.uid_], 0 ; 02/08/2013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;tstb u.uid / is user the super user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jna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;bne error2 / no, not allowed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;mov (sp)+,r1 / put the mode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>ax, 0FFCFh ; 1111111111001111b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;bic $!317,r1 / all but su and ex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;or</w:t>
      </w:r>
      <w:r w:rsidRPr="00445E85">
        <w:rPr>
          <w:rFonts w:ascii="Courier New" w:hAnsi="Courier New" w:cs="Courier New"/>
          <w:sz w:val="16"/>
          <w:szCs w:val="16"/>
        </w:rPr>
        <w:tab/>
        <w:t>ax , 4000h ; 1011111111111111b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or</w:t>
      </w:r>
      <w:r w:rsidRPr="00445E85">
        <w:rPr>
          <w:rFonts w:ascii="Courier New" w:hAnsi="Courier New" w:cs="Courier New"/>
          <w:sz w:val="16"/>
          <w:szCs w:val="16"/>
        </w:rPr>
        <w:tab/>
        <w:t>ah, 40h ; Set bit 14 to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;bis $40000,r1 / directory flag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maknod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;jsr r0,maknod / make the i-node for the directory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;br sysret2 /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sysclose: ;&lt;close file&gt;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26/05/2013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22/05/2013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'sysclose', given a file descriptor in 'u.r0', closes the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associated file. The file descriptor (index to 'u.fp' list)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is put in r1 and 'fclose' is called.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sysclose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- 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Inputs: *u.r0 - file descriptor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Outputs: -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Retro UNIX 8086 v1 modification: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The user/application program puts file descriptor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in BX register as 'sysclose' system call argument.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(argument transfer method 1)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/ close the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;;mov</w:t>
      </w:r>
      <w:r w:rsidRPr="00445E85">
        <w:rPr>
          <w:rFonts w:ascii="Courier New" w:hAnsi="Courier New" w:cs="Courier New"/>
          <w:sz w:val="16"/>
          <w:szCs w:val="16"/>
        </w:rPr>
        <w:tab/>
        <w:t>ax, 1 ; one/single argument, put argument in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;;call</w:t>
      </w:r>
      <w:r w:rsidRPr="00445E85">
        <w:rPr>
          <w:rFonts w:ascii="Courier New" w:hAnsi="Courier New" w:cs="Courier New"/>
          <w:sz w:val="16"/>
          <w:szCs w:val="16"/>
        </w:rPr>
        <w:tab/>
        <w:t>arg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445E85">
        <w:rPr>
          <w:rFonts w:ascii="Courier New" w:hAnsi="Courier New" w:cs="Courier New"/>
          <w:sz w:val="16"/>
          <w:szCs w:val="16"/>
        </w:rPr>
        <w:tab/>
        <w:t>bx, word ptr [u.sp_] ; points to user's BP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;add </w:t>
      </w:r>
      <w:r w:rsidRPr="00445E85">
        <w:rPr>
          <w:rFonts w:ascii="Courier New" w:hAnsi="Courier New" w:cs="Courier New"/>
          <w:sz w:val="16"/>
          <w:szCs w:val="16"/>
        </w:rPr>
        <w:tab/>
        <w:t>bx, 6 ; bx now points to BX on stack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ax, word ptr [BX]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*u.r0,r1 / move index to u.fp list into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45E85">
        <w:rPr>
          <w:rFonts w:ascii="Courier New" w:hAnsi="Courier New" w:cs="Courier New"/>
          <w:sz w:val="16"/>
          <w:szCs w:val="16"/>
        </w:rPr>
        <w:tab/>
        <w:t>ax, bx ; 26/05/2013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445E85">
        <w:rPr>
          <w:rFonts w:ascii="Courier New" w:hAnsi="Courier New" w:cs="Courier New"/>
          <w:sz w:val="16"/>
          <w:szCs w:val="16"/>
        </w:rPr>
        <w:tab/>
        <w:t>fclose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r0,fclose / close the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jc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       </w:t>
      </w:r>
      <w:r w:rsidRPr="00445E85">
        <w:rPr>
          <w:rFonts w:ascii="Courier New" w:hAnsi="Courier New" w:cs="Courier New"/>
          <w:sz w:val="16"/>
          <w:szCs w:val="16"/>
        </w:rPr>
        <w:tab/>
        <w:t>; br error2 / unknown file descriptor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sysret2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sysemt: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10/04/2014 Bugfix [u.uid --&gt; u.uid_]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18/01/2014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10/12/2013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'Enable Multi Tasking'  system call instead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of 'Emulator Trap' in original UNIX v1 for PDP-11.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Retro UNIX 8086 v1 feature only!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Using purpose: Kernel will start without time-out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(internal clock/timer) functionality.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Then etc/init will enable clock/timer for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multi tasking. (Then it will not be disabled again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except hardware reset/restart.)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byte ptr [u.uid_], 0   ; BugFix u.uid --&gt; u.uid_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ja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445E85">
        <w:rPr>
          <w:rFonts w:ascii="Courier New" w:hAnsi="Courier New" w:cs="Courier New"/>
          <w:sz w:val="16"/>
          <w:szCs w:val="16"/>
        </w:rPr>
        <w:tab/>
        <w:t>ax, 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45E85">
        <w:rPr>
          <w:rFonts w:ascii="Courier New" w:hAnsi="Courier New" w:cs="Courier New"/>
          <w:sz w:val="16"/>
          <w:szCs w:val="16"/>
        </w:rPr>
        <w:tab/>
        <w:t>es, ax ;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45E85">
        <w:rPr>
          <w:rFonts w:ascii="Courier New" w:hAnsi="Courier New" w:cs="Courier New"/>
          <w:sz w:val="16"/>
          <w:szCs w:val="16"/>
        </w:rPr>
        <w:tab/>
        <w:t>di, 28*4 ; INT 1Ch vector - offset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18/01/2014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cli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>bx,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short emt_2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Enable INT 1Ch time-out functionality.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offset clock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emt_1: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stosw   ; offset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cs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stosw</w:t>
      </w:r>
      <w:r w:rsidRPr="00445E85">
        <w:rPr>
          <w:rFonts w:ascii="Courier New" w:hAnsi="Courier New" w:cs="Courier New"/>
          <w:sz w:val="16"/>
          <w:szCs w:val="16"/>
        </w:rPr>
        <w:tab/>
        <w:t>; segment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18/01/2014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sti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emt_2: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Disable INT 1Ch time-out functionality.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ax, offset emt_iret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short emt_1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emt_iret: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Original UNIX v1 'sysemt' routine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;sysemt: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;jsr    r0,arg; 30 / put the argument of the sysemt call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; / in loc 30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;cmp    30,$core / was the argument a lower address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than core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;blo    1f / yes, rtssym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;cmp    30,$ecore / no, was it higher than "core"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and less than "ecore"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;blo    2f / yes, sysret2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$rtssym,30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;br     sysret2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sysilgins: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03/06/2013,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not a valid system call ! (not in use)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;jmp 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Original UNIX v1 'sysemt' routine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;sysilgins: / calculate proper illegal instruction trap address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;jsr    r0,arg; 10 / take address from sysilgins call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;/ put it in loc 8.,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;cmp    10,$core / making it the illegal instruction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; / trap address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;blo    1f / is the address a user core address? 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/ yes, go to 2f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;cmp    10,$ecore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;blo    2f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$fpsym,10 / no, make 'fpsum' the illegal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; / instruction trap address for the system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;br     sysret2 / return to the caller via 'sysret'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sysmdate: ; &lt; change the modification time of a file 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02/08/2013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03/06/2013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'sysmdate' is given a file name. It gets inode of this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file into core. The user is checked if he is the owner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or super user. If he is neither an error occurs.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'setimod' is then called to set the i-node modification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byte and the modification time, but the modification time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is overwritten by whatever get put on the stack during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 'systime' system call. This calls are restricted to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the super user.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sysmdate; name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name - points to the name of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Inputs: (arguments)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Outputs: -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The user/application program puts address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of the file name in BX register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as 'sysmdate' system call argument.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/ change the modification time of a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r0,arg; u.namep / point u.namep to the file name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mov</w:t>
      </w:r>
      <w:r w:rsidRPr="00445E85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namei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r0,namei / get its i-number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jc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error      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error2 / no, such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iget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jsr r0,iget / get i-node into core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al, byte ptr [u.uid_] ; 02/08/2013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al, byte ptr [i.uid]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cmpb u.uid,i.uid / is user same as owner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je</w:t>
      </w:r>
      <w:r w:rsidRPr="00445E85">
        <w:rPr>
          <w:rFonts w:ascii="Courier New" w:hAnsi="Courier New" w:cs="Courier New"/>
          <w:sz w:val="16"/>
          <w:szCs w:val="16"/>
        </w:rPr>
        <w:tab/>
        <w:t>short @f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beq 1f / yes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>al, al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tstb u.uid / no, is user the super user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jnz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bne error2 / no, 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 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setimod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jsr r0,setimod / fill in modification data,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    ; / time etc.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si, offset p_time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di, offset i.mtim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movsw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movsw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mov 4(sp),i.mtim / move present time to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</w:t>
      </w:r>
      <w:r w:rsidRPr="00445E85">
        <w:rPr>
          <w:rFonts w:ascii="Courier New" w:hAnsi="Courier New" w:cs="Courier New"/>
          <w:sz w:val="16"/>
          <w:szCs w:val="16"/>
        </w:rPr>
        <w:tab/>
        <w:t>; mov 2(sp),i.mtim+2 / modification time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br sysret2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@@: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retn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sysstty: ; &lt; set tty status and mode 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12/07/2014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04/07/2014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26/06/2014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15/04/2014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18/01/2014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17/01/2014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14/01/2014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13/01/2014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12/01/2014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07/12/2013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04/12/2013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30/10/2013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24/10/2013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03/09/2013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19/08/2013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15/08/2013 (set console tty)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11/08/2013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15/07/2013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02/06/2013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'sysstty' sets the status and mode of the typewriter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whose file descriptor is in (u.r0).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sysstty; arg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arg - address of 3 consequitive words that contain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the source of status data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Inputs: ((*u.r0 - file descriptor &amp; argument))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Outputs: ((status in address which is pointed to by arg))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'sysstty' system call will set the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(clear keyboard buffer and set cursor position)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in following manner: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NOTE: All of tty setting functions are here (16/01/2014)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BX = 0 --&gt; means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If CH = 0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set console tty for (current)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CL = tty number (0 to 9)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(If ch = 0, character will not be written)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If CH &gt; 0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set cursor position or comm. parameters only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   If CL = FFh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set cursor position for console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   or CL = tty number (0 to 9)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CH = character will be written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at requested cursor position (in DX)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   (For tty numbers 0 to 7, if CH = FFh, character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will not be written)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DX = cursor position for tty number 0 to 7.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</w:t>
      </w: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(only tty number 0 to 7)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         DL = communication parameters (for serial ports)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(only for COM1 and COM2 serial ports)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DH &lt; 0FFh -&gt; DL is valid, initialize serial port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or set cursor position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DH = 0FFh -&gt; DL is not valid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do not set serial port parameters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or do not set cursor position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BX &gt; 0 --&gt; points to name of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  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CH &gt; 0 --&gt;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CL = character will be written in current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           </w:t>
      </w:r>
      <w:r w:rsidRPr="00445E85">
        <w:rPr>
          <w:rFonts w:ascii="Courier New" w:hAnsi="Courier New" w:cs="Courier New"/>
          <w:sz w:val="16"/>
          <w:szCs w:val="16"/>
        </w:rPr>
        <w:tab/>
        <w:t>cursor position (for tty number from 0 to 7)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</w:t>
      </w:r>
      <w:r w:rsidRPr="00445E85">
        <w:rPr>
          <w:rFonts w:ascii="Courier New" w:hAnsi="Courier New" w:cs="Courier New"/>
          <w:sz w:val="16"/>
          <w:szCs w:val="16"/>
        </w:rPr>
        <w:tab/>
        <w:t>or character will be sent to serial port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</w:t>
      </w:r>
      <w:r w:rsidRPr="00445E85">
        <w:rPr>
          <w:rFonts w:ascii="Courier New" w:hAnsi="Courier New" w:cs="Courier New"/>
          <w:sz w:val="16"/>
          <w:szCs w:val="16"/>
        </w:rPr>
        <w:tab/>
        <w:t>(for tty number 8 or 9)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CH = color of the character if tty number &lt; 8.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  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CH = 0 --&gt; Do not write a character,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set mode (tty 8 to 9) or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set current cursor positions (tty 0 to 7) only.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 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DX = cursor position for tty number 0 to 7.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  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DH = FFh --&gt; Do not set cursor pos (or comm. params.)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(DL is not valid)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DL = communication parameters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for tty number 8 or 9 (COM1 or COM2).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cf = 0 -&gt; OK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AL = tty number (0 to 9)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AH = line status if tty number is 8 or 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AH = process number (of the caller) 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cf = 1 means error (requested tty is not ready)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AH = FFh if the tty is locked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(owned by another process)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= process number (of the caller)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(if &lt; FFh and tty number &lt; 8)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AL = tty number (0FFh if it does not exist)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AH = line status if tty number is 8 or 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NOTE: Video page will be cleared if cf = 0.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14/01/2014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[u.r0], 0FFFFh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>bx,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jnz     sysstty_6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set console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17/01/2014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cl, 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jna</w:t>
      </w:r>
      <w:r w:rsidRPr="00445E85">
        <w:rPr>
          <w:rFonts w:ascii="Courier New" w:hAnsi="Courier New" w:cs="Courier New"/>
          <w:sz w:val="16"/>
          <w:szCs w:val="16"/>
        </w:rPr>
        <w:tab/>
        <w:t>short sysstty_0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or</w:t>
      </w:r>
      <w:r w:rsidRPr="00445E85">
        <w:rPr>
          <w:rFonts w:ascii="Courier New" w:hAnsi="Courier New" w:cs="Courier New"/>
          <w:sz w:val="16"/>
          <w:szCs w:val="16"/>
        </w:rPr>
        <w:tab/>
        <w:t>ch, 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cl, 0FFh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jb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cl, byte ptr [BX]+p.ttyc-1 ; current/console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sysstty_0: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cl, 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jb</w:t>
      </w:r>
      <w:r w:rsidRPr="00445E85">
        <w:rPr>
          <w:rFonts w:ascii="Courier New" w:hAnsi="Courier New" w:cs="Courier New"/>
          <w:sz w:val="16"/>
          <w:szCs w:val="16"/>
        </w:rPr>
        <w:tab/>
        <w:t>short sysstty_2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dh, 0FFh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je</w:t>
      </w:r>
      <w:r w:rsidRPr="00445E85">
        <w:rPr>
          <w:rFonts w:ascii="Courier New" w:hAnsi="Courier New" w:cs="Courier New"/>
          <w:sz w:val="16"/>
          <w:szCs w:val="16"/>
        </w:rPr>
        <w:tab/>
        <w:t>short sysstty_2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set communication parameters for serial ports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si, offset com1p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12/07/2014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cl, 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jb</w:t>
      </w:r>
      <w:r w:rsidRPr="00445E85">
        <w:rPr>
          <w:rFonts w:ascii="Courier New" w:hAnsi="Courier New" w:cs="Courier New"/>
          <w:sz w:val="16"/>
          <w:szCs w:val="16"/>
        </w:rPr>
        <w:tab/>
        <w:t>short sysstty_1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si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sysstty_1: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[SI], dl ; comm. parameters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sysstty_2: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445E85">
        <w:rPr>
          <w:rFonts w:ascii="Courier New" w:hAnsi="Courier New" w:cs="Courier New"/>
          <w:sz w:val="16"/>
          <w:szCs w:val="16"/>
        </w:rPr>
        <w:tab/>
        <w:t>dl, dl</w:t>
      </w:r>
      <w:r w:rsidRPr="00445E85">
        <w:rPr>
          <w:rFonts w:ascii="Courier New" w:hAnsi="Courier New" w:cs="Courier New"/>
          <w:sz w:val="16"/>
          <w:szCs w:val="16"/>
        </w:rPr>
        <w:tab/>
        <w:t>; sysstty call sign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al, cl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[u.r0], al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AH =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;cbw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ah =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ottyp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jc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bh, bh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17/01/2014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ch, ch 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; set cursor position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or comm. parameters ONLY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jnz</w:t>
      </w:r>
      <w:r w:rsidRPr="00445E85">
        <w:rPr>
          <w:rFonts w:ascii="Courier New" w:hAnsi="Courier New" w:cs="Courier New"/>
          <w:sz w:val="16"/>
          <w:szCs w:val="16"/>
        </w:rPr>
        <w:tab/>
        <w:t>short sysstty_3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[BX]+p.ttyc-1, cl ; current/console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sysstty_3: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al, ch ; character  ; 0 to FFh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cl, 7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jna     short sysstty_9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sysstty_12: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;; BX = 0, CL = 8 or CL = 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(Set specified serial port as console tty port)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CH = character to be written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15/04/2014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CH = 0 --&gt; initialization only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AL = character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26/06/2014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[u.ttyn], cl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12/07/2014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ah, cl ; tty number (8 or 9)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>al, al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short sysstty_4 ; al = ch =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  <w:t>; 04/07/2014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445E85">
        <w:rPr>
          <w:rFonts w:ascii="Courier New" w:hAnsi="Courier New" w:cs="Courier New"/>
          <w:sz w:val="16"/>
          <w:szCs w:val="16"/>
        </w:rPr>
        <w:tab/>
        <w:t>sndc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12/07/2014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short sysstty_5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sysstty_4: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12/07/2014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xchg </w:t>
      </w:r>
      <w:r w:rsidRPr="00445E85">
        <w:rPr>
          <w:rFonts w:ascii="Courier New" w:hAnsi="Courier New" w:cs="Courier New"/>
          <w:sz w:val="16"/>
          <w:szCs w:val="16"/>
        </w:rPr>
        <w:tab/>
        <w:t>ah, al</w:t>
      </w:r>
      <w:r w:rsidRPr="00445E85">
        <w:rPr>
          <w:rFonts w:ascii="Courier New" w:hAnsi="Courier New" w:cs="Courier New"/>
          <w:sz w:val="16"/>
          <w:szCs w:val="16"/>
        </w:rPr>
        <w:tab/>
        <w:t>; al = 0 -&gt; al = ah, ah =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sub</w:t>
      </w:r>
      <w:r w:rsidRPr="00445E85">
        <w:rPr>
          <w:rFonts w:ascii="Courier New" w:hAnsi="Courier New" w:cs="Courier New"/>
          <w:sz w:val="16"/>
          <w:szCs w:val="16"/>
        </w:rPr>
        <w:tab/>
        <w:t>al, 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dx, ax ; 0 or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ah, 3  ; Get serial port status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int</w:t>
      </w:r>
      <w:r w:rsidRPr="00445E85">
        <w:rPr>
          <w:rFonts w:ascii="Courier New" w:hAnsi="Courier New" w:cs="Courier New"/>
          <w:sz w:val="16"/>
          <w:szCs w:val="16"/>
        </w:rPr>
        <w:tab/>
        <w:t>14h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sysstty_5: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[u.r0]+1, ah ; line status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dl, dl ; sysstty call sign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al, byte ptr [u.ttyn] ; 26/06/2014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cbw</w:t>
      </w:r>
      <w:r w:rsidRPr="00445E85">
        <w:rPr>
          <w:rFonts w:ascii="Courier New" w:hAnsi="Courier New" w:cs="Courier New"/>
          <w:sz w:val="16"/>
          <w:szCs w:val="16"/>
        </w:rPr>
        <w:tab/>
        <w:t>; ax = tty number (ah=0)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cttyp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jc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sysstty_6: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namei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jc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ax, 19  ; inode number of /dev/COM2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ja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al, 10 ; /dev/tty0 .. /dev/tty7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; /dev/COM1, /dev/COM2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jb</w:t>
      </w:r>
      <w:r w:rsidRPr="00445E85">
        <w:rPr>
          <w:rFonts w:ascii="Courier New" w:hAnsi="Courier New" w:cs="Courier New"/>
          <w:sz w:val="16"/>
          <w:szCs w:val="16"/>
        </w:rPr>
        <w:tab/>
        <w:t>short sysstty_7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sub</w:t>
      </w:r>
      <w:r w:rsidRPr="00445E85">
        <w:rPr>
          <w:rFonts w:ascii="Courier New" w:hAnsi="Courier New" w:cs="Courier New"/>
          <w:sz w:val="16"/>
          <w:szCs w:val="16"/>
        </w:rPr>
        <w:tab/>
        <w:t>al, 10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short sysstty_8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sysstty_7: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al, 1 ; /dev/tty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jne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bh, bh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al, byte ptr [BX]+p.ttyc-1 ; current/console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sysstty_8: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[u.r0], al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ottyp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dx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jc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12/07/2014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xchg</w:t>
      </w:r>
      <w:r w:rsidRPr="00445E85">
        <w:rPr>
          <w:rFonts w:ascii="Courier New" w:hAnsi="Courier New" w:cs="Courier New"/>
          <w:sz w:val="16"/>
          <w:szCs w:val="16"/>
        </w:rPr>
        <w:tab/>
        <w:t>al, cl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cl, 7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ja      sysstty_12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bh, bh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sysstty_9: </w:t>
      </w:r>
      <w:r w:rsidRPr="00445E85">
        <w:rPr>
          <w:rFonts w:ascii="Courier New" w:hAnsi="Courier New" w:cs="Courier New"/>
          <w:sz w:val="16"/>
          <w:szCs w:val="16"/>
        </w:rPr>
        <w:tab/>
        <w:t>; tty 0 to tty 7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al = character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dh, 0FFh ; Do not set cursor position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je</w:t>
      </w:r>
      <w:r w:rsidRPr="00445E85">
        <w:rPr>
          <w:rFonts w:ascii="Courier New" w:hAnsi="Courier New" w:cs="Courier New"/>
          <w:sz w:val="16"/>
          <w:szCs w:val="16"/>
        </w:rPr>
        <w:tab/>
        <w:t>short sysstty_10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bl, cl ; (tty number = video page number)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;xor</w:t>
      </w:r>
      <w:r w:rsidRPr="00445E85">
        <w:rPr>
          <w:rFonts w:ascii="Courier New" w:hAnsi="Courier New" w:cs="Courier New"/>
          <w:sz w:val="16"/>
          <w:szCs w:val="16"/>
        </w:rPr>
        <w:tab/>
        <w:t>bh, bh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set_cpos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ax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sysstty_10: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17/01/2014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      short sysstty_11 ; ch = FFh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dec</w:t>
      </w:r>
      <w:r w:rsidRPr="00445E85">
        <w:rPr>
          <w:rFonts w:ascii="Courier New" w:hAnsi="Courier New" w:cs="Courier New"/>
          <w:sz w:val="16"/>
          <w:szCs w:val="16"/>
        </w:rPr>
        <w:tab/>
        <w:t>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      short sysstty_11 ; ch =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; ch &gt; 0 and ch &lt; FFh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write a character at current cursor position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ah, 07h ; ah = 7 (color/attribute), al = char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12/07/2014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push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write_c_current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pop</w:t>
      </w:r>
      <w:r w:rsidRPr="00445E85">
        <w:rPr>
          <w:rFonts w:ascii="Courier New" w:hAnsi="Courier New" w:cs="Courier New"/>
          <w:sz w:val="16"/>
          <w:szCs w:val="16"/>
        </w:rPr>
        <w:tab/>
        <w:t>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sysstty_11: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14/01/2014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dl, dl ; sysstty call sign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18/01/2014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al, cl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cbw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cttyp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Original UNIX v1 'sysstty' routine: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gtty: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;sysstty: / set mode of typewriter; 3 consequtive word arguments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;jsr    r0,gtty / r1 will have offset to tty block,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>/ r2 has source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r2,-(sp)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r1,-(sp) / put r1 and r2 on the stack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;1: / flush the clist wait till typewriter is quiescent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(sp),r1 / restore r1 to tty block offset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;movb   tty+3(r1),0f / put cc offset into getc argument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$240,*$ps / set processor priority to 5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;jsr    r0,getc; 0:../ put character from clist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       br .+4 / list empty, skip branch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;br     1b / get another character until list is empty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0b,r1 / move cc offset to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;inc    r1 / bump it for output clist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;tstb   cc(r1) / is it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;beq    1f / yes, no characters to output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  <w:t>;mov    r1,0f / no, put offset in sleep arg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;jsr    r0,sleep; 0:.. / put tty output process to sleep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;br     1b / try to calm it down again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(sp)+,r1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(sp)+,r2 / restore registers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    (r2)+,r3 / put reader control status in r3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;beq    1f / if 0, 1f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r3,rcsr(r1) / move r.c. status to reader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                   / control status register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(r2)+,r3 / move pointer control status to r3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;beq    1f / if 0 1f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r3,tcsr(r1) / move p.c. status to printer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/ control status reg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(r2)+,tty+4(r1) / move to flag byte of tty block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;jmp     sysret2 / return to user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sysgtty: ; &lt; get tty status 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12/07/2014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22/04/2014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 26/01/2014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17/01/2014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07/12/2013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04/12/2013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03/09/2013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15/08/2013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02/06/2013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30/05/2013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'sysgtty' gets the status of tty in question.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It stores in the three words addressed by it's argument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the status of the typewriter whose file descriptor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 (u.r0).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sysgtty; arg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Arguments: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arg - address of 3 words destination of the status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Inputs: ((*u.r0 - file descriptor))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Outputs: ((status in address which is pointed to by arg))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'sysgtty' system call will return status of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(keyboard, serial port and video page status)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in following manner: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Inputs: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BX = 0 --&gt; means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CH = 0 --&gt;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'return status of the console tty'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          for (current)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CL = 0 --&gt; return keyboard status (tty 0 to 7)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CL = 1 --&gt; return video page status (tty 0 to 7)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CH &gt; 0 --&gt;</w:t>
      </w:r>
      <w:r w:rsidRPr="00445E85">
        <w:rPr>
          <w:rFonts w:ascii="Courier New" w:hAnsi="Courier New" w:cs="Courier New"/>
          <w:sz w:val="16"/>
          <w:szCs w:val="16"/>
        </w:rPr>
        <w:tab/>
        <w:t>tty number + 1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BX &gt; 0 --&gt; points to name of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CL = 0 --&gt; return keyboard status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CL = 1 --&gt; return video page status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CH = undefined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Outputs: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cf = 0 -&gt;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AL = tty number from 0 to 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(0 to 7 is also the video page of the tty)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AH = 0 if the tty is free/unused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AH = the process number of the caller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AH = FFh if the tty is locked by another process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(if calling is for serial port status)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BX = serial port status if tty number is 8 or 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(BH = modem status, BL = Line status)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CX = 0FFFFh (if data is ready)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CX = 0 (if data is not ready or undefined)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(if calling is for keyboard status)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BX = current character in tty/keyboard buffer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(BH = scan code, BL = ascii code)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(BX=0 if there is not a waiting character)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CX  is undefined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(if calling is for video page status)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BX = cursor position on the video page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if tty number &lt; 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(BH = row, BL = column)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CX = current character (in cursor position)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on the video page of the tty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if tty number &lt; 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(CH = color, CL = character)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>cf = 1 means error (requested tty is not ready)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AH = FFh if the caller is not owner of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 specified tty or console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AL = tty number (0FFh if it does not exist)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BX, CX are undefined if cf =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(If tty number is 8 or 9)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AL = tty number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AH = the process number of the caller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BX = serial port status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 </w:t>
      </w: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  <w:t xml:space="preserve"> (BH = modem status, BL = Line status)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CX =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sysgtty_0: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gtty:   ; get (requested) tty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12/07/2014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22/04/2014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15/04/2014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 26/01/2014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17/01/2014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07/12/2013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04/12/2013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03/09/2013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19/08/2013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16/07/2013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02/06/2013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30/05/2013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; Retro UNIX 8086 v1 modification !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((Modified registers: AX, BX, CX, DX, SI, DI, BP))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45E85">
        <w:rPr>
          <w:rFonts w:ascii="Courier New" w:hAnsi="Courier New" w:cs="Courier New"/>
          <w:sz w:val="16"/>
          <w:szCs w:val="16"/>
        </w:rPr>
        <w:tab/>
        <w:t>word ptr [u.r0], 0FFFFh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cl,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ja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>bx,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short sysgtty_1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namei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jc 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xor</w:t>
      </w:r>
      <w:r w:rsidRPr="00445E85">
        <w:rPr>
          <w:rFonts w:ascii="Courier New" w:hAnsi="Courier New" w:cs="Courier New"/>
          <w:sz w:val="16"/>
          <w:szCs w:val="16"/>
        </w:rPr>
        <w:tab/>
        <w:t>bh, bh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ax,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jna</w:t>
      </w:r>
      <w:r w:rsidRPr="00445E85">
        <w:rPr>
          <w:rFonts w:ascii="Courier New" w:hAnsi="Courier New" w:cs="Courier New"/>
          <w:sz w:val="16"/>
          <w:szCs w:val="16"/>
        </w:rPr>
        <w:tab/>
        <w:t>short sysgtty_2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sub</w:t>
      </w:r>
      <w:r w:rsidRPr="00445E85">
        <w:rPr>
          <w:rFonts w:ascii="Courier New" w:hAnsi="Courier New" w:cs="Courier New"/>
          <w:sz w:val="16"/>
          <w:szCs w:val="16"/>
        </w:rPr>
        <w:tab/>
        <w:t>ax, 10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ax, 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ja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ch, al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short sysgtty_4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sysgtty_1: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16/01/2014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ch, 10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ja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dec</w:t>
      </w:r>
      <w:r w:rsidRPr="00445E85">
        <w:rPr>
          <w:rFonts w:ascii="Courier New" w:hAnsi="Courier New" w:cs="Courier New"/>
          <w:sz w:val="16"/>
          <w:szCs w:val="16"/>
        </w:rPr>
        <w:tab/>
        <w:t>ch ; 0 -&gt; FFh (negative)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jns</w:t>
      </w:r>
      <w:r w:rsidRPr="00445E85">
        <w:rPr>
          <w:rFonts w:ascii="Courier New" w:hAnsi="Courier New" w:cs="Courier New"/>
          <w:sz w:val="16"/>
          <w:szCs w:val="16"/>
        </w:rPr>
        <w:tab/>
        <w:t>short sysgtty_3 ; not negative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sysgtty_2: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get tty number of console tty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ah, byte ptr [u.uno]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45E85">
        <w:rPr>
          <w:rFonts w:ascii="Courier New" w:hAnsi="Courier New" w:cs="Courier New"/>
          <w:sz w:val="16"/>
          <w:szCs w:val="16"/>
        </w:rPr>
        <w:tab/>
        <w:t>bl, ah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;xor</w:t>
      </w:r>
      <w:r w:rsidRPr="00445E85">
        <w:rPr>
          <w:rFonts w:ascii="Courier New" w:hAnsi="Courier New" w:cs="Courier New"/>
          <w:sz w:val="16"/>
          <w:szCs w:val="16"/>
        </w:rPr>
        <w:tab/>
        <w:t>bh, bh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ch, byte ptr [BX]+p.ttyc-1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sysgtty_3: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al, ch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sysgtty_4: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[u.r0], al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;cmp</w:t>
      </w:r>
      <w:r w:rsidRPr="00445E85">
        <w:rPr>
          <w:rFonts w:ascii="Courier New" w:hAnsi="Courier New" w:cs="Courier New"/>
          <w:sz w:val="16"/>
          <w:szCs w:val="16"/>
        </w:rPr>
        <w:tab/>
        <w:t>ch, 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;ja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ch, 8 ; cmp al, 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jb</w:t>
      </w:r>
      <w:r w:rsidRPr="00445E85">
        <w:rPr>
          <w:rFonts w:ascii="Courier New" w:hAnsi="Courier New" w:cs="Courier New"/>
          <w:sz w:val="16"/>
          <w:szCs w:val="16"/>
        </w:rPr>
        <w:tab/>
        <w:t>short sysgtty_6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12/07/2014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dx, 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je</w:t>
      </w:r>
      <w:r w:rsidRPr="00445E85">
        <w:rPr>
          <w:rFonts w:ascii="Courier New" w:hAnsi="Courier New" w:cs="Courier New"/>
          <w:sz w:val="16"/>
          <w:szCs w:val="16"/>
        </w:rPr>
        <w:tab/>
        <w:t>short sysgtty_5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inc</w:t>
      </w:r>
      <w:r w:rsidRPr="00445E85">
        <w:rPr>
          <w:rFonts w:ascii="Courier New" w:hAnsi="Courier New" w:cs="Courier New"/>
          <w:sz w:val="16"/>
          <w:szCs w:val="16"/>
        </w:rPr>
        <w:tab/>
        <w:t>dl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sysgtty_5: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12/07/2014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ah, 3 ; get serial port status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int</w:t>
      </w:r>
      <w:r w:rsidRPr="00445E85">
        <w:rPr>
          <w:rFonts w:ascii="Courier New" w:hAnsi="Courier New" w:cs="Courier New"/>
          <w:sz w:val="16"/>
          <w:szCs w:val="16"/>
        </w:rPr>
        <w:tab/>
        <w:t>14h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xchg</w:t>
      </w:r>
      <w:r w:rsidRPr="00445E85">
        <w:rPr>
          <w:rFonts w:ascii="Courier New" w:hAnsi="Courier New" w:cs="Courier New"/>
          <w:sz w:val="16"/>
          <w:szCs w:val="16"/>
        </w:rPr>
        <w:tab/>
        <w:t>ah, al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[BP]+6, ax ; serial port status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ah, byte ptr [u.uno]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[u.r0]+1, ah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[BP]+8, 0 ; data status (0 = not ready)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test</w:t>
      </w:r>
      <w:r w:rsidRPr="00445E85">
        <w:rPr>
          <w:rFonts w:ascii="Courier New" w:hAnsi="Courier New" w:cs="Courier New"/>
          <w:sz w:val="16"/>
          <w:szCs w:val="16"/>
        </w:rPr>
        <w:tab/>
        <w:t>al, 80h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jnz</w:t>
      </w:r>
      <w:r w:rsidRPr="00445E85">
        <w:rPr>
          <w:rFonts w:ascii="Courier New" w:hAnsi="Courier New" w:cs="Courier New"/>
          <w:sz w:val="16"/>
          <w:szCs w:val="16"/>
        </w:rPr>
        <w:tab/>
        <w:t>error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test</w:t>
      </w:r>
      <w:r w:rsidRPr="00445E85">
        <w:rPr>
          <w:rFonts w:ascii="Courier New" w:hAnsi="Courier New" w:cs="Courier New"/>
          <w:sz w:val="16"/>
          <w:szCs w:val="16"/>
        </w:rPr>
        <w:tab/>
        <w:t>al, 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jz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dec</w:t>
      </w:r>
      <w:r w:rsidRPr="00445E85">
        <w:rPr>
          <w:rFonts w:ascii="Courier New" w:hAnsi="Courier New" w:cs="Courier New"/>
          <w:sz w:val="16"/>
          <w:szCs w:val="16"/>
        </w:rPr>
        <w:tab/>
        <w:t>word ptr [BP]+8 ; data status (FFFFh = ready)</w:t>
      </w: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sysgtty_6: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bp, word ptr [u.sp_]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[u.ttyn], al ; tty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;xor</w:t>
      </w:r>
      <w:r w:rsidRPr="00445E85">
        <w:rPr>
          <w:rFonts w:ascii="Courier New" w:hAnsi="Courier New" w:cs="Courier New"/>
          <w:sz w:val="16"/>
          <w:szCs w:val="16"/>
        </w:rPr>
        <w:tab/>
        <w:t>bh, bh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445E85">
        <w:rPr>
          <w:rFonts w:ascii="Courier New" w:hAnsi="Courier New" w:cs="Courier New"/>
          <w:sz w:val="16"/>
          <w:szCs w:val="16"/>
        </w:rPr>
        <w:tab/>
        <w:t>bl, al ; tty number (0 to 7)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445E85">
        <w:rPr>
          <w:rFonts w:ascii="Courier New" w:hAnsi="Courier New" w:cs="Courier New"/>
          <w:sz w:val="16"/>
          <w:szCs w:val="16"/>
        </w:rPr>
        <w:tab/>
        <w:t>bl, 1  ; aligned to word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22/04/2014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add     bx, offset ttyl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</w:t>
      </w: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ah, byte ptr [BX]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cmp</w:t>
      </w:r>
      <w:r w:rsidRPr="00445E85">
        <w:rPr>
          <w:rFonts w:ascii="Courier New" w:hAnsi="Courier New" w:cs="Courier New"/>
          <w:sz w:val="16"/>
          <w:szCs w:val="16"/>
        </w:rPr>
        <w:tab/>
        <w:t>ah, byte ptr [u.uno]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je</w:t>
      </w:r>
      <w:r w:rsidRPr="00445E85">
        <w:rPr>
          <w:rFonts w:ascii="Courier New" w:hAnsi="Courier New" w:cs="Courier New"/>
          <w:sz w:val="16"/>
          <w:szCs w:val="16"/>
        </w:rPr>
        <w:tab/>
        <w:t>short sysgtty_7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and</w:t>
      </w:r>
      <w:r w:rsidRPr="00445E85">
        <w:rPr>
          <w:rFonts w:ascii="Courier New" w:hAnsi="Courier New" w:cs="Courier New"/>
          <w:sz w:val="16"/>
          <w:szCs w:val="16"/>
        </w:rPr>
        <w:tab/>
        <w:t>ah, ah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;jz</w:t>
      </w:r>
      <w:r w:rsidRPr="00445E85">
        <w:rPr>
          <w:rFonts w:ascii="Courier New" w:hAnsi="Courier New" w:cs="Courier New"/>
          <w:sz w:val="16"/>
          <w:szCs w:val="16"/>
        </w:rPr>
        <w:tab/>
        <w:t>short sysgtty_7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jnz</w:t>
      </w:r>
      <w:r w:rsidRPr="00445E85">
        <w:rPr>
          <w:rFonts w:ascii="Courier New" w:hAnsi="Courier New" w:cs="Courier New"/>
          <w:sz w:val="16"/>
          <w:szCs w:val="16"/>
        </w:rPr>
        <w:tab/>
        <w:t>short sysgtty_8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ah, 0FFh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sysgtty_7: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byte ptr [u.r0]+1, ah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sysgtty_8: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or</w:t>
      </w:r>
      <w:r w:rsidRPr="00445E85">
        <w:rPr>
          <w:rFonts w:ascii="Courier New" w:hAnsi="Courier New" w:cs="Courier New"/>
          <w:sz w:val="16"/>
          <w:szCs w:val="16"/>
        </w:rPr>
        <w:tab/>
        <w:t>cl, cl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jnz</w:t>
      </w:r>
      <w:r w:rsidRPr="00445E85">
        <w:rPr>
          <w:rFonts w:ascii="Courier New" w:hAnsi="Courier New" w:cs="Courier New"/>
          <w:sz w:val="16"/>
          <w:szCs w:val="16"/>
        </w:rPr>
        <w:tab/>
        <w:t>short sysgtty_9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al, 1  ; test a key is available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getc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[BP]+6, ax ; bx, character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sysgtty_9: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bl, byte ptr [u.ttyn]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bl = video page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445E85">
        <w:rPr>
          <w:rFonts w:ascii="Courier New" w:hAnsi="Courier New" w:cs="Courier New"/>
          <w:sz w:val="16"/>
          <w:szCs w:val="16"/>
        </w:rPr>
        <w:tab/>
        <w:t>get_cpos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dx = cursor position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[BP]+6, dx ; bx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;mov</w:t>
      </w:r>
      <w:r w:rsidRPr="00445E85">
        <w:rPr>
          <w:rFonts w:ascii="Courier New" w:hAnsi="Courier New" w:cs="Courier New"/>
          <w:sz w:val="16"/>
          <w:szCs w:val="16"/>
        </w:rPr>
        <w:tab/>
        <w:t>bl, byte ptr [u.ttyn]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bl = video page number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call</w:t>
      </w:r>
      <w:r w:rsidRPr="00445E85">
        <w:rPr>
          <w:rFonts w:ascii="Courier New" w:hAnsi="Courier New" w:cs="Courier New"/>
          <w:sz w:val="16"/>
          <w:szCs w:val="16"/>
        </w:rPr>
        <w:tab/>
        <w:t>read_ac_current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ax = character and attribute/color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mov</w:t>
      </w:r>
      <w:r w:rsidRPr="00445E85">
        <w:rPr>
          <w:rFonts w:ascii="Courier New" w:hAnsi="Courier New" w:cs="Courier New"/>
          <w:sz w:val="16"/>
          <w:szCs w:val="16"/>
        </w:rPr>
        <w:tab/>
        <w:t>word ptr [BP]+8, ax ; cx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jmp</w:t>
      </w:r>
      <w:r w:rsidRPr="00445E85">
        <w:rPr>
          <w:rFonts w:ascii="Courier New" w:hAnsi="Courier New" w:cs="Courier New"/>
          <w:sz w:val="16"/>
          <w:szCs w:val="16"/>
        </w:rPr>
        <w:tab/>
        <w:t>sysret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Original UNIX v1 'sysgtty' routine: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sysgtty: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;jsr    r0,gtty / r1 will have offset to tty block,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/ r2 has destination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rcsr(r1),(r2)+ / put reader control status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           / in 1st word of dest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tcsr(r1),(r2)+ / put printer control status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           / in 2nd word of dest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tty+4(r1),(r2)+ / put mode in 3rd word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;jmp    sysret2 / return to user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Original UNIX v1 'gtty' routine: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 gtty: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;jsr    r0,arg; u.off / put first arg in u.off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*u.r0,r1 / put file descriptor in r1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;jsr    r0,getf / get the i-number of the file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;tst    r1 / is it open for reading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;bgt    1f / yes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;neg    r1 / no, i-number is negative,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          / so make it positive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>;1: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;sub    $14.,r1 / get i-number of tty0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;cmp    r1,$ntty-1 / is there such a typewriter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;bhis   error9 / no, error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;asl    r1 / 0%2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;asl    r1 / 0%4 / yes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;asl    r1 / 0%8 / multiply by 8 so r1 points to 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ab/>
        <w:t>;</w:t>
      </w:r>
      <w:r w:rsidRPr="00445E85">
        <w:rPr>
          <w:rFonts w:ascii="Courier New" w:hAnsi="Courier New" w:cs="Courier New"/>
          <w:sz w:val="16"/>
          <w:szCs w:val="16"/>
        </w:rPr>
        <w:tab/>
        <w:t xml:space="preserve">       ; / tty block</w:t>
      </w:r>
    </w:p>
    <w:p w:rsidR="00ED60DF" w:rsidRPr="00445E85" w:rsidRDefault="00ED60DF" w:rsidP="00445E8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45E85">
        <w:rPr>
          <w:rFonts w:ascii="Courier New" w:hAnsi="Courier New" w:cs="Courier New"/>
          <w:sz w:val="16"/>
          <w:szCs w:val="16"/>
        </w:rPr>
        <w:t xml:space="preserve">        ;mov    u.off,r2 / put argument in r2</w:t>
      </w:r>
    </w:p>
    <w:p w:rsidR="00ED60DF" w:rsidRPr="009E3517" w:rsidRDefault="00ED60DF" w:rsidP="00445E85">
      <w:pPr>
        <w:spacing w:after="0" w:line="240" w:lineRule="auto"/>
      </w:pPr>
      <w:r w:rsidRPr="00445E85">
        <w:rPr>
          <w:rFonts w:ascii="Courier New" w:hAnsi="Courier New" w:cs="Courier New"/>
          <w:sz w:val="16"/>
          <w:szCs w:val="16"/>
        </w:rPr>
        <w:t xml:space="preserve">        ;rts    r0 / return</w:t>
      </w:r>
    </w:p>
    <w:sectPr w:rsidR="00ED60DF" w:rsidRPr="009E3517" w:rsidSect="009E3517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0DF" w:rsidRDefault="00ED60DF" w:rsidP="00585146">
      <w:pPr>
        <w:spacing w:after="0" w:line="240" w:lineRule="auto"/>
      </w:pPr>
      <w:r>
        <w:separator/>
      </w:r>
    </w:p>
  </w:endnote>
  <w:endnote w:type="continuationSeparator" w:id="0">
    <w:p w:rsidR="00ED60DF" w:rsidRDefault="00ED60DF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0DF" w:rsidRPr="00D066FE" w:rsidRDefault="00ED60DF" w:rsidP="00D066FE">
    <w:pPr>
      <w:pStyle w:val="Footer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u1</w:t>
    </w:r>
    <w:r w:rsidRPr="00D066FE">
      <w:rPr>
        <w:i/>
        <w:sz w:val="16"/>
        <w:szCs w:val="16"/>
      </w:rPr>
      <w:t xml:space="preserve"> - </w:t>
    </w:r>
    <w:r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Pr="00D066FE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31</w:t>
    </w:r>
    <w:r w:rsidRPr="00D066FE">
      <w:rPr>
        <w:i/>
        <w:sz w:val="16"/>
        <w:szCs w:val="16"/>
      </w:rPr>
      <w:fldChar w:fldCharType="end"/>
    </w:r>
  </w:p>
  <w:p w:rsidR="00ED60DF" w:rsidRDefault="00ED60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0DF" w:rsidRDefault="00ED60DF" w:rsidP="00585146">
      <w:pPr>
        <w:spacing w:after="0" w:line="240" w:lineRule="auto"/>
      </w:pPr>
      <w:r>
        <w:separator/>
      </w:r>
    </w:p>
  </w:footnote>
  <w:footnote w:type="continuationSeparator" w:id="0">
    <w:p w:rsidR="00ED60DF" w:rsidRDefault="00ED60DF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2660"/>
      <w:gridCol w:w="721"/>
    </w:tblGrid>
    <w:tr w:rsidR="00ED60DF" w:rsidRPr="00E41A94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ED60DF" w:rsidRPr="00585146" w:rsidRDefault="00ED60DF" w:rsidP="00601FC6">
          <w:pPr>
            <w:pStyle w:val="Header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Retro UNIX 8086 v1 / u1.asm</w:t>
          </w:r>
        </w:p>
      </w:tc>
      <w:tc>
        <w:tcPr>
          <w:tcW w:w="721" w:type="dxa"/>
          <w:shd w:val="clear" w:color="auto" w:fill="C0504D"/>
          <w:vAlign w:val="center"/>
        </w:tcPr>
        <w:p w:rsidR="00ED60DF" w:rsidRPr="00E41A94" w:rsidRDefault="00ED60DF">
          <w:pPr>
            <w:pStyle w:val="Header"/>
            <w:jc w:val="center"/>
            <w:rPr>
              <w:color w:val="FFFFFF"/>
            </w:rPr>
          </w:pPr>
          <w:fldSimple w:instr=" PAGE  \* MERGEFORMAT ">
            <w:r w:rsidRPr="00445E85">
              <w:rPr>
                <w:noProof/>
                <w:color w:val="FFFFFF"/>
              </w:rPr>
              <w:t>31</w:t>
            </w:r>
          </w:fldSimple>
        </w:p>
      </w:tc>
    </w:tr>
  </w:tbl>
  <w:p w:rsidR="00ED60DF" w:rsidRPr="00585146" w:rsidRDefault="00ED60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146"/>
    <w:rsid w:val="000B253A"/>
    <w:rsid w:val="00111FD6"/>
    <w:rsid w:val="00115E7D"/>
    <w:rsid w:val="00241798"/>
    <w:rsid w:val="002B7B83"/>
    <w:rsid w:val="002D0DDF"/>
    <w:rsid w:val="00445E85"/>
    <w:rsid w:val="004A5A7B"/>
    <w:rsid w:val="005021C5"/>
    <w:rsid w:val="00513716"/>
    <w:rsid w:val="0052525B"/>
    <w:rsid w:val="00580CD0"/>
    <w:rsid w:val="00585146"/>
    <w:rsid w:val="005C220E"/>
    <w:rsid w:val="005C2F2A"/>
    <w:rsid w:val="00601FC6"/>
    <w:rsid w:val="0061162C"/>
    <w:rsid w:val="006B749E"/>
    <w:rsid w:val="006C1E21"/>
    <w:rsid w:val="00787B79"/>
    <w:rsid w:val="00921173"/>
    <w:rsid w:val="009E3517"/>
    <w:rsid w:val="00A243E8"/>
    <w:rsid w:val="00A24B7D"/>
    <w:rsid w:val="00BA6E0B"/>
    <w:rsid w:val="00C96ECB"/>
    <w:rsid w:val="00D066FE"/>
    <w:rsid w:val="00D5645B"/>
    <w:rsid w:val="00D659D7"/>
    <w:rsid w:val="00E41A94"/>
    <w:rsid w:val="00ED60DF"/>
    <w:rsid w:val="00F025DC"/>
    <w:rsid w:val="00F836DE"/>
    <w:rsid w:val="00FC7B7E"/>
    <w:rsid w:val="00FD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8514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31</Pages>
  <Words>10766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u1.asm</dc:title>
  <dc:subject/>
  <dc:creator>erdogan.tan</dc:creator>
  <cp:keywords/>
  <dc:description/>
  <cp:lastModifiedBy>Erdoğan Tan</cp:lastModifiedBy>
  <cp:revision>8</cp:revision>
  <cp:lastPrinted>2013-12-18T13:00:00Z</cp:lastPrinted>
  <dcterms:created xsi:type="dcterms:W3CDTF">2013-12-18T13:02:00Z</dcterms:created>
  <dcterms:modified xsi:type="dcterms:W3CDTF">2014-07-28T08:57:00Z</dcterms:modified>
</cp:coreProperties>
</file>